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F8B" w:rsidRDefault="005E5F8B" w:rsidP="00B64DA0">
      <w:pPr>
        <w:spacing w:after="0" w:line="240" w:lineRule="auto"/>
        <w:rPr>
          <w:rFonts w:ascii="Times New Roman" w:hAnsi="Times New Roman" w:cs="Times New Roman"/>
          <w:b/>
          <w:sz w:val="24"/>
          <w:szCs w:val="24"/>
          <w:lang w:eastAsia="ru-RU"/>
        </w:rPr>
      </w:pPr>
    </w:p>
    <w:p w:rsidR="005E5F8B" w:rsidRPr="00813226" w:rsidRDefault="005E5F8B" w:rsidP="006D138C">
      <w:pPr>
        <w:jc w:val="center"/>
        <w:rPr>
          <w:rFonts w:ascii="Times New Roman" w:hAnsi="Times New Roman" w:cs="Times New Roman"/>
          <w:b/>
          <w:sz w:val="24"/>
          <w:szCs w:val="24"/>
        </w:rPr>
      </w:pPr>
      <w:r w:rsidRPr="00813226">
        <w:rPr>
          <w:rFonts w:ascii="Times New Roman" w:hAnsi="Times New Roman" w:cs="Times New Roman"/>
          <w:b/>
          <w:sz w:val="24"/>
          <w:szCs w:val="24"/>
        </w:rPr>
        <w:t>Муниципальное автономное общеобразовательное учреждение</w:t>
      </w:r>
    </w:p>
    <w:p w:rsidR="005E5F8B" w:rsidRPr="00813226" w:rsidRDefault="005E5F8B" w:rsidP="006D138C">
      <w:pPr>
        <w:jc w:val="center"/>
        <w:rPr>
          <w:rFonts w:ascii="Times New Roman" w:hAnsi="Times New Roman" w:cs="Times New Roman"/>
          <w:b/>
          <w:sz w:val="24"/>
          <w:szCs w:val="24"/>
        </w:rPr>
      </w:pPr>
      <w:r w:rsidRPr="00813226">
        <w:rPr>
          <w:rFonts w:ascii="Times New Roman" w:hAnsi="Times New Roman" w:cs="Times New Roman"/>
          <w:b/>
          <w:sz w:val="24"/>
          <w:szCs w:val="24"/>
        </w:rPr>
        <w:t>«Ачирская средняя общеобразовательная школа»</w:t>
      </w:r>
    </w:p>
    <w:p w:rsidR="005E5F8B" w:rsidRPr="00813226" w:rsidRDefault="005E5F8B" w:rsidP="006D138C">
      <w:pPr>
        <w:rPr>
          <w:rFonts w:ascii="Times New Roman" w:hAnsi="Times New Roman" w:cs="Times New Roman"/>
          <w:b/>
          <w:sz w:val="24"/>
          <w:szCs w:val="24"/>
        </w:rPr>
      </w:pPr>
      <w:r w:rsidRPr="00813226">
        <w:rPr>
          <w:rFonts w:ascii="Times New Roman" w:hAnsi="Times New Roman" w:cs="Times New Roman"/>
          <w:b/>
          <w:sz w:val="24"/>
          <w:szCs w:val="24"/>
        </w:rPr>
        <w:t>Рассмотрено                                                              Согласовано                                                             Утверждаю</w:t>
      </w:r>
    </w:p>
    <w:p w:rsidR="005E5F8B" w:rsidRPr="00813226" w:rsidRDefault="005E5F8B" w:rsidP="006D138C">
      <w:pPr>
        <w:rPr>
          <w:rFonts w:ascii="Times New Roman" w:hAnsi="Times New Roman" w:cs="Times New Roman"/>
          <w:sz w:val="24"/>
          <w:szCs w:val="24"/>
        </w:rPr>
      </w:pPr>
      <w:r w:rsidRPr="00813226">
        <w:rPr>
          <w:rFonts w:ascii="Times New Roman" w:hAnsi="Times New Roman" w:cs="Times New Roman"/>
          <w:sz w:val="24"/>
          <w:szCs w:val="24"/>
        </w:rPr>
        <w:t>на заседании методического                                     Заместитель директора школы                               Директор школы_________Г.Ш.Барсукова</w:t>
      </w:r>
    </w:p>
    <w:p w:rsidR="005E5F8B" w:rsidRPr="00813226" w:rsidRDefault="005E5F8B" w:rsidP="006D138C">
      <w:pPr>
        <w:rPr>
          <w:rFonts w:ascii="Times New Roman" w:hAnsi="Times New Roman" w:cs="Times New Roman"/>
          <w:sz w:val="24"/>
          <w:szCs w:val="24"/>
        </w:rPr>
      </w:pPr>
      <w:r w:rsidRPr="00813226">
        <w:rPr>
          <w:rFonts w:ascii="Times New Roman" w:hAnsi="Times New Roman" w:cs="Times New Roman"/>
          <w:sz w:val="24"/>
          <w:szCs w:val="24"/>
        </w:rPr>
        <w:t xml:space="preserve">объединения (протокол №____)                                                                                                                   Приказ № </w:t>
      </w:r>
      <w:r w:rsidRPr="00813226">
        <w:rPr>
          <w:rFonts w:ascii="Times New Roman" w:hAnsi="Times New Roman" w:cs="Times New Roman"/>
          <w:sz w:val="24"/>
          <w:szCs w:val="24"/>
          <w:u w:val="single"/>
        </w:rPr>
        <w:t>_____ от «   »     _______</w:t>
      </w:r>
      <w:r w:rsidRPr="00813226">
        <w:rPr>
          <w:rFonts w:ascii="Times New Roman" w:hAnsi="Times New Roman" w:cs="Times New Roman"/>
          <w:sz w:val="24"/>
          <w:szCs w:val="24"/>
        </w:rPr>
        <w:t>2016 г.</w:t>
      </w:r>
    </w:p>
    <w:p w:rsidR="005E5F8B" w:rsidRPr="00813226" w:rsidRDefault="005E5F8B" w:rsidP="006D138C">
      <w:pPr>
        <w:rPr>
          <w:rFonts w:ascii="Times New Roman" w:hAnsi="Times New Roman" w:cs="Times New Roman"/>
          <w:sz w:val="24"/>
          <w:szCs w:val="24"/>
        </w:rPr>
      </w:pPr>
      <w:r w:rsidRPr="00813226">
        <w:rPr>
          <w:rFonts w:ascii="Times New Roman" w:hAnsi="Times New Roman" w:cs="Times New Roman"/>
          <w:sz w:val="24"/>
          <w:szCs w:val="24"/>
        </w:rPr>
        <w:t>Руководитель МО __________                                 _______________З.Т Барсукова</w:t>
      </w:r>
    </w:p>
    <w:p w:rsidR="005E5F8B" w:rsidRPr="00813226" w:rsidRDefault="005E5F8B" w:rsidP="006D138C">
      <w:pPr>
        <w:rPr>
          <w:rFonts w:ascii="Times New Roman" w:hAnsi="Times New Roman" w:cs="Times New Roman"/>
          <w:sz w:val="24"/>
          <w:szCs w:val="24"/>
        </w:rPr>
      </w:pPr>
      <w:r w:rsidRPr="00813226">
        <w:rPr>
          <w:rFonts w:ascii="Times New Roman" w:hAnsi="Times New Roman" w:cs="Times New Roman"/>
          <w:sz w:val="24"/>
          <w:szCs w:val="24"/>
        </w:rPr>
        <w:t>«___» _</w:t>
      </w:r>
      <w:r w:rsidRPr="00813226">
        <w:rPr>
          <w:rFonts w:ascii="Times New Roman" w:hAnsi="Times New Roman" w:cs="Times New Roman"/>
          <w:sz w:val="24"/>
          <w:szCs w:val="24"/>
          <w:u w:val="single"/>
        </w:rPr>
        <w:t>__         ______</w:t>
      </w:r>
      <w:r w:rsidRPr="00813226">
        <w:rPr>
          <w:rFonts w:ascii="Times New Roman" w:hAnsi="Times New Roman" w:cs="Times New Roman"/>
          <w:sz w:val="24"/>
          <w:szCs w:val="24"/>
        </w:rPr>
        <w:t xml:space="preserve"> </w:t>
      </w:r>
      <w:smartTag w:uri="urn:schemas-microsoft-com:office:smarttags" w:element="metricconverter">
        <w:smartTagPr>
          <w:attr w:name="ProductID" w:val="2016 г"/>
        </w:smartTagPr>
        <w:r w:rsidRPr="00813226">
          <w:rPr>
            <w:rFonts w:ascii="Times New Roman" w:hAnsi="Times New Roman" w:cs="Times New Roman"/>
            <w:sz w:val="24"/>
            <w:szCs w:val="24"/>
          </w:rPr>
          <w:t>2016 г</w:t>
        </w:r>
      </w:smartTag>
      <w:r w:rsidRPr="00813226">
        <w:rPr>
          <w:rFonts w:ascii="Times New Roman" w:hAnsi="Times New Roman" w:cs="Times New Roman"/>
          <w:sz w:val="24"/>
          <w:szCs w:val="24"/>
        </w:rPr>
        <w:t>.                                  «___» ___</w:t>
      </w:r>
      <w:r w:rsidRPr="00813226">
        <w:rPr>
          <w:rFonts w:ascii="Times New Roman" w:hAnsi="Times New Roman" w:cs="Times New Roman"/>
          <w:sz w:val="24"/>
          <w:szCs w:val="24"/>
          <w:u w:val="single"/>
        </w:rPr>
        <w:t xml:space="preserve">            ____</w:t>
      </w:r>
      <w:r w:rsidRPr="00813226">
        <w:rPr>
          <w:rFonts w:ascii="Times New Roman" w:hAnsi="Times New Roman" w:cs="Times New Roman"/>
          <w:sz w:val="24"/>
          <w:szCs w:val="24"/>
        </w:rPr>
        <w:t xml:space="preserve"> </w:t>
      </w:r>
      <w:smartTag w:uri="urn:schemas-microsoft-com:office:smarttags" w:element="metricconverter">
        <w:smartTagPr>
          <w:attr w:name="ProductID" w:val="2016 г"/>
        </w:smartTagPr>
        <w:r w:rsidRPr="00813226">
          <w:rPr>
            <w:rFonts w:ascii="Times New Roman" w:hAnsi="Times New Roman" w:cs="Times New Roman"/>
            <w:sz w:val="24"/>
            <w:szCs w:val="24"/>
          </w:rPr>
          <w:t>2016 г</w:t>
        </w:r>
      </w:smartTag>
      <w:r w:rsidRPr="00813226">
        <w:rPr>
          <w:rFonts w:ascii="Times New Roman" w:hAnsi="Times New Roman" w:cs="Times New Roman"/>
          <w:sz w:val="24"/>
          <w:szCs w:val="24"/>
        </w:rPr>
        <w:t xml:space="preserve">.                   </w:t>
      </w:r>
    </w:p>
    <w:p w:rsidR="005E5F8B" w:rsidRPr="00813226" w:rsidRDefault="005E5F8B" w:rsidP="006D138C">
      <w:pPr>
        <w:spacing w:line="360" w:lineRule="auto"/>
        <w:jc w:val="center"/>
        <w:rPr>
          <w:rFonts w:ascii="Times New Roman" w:hAnsi="Times New Roman" w:cs="Times New Roman"/>
          <w:b/>
          <w:bCs/>
          <w:sz w:val="24"/>
          <w:szCs w:val="24"/>
        </w:rPr>
      </w:pPr>
    </w:p>
    <w:p w:rsidR="005E5F8B" w:rsidRPr="00813226" w:rsidRDefault="005E5F8B" w:rsidP="006D138C">
      <w:pPr>
        <w:spacing w:line="360" w:lineRule="auto"/>
        <w:jc w:val="center"/>
        <w:rPr>
          <w:rFonts w:ascii="Times New Roman" w:hAnsi="Times New Roman" w:cs="Times New Roman"/>
          <w:b/>
          <w:bCs/>
          <w:sz w:val="24"/>
          <w:szCs w:val="24"/>
        </w:rPr>
      </w:pPr>
      <w:r w:rsidRPr="00813226">
        <w:rPr>
          <w:rFonts w:ascii="Times New Roman" w:hAnsi="Times New Roman" w:cs="Times New Roman"/>
          <w:b/>
          <w:bCs/>
          <w:sz w:val="24"/>
          <w:szCs w:val="24"/>
        </w:rPr>
        <w:t>Рабочая программа по технологии</w:t>
      </w:r>
    </w:p>
    <w:p w:rsidR="005E5F8B" w:rsidRPr="00813226" w:rsidRDefault="005E5F8B" w:rsidP="006D138C">
      <w:pPr>
        <w:spacing w:line="360" w:lineRule="auto"/>
        <w:jc w:val="center"/>
        <w:rPr>
          <w:rFonts w:ascii="Times New Roman" w:hAnsi="Times New Roman" w:cs="Times New Roman"/>
          <w:b/>
          <w:bCs/>
          <w:sz w:val="24"/>
          <w:szCs w:val="24"/>
        </w:rPr>
      </w:pPr>
      <w:r w:rsidRPr="00813226">
        <w:rPr>
          <w:rFonts w:ascii="Times New Roman" w:hAnsi="Times New Roman" w:cs="Times New Roman"/>
          <w:b/>
          <w:bCs/>
          <w:sz w:val="24"/>
          <w:szCs w:val="24"/>
        </w:rPr>
        <w:t>для учащихся 2 класса</w:t>
      </w:r>
    </w:p>
    <w:p w:rsidR="005E5F8B" w:rsidRPr="00813226" w:rsidRDefault="005E5F8B" w:rsidP="006D138C">
      <w:pPr>
        <w:spacing w:line="360" w:lineRule="auto"/>
        <w:jc w:val="center"/>
        <w:rPr>
          <w:rFonts w:ascii="Times New Roman" w:hAnsi="Times New Roman" w:cs="Times New Roman"/>
          <w:b/>
          <w:bCs/>
          <w:sz w:val="24"/>
          <w:szCs w:val="24"/>
        </w:rPr>
      </w:pPr>
      <w:r w:rsidRPr="00813226">
        <w:rPr>
          <w:rFonts w:ascii="Times New Roman" w:hAnsi="Times New Roman" w:cs="Times New Roman"/>
          <w:b/>
          <w:bCs/>
          <w:sz w:val="24"/>
          <w:szCs w:val="24"/>
        </w:rPr>
        <w:t>на 2016-2017 учебный год</w:t>
      </w:r>
    </w:p>
    <w:p w:rsidR="005E5F8B" w:rsidRPr="00813226" w:rsidRDefault="005E5F8B" w:rsidP="006D138C">
      <w:pPr>
        <w:spacing w:line="360" w:lineRule="auto"/>
        <w:jc w:val="center"/>
        <w:rPr>
          <w:rFonts w:ascii="Times New Roman" w:hAnsi="Times New Roman" w:cs="Times New Roman"/>
          <w:sz w:val="24"/>
          <w:szCs w:val="24"/>
        </w:rPr>
      </w:pPr>
      <w:r w:rsidRPr="00813226">
        <w:rPr>
          <w:rFonts w:ascii="Times New Roman" w:hAnsi="Times New Roman" w:cs="Times New Roman"/>
          <w:sz w:val="24"/>
          <w:szCs w:val="24"/>
        </w:rPr>
        <w:t xml:space="preserve">                                                                                                                                           </w:t>
      </w:r>
    </w:p>
    <w:p w:rsidR="005E5F8B" w:rsidRPr="00813226" w:rsidRDefault="005E5F8B" w:rsidP="006D138C">
      <w:pPr>
        <w:spacing w:line="360" w:lineRule="auto"/>
        <w:rPr>
          <w:rFonts w:ascii="Times New Roman" w:hAnsi="Times New Roman" w:cs="Times New Roman"/>
          <w:sz w:val="24"/>
          <w:szCs w:val="24"/>
        </w:rPr>
      </w:pPr>
    </w:p>
    <w:p w:rsidR="005E5F8B" w:rsidRPr="00813226" w:rsidRDefault="005E5F8B" w:rsidP="006D138C">
      <w:pPr>
        <w:spacing w:line="360" w:lineRule="auto"/>
        <w:jc w:val="center"/>
        <w:rPr>
          <w:rFonts w:ascii="Times New Roman" w:hAnsi="Times New Roman" w:cs="Times New Roman"/>
          <w:b/>
          <w:bCs/>
          <w:sz w:val="24"/>
          <w:szCs w:val="24"/>
        </w:rPr>
      </w:pPr>
      <w:r w:rsidRPr="00813226">
        <w:rPr>
          <w:rFonts w:ascii="Times New Roman" w:hAnsi="Times New Roman" w:cs="Times New Roman"/>
          <w:sz w:val="24"/>
          <w:szCs w:val="24"/>
        </w:rPr>
        <w:t xml:space="preserve">                                                                                                                    Рабочую  программу составила</w:t>
      </w:r>
    </w:p>
    <w:p w:rsidR="005E5F8B" w:rsidRPr="00813226" w:rsidRDefault="005E5F8B" w:rsidP="006D138C">
      <w:pPr>
        <w:jc w:val="center"/>
        <w:rPr>
          <w:rFonts w:ascii="Times New Roman" w:hAnsi="Times New Roman" w:cs="Times New Roman"/>
          <w:sz w:val="24"/>
          <w:szCs w:val="24"/>
        </w:rPr>
      </w:pPr>
      <w:r w:rsidRPr="00813226">
        <w:rPr>
          <w:rFonts w:ascii="Times New Roman" w:hAnsi="Times New Roman" w:cs="Times New Roman"/>
          <w:sz w:val="24"/>
          <w:szCs w:val="24"/>
        </w:rPr>
        <w:t xml:space="preserve">                                                                                                                                       учитель начальных классов: Халилова Р.Н</w:t>
      </w:r>
    </w:p>
    <w:p w:rsidR="005E5F8B" w:rsidRPr="00813226" w:rsidRDefault="005E5F8B" w:rsidP="006D138C">
      <w:pPr>
        <w:jc w:val="center"/>
        <w:rPr>
          <w:rFonts w:ascii="Times New Roman" w:hAnsi="Times New Roman" w:cs="Times New Roman"/>
          <w:sz w:val="24"/>
          <w:szCs w:val="24"/>
        </w:rPr>
      </w:pPr>
    </w:p>
    <w:p w:rsidR="005E5F8B" w:rsidRPr="00813226" w:rsidRDefault="005E5F8B" w:rsidP="006D138C">
      <w:pPr>
        <w:rPr>
          <w:rFonts w:ascii="Times New Roman" w:hAnsi="Times New Roman" w:cs="Times New Roman"/>
          <w:sz w:val="24"/>
          <w:szCs w:val="24"/>
        </w:rPr>
      </w:pPr>
    </w:p>
    <w:p w:rsidR="005E5F8B" w:rsidRPr="00813226" w:rsidRDefault="005E5F8B" w:rsidP="006D138C">
      <w:pPr>
        <w:rPr>
          <w:rFonts w:ascii="Times New Roman" w:hAnsi="Times New Roman" w:cs="Times New Roman"/>
          <w:sz w:val="24"/>
          <w:szCs w:val="24"/>
        </w:rPr>
      </w:pPr>
    </w:p>
    <w:p w:rsidR="005E5F8B" w:rsidRPr="00813226" w:rsidRDefault="005E5F8B" w:rsidP="006D138C">
      <w:pPr>
        <w:jc w:val="center"/>
        <w:rPr>
          <w:rFonts w:ascii="Times New Roman" w:hAnsi="Times New Roman" w:cs="Times New Roman"/>
          <w:sz w:val="24"/>
          <w:szCs w:val="24"/>
        </w:rPr>
      </w:pPr>
      <w:r w:rsidRPr="00813226">
        <w:rPr>
          <w:rFonts w:ascii="Times New Roman" w:hAnsi="Times New Roman" w:cs="Times New Roman"/>
          <w:sz w:val="24"/>
          <w:szCs w:val="24"/>
        </w:rPr>
        <w:t>2016г</w:t>
      </w:r>
    </w:p>
    <w:p w:rsidR="005E5F8B" w:rsidRDefault="005E5F8B" w:rsidP="00B64DA0">
      <w:pPr>
        <w:spacing w:after="0" w:line="240" w:lineRule="auto"/>
        <w:rPr>
          <w:rFonts w:ascii="Times New Roman" w:hAnsi="Times New Roman" w:cs="Times New Roman"/>
          <w:b/>
          <w:sz w:val="24"/>
          <w:szCs w:val="24"/>
          <w:lang w:eastAsia="ru-RU"/>
        </w:rPr>
      </w:pPr>
    </w:p>
    <w:p w:rsidR="005E5F8B" w:rsidRDefault="005E5F8B" w:rsidP="00B64DA0">
      <w:pPr>
        <w:spacing w:after="0" w:line="240" w:lineRule="auto"/>
        <w:rPr>
          <w:rFonts w:ascii="Times New Roman" w:hAnsi="Times New Roman" w:cs="Times New Roman"/>
          <w:b/>
          <w:sz w:val="24"/>
          <w:szCs w:val="24"/>
          <w:lang w:eastAsia="ru-RU"/>
        </w:rPr>
      </w:pPr>
    </w:p>
    <w:p w:rsidR="005E5F8B" w:rsidRDefault="005E5F8B" w:rsidP="00B64DA0">
      <w:pPr>
        <w:spacing w:after="0" w:line="240" w:lineRule="auto"/>
        <w:rPr>
          <w:rFonts w:ascii="Times New Roman" w:hAnsi="Times New Roman" w:cs="Times New Roman"/>
          <w:b/>
          <w:sz w:val="24"/>
          <w:szCs w:val="24"/>
          <w:lang w:eastAsia="ru-RU"/>
        </w:rPr>
      </w:pPr>
    </w:p>
    <w:p w:rsidR="005E5F8B" w:rsidRDefault="005E5F8B" w:rsidP="006D138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z w:val="24"/>
          <w:szCs w:val="24"/>
        </w:rPr>
        <w:t>Пояснительная записка</w:t>
      </w:r>
    </w:p>
    <w:p w:rsidR="005E5F8B" w:rsidRPr="003E51EC" w:rsidRDefault="005E5F8B" w:rsidP="006D138C">
      <w:pPr>
        <w:autoSpaceDE w:val="0"/>
        <w:autoSpaceDN w:val="0"/>
        <w:adjustRightInd w:val="0"/>
        <w:spacing w:after="0" w:line="240" w:lineRule="auto"/>
        <w:jc w:val="both"/>
        <w:rPr>
          <w:rFonts w:ascii="Times New Roman" w:hAnsi="Times New Roman"/>
          <w:sz w:val="24"/>
          <w:szCs w:val="24"/>
          <w:shd w:val="clear" w:color="auto" w:fill="FFFFFF"/>
        </w:rPr>
      </w:pPr>
      <w:r>
        <w:rPr>
          <w:rFonts w:ascii="Times New Roman" w:hAnsi="Times New Roman"/>
          <w:sz w:val="24"/>
          <w:szCs w:val="24"/>
        </w:rPr>
        <w:t xml:space="preserve">   Рабочая программа по физической культуре составлена на основе Приказа Министерства образования и науки Российской Федерации от 06.10.2009 года № 373 «Об утверждении и введении в действие федерального государственного образовательного стандарта начального общего образования»; авторской  </w:t>
      </w:r>
      <w:r w:rsidRPr="003E51EC">
        <w:rPr>
          <w:rFonts w:ascii="Times New Roman" w:hAnsi="Times New Roman"/>
          <w:sz w:val="24"/>
          <w:szCs w:val="24"/>
        </w:rPr>
        <w:t xml:space="preserve">Программы </w:t>
      </w:r>
      <w:r w:rsidRPr="003E51EC">
        <w:rPr>
          <w:rFonts w:ascii="Times New Roman" w:hAnsi="Times New Roman"/>
          <w:sz w:val="24"/>
          <w:szCs w:val="24"/>
          <w:shd w:val="clear" w:color="auto" w:fill="FFFFFF"/>
        </w:rPr>
        <w:t>В. И. Лях «Физическая культура» изда</w:t>
      </w:r>
      <w:r>
        <w:rPr>
          <w:rFonts w:ascii="Times New Roman" w:hAnsi="Times New Roman"/>
          <w:sz w:val="24"/>
          <w:szCs w:val="24"/>
          <w:shd w:val="clear" w:color="auto" w:fill="FFFFFF"/>
        </w:rPr>
        <w:t xml:space="preserve">тельство «Просвещение», Москва </w:t>
      </w:r>
      <w:r w:rsidRPr="003E51EC">
        <w:rPr>
          <w:rFonts w:ascii="Times New Roman" w:hAnsi="Times New Roman"/>
          <w:sz w:val="24"/>
          <w:szCs w:val="24"/>
          <w:shd w:val="clear" w:color="auto" w:fill="FFFFFF"/>
        </w:rPr>
        <w:t>2011г.,</w:t>
      </w:r>
      <w:r w:rsidRPr="003E51EC">
        <w:rPr>
          <w:rFonts w:ascii="Times New Roman" w:hAnsi="Times New Roman"/>
          <w:sz w:val="24"/>
          <w:szCs w:val="24"/>
        </w:rPr>
        <w:t xml:space="preserve"> </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Целью рабочей программы по физической культуре является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w:t>
      </w:r>
    </w:p>
    <w:p w:rsidR="005E5F8B" w:rsidRDefault="005E5F8B" w:rsidP="006D138C">
      <w:pPr>
        <w:autoSpaceDE w:val="0"/>
        <w:autoSpaceDN w:val="0"/>
        <w:adjustRightInd w:val="0"/>
        <w:spacing w:after="0" w:line="240" w:lineRule="auto"/>
        <w:jc w:val="both"/>
        <w:rPr>
          <w:rFonts w:ascii="Times New Roman" w:hAnsi="Times New Roman"/>
          <w:b/>
          <w:bCs/>
          <w:sz w:val="24"/>
          <w:szCs w:val="24"/>
        </w:rPr>
      </w:pPr>
      <w:r>
        <w:rPr>
          <w:rFonts w:ascii="Times New Roman" w:hAnsi="Times New Roman"/>
          <w:sz w:val="24"/>
          <w:szCs w:val="24"/>
        </w:rPr>
        <w:t xml:space="preserve">   Реализация данной цели связана с решением следующих образовательных задач</w:t>
      </w:r>
      <w:r>
        <w:rPr>
          <w:rFonts w:ascii="Times New Roman" w:hAnsi="Times New Roman"/>
          <w:b/>
          <w:bCs/>
          <w:sz w:val="24"/>
          <w:szCs w:val="24"/>
        </w:rPr>
        <w:t>:</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совершенствование 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формирование общих представлений о физической культуре, ее значении в жизни человека, роли в укреплении здоровья, физическом развитии и физической подготовленности;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развитие интереса к самостоятельным занятиям физическими упражнениями, подвижным играм, формам активного отдыха и досуга;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обучение простейшим способам контроля за физической нагрузкой, отдельными показателями физического развития и физической подготовленности.</w:t>
      </w:r>
    </w:p>
    <w:p w:rsidR="005E5F8B" w:rsidRDefault="005E5F8B" w:rsidP="006D138C">
      <w:pPr>
        <w:autoSpaceDE w:val="0"/>
        <w:autoSpaceDN w:val="0"/>
        <w:adjustRightInd w:val="0"/>
        <w:spacing w:after="0" w:line="240" w:lineRule="auto"/>
        <w:jc w:val="both"/>
        <w:rPr>
          <w:rFonts w:ascii="Times New Roman" w:hAnsi="Times New Roman"/>
          <w:b/>
          <w:bCs/>
          <w:sz w:val="24"/>
          <w:szCs w:val="24"/>
        </w:rPr>
      </w:pPr>
    </w:p>
    <w:p w:rsidR="005E5F8B" w:rsidRDefault="005E5F8B" w:rsidP="006D138C">
      <w:p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t xml:space="preserve">Общая характеристика учебного предмета </w:t>
      </w:r>
      <w:r>
        <w:rPr>
          <w:rFonts w:ascii="Times New Roman" w:hAnsi="Times New Roman"/>
          <w:b/>
          <w:bCs/>
          <w:sz w:val="24"/>
          <w:szCs w:val="24"/>
        </w:rPr>
        <w:t>«</w:t>
      </w:r>
      <w:r>
        <w:rPr>
          <w:rFonts w:ascii="Times New Roman" w:hAnsi="Times New Roman"/>
          <w:b/>
          <w:sz w:val="24"/>
          <w:szCs w:val="24"/>
        </w:rPr>
        <w:t>Физическая культура</w:t>
      </w:r>
      <w:r>
        <w:rPr>
          <w:rFonts w:ascii="Times New Roman" w:hAnsi="Times New Roman"/>
          <w:b/>
          <w:bCs/>
          <w:sz w:val="24"/>
          <w:szCs w:val="24"/>
        </w:rPr>
        <w:t>»</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Разработанная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 рабочая программа</w:t>
      </w:r>
    </w:p>
    <w:p w:rsidR="005E5F8B" w:rsidRDefault="005E5F8B" w:rsidP="006D138C">
      <w:pPr>
        <w:autoSpaceDE w:val="0"/>
        <w:autoSpaceDN w:val="0"/>
        <w:adjustRightInd w:val="0"/>
        <w:spacing w:after="0" w:line="240" w:lineRule="auto"/>
        <w:jc w:val="both"/>
        <w:rPr>
          <w:rFonts w:ascii="Times New Roman" w:hAnsi="Times New Roman"/>
          <w:b/>
          <w:bCs/>
          <w:i/>
          <w:iCs/>
          <w:sz w:val="24"/>
          <w:szCs w:val="24"/>
        </w:rPr>
      </w:pPr>
      <w:r>
        <w:rPr>
          <w:rFonts w:ascii="Times New Roman" w:hAnsi="Times New Roman"/>
          <w:sz w:val="24"/>
          <w:szCs w:val="24"/>
        </w:rPr>
        <w:t>характеризуется направленностью</w:t>
      </w:r>
      <w:r>
        <w:rPr>
          <w:rFonts w:ascii="Times New Roman" w:hAnsi="Times New Roman"/>
          <w:b/>
          <w:bCs/>
          <w:i/>
          <w:iCs/>
          <w:sz w:val="24"/>
          <w:szCs w:val="24"/>
        </w:rPr>
        <w:t>:</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реализацию принципа вариативности, обосновывающего планирование учебного</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материала в соответствии с возрастно-половыми особенностями учащихся, материально-технической оснащенностью учебного процесса, регионально-климатическими условиями и видом учебного учреждения;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реализацию принципа достаточности и сообразности, связанного с распределением учебного материала, обеспечивающего развитие познавательной и предметной активности учащихся;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соблюдение дидактических правил </w:t>
      </w:r>
      <w:r>
        <w:rPr>
          <w:rFonts w:ascii="Times New Roman" w:hAnsi="Times New Roman"/>
          <w:b/>
          <w:bCs/>
          <w:i/>
          <w:iCs/>
          <w:sz w:val="24"/>
          <w:szCs w:val="24"/>
        </w:rPr>
        <w:t>«</w:t>
      </w:r>
      <w:r>
        <w:rPr>
          <w:rFonts w:ascii="Times New Roman" w:hAnsi="Times New Roman"/>
          <w:sz w:val="24"/>
          <w:szCs w:val="24"/>
        </w:rPr>
        <w:t>от известного к неизвестному</w:t>
      </w:r>
      <w:r>
        <w:rPr>
          <w:rFonts w:ascii="Times New Roman" w:hAnsi="Times New Roman"/>
          <w:b/>
          <w:bCs/>
          <w:i/>
          <w:iCs/>
          <w:sz w:val="24"/>
          <w:szCs w:val="24"/>
        </w:rPr>
        <w:t xml:space="preserve">» </w:t>
      </w:r>
      <w:r>
        <w:rPr>
          <w:rFonts w:ascii="Times New Roman" w:hAnsi="Times New Roman"/>
          <w:sz w:val="24"/>
          <w:szCs w:val="24"/>
        </w:rPr>
        <w:t xml:space="preserve">и </w:t>
      </w:r>
      <w:r>
        <w:rPr>
          <w:rFonts w:ascii="Times New Roman" w:hAnsi="Times New Roman"/>
          <w:b/>
          <w:bCs/>
          <w:i/>
          <w:iCs/>
          <w:sz w:val="24"/>
          <w:szCs w:val="24"/>
        </w:rPr>
        <w:t>«</w:t>
      </w:r>
      <w:r>
        <w:rPr>
          <w:rFonts w:ascii="Times New Roman" w:hAnsi="Times New Roman"/>
          <w:sz w:val="24"/>
          <w:szCs w:val="24"/>
        </w:rPr>
        <w:t>от простого к сложному</w:t>
      </w:r>
      <w:r>
        <w:rPr>
          <w:rFonts w:ascii="Times New Roman" w:hAnsi="Times New Roman"/>
          <w:b/>
          <w:bCs/>
          <w:i/>
          <w:iCs/>
          <w:sz w:val="24"/>
          <w:szCs w:val="24"/>
        </w:rPr>
        <w:t>»</w:t>
      </w:r>
      <w:r>
        <w:rPr>
          <w:rFonts w:ascii="Times New Roman" w:hAnsi="Times New Roman"/>
          <w:sz w:val="24"/>
          <w:szCs w:val="24"/>
        </w:rPr>
        <w:t>,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достижение межпредметных связей, нацеливающих планирование учебного материала на целостное формирование мировоззрения учащихся в области физической культуры, всестороннее раскрытие взаимосвязи и взаимообусловленности изучаемых явлений и процессов;</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усиление оздоровительного эффекта образовательного процесса, достигаемого в ходе активного использования школьниками освоенных знаний, умений и физических упражнений в физкультурно-оздоровительных мероприятиях в режиме дня, самостоятельных занятиях физическими упражнениями.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Общая </w:t>
      </w:r>
      <w:r>
        <w:rPr>
          <w:rFonts w:ascii="Times New Roman" w:hAnsi="Times New Roman"/>
          <w:b/>
          <w:sz w:val="24"/>
          <w:szCs w:val="24"/>
        </w:rPr>
        <w:t xml:space="preserve">цель </w:t>
      </w:r>
      <w:r>
        <w:rPr>
          <w:rFonts w:ascii="Times New Roman" w:hAnsi="Times New Roman"/>
          <w:sz w:val="24"/>
          <w:szCs w:val="24"/>
        </w:rPr>
        <w:t>обучения учебному предмету «Физическая культура» в начальной школе — формирование физической культуры личности школьника посредством освоения основ содержания физкультурной деятельности с общеразвивающей направленностью.</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Курс учебного предмета «Физическая культура» в начальной школе реализует познавательную и социокультурную цели.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Познавательная цель предполагает формирование у обучающихся представлений о физической культуре как составляющей целостной научной картины мира, ознакомление учащихся с основными положениями науки о физической культуре.</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Социокультурная цель подразумевает формирование компетенции детей в области выполнения основных двигательных действий, как показателя физической культуры человека.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соответствии с целью учебного предмета «Физическая культура»</w:t>
      </w:r>
    </w:p>
    <w:p w:rsidR="005E5F8B" w:rsidRDefault="005E5F8B" w:rsidP="006D138C">
      <w:pPr>
        <w:autoSpaceDE w:val="0"/>
        <w:autoSpaceDN w:val="0"/>
        <w:adjustRightInd w:val="0"/>
        <w:spacing w:after="0" w:line="240" w:lineRule="auto"/>
        <w:jc w:val="both"/>
        <w:rPr>
          <w:rFonts w:ascii="Times New Roman" w:hAnsi="Times New Roman"/>
          <w:i/>
          <w:iCs/>
          <w:sz w:val="24"/>
          <w:szCs w:val="24"/>
        </w:rPr>
      </w:pPr>
      <w:r>
        <w:rPr>
          <w:rFonts w:ascii="Times New Roman" w:hAnsi="Times New Roman"/>
          <w:sz w:val="24"/>
          <w:szCs w:val="24"/>
        </w:rPr>
        <w:t>формулируются задачи учебного предмета</w:t>
      </w:r>
      <w:r>
        <w:rPr>
          <w:rFonts w:ascii="Times New Roman" w:hAnsi="Times New Roman"/>
          <w:i/>
          <w:iCs/>
          <w:sz w:val="24"/>
          <w:szCs w:val="24"/>
        </w:rPr>
        <w:t>:</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формирование знаний о физкультурной деятельности, отражающих ее культурно- исторические, психолого-педагогические и медико-биологические основы;</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совершенствование навыков в базовых двигательных действиях, их вариативного использования в игровой деятельности и самостоятельных учебных занятиях;</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расширение двигательного опыта посредством усложнения ранее освоенных движений и овладения новыми, с повышенной координационной сложностью;</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формирование навыков и умений в выполнении физических упражнений различной педагогической направленности, связанных с профилактикой здоровья, коррекцией телосложения, правильной осанкой и культурой движения;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расширение функциональных возможностей разных систем организма, повышение его адаптивных свойств за счет направленного развития основных физических качеств и способностей;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формирование практических умений, необходимых в организации самостоятельных занятий физическими упражнениями в их оздоровительных и рекреативных формах, групповому взаимодействию, посредством подвижных игр и элементов соревнования. Базовым результатом образования в области физической культуры в начальной школе является освоение учащимися основ физкультурной деятельности.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(компетенции) выражаются в метапредметных результатах образовательного процесса и активно проявляются в разнообразных видах деятельности (культуры), выходящих за рамки предмета «Физическая культура».</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Универсальными компетенциями учащихся на этапе начального общего образования по физической культуре являются:</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—умения организовывать собственную деятельность, выбирать и использовать средства для достижения ее цели;</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—умения активно включаться в коллективную деятельность, взаимодействовать со сверстниками в достижении общих целей;</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умения доносить информацию в доступной, эмоционально-яркой форме в процессе общения и взаимодействия со сверстниками и взрослыми людьми.</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Базовым результатом образования в области физической культуры в начальной школе является освоение учащимися основ физкультурной деятельности.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Эти способности (компетенции) выражаются в метапредметных результатах образовательного процесса и активно проявляются в разнообразных видах деятельности</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(культуры), выходящих за рамки предмета «Физическая культура».</w:t>
      </w:r>
    </w:p>
    <w:p w:rsidR="005E5F8B" w:rsidRDefault="005E5F8B" w:rsidP="006D138C">
      <w:pPr>
        <w:autoSpaceDE w:val="0"/>
        <w:autoSpaceDN w:val="0"/>
        <w:adjustRightInd w:val="0"/>
        <w:spacing w:after="0" w:line="240" w:lineRule="auto"/>
        <w:jc w:val="center"/>
        <w:rPr>
          <w:rFonts w:ascii="Times New Roman" w:hAnsi="Times New Roman"/>
          <w:b/>
          <w:sz w:val="24"/>
          <w:szCs w:val="24"/>
        </w:rPr>
      </w:pPr>
    </w:p>
    <w:p w:rsidR="005E5F8B" w:rsidRDefault="005E5F8B" w:rsidP="006D138C">
      <w:pPr>
        <w:spacing w:after="0" w:line="240" w:lineRule="auto"/>
        <w:rPr>
          <w:rFonts w:ascii="Times New Roman" w:hAnsi="Times New Roman"/>
          <w:b/>
          <w:sz w:val="24"/>
          <w:szCs w:val="24"/>
        </w:rPr>
      </w:pPr>
    </w:p>
    <w:p w:rsidR="005E5F8B" w:rsidRDefault="005E5F8B" w:rsidP="006D138C">
      <w:pPr>
        <w:spacing w:after="0" w:line="240" w:lineRule="auto"/>
        <w:rPr>
          <w:rFonts w:ascii="Times New Roman" w:hAnsi="Times New Roman"/>
          <w:b/>
          <w:sz w:val="24"/>
          <w:szCs w:val="24"/>
        </w:rPr>
      </w:pPr>
    </w:p>
    <w:p w:rsidR="005E5F8B" w:rsidRDefault="005E5F8B" w:rsidP="006D138C">
      <w:pPr>
        <w:spacing w:after="0" w:line="240" w:lineRule="auto"/>
        <w:rPr>
          <w:rFonts w:ascii="Times New Roman" w:hAnsi="Times New Roman"/>
          <w:b/>
          <w:sz w:val="24"/>
          <w:szCs w:val="24"/>
        </w:rPr>
      </w:pPr>
    </w:p>
    <w:p w:rsidR="005E5F8B" w:rsidRDefault="005E5F8B" w:rsidP="006D138C">
      <w:pPr>
        <w:spacing w:after="0" w:line="240" w:lineRule="auto"/>
        <w:rPr>
          <w:rFonts w:ascii="Times New Roman" w:hAnsi="Times New Roman"/>
          <w:b/>
          <w:bCs/>
          <w:sz w:val="24"/>
          <w:szCs w:val="24"/>
        </w:rPr>
      </w:pPr>
    </w:p>
    <w:p w:rsidR="005E5F8B" w:rsidRDefault="005E5F8B" w:rsidP="006D138C">
      <w:pPr>
        <w:spacing w:after="0" w:line="240" w:lineRule="auto"/>
        <w:jc w:val="center"/>
        <w:rPr>
          <w:rFonts w:ascii="Times New Roman" w:hAnsi="Times New Roman"/>
          <w:b/>
          <w:sz w:val="24"/>
          <w:szCs w:val="24"/>
        </w:rPr>
      </w:pPr>
      <w:r>
        <w:rPr>
          <w:rFonts w:ascii="Times New Roman" w:hAnsi="Times New Roman"/>
          <w:b/>
          <w:sz w:val="24"/>
          <w:szCs w:val="24"/>
        </w:rPr>
        <w:t xml:space="preserve">Описание места учебного предмета </w:t>
      </w:r>
      <w:r>
        <w:rPr>
          <w:rFonts w:ascii="Times New Roman" w:hAnsi="Times New Roman"/>
          <w:b/>
          <w:bCs/>
          <w:sz w:val="24"/>
          <w:szCs w:val="24"/>
        </w:rPr>
        <w:t>«</w:t>
      </w:r>
      <w:r>
        <w:rPr>
          <w:rFonts w:ascii="Times New Roman" w:hAnsi="Times New Roman"/>
          <w:b/>
          <w:sz w:val="24"/>
          <w:szCs w:val="24"/>
        </w:rPr>
        <w:t>Физическая культура</w:t>
      </w:r>
      <w:r>
        <w:rPr>
          <w:rFonts w:ascii="Times New Roman" w:hAnsi="Times New Roman"/>
          <w:b/>
          <w:bCs/>
          <w:sz w:val="24"/>
          <w:szCs w:val="24"/>
        </w:rPr>
        <w:t xml:space="preserve">» </w:t>
      </w:r>
      <w:r>
        <w:rPr>
          <w:rFonts w:ascii="Times New Roman" w:hAnsi="Times New Roman"/>
          <w:b/>
          <w:sz w:val="24"/>
          <w:szCs w:val="24"/>
        </w:rPr>
        <w:t>в учебном плане</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Согласно федеральному базисному образовательному плану для образовательных учреждений Российской Федерации на изучение физической культуры на ступени начального общего образования отводится 405 часов из расчета 3 часа в неделю с 1 по 4 класс.</w:t>
      </w:r>
    </w:p>
    <w:p w:rsidR="005E5F8B" w:rsidRDefault="005E5F8B" w:rsidP="006D138C">
      <w:pPr>
        <w:pStyle w:val="Default"/>
      </w:pPr>
      <w:r>
        <w:rPr>
          <w:b/>
        </w:rPr>
        <w:t xml:space="preserve"> </w:t>
      </w:r>
    </w:p>
    <w:p w:rsidR="005E5F8B" w:rsidRPr="006D138C" w:rsidRDefault="005E5F8B" w:rsidP="006D138C">
      <w:pPr>
        <w:pStyle w:val="Default"/>
        <w:jc w:val="center"/>
        <w:rPr>
          <w:b/>
          <w:sz w:val="32"/>
          <w:szCs w:val="32"/>
        </w:rPr>
      </w:pPr>
      <w:r w:rsidRPr="006D138C">
        <w:rPr>
          <w:b/>
        </w:rPr>
        <w:t>Личностные, метапредметные и предметные результаты освоения курса   «</w:t>
      </w:r>
      <w:r>
        <w:rPr>
          <w:b/>
        </w:rPr>
        <w:t>Физическая культура</w:t>
      </w:r>
      <w:r w:rsidRPr="006D138C">
        <w:rPr>
          <w:b/>
        </w:rPr>
        <w:t xml:space="preserve"> 2 класс»</w:t>
      </w:r>
    </w:p>
    <w:p w:rsidR="005E5F8B" w:rsidRDefault="005E5F8B" w:rsidP="006D138C">
      <w:pPr>
        <w:autoSpaceDE w:val="0"/>
        <w:autoSpaceDN w:val="0"/>
        <w:adjustRightInd w:val="0"/>
        <w:spacing w:after="0" w:line="240" w:lineRule="auto"/>
        <w:jc w:val="both"/>
        <w:rPr>
          <w:rFonts w:ascii="Times New Roman" w:hAnsi="Times New Roman"/>
          <w:sz w:val="24"/>
          <w:szCs w:val="24"/>
        </w:rPr>
      </w:pPr>
      <w:r w:rsidRPr="00C736FE">
        <w:rPr>
          <w:rFonts w:ascii="Times New Roman" w:hAnsi="Times New Roman"/>
          <w:b/>
          <w:i/>
          <w:sz w:val="24"/>
          <w:szCs w:val="24"/>
        </w:rPr>
        <w:t>Универсальными компетенциями</w:t>
      </w:r>
      <w:r>
        <w:rPr>
          <w:rFonts w:ascii="Times New Roman" w:hAnsi="Times New Roman"/>
          <w:sz w:val="24"/>
          <w:szCs w:val="24"/>
        </w:rPr>
        <w:t xml:space="preserve"> учащихся на этапе начального общего образования по физической культуре являются: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умения организовывать собственную деятельность, выбирать и использовать</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средства для достижения её цели;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умения активно включаться в коллективную деятельность, взаимодействовать со сверстниками в достижении общих целей;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умения доносить информацию в доступной, эмоционально-яркой форме в процессе общения и взаимодействия со сверстниками и взрослыми людьми.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Личностными результатами освоения учащимися содержания программы по физической культуре являются следующие умения: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активно включаться в общение и взаимодействие со сверстниками на принципах уважения и доброжелательности, взаимопомощи и сопереживания;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проявлять положительные качества личности и управлять своими эмоциями в различных ситуациях и условиях;</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проявлять дисциплинированность, трудолюбие и упорство в достижении поставленных целей;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оказывать бескорыстную помощь своим сверстникам, находить с ними общий язык и общие интересы.</w:t>
      </w:r>
    </w:p>
    <w:p w:rsidR="005E5F8B" w:rsidRDefault="005E5F8B" w:rsidP="006D138C">
      <w:pPr>
        <w:autoSpaceDE w:val="0"/>
        <w:autoSpaceDN w:val="0"/>
        <w:adjustRightInd w:val="0"/>
        <w:spacing w:after="0" w:line="240" w:lineRule="auto"/>
        <w:jc w:val="both"/>
        <w:rPr>
          <w:rFonts w:ascii="Times New Roman" w:hAnsi="Times New Roman"/>
          <w:sz w:val="24"/>
          <w:szCs w:val="24"/>
        </w:rPr>
      </w:pPr>
      <w:r w:rsidRPr="00C736FE">
        <w:rPr>
          <w:rFonts w:ascii="Times New Roman" w:hAnsi="Times New Roman"/>
          <w:b/>
          <w:i/>
          <w:sz w:val="24"/>
          <w:szCs w:val="24"/>
        </w:rPr>
        <w:t>Метапредметными результатами</w:t>
      </w:r>
      <w:r>
        <w:rPr>
          <w:rFonts w:ascii="Times New Roman" w:hAnsi="Times New Roman"/>
          <w:sz w:val="24"/>
          <w:szCs w:val="24"/>
        </w:rPr>
        <w:t xml:space="preserve"> освоения учащимися содержания программы по физической культуре являются следующие умения: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характеризовать явления, действия и поступки, давать им объективную оценку на основе освоенных знаний и имеющегося опыта;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находить ошибки при выполнении учебных заданий, отбирать способы их исправления;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общаться и взаимодействовать со сверстниками на принципах взаимоуважения и взаимопомощи, дружбы и толерантности;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обеспечивать защиту и сохранность природы во время активного отдыха и занятий физической культурой;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организовывать самостоятельную физкультурную деятельность с учётом требований её безопасности, сохранности инвентаря и оборудования, организации места занятий;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планировать собственную деятельность, распределять нагрузку и отдых в процессе ее выполнения;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анализировать и объективно оценивать результаты собственного труда, находить возможности и способы их улучшения;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обосновывать эстетические признаки в двигательных действиях человека;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оценивать красоту телосложения и осанки, сравнивать их с эталонными образцами;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управлять эмоциями при общении со сверстниками и взрослыми, сохранять хладнокровие, сдержанность, рассудительность;</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технически правильно выполнять спортивно-оздоровительные и физкультурно- оздоровительные двигательные действия, использовать их в игровой и соревновательной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деятельности.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sidRPr="00C736FE">
        <w:rPr>
          <w:rFonts w:ascii="Times New Roman" w:hAnsi="Times New Roman"/>
          <w:b/>
          <w:i/>
          <w:sz w:val="24"/>
          <w:szCs w:val="24"/>
        </w:rPr>
        <w:t>Предметными результатами</w:t>
      </w:r>
      <w:r>
        <w:rPr>
          <w:rFonts w:ascii="Times New Roman" w:hAnsi="Times New Roman"/>
          <w:sz w:val="24"/>
          <w:szCs w:val="24"/>
        </w:rPr>
        <w:t xml:space="preserve"> освоения учащимися содержания программы по физической культуре являются следующие умения: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планировать занятия физическими упражнениями в режиме дня, организовывать отдых и досуг с использованием средств физической культуры;</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представлять физическую культуру как средство укрепления здоровья, физического развития и физической подготовки человека;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измерять индивидуальные показатели физического развития (длину и массу тела), развития основных физических качеств;</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оказывать посильную помощь и моральную поддержку сверстникам при выполнении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учебных заданий, доброжелательно и уважительно объяснять ошибки и способы их устранения;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организовывать и проводить со сверстниками подвижные игры и элементы соревнований, осуществлять их объективное судейство;</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бережно обращаться с инвентарём и оборудованием, соблюдать требования техники безопасности к местам проведения;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характеризовать физическую нагрузку по показателю частоты пульса, регулировать её напряжённость во время занятий по развитию физических качеств;</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взаимодействовать со сверстниками по правилам проведения подвижных игр и соревнований;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подавать строевые команды, вести подсчёт при выполнении общеразвивающих упражнений;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находить отличительные особенности в выполнении двигательного действия разными учениками, выделять отличительные признаки и элементы;</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выполнять акробатические и гимнастические комбинации на необходимом техническом уровне, характеризовать признаки техничного исполнения;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выполнять технические действия из базовых видов спорта, применять их в игровой и соревновательной деятельности;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применять жизненно важные двигательные навыки и умения различными способами, в различных изменяющихся, вариативных условиях.</w:t>
      </w:r>
    </w:p>
    <w:p w:rsidR="005E5F8B" w:rsidRDefault="005E5F8B" w:rsidP="006D138C">
      <w:pPr>
        <w:autoSpaceDE w:val="0"/>
        <w:autoSpaceDN w:val="0"/>
        <w:adjustRightInd w:val="0"/>
        <w:spacing w:after="0" w:line="240" w:lineRule="auto"/>
        <w:jc w:val="both"/>
        <w:rPr>
          <w:rFonts w:ascii="Times New Roman" w:hAnsi="Times New Roman"/>
          <w:b/>
          <w:bCs/>
          <w:sz w:val="24"/>
          <w:szCs w:val="24"/>
        </w:rPr>
      </w:pPr>
      <w:r>
        <w:rPr>
          <w:rFonts w:ascii="Times New Roman" w:hAnsi="Times New Roman"/>
          <w:sz w:val="24"/>
          <w:szCs w:val="24"/>
        </w:rPr>
        <w:t>Принципы</w:t>
      </w:r>
      <w:r>
        <w:rPr>
          <w:rFonts w:ascii="Times New Roman" w:hAnsi="Times New Roman"/>
          <w:b/>
          <w:bCs/>
          <w:sz w:val="24"/>
          <w:szCs w:val="24"/>
        </w:rPr>
        <w:t xml:space="preserve">, </w:t>
      </w:r>
      <w:r>
        <w:rPr>
          <w:rFonts w:ascii="Times New Roman" w:hAnsi="Times New Roman"/>
          <w:sz w:val="24"/>
          <w:szCs w:val="24"/>
        </w:rPr>
        <w:t>лежащие в основе построения программы</w:t>
      </w:r>
      <w:r>
        <w:rPr>
          <w:rFonts w:ascii="Times New Roman" w:hAnsi="Times New Roman"/>
          <w:b/>
          <w:bCs/>
          <w:sz w:val="24"/>
          <w:szCs w:val="24"/>
        </w:rPr>
        <w:t>:</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личностно</w:t>
      </w:r>
      <w:r>
        <w:rPr>
          <w:rFonts w:ascii="Times New Roman" w:hAnsi="Times New Roman"/>
          <w:i/>
          <w:iCs/>
          <w:sz w:val="24"/>
          <w:szCs w:val="24"/>
        </w:rPr>
        <w:t>-</w:t>
      </w:r>
      <w:r>
        <w:rPr>
          <w:rFonts w:ascii="Times New Roman" w:hAnsi="Times New Roman"/>
          <w:sz w:val="24"/>
          <w:szCs w:val="24"/>
        </w:rPr>
        <w:t>ориентированные: двигательного развития, творчества, психологической комфортности;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культурно</w:t>
      </w:r>
      <w:r>
        <w:rPr>
          <w:rFonts w:ascii="Times New Roman" w:hAnsi="Times New Roman"/>
          <w:i/>
          <w:iCs/>
          <w:sz w:val="24"/>
          <w:szCs w:val="24"/>
        </w:rPr>
        <w:t>-</w:t>
      </w:r>
      <w:r>
        <w:rPr>
          <w:rFonts w:ascii="Times New Roman" w:hAnsi="Times New Roman"/>
          <w:sz w:val="24"/>
          <w:szCs w:val="24"/>
        </w:rPr>
        <w:t>ориентированные: целостного представления о физической культуре, систематичности, непрерывности, «овладения основами физической культуры»;</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деятельностно</w:t>
      </w:r>
      <w:r>
        <w:rPr>
          <w:rFonts w:ascii="Times New Roman" w:hAnsi="Times New Roman"/>
          <w:i/>
          <w:iCs/>
          <w:sz w:val="24"/>
          <w:szCs w:val="24"/>
        </w:rPr>
        <w:t>-</w:t>
      </w:r>
      <w:r>
        <w:rPr>
          <w:rFonts w:ascii="Times New Roman" w:hAnsi="Times New Roman"/>
          <w:sz w:val="24"/>
          <w:szCs w:val="24"/>
        </w:rPr>
        <w:t>ориентированные: двигательной деятельности, перехода от совместной учебно-познавательной деятельности к самостоятельной физкультурной деятельности младшего школьника.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разделов:</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«Знания о физической культуре», «Способы двигательной деятельности» и «Физическое</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совершенствование».</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Содержание раздела </w:t>
      </w:r>
      <w:r>
        <w:rPr>
          <w:rFonts w:ascii="Times New Roman" w:hAnsi="Times New Roman"/>
          <w:b/>
          <w:bCs/>
          <w:sz w:val="24"/>
          <w:szCs w:val="24"/>
        </w:rPr>
        <w:t>«</w:t>
      </w:r>
      <w:r>
        <w:rPr>
          <w:rFonts w:ascii="Times New Roman" w:hAnsi="Times New Roman"/>
          <w:sz w:val="24"/>
          <w:szCs w:val="24"/>
        </w:rPr>
        <w:t>Знания о физической культуре</w:t>
      </w:r>
      <w:r>
        <w:rPr>
          <w:rFonts w:ascii="Times New Roman" w:hAnsi="Times New Roman"/>
          <w:b/>
          <w:bCs/>
          <w:sz w:val="24"/>
          <w:szCs w:val="24"/>
        </w:rPr>
        <w:t xml:space="preserve">» </w:t>
      </w:r>
      <w:r>
        <w:rPr>
          <w:rFonts w:ascii="Times New Roman" w:hAnsi="Times New Roman"/>
          <w:sz w:val="24"/>
          <w:szCs w:val="24"/>
        </w:rPr>
        <w:t>отработано в соответствии с основными направлениями развития познавательной активности человека: знания о природе (медико-биологические основы деятельности); знания о человеке (психолого- педагогические основы деятельности); знания об обществе (историко-социологические основы деятельности).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Раздел </w:t>
      </w:r>
      <w:r>
        <w:rPr>
          <w:rFonts w:ascii="Times New Roman" w:hAnsi="Times New Roman"/>
          <w:b/>
          <w:bCs/>
          <w:sz w:val="24"/>
          <w:szCs w:val="24"/>
        </w:rPr>
        <w:t>«</w:t>
      </w:r>
      <w:r>
        <w:rPr>
          <w:rFonts w:ascii="Times New Roman" w:hAnsi="Times New Roman"/>
          <w:sz w:val="24"/>
          <w:szCs w:val="24"/>
        </w:rPr>
        <w:t>Способы двигательной деятельности</w:t>
      </w:r>
      <w:r>
        <w:rPr>
          <w:rFonts w:ascii="Times New Roman" w:hAnsi="Times New Roman"/>
          <w:b/>
          <w:bCs/>
          <w:sz w:val="24"/>
          <w:szCs w:val="24"/>
        </w:rPr>
        <w:t xml:space="preserve">» </w:t>
      </w:r>
      <w:r>
        <w:rPr>
          <w:rFonts w:ascii="Times New Roman" w:hAnsi="Times New Roman"/>
          <w:sz w:val="24"/>
          <w:szCs w:val="24"/>
        </w:rPr>
        <w:t>содержит представления о структурной организации предметной деятельности, отражающейся в соответствующих способах организации, исполнения и контроля.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Содержание раздела «Физическое совершенствование</w:t>
      </w:r>
      <w:r>
        <w:rPr>
          <w:rFonts w:ascii="Times New Roman" w:hAnsi="Times New Roman"/>
          <w:b/>
          <w:bCs/>
          <w:sz w:val="24"/>
          <w:szCs w:val="24"/>
        </w:rPr>
        <w:t xml:space="preserve">» </w:t>
      </w:r>
      <w:r>
        <w:rPr>
          <w:rFonts w:ascii="Times New Roman" w:hAnsi="Times New Roman"/>
          <w:sz w:val="24"/>
          <w:szCs w:val="24"/>
        </w:rPr>
        <w:t>ориентировано на гармоничное физическое развитие школьников, их всестороннюю физическую подготовленность и укрепление здоровья. Данный раздел включает жизненно важные навыки и умения, подвижные игры и двигательные действия из видов спорта, а также общеразвивающие упражнения с различной функциональной направленностью.</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Сохраняя определенную традиционность в изложении практического материала школьных программ, настоящая программа соотносит учебное содержание с содержанием базовых видов спорта, которые представляются соответствующими тематическими разделами: «Гимнастика с основами акробатики», «Легкая атлетика», «Подвижные и спортивные игры», «Лыжные гонки». Раздел «Плавание» исключен из программы, так как отсутствуют необходимые условия проведения занятий (нет бассейна). При этом каждый тематический раздел программы дополнительно включает в себя подвижные игры, которые по своему содержанию и направленности согласуются с соответствующим видом</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спорта.</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содержание настоящей программы также входит относительно самостоятельный раздел «Общеразвивающие упражнения».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 Такое изложение материала позволяет учителю отбирать физические упражнения и объединять их в различные комплексы, планировать динамику нагрузок и обеспечивать преемственность в развитии основных физических качеств, исходя из половозрастных особенностей учащихся, степени освоенности ими этих упражнений, условий проведения различных форм занятий, наличия спортивного инвентаря и оборудования. </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Раздел «Плавание», в связи с отсутствием реальных возможностей для освоения школьниками содержания, заменен легкоатлетическими и общеразвивающими упражнениями.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результате освоения предметного содержания дисциплины «Физическая культура» у учащихся повышается уровень физического развития, улучшается состояние здоровья, формируются общие и специфические учебные умения, способы познавательной и предметной деятельности.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разделе «Тематическое планирование» излагаются темы основных разделов программы и приводятся характеристики деятельности учащихся. Данные характеристики ориентируют учителя физической культуры на результаты педагогического процесса, которые должны быть получены в конце освоения содержания учебного курса. В программе освоение учебного материала из практических разделов функционально сочетается с освоением знаний и способов двигательной деятельности. Среди теоретических знаний, предлагаемых в программе, можно выделить вопросы по истории физической культуры и спорта, личной гигиене, основам организации и проведения самостоятельных занятий физическими упражнениями. В свою очередь, 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 оказывать доврачебную помощь при легких травмах. Овладение этими умениями соотносится в программе с освоением школьниками соответствующего содержания практических и теоретических разделов. </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 формам организации занятий по физической культуре в начальной школе относятся разнообразные уроки физической культуры, физкультурно-оздоровительные мероприятия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в режиме учебного дня и самостоятельные занятия физическими упражнениями.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Для более качественного освоения предметного содержания настоящей программы рекомендуется уроки физической культуры подразделять на три типа: с образовательно- познавательной, образовательно-предметной и образовательно-тренировочной направленностью.</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 уроках с образовательно</w:t>
      </w:r>
      <w:r>
        <w:rPr>
          <w:rFonts w:ascii="Times New Roman" w:hAnsi="Times New Roman"/>
          <w:i/>
          <w:iCs/>
          <w:sz w:val="24"/>
          <w:szCs w:val="24"/>
        </w:rPr>
        <w:t>-</w:t>
      </w:r>
      <w:r>
        <w:rPr>
          <w:rFonts w:ascii="Times New Roman" w:hAnsi="Times New Roman"/>
          <w:sz w:val="24"/>
          <w:szCs w:val="24"/>
        </w:rPr>
        <w:t>познавательной направленностью учащихся знакомят со способами и правилами организации самостоятельных занятий, обучают навыкам и умениям по организации и проведению самостоятельных занятий с использованием ранее изученного материала. При освоении знаний и способов деятельности целесообразно использовать учебники по физической культуре, особенно те их разделы, которые касаются особенностей выполнения самостоятельных заданий или самостоятельного закрепления разучиваемых физических упражнений.</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Уроки с образовательно</w:t>
      </w:r>
      <w:r>
        <w:rPr>
          <w:rFonts w:ascii="Times New Roman" w:hAnsi="Times New Roman"/>
          <w:i/>
          <w:iCs/>
          <w:sz w:val="24"/>
          <w:szCs w:val="24"/>
        </w:rPr>
        <w:t>-</w:t>
      </w:r>
      <w:r>
        <w:rPr>
          <w:rFonts w:ascii="Times New Roman" w:hAnsi="Times New Roman"/>
          <w:sz w:val="24"/>
          <w:szCs w:val="24"/>
        </w:rPr>
        <w:t>предметной направленностью используются в основном для обучения практическому материалу разделов гимнастики, легкой атлетики, подвижных игр, лыжных гонок и плавания. На этих уроках учащиеся также осваивают новые знания, но только те, которые касаются предмета обучения (например, название упражнений или описание техники их выполнения и т. п.).</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Уроки с образовательно</w:t>
      </w:r>
      <w:r>
        <w:rPr>
          <w:rFonts w:ascii="Times New Roman" w:hAnsi="Times New Roman"/>
          <w:i/>
          <w:iCs/>
          <w:sz w:val="24"/>
          <w:szCs w:val="24"/>
        </w:rPr>
        <w:t>-</w:t>
      </w:r>
      <w:r>
        <w:rPr>
          <w:rFonts w:ascii="Times New Roman" w:hAnsi="Times New Roman"/>
          <w:sz w:val="24"/>
          <w:szCs w:val="24"/>
        </w:rPr>
        <w:t>тренировочной направленностью преимущественно используются для развития физических качеств и решения соответствующих задач в рамках относительно жесткой регламентации динамики физической нагрузки от начала урока до окончания его основной части. Помимо целенаправленного развития физических качеств, на уроках с образовательно-тренировочной направленностью необходимо формировать у школьников представления о физической подготовке и физических качествах, физической нагрузке и ее влиянии на развитие систем организма. Также на этих уроках обучают способам регулирования физической нагрузки и способам контроля над ее величиной (в начальной школе по показателям частоты сердечных сокращений). В целом 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 Приобретаемые таким образом знания, умения и навыки должны в последующем закрепляться в системе самостоятельных занятий физическими упражнениями: утренней зарядке и гигиенической гимнастике до уроков, физкультминутках и подвижных играх на переменах и во время прогулок, дополнительных занятиях. При этом, развивая самостоятельность, необходимо ориентировать учащихся на использование учебного материала, не только освоенного ими на уроках физической культуры или на уроках по другим учебным предметам, но и изложенного в учебниках по физической культуре.</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Путем повышения самостоятельности и познавательной активности учащихся достигается</w:t>
      </w:r>
    </w:p>
    <w:p w:rsidR="005E5F8B" w:rsidRDefault="005E5F8B" w:rsidP="006D138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усиление направленности педагогического процесса на формирование интереса к регулярным занятиям физическими упражнениями, приучение к систематической заботе о своем теле и здоровье.</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Развитию самостоятельности в младшем школьном возрасте хорошо содействует организация спортивных соревнований и спортивных праздников. Они особенно эффективны, если в основе их содержания используются упражнения, подвижные игры, способы деятельности и знания, освоенные школьниками на уроках физической культуры.</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Для полной реализации содержания настоящей программы по физической культуре руководству школы необходимо постоянно укреплять материально-техническую и учебно-спортивную базу, создавать внутришкольные зоны рекреации и проводить спортивные соревнования и показательные выступления для каждой возрастной группы учащихся.</w:t>
      </w:r>
    </w:p>
    <w:p w:rsidR="005E5F8B" w:rsidRDefault="005E5F8B" w:rsidP="006D138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 окончании курса «Физическая культура» проводится аттестация учащихся, содержание которой включает в себя учебные задания, разрабатываемые в соответствии с требованиями федерального государственного образовательного стандарта общего образования и настоящей примерной программой.</w:t>
      </w:r>
    </w:p>
    <w:p w:rsidR="005E5F8B" w:rsidRPr="00C736FE" w:rsidRDefault="005E5F8B" w:rsidP="006D138C">
      <w:pPr>
        <w:pStyle w:val="a0"/>
        <w:spacing w:line="240" w:lineRule="auto"/>
        <w:ind w:firstLine="454"/>
        <w:rPr>
          <w:rFonts w:ascii="Times New Roman" w:hAnsi="Times New Roman"/>
          <w:color w:val="auto"/>
          <w:sz w:val="24"/>
          <w:szCs w:val="24"/>
        </w:rPr>
      </w:pPr>
      <w:r>
        <w:rPr>
          <w:rFonts w:ascii="Times New Roman" w:hAnsi="Times New Roman"/>
          <w:color w:val="auto"/>
          <w:spacing w:val="2"/>
          <w:sz w:val="24"/>
          <w:szCs w:val="24"/>
        </w:rPr>
        <w:t>В результате обучения обучающиеся на  уровне началь</w:t>
      </w:r>
      <w:r>
        <w:rPr>
          <w:rFonts w:ascii="Times New Roman" w:hAnsi="Times New Roman"/>
          <w:color w:val="auto"/>
          <w:sz w:val="24"/>
          <w:szCs w:val="24"/>
        </w:rPr>
        <w:t xml:space="preserve">ного общего образования начнут понимать значение занятий физической культурой для укрепления здоровья, </w:t>
      </w:r>
      <w:r w:rsidRPr="00C736FE">
        <w:rPr>
          <w:rFonts w:ascii="Times New Roman" w:hAnsi="Times New Roman"/>
          <w:color w:val="auto"/>
          <w:sz w:val="24"/>
          <w:szCs w:val="24"/>
        </w:rPr>
        <w:t>физического развития, физической подготовленности и трудовой деятельности.</w:t>
      </w:r>
    </w:p>
    <w:p w:rsidR="005E5F8B" w:rsidRPr="00C736FE" w:rsidRDefault="005E5F8B" w:rsidP="006D138C">
      <w:pPr>
        <w:pStyle w:val="4"/>
        <w:spacing w:before="0" w:after="0" w:line="240" w:lineRule="auto"/>
        <w:ind w:firstLine="454"/>
        <w:jc w:val="both"/>
        <w:rPr>
          <w:rFonts w:ascii="Times New Roman" w:hAnsi="Times New Roman" w:cs="Times New Roman"/>
          <w:b/>
          <w:i w:val="0"/>
          <w:color w:val="auto"/>
          <w:sz w:val="24"/>
          <w:szCs w:val="24"/>
        </w:rPr>
      </w:pPr>
      <w:r w:rsidRPr="00C736FE">
        <w:rPr>
          <w:rFonts w:ascii="Times New Roman" w:hAnsi="Times New Roman" w:cs="Times New Roman"/>
          <w:b/>
          <w:i w:val="0"/>
          <w:color w:val="auto"/>
          <w:sz w:val="24"/>
          <w:szCs w:val="24"/>
        </w:rPr>
        <w:t>Знания о физической культуре</w:t>
      </w:r>
    </w:p>
    <w:p w:rsidR="005E5F8B" w:rsidRPr="00C736FE" w:rsidRDefault="005E5F8B" w:rsidP="006D138C">
      <w:pPr>
        <w:pStyle w:val="a0"/>
        <w:spacing w:line="240" w:lineRule="auto"/>
        <w:ind w:firstLine="454"/>
        <w:rPr>
          <w:rFonts w:ascii="Times New Roman" w:hAnsi="Times New Roman"/>
          <w:b/>
          <w:color w:val="auto"/>
          <w:sz w:val="24"/>
          <w:szCs w:val="24"/>
        </w:rPr>
      </w:pPr>
      <w:r w:rsidRPr="00C736FE">
        <w:rPr>
          <w:rFonts w:ascii="Times New Roman" w:hAnsi="Times New Roman"/>
          <w:b/>
          <w:color w:val="auto"/>
          <w:sz w:val="24"/>
          <w:szCs w:val="24"/>
        </w:rPr>
        <w:t>Выпускник научится:</w:t>
      </w:r>
    </w:p>
    <w:p w:rsidR="005E5F8B" w:rsidRPr="00C736FE" w:rsidRDefault="005E5F8B" w:rsidP="006D138C">
      <w:pPr>
        <w:pStyle w:val="21"/>
        <w:spacing w:line="240" w:lineRule="auto"/>
        <w:rPr>
          <w:sz w:val="24"/>
        </w:rPr>
      </w:pPr>
      <w:r w:rsidRPr="00C736FE">
        <w:rPr>
          <w:sz w:val="24"/>
        </w:rPr>
        <w:t>ориентироваться в понятиях «физическая культура», «ре</w:t>
      </w:r>
      <w:r w:rsidRPr="00C736FE">
        <w:rPr>
          <w:spacing w:val="2"/>
          <w:sz w:val="24"/>
        </w:rPr>
        <w:t>жим дня»; характеризовать назначение утренней зарядки, физкультминуток и физкультпауз, уроков физической куль</w:t>
      </w:r>
      <w:r w:rsidRPr="00C736FE">
        <w:rPr>
          <w:sz w:val="24"/>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5E5F8B" w:rsidRPr="00C736FE" w:rsidRDefault="005E5F8B" w:rsidP="006D138C">
      <w:pPr>
        <w:pStyle w:val="21"/>
        <w:spacing w:line="240" w:lineRule="auto"/>
        <w:rPr>
          <w:sz w:val="24"/>
        </w:rPr>
      </w:pPr>
      <w:r w:rsidRPr="00C736FE">
        <w:rPr>
          <w:spacing w:val="2"/>
          <w:sz w:val="24"/>
        </w:rPr>
        <w:t>раскрывать на примерах положительное влияние заня</w:t>
      </w:r>
      <w:r w:rsidRPr="00C736FE">
        <w:rPr>
          <w:sz w:val="24"/>
        </w:rPr>
        <w:t>тий физической культурой на успешное выполнение учебной</w:t>
      </w:r>
      <w:r w:rsidRPr="00C736FE">
        <w:rPr>
          <w:sz w:val="24"/>
        </w:rPr>
        <w:br/>
      </w:r>
      <w:r w:rsidRPr="00C736FE">
        <w:rPr>
          <w:spacing w:val="2"/>
          <w:sz w:val="24"/>
        </w:rPr>
        <w:t xml:space="preserve">и трудовой деятельности, укрепление здоровья и развитие </w:t>
      </w:r>
      <w:r w:rsidRPr="00C736FE">
        <w:rPr>
          <w:sz w:val="24"/>
        </w:rPr>
        <w:t>физических качеств;</w:t>
      </w:r>
    </w:p>
    <w:p w:rsidR="005E5F8B" w:rsidRPr="00C736FE" w:rsidRDefault="005E5F8B" w:rsidP="006D138C">
      <w:pPr>
        <w:pStyle w:val="21"/>
        <w:spacing w:line="240" w:lineRule="auto"/>
        <w:rPr>
          <w:sz w:val="24"/>
        </w:rPr>
      </w:pPr>
      <w:r w:rsidRPr="00C736FE">
        <w:rPr>
          <w:sz w:val="24"/>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5E5F8B" w:rsidRPr="009132E5" w:rsidRDefault="005E5F8B" w:rsidP="006D138C">
      <w:pPr>
        <w:pStyle w:val="21"/>
        <w:spacing w:line="240" w:lineRule="auto"/>
        <w:rPr>
          <w:sz w:val="24"/>
        </w:rPr>
      </w:pPr>
      <w:r w:rsidRPr="00C736FE">
        <w:rPr>
          <w:sz w:val="24"/>
        </w:rPr>
        <w:t>характеризовать способы безопасного поведения на урок</w:t>
      </w:r>
      <w:r w:rsidRPr="00C736FE">
        <w:rPr>
          <w:spacing w:val="2"/>
          <w:sz w:val="24"/>
        </w:rPr>
        <w:t>ах физической культуры и организовывать места занятий физическими упражнениями и подвижными играми (как в</w:t>
      </w:r>
      <w:r w:rsidRPr="00C736FE">
        <w:rPr>
          <w:sz w:val="24"/>
        </w:rPr>
        <w:t xml:space="preserve"> помещениях, так и на открытом воздухе).</w:t>
      </w:r>
    </w:p>
    <w:p w:rsidR="005E5F8B" w:rsidRPr="00C736FE" w:rsidRDefault="005E5F8B" w:rsidP="006D138C">
      <w:pPr>
        <w:pStyle w:val="a0"/>
        <w:spacing w:line="240" w:lineRule="auto"/>
        <w:ind w:firstLine="454"/>
        <w:rPr>
          <w:rFonts w:ascii="Times New Roman" w:hAnsi="Times New Roman"/>
          <w:b/>
          <w:color w:val="auto"/>
          <w:sz w:val="24"/>
          <w:szCs w:val="24"/>
        </w:rPr>
      </w:pPr>
      <w:r w:rsidRPr="00C736FE">
        <w:rPr>
          <w:rFonts w:ascii="Times New Roman" w:hAnsi="Times New Roman"/>
          <w:b/>
          <w:iCs/>
          <w:color w:val="auto"/>
          <w:sz w:val="24"/>
          <w:szCs w:val="24"/>
        </w:rPr>
        <w:t>Выпускник получит возможность научиться:</w:t>
      </w:r>
    </w:p>
    <w:p w:rsidR="005E5F8B" w:rsidRPr="00C736FE" w:rsidRDefault="005E5F8B" w:rsidP="006D138C">
      <w:pPr>
        <w:pStyle w:val="21"/>
        <w:spacing w:line="240" w:lineRule="auto"/>
        <w:rPr>
          <w:sz w:val="24"/>
        </w:rPr>
      </w:pPr>
      <w:r w:rsidRPr="00C736FE">
        <w:rPr>
          <w:sz w:val="24"/>
        </w:rPr>
        <w:t>выявлять связь занятий физической культурой с трудовой и оборонной деятельностью;</w:t>
      </w:r>
    </w:p>
    <w:p w:rsidR="005E5F8B" w:rsidRPr="00C736FE" w:rsidRDefault="005E5F8B" w:rsidP="006D138C">
      <w:pPr>
        <w:pStyle w:val="21"/>
        <w:spacing w:line="240" w:lineRule="auto"/>
        <w:rPr>
          <w:sz w:val="24"/>
        </w:rPr>
      </w:pPr>
      <w:r w:rsidRPr="00C736FE">
        <w:rPr>
          <w:sz w:val="24"/>
        </w:rPr>
        <w:t xml:space="preserve">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w:t>
      </w:r>
      <w:r w:rsidRPr="00C736FE">
        <w:rPr>
          <w:spacing w:val="2"/>
          <w:sz w:val="24"/>
        </w:rPr>
        <w:t xml:space="preserve">деятельности, показателей своего здоровья, физического </w:t>
      </w:r>
      <w:r w:rsidRPr="00C736FE">
        <w:rPr>
          <w:sz w:val="24"/>
        </w:rPr>
        <w:t>развития и физической подготовленности.</w:t>
      </w:r>
    </w:p>
    <w:p w:rsidR="005E5F8B" w:rsidRPr="00C736FE" w:rsidRDefault="005E5F8B" w:rsidP="006D138C">
      <w:pPr>
        <w:pStyle w:val="4"/>
        <w:spacing w:before="0" w:after="0" w:line="240" w:lineRule="auto"/>
        <w:ind w:firstLine="454"/>
        <w:jc w:val="both"/>
        <w:rPr>
          <w:rFonts w:ascii="Times New Roman" w:hAnsi="Times New Roman" w:cs="Times New Roman"/>
          <w:b/>
          <w:i w:val="0"/>
          <w:color w:val="auto"/>
          <w:sz w:val="24"/>
          <w:szCs w:val="24"/>
        </w:rPr>
      </w:pPr>
      <w:r w:rsidRPr="00C736FE">
        <w:rPr>
          <w:rFonts w:ascii="Times New Roman" w:hAnsi="Times New Roman" w:cs="Times New Roman"/>
          <w:b/>
          <w:i w:val="0"/>
          <w:color w:val="auto"/>
          <w:sz w:val="24"/>
          <w:szCs w:val="24"/>
        </w:rPr>
        <w:t>Способы физкультурной деятельности</w:t>
      </w:r>
    </w:p>
    <w:p w:rsidR="005E5F8B" w:rsidRPr="00C736FE" w:rsidRDefault="005E5F8B" w:rsidP="006D138C">
      <w:pPr>
        <w:pStyle w:val="a0"/>
        <w:spacing w:line="240" w:lineRule="auto"/>
        <w:ind w:firstLine="454"/>
        <w:rPr>
          <w:rFonts w:ascii="Times New Roman" w:hAnsi="Times New Roman"/>
          <w:b/>
          <w:color w:val="auto"/>
          <w:sz w:val="24"/>
          <w:szCs w:val="24"/>
        </w:rPr>
      </w:pPr>
      <w:r w:rsidRPr="00C736FE">
        <w:rPr>
          <w:rFonts w:ascii="Times New Roman" w:hAnsi="Times New Roman"/>
          <w:b/>
          <w:color w:val="auto"/>
          <w:sz w:val="24"/>
          <w:szCs w:val="24"/>
        </w:rPr>
        <w:t>Выпускник научится:</w:t>
      </w:r>
    </w:p>
    <w:p w:rsidR="005E5F8B" w:rsidRPr="00C736FE" w:rsidRDefault="005E5F8B" w:rsidP="006D138C">
      <w:pPr>
        <w:pStyle w:val="21"/>
        <w:spacing w:line="240" w:lineRule="auto"/>
        <w:rPr>
          <w:sz w:val="24"/>
        </w:rPr>
      </w:pPr>
      <w:r w:rsidRPr="00C736FE">
        <w:rPr>
          <w:sz w:val="24"/>
        </w:rPr>
        <w:t>отбирать упражнения для комплексов утренней зарядки и физкультминуток и выполнять их в соответствии с изученными правилами;</w:t>
      </w:r>
    </w:p>
    <w:p w:rsidR="005E5F8B" w:rsidRPr="00C736FE" w:rsidRDefault="005E5F8B" w:rsidP="006D138C">
      <w:pPr>
        <w:pStyle w:val="21"/>
        <w:spacing w:line="240" w:lineRule="auto"/>
        <w:rPr>
          <w:sz w:val="24"/>
        </w:rPr>
      </w:pPr>
      <w:r w:rsidRPr="00C736FE">
        <w:rPr>
          <w:sz w:val="24"/>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5E5F8B" w:rsidRPr="00C736FE" w:rsidRDefault="005E5F8B" w:rsidP="006D138C">
      <w:pPr>
        <w:pStyle w:val="21"/>
        <w:spacing w:line="240" w:lineRule="auto"/>
        <w:rPr>
          <w:sz w:val="24"/>
        </w:rPr>
      </w:pPr>
      <w:r w:rsidRPr="00C736FE">
        <w:rPr>
          <w:sz w:val="24"/>
        </w:rPr>
        <w:t>измерять показатели физического развития (рост и мас</w:t>
      </w:r>
      <w:r w:rsidRPr="00C736FE">
        <w:rPr>
          <w:spacing w:val="2"/>
          <w:sz w:val="24"/>
        </w:rPr>
        <w:t>са тела) и физической подготовленности (сила, быстрота, выносливость, равновесие, гибкость) с помощью тестовых</w:t>
      </w:r>
      <w:r w:rsidRPr="00C736FE">
        <w:rPr>
          <w:sz w:val="24"/>
        </w:rPr>
        <w:t xml:space="preserve"> упражнений; вести систематические наблюдения за динамикой показателей.</w:t>
      </w:r>
    </w:p>
    <w:p w:rsidR="005E5F8B" w:rsidRPr="00C736FE" w:rsidRDefault="005E5F8B" w:rsidP="006D138C">
      <w:pPr>
        <w:pStyle w:val="a0"/>
        <w:spacing w:line="240" w:lineRule="auto"/>
        <w:ind w:firstLine="454"/>
        <w:rPr>
          <w:rFonts w:ascii="Times New Roman" w:hAnsi="Times New Roman"/>
          <w:b/>
          <w:color w:val="auto"/>
          <w:sz w:val="24"/>
          <w:szCs w:val="24"/>
        </w:rPr>
      </w:pPr>
      <w:r w:rsidRPr="00C736FE">
        <w:rPr>
          <w:rFonts w:ascii="Times New Roman" w:hAnsi="Times New Roman"/>
          <w:b/>
          <w:iCs/>
          <w:color w:val="auto"/>
          <w:sz w:val="24"/>
          <w:szCs w:val="24"/>
        </w:rPr>
        <w:t>Выпускник получит возможность научиться:</w:t>
      </w:r>
    </w:p>
    <w:p w:rsidR="005E5F8B" w:rsidRPr="00C736FE" w:rsidRDefault="005E5F8B" w:rsidP="006D138C">
      <w:pPr>
        <w:pStyle w:val="21"/>
        <w:spacing w:line="240" w:lineRule="auto"/>
        <w:rPr>
          <w:sz w:val="24"/>
        </w:rPr>
      </w:pPr>
      <w:r w:rsidRPr="00C736FE">
        <w:rPr>
          <w:spacing w:val="2"/>
          <w:sz w:val="24"/>
        </w:rPr>
        <w:t xml:space="preserve">вести тетрадь по физической культуре с записями </w:t>
      </w:r>
      <w:r w:rsidRPr="00C736FE">
        <w:rPr>
          <w:sz w:val="24"/>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C736FE">
        <w:rPr>
          <w:spacing w:val="2"/>
          <w:sz w:val="24"/>
        </w:rPr>
        <w:t xml:space="preserve">новных показателей физического развития и физической </w:t>
      </w:r>
      <w:r w:rsidRPr="00C736FE">
        <w:rPr>
          <w:sz w:val="24"/>
        </w:rPr>
        <w:t>подготовленности;</w:t>
      </w:r>
    </w:p>
    <w:p w:rsidR="005E5F8B" w:rsidRPr="00C736FE" w:rsidRDefault="005E5F8B" w:rsidP="006D138C">
      <w:pPr>
        <w:pStyle w:val="21"/>
        <w:spacing w:line="240" w:lineRule="auto"/>
        <w:rPr>
          <w:spacing w:val="-2"/>
          <w:sz w:val="24"/>
        </w:rPr>
      </w:pPr>
      <w:r w:rsidRPr="00C736FE">
        <w:rPr>
          <w:spacing w:val="-2"/>
          <w:sz w:val="24"/>
        </w:rPr>
        <w:t>целенаправленно отбирать физические упражнения для индивидуальных занятий по развитию физических качеств;</w:t>
      </w:r>
    </w:p>
    <w:p w:rsidR="005E5F8B" w:rsidRPr="00C736FE" w:rsidRDefault="005E5F8B" w:rsidP="006D138C">
      <w:pPr>
        <w:pStyle w:val="21"/>
        <w:spacing w:line="240" w:lineRule="auto"/>
        <w:rPr>
          <w:sz w:val="24"/>
        </w:rPr>
      </w:pPr>
      <w:r w:rsidRPr="00C736FE">
        <w:rPr>
          <w:sz w:val="24"/>
        </w:rPr>
        <w:t>выполнять простейшие приёмы оказания доврачебной помощи при травмах и ушибах.</w:t>
      </w:r>
    </w:p>
    <w:p w:rsidR="005E5F8B" w:rsidRPr="00C736FE" w:rsidRDefault="005E5F8B" w:rsidP="006D138C">
      <w:pPr>
        <w:pStyle w:val="4"/>
        <w:spacing w:before="0" w:after="0" w:line="240" w:lineRule="auto"/>
        <w:ind w:firstLine="454"/>
        <w:jc w:val="both"/>
        <w:rPr>
          <w:rFonts w:ascii="Times New Roman" w:hAnsi="Times New Roman" w:cs="Times New Roman"/>
          <w:b/>
          <w:i w:val="0"/>
          <w:color w:val="auto"/>
          <w:sz w:val="24"/>
          <w:szCs w:val="24"/>
        </w:rPr>
      </w:pPr>
      <w:r w:rsidRPr="00C736FE">
        <w:rPr>
          <w:rFonts w:ascii="Times New Roman" w:hAnsi="Times New Roman" w:cs="Times New Roman"/>
          <w:b/>
          <w:i w:val="0"/>
          <w:color w:val="auto"/>
          <w:sz w:val="24"/>
          <w:szCs w:val="24"/>
        </w:rPr>
        <w:t>Физическое совершенствование</w:t>
      </w:r>
    </w:p>
    <w:p w:rsidR="005E5F8B" w:rsidRPr="00C736FE" w:rsidRDefault="005E5F8B" w:rsidP="006D138C">
      <w:pPr>
        <w:pStyle w:val="a0"/>
        <w:spacing w:line="240" w:lineRule="auto"/>
        <w:ind w:firstLine="454"/>
        <w:rPr>
          <w:rFonts w:ascii="Times New Roman" w:hAnsi="Times New Roman"/>
          <w:b/>
          <w:color w:val="auto"/>
          <w:sz w:val="24"/>
          <w:szCs w:val="24"/>
        </w:rPr>
      </w:pPr>
      <w:r w:rsidRPr="00C736FE">
        <w:rPr>
          <w:rFonts w:ascii="Times New Roman" w:hAnsi="Times New Roman"/>
          <w:b/>
          <w:color w:val="auto"/>
          <w:sz w:val="24"/>
          <w:szCs w:val="24"/>
        </w:rPr>
        <w:t>Выпускник научится:</w:t>
      </w:r>
    </w:p>
    <w:p w:rsidR="005E5F8B" w:rsidRPr="00C736FE" w:rsidRDefault="005E5F8B" w:rsidP="006D138C">
      <w:pPr>
        <w:pStyle w:val="21"/>
        <w:spacing w:line="240" w:lineRule="auto"/>
        <w:rPr>
          <w:sz w:val="24"/>
        </w:rPr>
      </w:pPr>
      <w:r w:rsidRPr="00C736FE">
        <w:rPr>
          <w:spacing w:val="2"/>
          <w:sz w:val="24"/>
        </w:rPr>
        <w:t>выполнять упражнения по коррекции и профилактике нарушения зрения и осанки, упражнения на развитие фи</w:t>
      </w:r>
      <w:r w:rsidRPr="00C736FE">
        <w:rPr>
          <w:sz w:val="24"/>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5E5F8B" w:rsidRPr="00C736FE" w:rsidRDefault="005E5F8B" w:rsidP="006D138C">
      <w:pPr>
        <w:pStyle w:val="21"/>
        <w:spacing w:line="240" w:lineRule="auto"/>
        <w:rPr>
          <w:sz w:val="24"/>
        </w:rPr>
      </w:pPr>
      <w:r w:rsidRPr="00C736FE">
        <w:rPr>
          <w:sz w:val="24"/>
        </w:rPr>
        <w:t>выполнять организующие строевые команды и приёмы;</w:t>
      </w:r>
    </w:p>
    <w:p w:rsidR="005E5F8B" w:rsidRPr="00C736FE" w:rsidRDefault="005E5F8B" w:rsidP="006D138C">
      <w:pPr>
        <w:pStyle w:val="21"/>
        <w:spacing w:line="240" w:lineRule="auto"/>
        <w:rPr>
          <w:sz w:val="24"/>
        </w:rPr>
      </w:pPr>
      <w:r w:rsidRPr="00C736FE">
        <w:rPr>
          <w:sz w:val="24"/>
        </w:rPr>
        <w:t>выполнять акробатические упражнения (кувырки, стойки, перекаты);</w:t>
      </w:r>
    </w:p>
    <w:p w:rsidR="005E5F8B" w:rsidRPr="00C736FE" w:rsidRDefault="005E5F8B" w:rsidP="006D138C">
      <w:pPr>
        <w:pStyle w:val="21"/>
        <w:spacing w:line="240" w:lineRule="auto"/>
        <w:rPr>
          <w:sz w:val="24"/>
        </w:rPr>
      </w:pPr>
      <w:r w:rsidRPr="00C736FE">
        <w:rPr>
          <w:spacing w:val="2"/>
          <w:sz w:val="24"/>
        </w:rPr>
        <w:t xml:space="preserve">выполнять гимнастические упражнения на спортивных </w:t>
      </w:r>
      <w:r w:rsidRPr="00C736FE">
        <w:rPr>
          <w:sz w:val="24"/>
        </w:rPr>
        <w:t>снарядах (перекладина, гимнастическое бревно);</w:t>
      </w:r>
    </w:p>
    <w:p w:rsidR="005E5F8B" w:rsidRPr="00C736FE" w:rsidRDefault="005E5F8B" w:rsidP="006D138C">
      <w:pPr>
        <w:pStyle w:val="21"/>
        <w:spacing w:line="240" w:lineRule="auto"/>
        <w:rPr>
          <w:sz w:val="24"/>
        </w:rPr>
      </w:pPr>
      <w:r w:rsidRPr="00C736FE">
        <w:rPr>
          <w:sz w:val="24"/>
        </w:rPr>
        <w:t>выполнять легкоатлетические упражнения (бег, прыжки, метания и броски мячей разного веса и объёма);</w:t>
      </w:r>
    </w:p>
    <w:p w:rsidR="005E5F8B" w:rsidRPr="00C736FE" w:rsidRDefault="005E5F8B" w:rsidP="006D138C">
      <w:pPr>
        <w:pStyle w:val="21"/>
        <w:spacing w:line="240" w:lineRule="auto"/>
        <w:rPr>
          <w:sz w:val="24"/>
        </w:rPr>
      </w:pPr>
      <w:r w:rsidRPr="00C736FE">
        <w:rPr>
          <w:sz w:val="24"/>
        </w:rPr>
        <w:t>выполнять игровые действия и упражнения из подвижных игр разной функциональной направленности.</w:t>
      </w:r>
    </w:p>
    <w:p w:rsidR="005E5F8B" w:rsidRPr="00C736FE" w:rsidRDefault="005E5F8B" w:rsidP="006D138C">
      <w:pPr>
        <w:pStyle w:val="a0"/>
        <w:spacing w:line="240" w:lineRule="auto"/>
        <w:ind w:firstLine="454"/>
        <w:rPr>
          <w:rFonts w:ascii="Times New Roman" w:hAnsi="Times New Roman"/>
          <w:b/>
          <w:color w:val="auto"/>
          <w:sz w:val="24"/>
          <w:szCs w:val="24"/>
        </w:rPr>
      </w:pPr>
      <w:r w:rsidRPr="00C736FE">
        <w:rPr>
          <w:rFonts w:ascii="Times New Roman" w:hAnsi="Times New Roman"/>
          <w:b/>
          <w:iCs/>
          <w:color w:val="auto"/>
          <w:sz w:val="24"/>
          <w:szCs w:val="24"/>
        </w:rPr>
        <w:t>Выпускник получит возможность научиться:</w:t>
      </w:r>
    </w:p>
    <w:p w:rsidR="005E5F8B" w:rsidRPr="00C736FE" w:rsidRDefault="005E5F8B" w:rsidP="006D138C">
      <w:pPr>
        <w:pStyle w:val="21"/>
        <w:spacing w:line="240" w:lineRule="auto"/>
        <w:rPr>
          <w:sz w:val="24"/>
        </w:rPr>
      </w:pPr>
      <w:r w:rsidRPr="00C736FE">
        <w:rPr>
          <w:sz w:val="24"/>
        </w:rPr>
        <w:t>сохранять правильную осанку, оптимальное телосложение;</w:t>
      </w:r>
    </w:p>
    <w:p w:rsidR="005E5F8B" w:rsidRPr="00C736FE" w:rsidRDefault="005E5F8B" w:rsidP="006D138C">
      <w:pPr>
        <w:pStyle w:val="21"/>
        <w:spacing w:line="240" w:lineRule="auto"/>
        <w:rPr>
          <w:sz w:val="24"/>
        </w:rPr>
      </w:pPr>
      <w:r w:rsidRPr="00C736FE">
        <w:rPr>
          <w:spacing w:val="-2"/>
          <w:sz w:val="24"/>
        </w:rPr>
        <w:t>выполнять эстетически красиво гимнастические и ак</w:t>
      </w:r>
      <w:r w:rsidRPr="00C736FE">
        <w:rPr>
          <w:sz w:val="24"/>
        </w:rPr>
        <w:t>робатические комбинации;</w:t>
      </w:r>
    </w:p>
    <w:p w:rsidR="005E5F8B" w:rsidRPr="00C736FE" w:rsidRDefault="005E5F8B" w:rsidP="006D138C">
      <w:pPr>
        <w:pStyle w:val="21"/>
        <w:spacing w:line="240" w:lineRule="auto"/>
        <w:rPr>
          <w:sz w:val="24"/>
        </w:rPr>
      </w:pPr>
      <w:r w:rsidRPr="00C736FE">
        <w:rPr>
          <w:sz w:val="24"/>
        </w:rPr>
        <w:t>играть в баскетбол, футбол и волейбол по упрощённым правилам;</w:t>
      </w:r>
    </w:p>
    <w:p w:rsidR="005E5F8B" w:rsidRPr="00C736FE" w:rsidRDefault="005E5F8B" w:rsidP="006D138C">
      <w:pPr>
        <w:pStyle w:val="21"/>
        <w:spacing w:line="240" w:lineRule="auto"/>
        <w:rPr>
          <w:sz w:val="24"/>
        </w:rPr>
      </w:pPr>
      <w:r w:rsidRPr="00C736FE">
        <w:rPr>
          <w:sz w:val="24"/>
        </w:rPr>
        <w:t>выполнять тестовые нормативы по физической подготовке;</w:t>
      </w:r>
    </w:p>
    <w:p w:rsidR="005E5F8B" w:rsidRPr="00C736FE" w:rsidRDefault="005E5F8B" w:rsidP="006D138C">
      <w:pPr>
        <w:pStyle w:val="21"/>
        <w:spacing w:line="240" w:lineRule="auto"/>
        <w:rPr>
          <w:sz w:val="24"/>
        </w:rPr>
      </w:pPr>
      <w:r w:rsidRPr="00C736FE">
        <w:rPr>
          <w:sz w:val="24"/>
        </w:rPr>
        <w:t>плавать, в том числе спортивными способами;</w:t>
      </w:r>
    </w:p>
    <w:p w:rsidR="005E5F8B" w:rsidRDefault="005E5F8B" w:rsidP="006D138C">
      <w:pPr>
        <w:autoSpaceDE w:val="0"/>
        <w:autoSpaceDN w:val="0"/>
        <w:adjustRightInd w:val="0"/>
        <w:spacing w:after="0" w:line="240" w:lineRule="auto"/>
        <w:jc w:val="both"/>
        <w:rPr>
          <w:rFonts w:ascii="Times New Roman" w:hAnsi="Times New Roman"/>
          <w:sz w:val="24"/>
          <w:szCs w:val="24"/>
        </w:rPr>
      </w:pPr>
      <w:r w:rsidRPr="00C736FE">
        <w:rPr>
          <w:rFonts w:ascii="Times New Roman" w:hAnsi="Times New Roman"/>
          <w:sz w:val="24"/>
          <w:szCs w:val="24"/>
        </w:rPr>
        <w:t>выполнять передвижения на лыжах</w:t>
      </w:r>
      <w:r>
        <w:rPr>
          <w:rFonts w:ascii="Times New Roman" w:hAnsi="Times New Roman"/>
          <w:sz w:val="24"/>
          <w:szCs w:val="24"/>
        </w:rPr>
        <w:t>.</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2 класс</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В результате освоения Обязательного минимума содержания учебного предмета «Физическая культура» учащиеся 2 класса должны:</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иметь представление:</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о зарождении древних Олимпийских игр;</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о физических качествах и общих правилах определения уровня их развития;</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о правилах проведения закаливающих процедур;</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об осанке и правилах использования комплексов физических упражнений для формирования правильной осанки;</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уметь:</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определять уровень развития физических качеств (силы, быстроты, гибкости);</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вести наблюдения за физическим развитием и физической подготовленностью;</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выполнять закаливающие водные процедуры (обтирание);</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выполнять комплексы упражнений для формирования правильной осанки;</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выполнять комплексы упражнений для развития точности метания малого мяча;</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выполнять комплексы упражнений для развития равновесия;</w:t>
      </w:r>
    </w:p>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демонстрировать уровень физической подготовленности (см. табл. 2).</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2265"/>
        <w:gridCol w:w="1230"/>
        <w:gridCol w:w="1215"/>
        <w:gridCol w:w="1200"/>
        <w:gridCol w:w="1245"/>
        <w:gridCol w:w="1215"/>
        <w:gridCol w:w="1200"/>
      </w:tblGrid>
      <w:tr w:rsidR="005E5F8B" w:rsidRPr="0014324F" w:rsidTr="006D138C">
        <w:tc>
          <w:tcPr>
            <w:tcW w:w="2265" w:type="dxa"/>
            <w:vMerge w:val="restart"/>
            <w:tcBorders>
              <w:top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Контрольные упражнения</w:t>
            </w:r>
          </w:p>
        </w:tc>
        <w:tc>
          <w:tcPr>
            <w:tcW w:w="7305" w:type="dxa"/>
            <w:gridSpan w:val="6"/>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Уровень</w:t>
            </w:r>
          </w:p>
        </w:tc>
      </w:tr>
      <w:tr w:rsidR="005E5F8B" w:rsidRPr="0014324F" w:rsidTr="006D138C">
        <w:tc>
          <w:tcPr>
            <w:tcW w:w="0" w:type="auto"/>
            <w:vMerge/>
            <w:tcBorders>
              <w:top w:val="outset" w:sz="6" w:space="0" w:color="auto"/>
              <w:bottom w:val="outset" w:sz="6" w:space="0" w:color="auto"/>
              <w:right w:val="outset" w:sz="6" w:space="0" w:color="auto"/>
            </w:tcBorders>
            <w:shd w:val="clear" w:color="auto" w:fill="FFFFFF"/>
            <w:vAlign w:val="center"/>
          </w:tcPr>
          <w:p w:rsidR="005E5F8B" w:rsidRPr="00C24861" w:rsidRDefault="005E5F8B" w:rsidP="006D138C">
            <w:pPr>
              <w:shd w:val="clear" w:color="auto" w:fill="FFFFFF"/>
              <w:spacing w:after="0" w:line="240" w:lineRule="auto"/>
              <w:jc w:val="both"/>
              <w:rPr>
                <w:rFonts w:ascii="Times New Roman" w:hAnsi="Times New Roman"/>
                <w:sz w:val="24"/>
                <w:szCs w:val="24"/>
              </w:rPr>
            </w:pPr>
          </w:p>
        </w:tc>
        <w:tc>
          <w:tcPr>
            <w:tcW w:w="123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высокий</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средний</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низкий</w:t>
            </w:r>
          </w:p>
        </w:tc>
        <w:tc>
          <w:tcPr>
            <w:tcW w:w="124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высокий</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средний</w:t>
            </w:r>
          </w:p>
        </w:tc>
        <w:tc>
          <w:tcPr>
            <w:tcW w:w="1200" w:type="dxa"/>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низкий</w:t>
            </w:r>
          </w:p>
        </w:tc>
      </w:tr>
      <w:tr w:rsidR="005E5F8B" w:rsidRPr="0014324F" w:rsidTr="006D138C">
        <w:tc>
          <w:tcPr>
            <w:tcW w:w="0" w:type="auto"/>
            <w:vMerge/>
            <w:tcBorders>
              <w:top w:val="outset" w:sz="6" w:space="0" w:color="auto"/>
              <w:bottom w:val="outset" w:sz="6" w:space="0" w:color="auto"/>
              <w:right w:val="outset" w:sz="6" w:space="0" w:color="auto"/>
            </w:tcBorders>
            <w:shd w:val="clear" w:color="auto" w:fill="FFFFFF"/>
            <w:vAlign w:val="center"/>
          </w:tcPr>
          <w:p w:rsidR="005E5F8B" w:rsidRPr="00C24861" w:rsidRDefault="005E5F8B" w:rsidP="006D138C">
            <w:pPr>
              <w:shd w:val="clear" w:color="auto" w:fill="FFFFFF"/>
              <w:spacing w:after="0" w:line="240" w:lineRule="auto"/>
              <w:jc w:val="both"/>
              <w:rPr>
                <w:rFonts w:ascii="Times New Roman" w:hAnsi="Times New Roman"/>
                <w:sz w:val="24"/>
                <w:szCs w:val="24"/>
              </w:rPr>
            </w:pPr>
          </w:p>
        </w:tc>
        <w:tc>
          <w:tcPr>
            <w:tcW w:w="3645" w:type="dxa"/>
            <w:gridSpan w:val="3"/>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Мальчики</w:t>
            </w:r>
          </w:p>
        </w:tc>
        <w:tc>
          <w:tcPr>
            <w:tcW w:w="3660" w:type="dxa"/>
            <w:gridSpan w:val="3"/>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Девочки</w:t>
            </w:r>
          </w:p>
        </w:tc>
      </w:tr>
      <w:tr w:rsidR="005E5F8B" w:rsidRPr="0014324F" w:rsidTr="006D138C">
        <w:tc>
          <w:tcPr>
            <w:tcW w:w="2265" w:type="dxa"/>
            <w:tcBorders>
              <w:top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Подтягивание на низкой перекладине из виса лежа, кол-во раз</w:t>
            </w:r>
          </w:p>
        </w:tc>
        <w:tc>
          <w:tcPr>
            <w:tcW w:w="123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14 – 16</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8 – 13</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5 – 7</w:t>
            </w:r>
          </w:p>
        </w:tc>
        <w:tc>
          <w:tcPr>
            <w:tcW w:w="124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13 – 15</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8 – 12</w:t>
            </w:r>
          </w:p>
        </w:tc>
        <w:tc>
          <w:tcPr>
            <w:tcW w:w="1200" w:type="dxa"/>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5 – 7</w:t>
            </w:r>
          </w:p>
        </w:tc>
      </w:tr>
      <w:tr w:rsidR="005E5F8B" w:rsidRPr="0014324F" w:rsidTr="006D138C">
        <w:tc>
          <w:tcPr>
            <w:tcW w:w="2265" w:type="dxa"/>
            <w:tcBorders>
              <w:top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Прыжок в длину с места, см</w:t>
            </w:r>
          </w:p>
        </w:tc>
        <w:tc>
          <w:tcPr>
            <w:tcW w:w="123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143 – 150</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128 – 142</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119 – 127</w:t>
            </w:r>
          </w:p>
        </w:tc>
        <w:tc>
          <w:tcPr>
            <w:tcW w:w="124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136 – 146</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118 – 135</w:t>
            </w:r>
          </w:p>
        </w:tc>
        <w:tc>
          <w:tcPr>
            <w:tcW w:w="1200" w:type="dxa"/>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108 – 117</w:t>
            </w:r>
          </w:p>
        </w:tc>
      </w:tr>
      <w:tr w:rsidR="005E5F8B" w:rsidRPr="0014324F" w:rsidTr="006D138C">
        <w:tc>
          <w:tcPr>
            <w:tcW w:w="2265" w:type="dxa"/>
            <w:tcBorders>
              <w:top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Наклон вперед, не сгибая ног в коленях</w:t>
            </w:r>
          </w:p>
        </w:tc>
        <w:tc>
          <w:tcPr>
            <w:tcW w:w="123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Коснуться лбом колен</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Коснуться ладонями пола</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Коснуться пальцами пола</w:t>
            </w:r>
          </w:p>
        </w:tc>
        <w:tc>
          <w:tcPr>
            <w:tcW w:w="124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Коснуться лбом колен</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Коснуться ладонями пола</w:t>
            </w:r>
          </w:p>
        </w:tc>
        <w:tc>
          <w:tcPr>
            <w:tcW w:w="1200" w:type="dxa"/>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Коснуться пальцами пола</w:t>
            </w:r>
          </w:p>
        </w:tc>
      </w:tr>
      <w:tr w:rsidR="005E5F8B" w:rsidRPr="0014324F" w:rsidTr="006D138C">
        <w:tc>
          <w:tcPr>
            <w:tcW w:w="2265" w:type="dxa"/>
            <w:tcBorders>
              <w:top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Бег 30 м с высокого старта, с</w:t>
            </w:r>
          </w:p>
        </w:tc>
        <w:tc>
          <w:tcPr>
            <w:tcW w:w="123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6,0 – 5,8</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6,7 – 6,1</w:t>
            </w:r>
          </w:p>
        </w:tc>
        <w:tc>
          <w:tcPr>
            <w:tcW w:w="1200"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7,0 – 6,8</w:t>
            </w:r>
          </w:p>
        </w:tc>
        <w:tc>
          <w:tcPr>
            <w:tcW w:w="124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6,2 – 6,0</w:t>
            </w:r>
          </w:p>
        </w:tc>
        <w:tc>
          <w:tcPr>
            <w:tcW w:w="1215"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6,7 – 6,3</w:t>
            </w:r>
          </w:p>
        </w:tc>
        <w:tc>
          <w:tcPr>
            <w:tcW w:w="1200" w:type="dxa"/>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7,0 – 6,8</w:t>
            </w:r>
          </w:p>
        </w:tc>
      </w:tr>
      <w:tr w:rsidR="005E5F8B" w:rsidRPr="0014324F" w:rsidTr="006D138C">
        <w:tc>
          <w:tcPr>
            <w:tcW w:w="2265" w:type="dxa"/>
            <w:tcBorders>
              <w:top w:val="outset" w:sz="6" w:space="0" w:color="auto"/>
              <w:bottom w:val="outset" w:sz="6" w:space="0" w:color="auto"/>
              <w:right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Бег 1000 м</w:t>
            </w:r>
          </w:p>
        </w:tc>
        <w:tc>
          <w:tcPr>
            <w:tcW w:w="7305" w:type="dxa"/>
            <w:gridSpan w:val="6"/>
            <w:tcBorders>
              <w:top w:val="outset" w:sz="6" w:space="0" w:color="auto"/>
              <w:left w:val="outset" w:sz="6" w:space="0" w:color="auto"/>
              <w:bottom w:val="outset" w:sz="6" w:space="0" w:color="auto"/>
            </w:tcBorders>
            <w:shd w:val="clear" w:color="auto" w:fill="FFFFFF"/>
            <w:tcMar>
              <w:top w:w="30" w:type="dxa"/>
              <w:left w:w="30" w:type="dxa"/>
              <w:bottom w:w="30" w:type="dxa"/>
              <w:right w:w="30" w:type="dxa"/>
            </w:tcMar>
          </w:tcPr>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Без учета времени</w:t>
            </w:r>
          </w:p>
        </w:tc>
      </w:tr>
    </w:tbl>
    <w:p w:rsidR="005E5F8B" w:rsidRPr="00C24861" w:rsidRDefault="005E5F8B" w:rsidP="006D138C">
      <w:pPr>
        <w:shd w:val="clear" w:color="auto" w:fill="FFFFFF"/>
        <w:spacing w:after="0" w:line="240" w:lineRule="auto"/>
        <w:jc w:val="both"/>
        <w:rPr>
          <w:rFonts w:ascii="Times New Roman" w:hAnsi="Times New Roman"/>
          <w:sz w:val="24"/>
          <w:szCs w:val="24"/>
        </w:rPr>
      </w:pPr>
      <w:r w:rsidRPr="00C24861">
        <w:rPr>
          <w:rFonts w:ascii="Times New Roman" w:hAnsi="Times New Roman"/>
          <w:sz w:val="24"/>
          <w:szCs w:val="24"/>
        </w:rPr>
        <w:t> </w:t>
      </w:r>
    </w:p>
    <w:p w:rsidR="005E5F8B" w:rsidRPr="00C736FE" w:rsidRDefault="005E5F8B" w:rsidP="006D138C">
      <w:pPr>
        <w:autoSpaceDE w:val="0"/>
        <w:autoSpaceDN w:val="0"/>
        <w:adjustRightInd w:val="0"/>
        <w:spacing w:after="0" w:line="240" w:lineRule="auto"/>
        <w:jc w:val="center"/>
        <w:rPr>
          <w:rFonts w:ascii="Times New Roman" w:hAnsi="Times New Roman"/>
          <w:b/>
          <w:bCs/>
          <w:sz w:val="24"/>
          <w:szCs w:val="24"/>
        </w:rPr>
      </w:pPr>
      <w:r w:rsidRPr="00C736FE">
        <w:rPr>
          <w:rFonts w:ascii="Times New Roman" w:hAnsi="Times New Roman"/>
          <w:b/>
          <w:sz w:val="24"/>
          <w:szCs w:val="24"/>
        </w:rPr>
        <w:t xml:space="preserve">Содержание учебного предмета </w:t>
      </w:r>
      <w:r w:rsidRPr="00C736FE">
        <w:rPr>
          <w:rFonts w:ascii="Times New Roman" w:hAnsi="Times New Roman"/>
          <w:b/>
          <w:bCs/>
          <w:sz w:val="24"/>
          <w:szCs w:val="24"/>
        </w:rPr>
        <w:t>«</w:t>
      </w:r>
      <w:r w:rsidRPr="00C736FE">
        <w:rPr>
          <w:rFonts w:ascii="Times New Roman" w:hAnsi="Times New Roman"/>
          <w:b/>
          <w:sz w:val="24"/>
          <w:szCs w:val="24"/>
        </w:rPr>
        <w:t>Физическая культура</w:t>
      </w:r>
      <w:r w:rsidRPr="00C736FE">
        <w:rPr>
          <w:rFonts w:ascii="Times New Roman" w:hAnsi="Times New Roman"/>
          <w:b/>
          <w:bCs/>
          <w:sz w:val="24"/>
          <w:szCs w:val="24"/>
        </w:rPr>
        <w:t>»</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b/>
          <w:bCs/>
          <w:iCs/>
          <w:color w:val="auto"/>
          <w:sz w:val="24"/>
          <w:szCs w:val="24"/>
        </w:rPr>
        <w:t>Знания о физической культуре</w:t>
      </w:r>
    </w:p>
    <w:p w:rsidR="005E5F8B" w:rsidRPr="00C736FE"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b/>
          <w:bCs/>
          <w:color w:val="auto"/>
          <w:sz w:val="24"/>
          <w:szCs w:val="24"/>
        </w:rPr>
        <w:t xml:space="preserve">Физическая культура. </w:t>
      </w:r>
      <w:r w:rsidRPr="00C736FE">
        <w:rPr>
          <w:rFonts w:ascii="Times New Roman" w:hAnsi="Times New Roman"/>
          <w:color w:val="auto"/>
          <w:sz w:val="24"/>
          <w:szCs w:val="24"/>
        </w:rPr>
        <w:t xml:space="preserve">Физическая культура как система </w:t>
      </w:r>
      <w:r w:rsidRPr="00C736FE">
        <w:rPr>
          <w:rFonts w:ascii="Times New Roman" w:hAnsi="Times New Roman"/>
          <w:color w:val="auto"/>
          <w:spacing w:val="2"/>
          <w:sz w:val="24"/>
          <w:szCs w:val="24"/>
        </w:rPr>
        <w:t xml:space="preserve">разнообразных форм занятий физическими упражнениями </w:t>
      </w:r>
      <w:r w:rsidRPr="00C736FE">
        <w:rPr>
          <w:rFonts w:ascii="Times New Roman" w:hAnsi="Times New Roman"/>
          <w:color w:val="auto"/>
          <w:sz w:val="24"/>
          <w:szCs w:val="24"/>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5E5F8B" w:rsidRPr="00C736FE" w:rsidRDefault="005E5F8B" w:rsidP="006D138C">
      <w:pPr>
        <w:pStyle w:val="a0"/>
        <w:spacing w:line="240" w:lineRule="auto"/>
        <w:ind w:firstLine="454"/>
        <w:rPr>
          <w:rFonts w:ascii="Times New Roman" w:hAnsi="Times New Roman"/>
          <w:b/>
          <w:bCs/>
          <w:color w:val="auto"/>
          <w:sz w:val="24"/>
          <w:szCs w:val="24"/>
        </w:rPr>
      </w:pPr>
      <w:r w:rsidRPr="00C736FE">
        <w:rPr>
          <w:rFonts w:ascii="Times New Roman" w:hAnsi="Times New Roman"/>
          <w:color w:val="auto"/>
          <w:spacing w:val="2"/>
          <w:sz w:val="24"/>
          <w:szCs w:val="24"/>
        </w:rPr>
        <w:t xml:space="preserve">Правила предупреждения травматизма во время занятий </w:t>
      </w:r>
      <w:r w:rsidRPr="00C736FE">
        <w:rPr>
          <w:rFonts w:ascii="Times New Roman" w:hAnsi="Times New Roman"/>
          <w:color w:val="auto"/>
          <w:sz w:val="24"/>
          <w:szCs w:val="24"/>
        </w:rPr>
        <w:t>физическими упражнениями: организация мест занятий, подбор одежды, обуви и инвентаря.</w:t>
      </w:r>
    </w:p>
    <w:p w:rsidR="005E5F8B" w:rsidRPr="00C736FE" w:rsidRDefault="005E5F8B" w:rsidP="006D138C">
      <w:pPr>
        <w:pStyle w:val="a0"/>
        <w:spacing w:line="240" w:lineRule="auto"/>
        <w:ind w:firstLine="454"/>
        <w:rPr>
          <w:rFonts w:ascii="Times New Roman" w:hAnsi="Times New Roman"/>
          <w:b/>
          <w:bCs/>
          <w:color w:val="auto"/>
          <w:sz w:val="24"/>
          <w:szCs w:val="24"/>
        </w:rPr>
      </w:pPr>
      <w:r w:rsidRPr="00C736FE">
        <w:rPr>
          <w:rFonts w:ascii="Times New Roman" w:hAnsi="Times New Roman"/>
          <w:b/>
          <w:bCs/>
          <w:color w:val="auto"/>
          <w:spacing w:val="2"/>
          <w:sz w:val="24"/>
          <w:szCs w:val="24"/>
        </w:rPr>
        <w:t xml:space="preserve">Из истории физической культуры. </w:t>
      </w:r>
      <w:r w:rsidRPr="00C736FE">
        <w:rPr>
          <w:rFonts w:ascii="Times New Roman" w:hAnsi="Times New Roman"/>
          <w:color w:val="auto"/>
          <w:spacing w:val="2"/>
          <w:sz w:val="24"/>
          <w:szCs w:val="24"/>
        </w:rPr>
        <w:t xml:space="preserve">История развития </w:t>
      </w:r>
      <w:r w:rsidRPr="00C736FE">
        <w:rPr>
          <w:rFonts w:ascii="Times New Roman" w:hAnsi="Times New Roman"/>
          <w:color w:val="auto"/>
          <w:sz w:val="24"/>
          <w:szCs w:val="24"/>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5E5F8B" w:rsidRPr="00C736FE" w:rsidRDefault="005E5F8B" w:rsidP="006D138C">
      <w:pPr>
        <w:pStyle w:val="a0"/>
        <w:spacing w:line="240" w:lineRule="auto"/>
        <w:ind w:firstLine="454"/>
        <w:rPr>
          <w:rFonts w:ascii="Times New Roman" w:hAnsi="Times New Roman"/>
          <w:color w:val="auto"/>
          <w:spacing w:val="-2"/>
          <w:sz w:val="24"/>
          <w:szCs w:val="24"/>
        </w:rPr>
      </w:pPr>
      <w:r w:rsidRPr="00C736FE">
        <w:rPr>
          <w:rFonts w:ascii="Times New Roman" w:hAnsi="Times New Roman"/>
          <w:b/>
          <w:bCs/>
          <w:color w:val="auto"/>
          <w:spacing w:val="-4"/>
          <w:sz w:val="24"/>
          <w:szCs w:val="24"/>
        </w:rPr>
        <w:t xml:space="preserve">Физические упражнения. </w:t>
      </w:r>
      <w:r w:rsidRPr="00C736FE">
        <w:rPr>
          <w:rFonts w:ascii="Times New Roman" w:hAnsi="Times New Roman"/>
          <w:color w:val="auto"/>
          <w:spacing w:val="-4"/>
          <w:sz w:val="24"/>
          <w:szCs w:val="24"/>
        </w:rPr>
        <w:t>Физические упражнения, их вли</w:t>
      </w:r>
      <w:r w:rsidRPr="00C736FE">
        <w:rPr>
          <w:rFonts w:ascii="Times New Roman" w:hAnsi="Times New Roman"/>
          <w:color w:val="auto"/>
          <w:spacing w:val="-2"/>
          <w:sz w:val="24"/>
          <w:szCs w:val="24"/>
        </w:rPr>
        <w:t xml:space="preserve">яние на физическое развитие и развитие физических качеств. </w:t>
      </w:r>
      <w:r w:rsidRPr="00C736FE">
        <w:rPr>
          <w:rFonts w:ascii="Times New Roman" w:hAnsi="Times New Roman"/>
          <w:color w:val="auto"/>
          <w:spacing w:val="-4"/>
          <w:sz w:val="24"/>
          <w:szCs w:val="24"/>
        </w:rPr>
        <w:t>Физическая подготовка и её связь с развитием основных физи</w:t>
      </w:r>
      <w:r w:rsidRPr="00C736FE">
        <w:rPr>
          <w:rFonts w:ascii="Times New Roman" w:hAnsi="Times New Roman"/>
          <w:color w:val="auto"/>
          <w:spacing w:val="-2"/>
          <w:sz w:val="24"/>
          <w:szCs w:val="24"/>
        </w:rPr>
        <w:t>ческих качеств. Характеристика основных физических качеств: силы, быстроты, выносливости, гибкости и равновесия.</w:t>
      </w:r>
    </w:p>
    <w:p w:rsidR="005E5F8B" w:rsidRPr="00C736FE"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color w:val="auto"/>
          <w:sz w:val="24"/>
          <w:szCs w:val="24"/>
        </w:rPr>
        <w:t>Физическая нагрузка и её влияние на повышение частоты сердечных сокращений.</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b/>
          <w:bCs/>
          <w:iCs/>
          <w:color w:val="auto"/>
          <w:sz w:val="24"/>
          <w:szCs w:val="24"/>
        </w:rPr>
        <w:t>Способы физкультурной деятельности</w:t>
      </w:r>
    </w:p>
    <w:p w:rsidR="005E5F8B" w:rsidRPr="00C736FE" w:rsidRDefault="005E5F8B" w:rsidP="006D138C">
      <w:pPr>
        <w:pStyle w:val="a0"/>
        <w:spacing w:line="240" w:lineRule="auto"/>
        <w:ind w:firstLine="454"/>
        <w:rPr>
          <w:rFonts w:ascii="Times New Roman" w:hAnsi="Times New Roman"/>
          <w:b/>
          <w:bCs/>
          <w:color w:val="auto"/>
          <w:spacing w:val="-2"/>
          <w:sz w:val="24"/>
          <w:szCs w:val="24"/>
        </w:rPr>
      </w:pPr>
      <w:r w:rsidRPr="00C736FE">
        <w:rPr>
          <w:rFonts w:ascii="Times New Roman" w:hAnsi="Times New Roman"/>
          <w:b/>
          <w:bCs/>
          <w:color w:val="auto"/>
          <w:spacing w:val="2"/>
          <w:sz w:val="24"/>
          <w:szCs w:val="24"/>
        </w:rPr>
        <w:t xml:space="preserve">Самостоятельные занятия. </w:t>
      </w:r>
      <w:r w:rsidRPr="00C736FE">
        <w:rPr>
          <w:rFonts w:ascii="Times New Roman" w:hAnsi="Times New Roman"/>
          <w:color w:val="auto"/>
          <w:spacing w:val="2"/>
          <w:sz w:val="24"/>
          <w:szCs w:val="24"/>
        </w:rPr>
        <w:t>Составление режима дня.</w:t>
      </w:r>
      <w:r w:rsidRPr="00C736FE">
        <w:rPr>
          <w:rFonts w:ascii="Times New Roman" w:hAnsi="Times New Roman"/>
          <w:color w:val="auto"/>
          <w:spacing w:val="-2"/>
          <w:sz w:val="24"/>
          <w:szCs w:val="24"/>
        </w:rPr>
        <w:t xml:space="preserve">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5E5F8B" w:rsidRPr="00C736FE" w:rsidRDefault="005E5F8B" w:rsidP="006D138C">
      <w:pPr>
        <w:pStyle w:val="a0"/>
        <w:spacing w:line="240" w:lineRule="auto"/>
        <w:ind w:firstLine="454"/>
        <w:rPr>
          <w:rFonts w:ascii="Times New Roman" w:hAnsi="Times New Roman"/>
          <w:b/>
          <w:bCs/>
          <w:color w:val="auto"/>
          <w:sz w:val="24"/>
          <w:szCs w:val="24"/>
        </w:rPr>
      </w:pPr>
      <w:r w:rsidRPr="00C736FE">
        <w:rPr>
          <w:rFonts w:ascii="Times New Roman" w:hAnsi="Times New Roman"/>
          <w:b/>
          <w:bCs/>
          <w:color w:val="auto"/>
          <w:sz w:val="24"/>
          <w:szCs w:val="24"/>
        </w:rPr>
        <w:t xml:space="preserve">Самостоятельные наблюдения за физическим развитием и физической подготовленностью. </w:t>
      </w:r>
      <w:r w:rsidRPr="00C736FE">
        <w:rPr>
          <w:rFonts w:ascii="Times New Roman" w:hAnsi="Times New Roman"/>
          <w:color w:val="auto"/>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5E5F8B" w:rsidRPr="00C736FE"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b/>
          <w:bCs/>
          <w:color w:val="auto"/>
          <w:sz w:val="24"/>
          <w:szCs w:val="24"/>
        </w:rPr>
        <w:t xml:space="preserve">Самостоятельные игры и развлечения. </w:t>
      </w:r>
      <w:r w:rsidRPr="00C736FE">
        <w:rPr>
          <w:rFonts w:ascii="Times New Roman" w:hAnsi="Times New Roman"/>
          <w:color w:val="auto"/>
          <w:sz w:val="24"/>
          <w:szCs w:val="24"/>
        </w:rPr>
        <w:t>Организация и проведение подвижных игр (на спортивных площадках и в спортивных залах).</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b/>
          <w:bCs/>
          <w:iCs/>
          <w:color w:val="auto"/>
          <w:sz w:val="24"/>
          <w:szCs w:val="24"/>
        </w:rPr>
        <w:t>Физическое совершенствование</w:t>
      </w:r>
    </w:p>
    <w:p w:rsidR="005E5F8B" w:rsidRPr="00C736FE"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b/>
          <w:bCs/>
          <w:color w:val="auto"/>
          <w:sz w:val="24"/>
          <w:szCs w:val="24"/>
        </w:rPr>
        <w:t>Физкультурно</w:t>
      </w:r>
      <w:r w:rsidRPr="00C736FE">
        <w:rPr>
          <w:rFonts w:ascii="Times New Roman" w:hAnsi="Times New Roman"/>
          <w:b/>
          <w:bCs/>
          <w:color w:val="auto"/>
          <w:sz w:val="24"/>
          <w:szCs w:val="24"/>
        </w:rPr>
        <w:softHyphen/>
        <w:t xml:space="preserve">-оздоровительная деятельность. </w:t>
      </w:r>
      <w:r w:rsidRPr="00C736FE">
        <w:rPr>
          <w:rFonts w:ascii="Times New Roman" w:hAnsi="Times New Roman"/>
          <w:color w:val="auto"/>
          <w:sz w:val="24"/>
          <w:szCs w:val="24"/>
        </w:rPr>
        <w:t>Комплексы физических упражнений для утренней зарядки, физкульт</w:t>
      </w:r>
      <w:r w:rsidRPr="00C736FE">
        <w:rPr>
          <w:rFonts w:ascii="Times New Roman" w:hAnsi="Times New Roman"/>
          <w:color w:val="auto"/>
          <w:sz w:val="24"/>
          <w:szCs w:val="24"/>
        </w:rPr>
        <w:softHyphen/>
        <w:t>минуток, занятий по профилактике и коррекции нарушений осанки.</w:t>
      </w:r>
    </w:p>
    <w:p w:rsidR="005E5F8B" w:rsidRPr="00C736FE"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color w:val="auto"/>
          <w:sz w:val="24"/>
          <w:szCs w:val="24"/>
        </w:rPr>
        <w:t>Комплексы упражнений на развитие физических качеств.</w:t>
      </w:r>
    </w:p>
    <w:p w:rsidR="005E5F8B" w:rsidRPr="00C736FE" w:rsidRDefault="005E5F8B" w:rsidP="006D138C">
      <w:pPr>
        <w:pStyle w:val="a0"/>
        <w:spacing w:line="240" w:lineRule="auto"/>
        <w:ind w:firstLine="454"/>
        <w:rPr>
          <w:rFonts w:ascii="Times New Roman" w:hAnsi="Times New Roman"/>
          <w:b/>
          <w:bCs/>
          <w:color w:val="auto"/>
          <w:sz w:val="24"/>
          <w:szCs w:val="24"/>
        </w:rPr>
      </w:pPr>
      <w:r w:rsidRPr="00C736FE">
        <w:rPr>
          <w:rFonts w:ascii="Times New Roman" w:hAnsi="Times New Roman"/>
          <w:color w:val="auto"/>
          <w:spacing w:val="-2"/>
          <w:sz w:val="24"/>
          <w:szCs w:val="24"/>
        </w:rPr>
        <w:t xml:space="preserve">Комплексы дыхательных упражнений. Гимнастика для </w:t>
      </w:r>
      <w:r w:rsidRPr="00C736FE">
        <w:rPr>
          <w:rFonts w:ascii="Times New Roman" w:hAnsi="Times New Roman"/>
          <w:color w:val="auto"/>
          <w:sz w:val="24"/>
          <w:szCs w:val="24"/>
        </w:rPr>
        <w:t>глаз.</w:t>
      </w:r>
    </w:p>
    <w:p w:rsidR="005E5F8B" w:rsidRPr="00C736FE" w:rsidRDefault="005E5F8B" w:rsidP="006D138C">
      <w:pPr>
        <w:pStyle w:val="a0"/>
        <w:spacing w:line="240" w:lineRule="auto"/>
        <w:ind w:firstLine="454"/>
        <w:rPr>
          <w:rFonts w:ascii="Times New Roman" w:hAnsi="Times New Roman"/>
          <w:b/>
          <w:bCs/>
          <w:color w:val="auto"/>
          <w:sz w:val="24"/>
          <w:szCs w:val="24"/>
        </w:rPr>
      </w:pPr>
      <w:r w:rsidRPr="00C736FE">
        <w:rPr>
          <w:rFonts w:ascii="Times New Roman" w:hAnsi="Times New Roman"/>
          <w:b/>
          <w:bCs/>
          <w:color w:val="auto"/>
          <w:sz w:val="24"/>
          <w:szCs w:val="24"/>
        </w:rPr>
        <w:t>Спортивно</w:t>
      </w:r>
      <w:r w:rsidRPr="00C736FE">
        <w:rPr>
          <w:rFonts w:ascii="Times New Roman" w:hAnsi="Times New Roman"/>
          <w:b/>
          <w:bCs/>
          <w:color w:val="auto"/>
          <w:sz w:val="24"/>
          <w:szCs w:val="24"/>
        </w:rPr>
        <w:softHyphen/>
        <w:t>-оздоровительная деятельность.</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b/>
          <w:bCs/>
          <w:iCs/>
          <w:color w:val="auto"/>
          <w:spacing w:val="2"/>
          <w:sz w:val="24"/>
          <w:szCs w:val="24"/>
        </w:rPr>
        <w:t xml:space="preserve">Гимнастика с основами акробатики. </w:t>
      </w:r>
      <w:r w:rsidRPr="00C736FE">
        <w:rPr>
          <w:rFonts w:ascii="Times New Roman" w:hAnsi="Times New Roman"/>
          <w:iCs/>
          <w:color w:val="auto"/>
          <w:spacing w:val="2"/>
          <w:sz w:val="24"/>
          <w:szCs w:val="24"/>
        </w:rPr>
        <w:t xml:space="preserve">Организующие </w:t>
      </w:r>
      <w:r w:rsidRPr="00C736FE">
        <w:rPr>
          <w:rFonts w:ascii="Times New Roman" w:hAnsi="Times New Roman"/>
          <w:iCs/>
          <w:color w:val="auto"/>
          <w:sz w:val="24"/>
          <w:szCs w:val="24"/>
        </w:rPr>
        <w:t xml:space="preserve">команды и приёмы. </w:t>
      </w:r>
      <w:r w:rsidRPr="00C736FE">
        <w:rPr>
          <w:rFonts w:ascii="Times New Roman" w:hAnsi="Times New Roman"/>
          <w:color w:val="auto"/>
          <w:sz w:val="24"/>
          <w:szCs w:val="24"/>
        </w:rPr>
        <w:t>Строевые действия в шеренге и колонне; выполнение строевых команд.</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Акробатические упражнения. </w:t>
      </w:r>
      <w:r w:rsidRPr="00C736FE">
        <w:rPr>
          <w:rFonts w:ascii="Times New Roman" w:hAnsi="Times New Roman"/>
          <w:color w:val="auto"/>
          <w:sz w:val="24"/>
          <w:szCs w:val="24"/>
        </w:rPr>
        <w:t>Упоры; седы; упражнения в группировке; перекаты; стойка на лопатках; кувырки вперёд и назад; гимнастический мост.</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Акробатические комбинации. </w:t>
      </w:r>
      <w:r w:rsidRPr="00C736FE">
        <w:rPr>
          <w:rFonts w:ascii="Times New Roman" w:hAnsi="Times New Roman"/>
          <w:color w:val="auto"/>
          <w:sz w:val="24"/>
          <w:szCs w:val="24"/>
        </w:rPr>
        <w:t>мост из положения лёжа на спине, опуститься в</w:t>
      </w:r>
      <w:r w:rsidRPr="00C736FE">
        <w:rPr>
          <w:rFonts w:ascii="Times New Roman" w:hAnsi="Times New Roman"/>
          <w:color w:val="auto"/>
          <w:sz w:val="24"/>
          <w:szCs w:val="24"/>
        </w:rPr>
        <w:t> </w:t>
      </w:r>
      <w:r w:rsidRPr="00C736FE">
        <w:rPr>
          <w:rFonts w:ascii="Times New Roman" w:hAnsi="Times New Roman"/>
          <w:color w:val="auto"/>
          <w:sz w:val="24"/>
          <w:szCs w:val="24"/>
        </w:rPr>
        <w:t xml:space="preserve">Например: 1) исходное положение, переворот в положение лёжа на животе, прыжок с опорой </w:t>
      </w:r>
      <w:r w:rsidRPr="00C736FE">
        <w:rPr>
          <w:rFonts w:ascii="Times New Roman" w:hAnsi="Times New Roman"/>
          <w:color w:val="auto"/>
          <w:spacing w:val="2"/>
          <w:sz w:val="24"/>
          <w:szCs w:val="24"/>
        </w:rPr>
        <w:t>кувырок вперёд в упор</w:t>
      </w:r>
      <w:r w:rsidRPr="00C736FE">
        <w:rPr>
          <w:rFonts w:ascii="Times New Roman" w:hAnsi="Times New Roman"/>
          <w:color w:val="auto"/>
          <w:spacing w:val="2"/>
          <w:sz w:val="24"/>
          <w:szCs w:val="24"/>
        </w:rPr>
        <w:t> </w:t>
      </w:r>
      <w:r w:rsidRPr="00C736FE">
        <w:rPr>
          <w:rFonts w:ascii="Times New Roman" w:hAnsi="Times New Roman"/>
          <w:color w:val="auto"/>
          <w:spacing w:val="2"/>
          <w:sz w:val="24"/>
          <w:szCs w:val="24"/>
        </w:rPr>
        <w:t xml:space="preserve">на руки в упор присев; 2) присев, </w:t>
      </w:r>
      <w:r w:rsidRPr="00C736FE">
        <w:rPr>
          <w:rFonts w:ascii="Times New Roman" w:hAnsi="Times New Roman"/>
          <w:color w:val="auto"/>
          <w:sz w:val="24"/>
          <w:szCs w:val="24"/>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pacing w:val="-4"/>
          <w:sz w:val="24"/>
          <w:szCs w:val="24"/>
        </w:rPr>
        <w:t xml:space="preserve">Упражнения на низкой гимнастической перекладине: </w:t>
      </w:r>
      <w:r w:rsidRPr="00C736FE">
        <w:rPr>
          <w:rFonts w:ascii="Times New Roman" w:hAnsi="Times New Roman"/>
          <w:color w:val="auto"/>
          <w:spacing w:val="-4"/>
          <w:sz w:val="24"/>
          <w:szCs w:val="24"/>
        </w:rPr>
        <w:t xml:space="preserve">висы, </w:t>
      </w:r>
      <w:r w:rsidRPr="00C736FE">
        <w:rPr>
          <w:rFonts w:ascii="Times New Roman" w:hAnsi="Times New Roman"/>
          <w:color w:val="auto"/>
          <w:sz w:val="24"/>
          <w:szCs w:val="24"/>
        </w:rPr>
        <w:t>перемахи.</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pacing w:val="2"/>
          <w:sz w:val="24"/>
          <w:szCs w:val="24"/>
        </w:rPr>
        <w:t xml:space="preserve">Гимнастическая комбинация. </w:t>
      </w:r>
      <w:r w:rsidRPr="00C736FE">
        <w:rPr>
          <w:rFonts w:ascii="Times New Roman" w:hAnsi="Times New Roman"/>
          <w:color w:val="auto"/>
          <w:spacing w:val="2"/>
          <w:sz w:val="24"/>
          <w:szCs w:val="24"/>
        </w:rPr>
        <w:t xml:space="preserve">Например, из виса стоя </w:t>
      </w:r>
      <w:r w:rsidRPr="00C736FE">
        <w:rPr>
          <w:rFonts w:ascii="Times New Roman" w:hAnsi="Times New Roman"/>
          <w:color w:val="auto"/>
          <w:sz w:val="24"/>
          <w:szCs w:val="24"/>
        </w:rPr>
        <w:t xml:space="preserve">присев толчком двумя ногами перемах, согнув ноги, в вис </w:t>
      </w:r>
      <w:r w:rsidRPr="00C736FE">
        <w:rPr>
          <w:rFonts w:ascii="Times New Roman" w:hAnsi="Times New Roman"/>
          <w:color w:val="auto"/>
          <w:spacing w:val="2"/>
          <w:sz w:val="24"/>
          <w:szCs w:val="24"/>
        </w:rPr>
        <w:t xml:space="preserve">сзади согнувшись, опускание назад в вис стоя и обратное </w:t>
      </w:r>
      <w:r w:rsidRPr="00C736FE">
        <w:rPr>
          <w:rFonts w:ascii="Times New Roman" w:hAnsi="Times New Roman"/>
          <w:color w:val="auto"/>
          <w:sz w:val="24"/>
          <w:szCs w:val="24"/>
        </w:rPr>
        <w:t>движение через вис сзади согнувшись со сходом вперёд ноги.</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Опорный прыжок: </w:t>
      </w:r>
      <w:r w:rsidRPr="00C736FE">
        <w:rPr>
          <w:rFonts w:ascii="Times New Roman" w:hAnsi="Times New Roman"/>
          <w:color w:val="auto"/>
          <w:sz w:val="24"/>
          <w:szCs w:val="24"/>
        </w:rPr>
        <w:t>с разбега через гимнастического козла.</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iCs/>
          <w:color w:val="auto"/>
          <w:spacing w:val="2"/>
          <w:sz w:val="24"/>
          <w:szCs w:val="24"/>
        </w:rPr>
        <w:t xml:space="preserve">Гимнастические упражнения прикладного характера. </w:t>
      </w:r>
      <w:r w:rsidRPr="00C736FE">
        <w:rPr>
          <w:rFonts w:ascii="Times New Roman" w:hAnsi="Times New Roman"/>
          <w:color w:val="auto"/>
          <w:spacing w:val="2"/>
          <w:sz w:val="24"/>
          <w:szCs w:val="24"/>
        </w:rPr>
        <w:t xml:space="preserve">Прыжки со скакалкой. Передвижение по гимнастической </w:t>
      </w:r>
      <w:r w:rsidRPr="00C736FE">
        <w:rPr>
          <w:rFonts w:ascii="Times New Roman" w:hAnsi="Times New Roman"/>
          <w:color w:val="auto"/>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b/>
          <w:bCs/>
          <w:iCs/>
          <w:color w:val="auto"/>
          <w:sz w:val="24"/>
          <w:szCs w:val="24"/>
        </w:rPr>
        <w:t xml:space="preserve">Лёгкая атлетика. </w:t>
      </w:r>
      <w:r w:rsidRPr="00C736FE">
        <w:rPr>
          <w:rFonts w:ascii="Times New Roman" w:hAnsi="Times New Roman"/>
          <w:iCs/>
          <w:color w:val="auto"/>
          <w:sz w:val="24"/>
          <w:szCs w:val="24"/>
        </w:rPr>
        <w:t xml:space="preserve">Беговые упражнения: </w:t>
      </w:r>
      <w:r w:rsidRPr="00C736FE">
        <w:rPr>
          <w:rFonts w:ascii="Times New Roman" w:hAnsi="Times New Roman"/>
          <w:color w:val="auto"/>
          <w:sz w:val="24"/>
          <w:szCs w:val="24"/>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Прыжковые упражнения: </w:t>
      </w:r>
      <w:r w:rsidRPr="00C736FE">
        <w:rPr>
          <w:rFonts w:ascii="Times New Roman" w:hAnsi="Times New Roman"/>
          <w:color w:val="auto"/>
          <w:sz w:val="24"/>
          <w:szCs w:val="24"/>
        </w:rPr>
        <w:t>на одной ноге и двух ногах на месте и с продвижением; в длину и высоту; спрыгивание и запрыгивание.</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Броски: </w:t>
      </w:r>
      <w:r w:rsidRPr="00C736FE">
        <w:rPr>
          <w:rFonts w:ascii="Times New Roman" w:hAnsi="Times New Roman"/>
          <w:color w:val="auto"/>
          <w:sz w:val="24"/>
          <w:szCs w:val="24"/>
        </w:rPr>
        <w:t>большого мяча (1 кг) на дальность разными способами.</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iCs/>
          <w:color w:val="auto"/>
          <w:sz w:val="24"/>
          <w:szCs w:val="24"/>
        </w:rPr>
        <w:t xml:space="preserve">Метание: </w:t>
      </w:r>
      <w:r w:rsidRPr="00C736FE">
        <w:rPr>
          <w:rFonts w:ascii="Times New Roman" w:hAnsi="Times New Roman"/>
          <w:color w:val="auto"/>
          <w:sz w:val="24"/>
          <w:szCs w:val="24"/>
        </w:rPr>
        <w:t>малого мяча в вертикальную цель и на дальность.</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b/>
          <w:bCs/>
          <w:iCs/>
          <w:color w:val="auto"/>
          <w:sz w:val="24"/>
          <w:szCs w:val="24"/>
        </w:rPr>
        <w:t xml:space="preserve">Лыжные гонки. </w:t>
      </w:r>
      <w:r w:rsidRPr="00C736FE">
        <w:rPr>
          <w:rFonts w:ascii="Times New Roman" w:hAnsi="Times New Roman"/>
          <w:color w:val="auto"/>
          <w:sz w:val="24"/>
          <w:szCs w:val="24"/>
        </w:rPr>
        <w:t>Передвижение на лыжах; повороты; спуски; подъёмы; торможение.</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b/>
          <w:bCs/>
          <w:iCs/>
          <w:color w:val="auto"/>
          <w:sz w:val="24"/>
          <w:szCs w:val="24"/>
        </w:rPr>
        <w:t xml:space="preserve">Подвижные и спортивные игры. </w:t>
      </w:r>
      <w:r w:rsidRPr="00C736FE">
        <w:rPr>
          <w:rFonts w:ascii="Times New Roman" w:hAnsi="Times New Roman"/>
          <w:iCs/>
          <w:color w:val="auto"/>
          <w:sz w:val="24"/>
          <w:szCs w:val="24"/>
        </w:rPr>
        <w:t xml:space="preserve">На материале гимнастики с основами акробатики: </w:t>
      </w:r>
      <w:r w:rsidRPr="00C736FE">
        <w:rPr>
          <w:rFonts w:ascii="Times New Roman" w:hAnsi="Times New Roman"/>
          <w:color w:val="auto"/>
          <w:sz w:val="24"/>
          <w:szCs w:val="24"/>
        </w:rPr>
        <w:t>игровые задания с исполь</w:t>
      </w:r>
      <w:r w:rsidRPr="00C736FE">
        <w:rPr>
          <w:rFonts w:ascii="Times New Roman" w:hAnsi="Times New Roman"/>
          <w:color w:val="auto"/>
          <w:spacing w:val="2"/>
          <w:sz w:val="24"/>
          <w:szCs w:val="24"/>
        </w:rPr>
        <w:t xml:space="preserve">зованием строевых упражнений, упражнений на внимание, </w:t>
      </w:r>
      <w:r w:rsidRPr="00C736FE">
        <w:rPr>
          <w:rFonts w:ascii="Times New Roman" w:hAnsi="Times New Roman"/>
          <w:color w:val="auto"/>
          <w:sz w:val="24"/>
          <w:szCs w:val="24"/>
        </w:rPr>
        <w:t>силу, ловкость и координацию.</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На материале лёгкой атлетики: </w:t>
      </w:r>
      <w:r w:rsidRPr="00C736FE">
        <w:rPr>
          <w:rFonts w:ascii="Times New Roman" w:hAnsi="Times New Roman"/>
          <w:color w:val="auto"/>
          <w:sz w:val="24"/>
          <w:szCs w:val="24"/>
        </w:rPr>
        <w:t>прыжки, бег, метания и броски; упражнения на координацию, выносливость и быстроту.</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pacing w:val="2"/>
          <w:sz w:val="24"/>
          <w:szCs w:val="24"/>
        </w:rPr>
        <w:t xml:space="preserve">На материале лыжной подготовки: </w:t>
      </w:r>
      <w:r w:rsidRPr="00C736FE">
        <w:rPr>
          <w:rFonts w:ascii="Times New Roman" w:hAnsi="Times New Roman"/>
          <w:color w:val="auto"/>
          <w:spacing w:val="2"/>
          <w:sz w:val="24"/>
          <w:szCs w:val="24"/>
        </w:rPr>
        <w:t>эстафеты в пере</w:t>
      </w:r>
      <w:r w:rsidRPr="00C736FE">
        <w:rPr>
          <w:rFonts w:ascii="Times New Roman" w:hAnsi="Times New Roman"/>
          <w:color w:val="auto"/>
          <w:sz w:val="24"/>
          <w:szCs w:val="24"/>
        </w:rPr>
        <w:t>движении на лыжах, упражнения на выносливость и координацию.</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На материале спортивных игр:</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Футбол: </w:t>
      </w:r>
      <w:r w:rsidRPr="00C736FE">
        <w:rPr>
          <w:rFonts w:ascii="Times New Roman" w:hAnsi="Times New Roman"/>
          <w:color w:val="auto"/>
          <w:sz w:val="24"/>
          <w:szCs w:val="24"/>
        </w:rPr>
        <w:t>удар по неподвижному и катящемуся мячу; оста</w:t>
      </w:r>
      <w:r w:rsidRPr="00C736FE">
        <w:rPr>
          <w:rFonts w:ascii="Times New Roman" w:hAnsi="Times New Roman"/>
          <w:color w:val="auto"/>
          <w:spacing w:val="2"/>
          <w:sz w:val="24"/>
          <w:szCs w:val="24"/>
        </w:rPr>
        <w:t xml:space="preserve">новка мяча; ведение мяча; подвижные игры на материале </w:t>
      </w:r>
      <w:r w:rsidRPr="00C736FE">
        <w:rPr>
          <w:rFonts w:ascii="Times New Roman" w:hAnsi="Times New Roman"/>
          <w:color w:val="auto"/>
          <w:sz w:val="24"/>
          <w:szCs w:val="24"/>
        </w:rPr>
        <w:t>футбола.</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Баскетбол: </w:t>
      </w:r>
      <w:r w:rsidRPr="00C736FE">
        <w:rPr>
          <w:rFonts w:ascii="Times New Roman" w:hAnsi="Times New Roman"/>
          <w:color w:val="auto"/>
          <w:sz w:val="24"/>
          <w:szCs w:val="24"/>
        </w:rPr>
        <w:t>специальные передвижения без мяча; ведение мяча; броски мяча в корзину; подвижные игры на материале баскетбола.</w:t>
      </w:r>
    </w:p>
    <w:p w:rsidR="005E5F8B" w:rsidRPr="00C736FE"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iCs/>
          <w:color w:val="auto"/>
          <w:sz w:val="24"/>
          <w:szCs w:val="24"/>
        </w:rPr>
        <w:t xml:space="preserve">Волейбол: </w:t>
      </w:r>
      <w:r w:rsidRPr="00C736FE">
        <w:rPr>
          <w:rFonts w:ascii="Times New Roman" w:hAnsi="Times New Roman"/>
          <w:color w:val="auto"/>
          <w:sz w:val="24"/>
          <w:szCs w:val="24"/>
        </w:rPr>
        <w:t>подбрасывание мяча; подача мяча; приём и передача мяча; подвижные игры на материале волейбола. Подвижные игры разных народов.</w:t>
      </w:r>
    </w:p>
    <w:p w:rsidR="005E5F8B" w:rsidRPr="00C736FE" w:rsidRDefault="005E5F8B" w:rsidP="006D138C">
      <w:pPr>
        <w:pStyle w:val="a0"/>
        <w:spacing w:line="240" w:lineRule="auto"/>
        <w:ind w:firstLine="454"/>
        <w:rPr>
          <w:rFonts w:ascii="Times New Roman" w:hAnsi="Times New Roman"/>
          <w:b/>
          <w:bCs/>
          <w:iCs/>
          <w:color w:val="auto"/>
          <w:sz w:val="24"/>
          <w:szCs w:val="24"/>
        </w:rPr>
      </w:pPr>
      <w:r w:rsidRPr="00C736FE">
        <w:rPr>
          <w:rFonts w:ascii="Times New Roman" w:hAnsi="Times New Roman"/>
          <w:b/>
          <w:bCs/>
          <w:iCs/>
          <w:color w:val="auto"/>
          <w:sz w:val="24"/>
          <w:szCs w:val="24"/>
        </w:rPr>
        <w:t>Общеразвивающие упражнения</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b/>
          <w:bCs/>
          <w:color w:val="auto"/>
          <w:sz w:val="24"/>
          <w:szCs w:val="24"/>
        </w:rPr>
        <w:t>На материале гимнастики с основами акробатики</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pacing w:val="2"/>
          <w:sz w:val="24"/>
          <w:szCs w:val="24"/>
        </w:rPr>
        <w:t xml:space="preserve">Развитие гибкости: </w:t>
      </w:r>
      <w:r w:rsidRPr="00C736FE">
        <w:rPr>
          <w:rFonts w:ascii="Times New Roman" w:hAnsi="Times New Roman"/>
          <w:color w:val="auto"/>
          <w:spacing w:val="2"/>
          <w:sz w:val="24"/>
          <w:szCs w:val="24"/>
        </w:rPr>
        <w:t>широкие стойки на ногах; ходьба</w:t>
      </w:r>
      <w:r w:rsidRPr="00C736FE">
        <w:rPr>
          <w:rFonts w:ascii="Times New Roman" w:hAnsi="Times New Roman"/>
          <w:color w:val="auto"/>
          <w:sz w:val="24"/>
          <w:szCs w:val="24"/>
        </w:rPr>
        <w:t xml:space="preserve"> 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C736FE">
        <w:rPr>
          <w:rFonts w:ascii="Times New Roman" w:hAnsi="Times New Roman"/>
          <w:color w:val="auto"/>
          <w:spacing w:val="2"/>
          <w:sz w:val="24"/>
          <w:szCs w:val="24"/>
        </w:rPr>
        <w:t xml:space="preserve">упражнений, включающие в себя максимальное сгибание </w:t>
      </w:r>
      <w:r w:rsidRPr="00C736FE">
        <w:rPr>
          <w:rFonts w:ascii="Times New Roman" w:hAnsi="Times New Roman"/>
          <w:color w:val="auto"/>
          <w:sz w:val="24"/>
          <w:szCs w:val="24"/>
        </w:rPr>
        <w:t xml:space="preserve">и </w:t>
      </w:r>
      <w:r w:rsidRPr="00C736FE">
        <w:rPr>
          <w:rFonts w:ascii="Times New Roman" w:hAnsi="Times New Roman"/>
          <w:color w:val="auto"/>
          <w:spacing w:val="2"/>
          <w:sz w:val="24"/>
          <w:szCs w:val="24"/>
        </w:rPr>
        <w:t xml:space="preserve">прогибание туловища (в стойках и седах); индивидуальные </w:t>
      </w:r>
      <w:r w:rsidRPr="00C736FE">
        <w:rPr>
          <w:rFonts w:ascii="Times New Roman" w:hAnsi="Times New Roman"/>
          <w:color w:val="auto"/>
          <w:sz w:val="24"/>
          <w:szCs w:val="24"/>
        </w:rPr>
        <w:t>комплексы по развитию гибкости.</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Развитие координации: </w:t>
      </w:r>
      <w:r w:rsidRPr="00C736FE">
        <w:rPr>
          <w:rFonts w:ascii="Times New Roman" w:hAnsi="Times New Roman"/>
          <w:color w:val="auto"/>
          <w:sz w:val="24"/>
          <w:szCs w:val="24"/>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C736FE">
        <w:rPr>
          <w:rFonts w:ascii="Times New Roman" w:hAnsi="Times New Roman"/>
          <w:color w:val="auto"/>
          <w:spacing w:val="2"/>
          <w:sz w:val="24"/>
          <w:szCs w:val="24"/>
        </w:rPr>
        <w:t xml:space="preserve">настической скамейке, низкому гимнастическому бревну с </w:t>
      </w:r>
      <w:r w:rsidRPr="00C736FE">
        <w:rPr>
          <w:rFonts w:ascii="Times New Roman" w:hAnsi="Times New Roman"/>
          <w:color w:val="auto"/>
          <w:sz w:val="24"/>
          <w:szCs w:val="24"/>
        </w:rPr>
        <w:t xml:space="preserve">меняющимся темпом и длиной шага, поворотами и приседаниями; воспроизведение заданной игровой позы; игры на </w:t>
      </w:r>
      <w:r w:rsidRPr="00C736FE">
        <w:rPr>
          <w:rFonts w:ascii="Times New Roman" w:hAnsi="Times New Roman"/>
          <w:color w:val="auto"/>
          <w:spacing w:val="2"/>
          <w:sz w:val="24"/>
          <w:szCs w:val="24"/>
        </w:rPr>
        <w:t xml:space="preserve">переключение внимания, на расслабление мышц рук, ног, </w:t>
      </w:r>
      <w:r w:rsidRPr="00C736FE">
        <w:rPr>
          <w:rFonts w:ascii="Times New Roman" w:hAnsi="Times New Roman"/>
          <w:color w:val="auto"/>
          <w:sz w:val="24"/>
          <w:szCs w:val="24"/>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C736FE">
        <w:rPr>
          <w:rFonts w:ascii="Times New Roman" w:hAnsi="Times New Roman"/>
          <w:color w:val="auto"/>
          <w:spacing w:val="2"/>
          <w:sz w:val="24"/>
          <w:szCs w:val="24"/>
        </w:rPr>
        <w:t>нения на расслабление отдельных мышечных групп; пере</w:t>
      </w:r>
      <w:r w:rsidRPr="00C736FE">
        <w:rPr>
          <w:rFonts w:ascii="Times New Roman" w:hAnsi="Times New Roman"/>
          <w:color w:val="auto"/>
          <w:sz w:val="24"/>
          <w:szCs w:val="24"/>
        </w:rPr>
        <w:t>движение шагом, бегом, прыжками в разных направлениях по намеченным ориентирам и по сигналу.</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Формирование осанки: </w:t>
      </w:r>
      <w:r w:rsidRPr="00C736FE">
        <w:rPr>
          <w:rFonts w:ascii="Times New Roman" w:hAnsi="Times New Roman"/>
          <w:color w:val="auto"/>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5E5F8B" w:rsidRPr="00C736FE" w:rsidRDefault="005E5F8B" w:rsidP="006D138C">
      <w:pPr>
        <w:pStyle w:val="a0"/>
        <w:spacing w:line="240" w:lineRule="auto"/>
        <w:ind w:firstLine="454"/>
        <w:rPr>
          <w:rFonts w:ascii="Times New Roman" w:hAnsi="Times New Roman"/>
          <w:b/>
          <w:bCs/>
          <w:color w:val="auto"/>
          <w:spacing w:val="-2"/>
          <w:sz w:val="24"/>
          <w:szCs w:val="24"/>
        </w:rPr>
      </w:pPr>
      <w:r w:rsidRPr="00C736FE">
        <w:rPr>
          <w:rFonts w:ascii="Times New Roman" w:hAnsi="Times New Roman"/>
          <w:iCs/>
          <w:color w:val="auto"/>
          <w:sz w:val="24"/>
          <w:szCs w:val="24"/>
        </w:rPr>
        <w:t xml:space="preserve">Развитие силовых способностей: </w:t>
      </w:r>
      <w:r w:rsidRPr="00C736FE">
        <w:rPr>
          <w:rFonts w:ascii="Times New Roman" w:hAnsi="Times New Roman"/>
          <w:color w:val="auto"/>
          <w:sz w:val="24"/>
          <w:szCs w:val="24"/>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C736FE">
        <w:rPr>
          <w:rFonts w:ascii="Times New Roman" w:hAnsi="Times New Roman"/>
          <w:color w:val="auto"/>
          <w:spacing w:val="-2"/>
          <w:sz w:val="24"/>
          <w:szCs w:val="24"/>
        </w:rPr>
        <w:t xml:space="preserve">шечных групп и увеличивающимся отягощением; лазанье </w:t>
      </w:r>
      <w:r w:rsidRPr="00C736FE">
        <w:rPr>
          <w:rFonts w:ascii="Times New Roman" w:hAnsi="Times New Roman"/>
          <w:color w:val="auto"/>
          <w:spacing w:val="2"/>
          <w:sz w:val="24"/>
          <w:szCs w:val="24"/>
        </w:rPr>
        <w:t>с дополнительным отягощением на поясе (по гимнастиче</w:t>
      </w:r>
      <w:r w:rsidRPr="00C736FE">
        <w:rPr>
          <w:rFonts w:ascii="Times New Roman" w:hAnsi="Times New Roman"/>
          <w:color w:val="auto"/>
          <w:spacing w:val="-2"/>
          <w:sz w:val="24"/>
          <w:szCs w:val="24"/>
        </w:rPr>
        <w:t xml:space="preserve">ской стенке и наклонной гимнастической скамейке в упоре </w:t>
      </w:r>
      <w:r w:rsidRPr="00C736FE">
        <w:rPr>
          <w:rFonts w:ascii="Times New Roman" w:hAnsi="Times New Roman"/>
          <w:color w:val="auto"/>
          <w:sz w:val="24"/>
          <w:szCs w:val="24"/>
        </w:rPr>
        <w:t>на коленях и в упоре присев); перелезание и перепрыгива</w:t>
      </w:r>
      <w:r w:rsidRPr="00C736FE">
        <w:rPr>
          <w:rFonts w:ascii="Times New Roman" w:hAnsi="Times New Roman"/>
          <w:color w:val="auto"/>
          <w:spacing w:val="2"/>
          <w:sz w:val="24"/>
          <w:szCs w:val="24"/>
        </w:rPr>
        <w:t xml:space="preserve">ние через препятствия с опорой на руки; подтягивание в </w:t>
      </w:r>
      <w:r w:rsidRPr="00C736FE">
        <w:rPr>
          <w:rFonts w:ascii="Times New Roman" w:hAnsi="Times New Roman"/>
          <w:color w:val="auto"/>
          <w:spacing w:val="-2"/>
          <w:sz w:val="24"/>
          <w:szCs w:val="24"/>
        </w:rPr>
        <w:t>висе стоя и лёжа; отжимание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w:t>
      </w:r>
      <w:r w:rsidRPr="00C736FE">
        <w:rPr>
          <w:rFonts w:ascii="Times New Roman" w:hAnsi="Times New Roman"/>
          <w:color w:val="auto"/>
          <w:spacing w:val="-2"/>
          <w:sz w:val="24"/>
          <w:szCs w:val="24"/>
        </w:rPr>
        <w:noBreakHyphen/>
        <w:t>вперёд толчком одной ногой и двумя ногами о гимнастический мостик; переноска партнёра в парах.</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b/>
          <w:bCs/>
          <w:color w:val="auto"/>
          <w:sz w:val="24"/>
          <w:szCs w:val="24"/>
        </w:rPr>
        <w:t>На материале лёгкой атлетики</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pacing w:val="2"/>
          <w:sz w:val="24"/>
          <w:szCs w:val="24"/>
        </w:rPr>
        <w:t xml:space="preserve">Развитие координации: </w:t>
      </w:r>
      <w:r w:rsidRPr="00C736FE">
        <w:rPr>
          <w:rFonts w:ascii="Times New Roman" w:hAnsi="Times New Roman"/>
          <w:color w:val="auto"/>
          <w:spacing w:val="2"/>
          <w:sz w:val="24"/>
          <w:szCs w:val="24"/>
        </w:rPr>
        <w:t>бег с изменяющимся направле</w:t>
      </w:r>
      <w:r w:rsidRPr="00C736FE">
        <w:rPr>
          <w:rFonts w:ascii="Times New Roman" w:hAnsi="Times New Roman"/>
          <w:color w:val="auto"/>
          <w:sz w:val="24"/>
          <w:szCs w:val="24"/>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5E5F8B" w:rsidRPr="00C736FE" w:rsidRDefault="005E5F8B" w:rsidP="006D138C">
      <w:pPr>
        <w:pStyle w:val="a0"/>
        <w:spacing w:line="240" w:lineRule="auto"/>
        <w:ind w:firstLine="454"/>
        <w:rPr>
          <w:rFonts w:ascii="Times New Roman" w:hAnsi="Times New Roman"/>
          <w:iCs/>
          <w:color w:val="auto"/>
          <w:spacing w:val="2"/>
          <w:sz w:val="24"/>
          <w:szCs w:val="24"/>
        </w:rPr>
      </w:pPr>
      <w:r w:rsidRPr="00C736FE">
        <w:rPr>
          <w:rFonts w:ascii="Times New Roman" w:hAnsi="Times New Roman"/>
          <w:iCs/>
          <w:color w:val="auto"/>
          <w:spacing w:val="2"/>
          <w:sz w:val="24"/>
          <w:szCs w:val="24"/>
        </w:rPr>
        <w:t xml:space="preserve">Развитие быстроты: </w:t>
      </w:r>
      <w:r w:rsidRPr="00C736FE">
        <w:rPr>
          <w:rFonts w:ascii="Times New Roman" w:hAnsi="Times New Roman"/>
          <w:color w:val="auto"/>
          <w:spacing w:val="2"/>
          <w:sz w:val="24"/>
          <w:szCs w:val="24"/>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C736FE">
        <w:rPr>
          <w:rFonts w:ascii="Times New Roman" w:hAnsi="Times New Roman"/>
          <w:color w:val="auto"/>
          <w:spacing w:val="2"/>
          <w:sz w:val="24"/>
          <w:szCs w:val="24"/>
        </w:rPr>
        <w:br/>
      </w:r>
      <w:r w:rsidRPr="00C736FE">
        <w:rPr>
          <w:rFonts w:ascii="Times New Roman" w:hAnsi="Times New Roman"/>
          <w:color w:val="auto"/>
          <w:sz w:val="24"/>
          <w:szCs w:val="24"/>
        </w:rPr>
        <w:t>положений; броски в стенку и ловля теннисного мяча в мак</w:t>
      </w:r>
      <w:r w:rsidRPr="00C736FE">
        <w:rPr>
          <w:rFonts w:ascii="Times New Roman" w:hAnsi="Times New Roman"/>
          <w:color w:val="auto"/>
          <w:spacing w:val="2"/>
          <w:sz w:val="24"/>
          <w:szCs w:val="24"/>
        </w:rPr>
        <w:t>симальном темпе, из разных исходных положений, с поворотами.</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Развитие выносливости: </w:t>
      </w:r>
      <w:r w:rsidRPr="00C736FE">
        <w:rPr>
          <w:rFonts w:ascii="Times New Roman" w:hAnsi="Times New Roman"/>
          <w:color w:val="auto"/>
          <w:sz w:val="24"/>
          <w:szCs w:val="24"/>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C736FE">
        <w:rPr>
          <w:rFonts w:ascii="Times New Roman" w:hAnsi="Times New Roman"/>
          <w:color w:val="auto"/>
          <w:sz w:val="24"/>
          <w:szCs w:val="24"/>
        </w:rPr>
        <w:noBreakHyphen/>
        <w:t>минутный бег.</w:t>
      </w:r>
    </w:p>
    <w:p w:rsidR="005E5F8B" w:rsidRPr="00C736FE" w:rsidRDefault="005E5F8B" w:rsidP="006D138C">
      <w:pPr>
        <w:pStyle w:val="a0"/>
        <w:spacing w:line="240" w:lineRule="auto"/>
        <w:ind w:firstLine="454"/>
        <w:rPr>
          <w:rFonts w:ascii="Times New Roman" w:hAnsi="Times New Roman"/>
          <w:b/>
          <w:bCs/>
          <w:color w:val="auto"/>
          <w:sz w:val="24"/>
          <w:szCs w:val="24"/>
        </w:rPr>
      </w:pPr>
      <w:r w:rsidRPr="00C736FE">
        <w:rPr>
          <w:rFonts w:ascii="Times New Roman" w:hAnsi="Times New Roman"/>
          <w:iCs/>
          <w:color w:val="auto"/>
          <w:sz w:val="24"/>
          <w:szCs w:val="24"/>
        </w:rPr>
        <w:t xml:space="preserve">Развитие силовых способностей: </w:t>
      </w:r>
      <w:r w:rsidRPr="00C736FE">
        <w:rPr>
          <w:rFonts w:ascii="Times New Roman" w:hAnsi="Times New Roman"/>
          <w:color w:val="auto"/>
          <w:sz w:val="24"/>
          <w:szCs w:val="24"/>
        </w:rPr>
        <w:t xml:space="preserve">повторное выполнение </w:t>
      </w:r>
      <w:r w:rsidRPr="00C736FE">
        <w:rPr>
          <w:rFonts w:ascii="Times New Roman" w:hAnsi="Times New Roman"/>
          <w:color w:val="auto"/>
          <w:spacing w:val="-2"/>
          <w:sz w:val="24"/>
          <w:szCs w:val="24"/>
        </w:rPr>
        <w:t>многоскоков; повторное преодоление препятствий (15—20 см);</w:t>
      </w:r>
      <w:r w:rsidRPr="00C736FE">
        <w:rPr>
          <w:rFonts w:ascii="Times New Roman" w:hAnsi="Times New Roman"/>
          <w:color w:val="auto"/>
          <w:sz w:val="24"/>
          <w:szCs w:val="24"/>
        </w:rPr>
        <w:t xml:space="preserve"> передача набивного мяча (1 кг) в максимальном темпе, по </w:t>
      </w:r>
      <w:r w:rsidRPr="00C736FE">
        <w:rPr>
          <w:rFonts w:ascii="Times New Roman" w:hAnsi="Times New Roman"/>
          <w:color w:val="auto"/>
          <w:spacing w:val="2"/>
          <w:sz w:val="24"/>
          <w:szCs w:val="24"/>
        </w:rPr>
        <w:t xml:space="preserve">кругу, из разных исходных положений; метание набивных </w:t>
      </w:r>
      <w:r w:rsidRPr="00C736FE">
        <w:rPr>
          <w:rFonts w:ascii="Times New Roman" w:hAnsi="Times New Roman"/>
          <w:color w:val="auto"/>
          <w:sz w:val="24"/>
          <w:szCs w:val="24"/>
        </w:rPr>
        <w:t xml:space="preserve">мячей (1—2 кг) одной рукой и двумя руками из разных исходных положений и различными способами (сверху, сбоку, </w:t>
      </w:r>
      <w:r w:rsidRPr="00C736FE">
        <w:rPr>
          <w:rFonts w:ascii="Times New Roman" w:hAnsi="Times New Roman"/>
          <w:color w:val="auto"/>
          <w:spacing w:val="2"/>
          <w:sz w:val="24"/>
          <w:szCs w:val="24"/>
        </w:rPr>
        <w:t>снизу, от груди); повторное выполнение беговых нагрузок</w:t>
      </w:r>
      <w:r w:rsidRPr="00C736FE">
        <w:rPr>
          <w:rFonts w:ascii="Times New Roman" w:hAnsi="Times New Roman"/>
          <w:color w:val="auto"/>
          <w:sz w:val="24"/>
          <w:szCs w:val="24"/>
        </w:rPr>
        <w:t xml:space="preserve">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b/>
          <w:bCs/>
          <w:color w:val="auto"/>
          <w:sz w:val="24"/>
          <w:szCs w:val="24"/>
        </w:rPr>
        <w:t>На материале лыжных гонок</w:t>
      </w:r>
    </w:p>
    <w:p w:rsidR="005E5F8B" w:rsidRPr="00C736FE" w:rsidRDefault="005E5F8B" w:rsidP="006D138C">
      <w:pPr>
        <w:pStyle w:val="a0"/>
        <w:spacing w:line="240" w:lineRule="auto"/>
        <w:ind w:firstLine="454"/>
        <w:rPr>
          <w:rFonts w:ascii="Times New Roman" w:hAnsi="Times New Roman"/>
          <w:iCs/>
          <w:color w:val="auto"/>
          <w:sz w:val="24"/>
          <w:szCs w:val="24"/>
        </w:rPr>
      </w:pPr>
      <w:r w:rsidRPr="00C736FE">
        <w:rPr>
          <w:rFonts w:ascii="Times New Roman" w:hAnsi="Times New Roman"/>
          <w:iCs/>
          <w:color w:val="auto"/>
          <w:sz w:val="24"/>
          <w:szCs w:val="24"/>
        </w:rPr>
        <w:t xml:space="preserve">Развитие координации: </w:t>
      </w:r>
      <w:r w:rsidRPr="00C736FE">
        <w:rPr>
          <w:rFonts w:ascii="Times New Roman" w:hAnsi="Times New Roman"/>
          <w:color w:val="auto"/>
          <w:sz w:val="24"/>
          <w:szCs w:val="24"/>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w:t>
      </w:r>
      <w:r w:rsidRPr="00C736FE">
        <w:rPr>
          <w:rFonts w:ascii="Times New Roman" w:hAnsi="Times New Roman"/>
          <w:color w:val="auto"/>
          <w:sz w:val="24"/>
          <w:szCs w:val="24"/>
        </w:rPr>
        <w:softHyphen/>
        <w:t>трёх шагов; спуск с горы с изменяющимися стой</w:t>
      </w:r>
      <w:r w:rsidRPr="00C736FE">
        <w:rPr>
          <w:rFonts w:ascii="Times New Roman" w:hAnsi="Times New Roman"/>
          <w:color w:val="auto"/>
          <w:spacing w:val="2"/>
          <w:sz w:val="24"/>
          <w:szCs w:val="24"/>
        </w:rPr>
        <w:t xml:space="preserve">ками на лыжах; подбирание предметов во время спуска в </w:t>
      </w:r>
      <w:r w:rsidRPr="00C736FE">
        <w:rPr>
          <w:rFonts w:ascii="Times New Roman" w:hAnsi="Times New Roman"/>
          <w:color w:val="auto"/>
          <w:sz w:val="24"/>
          <w:szCs w:val="24"/>
        </w:rPr>
        <w:t>низкой стойке.</w:t>
      </w:r>
    </w:p>
    <w:p w:rsidR="005E5F8B" w:rsidRDefault="005E5F8B" w:rsidP="006D138C">
      <w:pPr>
        <w:pStyle w:val="a0"/>
        <w:spacing w:line="240" w:lineRule="auto"/>
        <w:ind w:firstLine="454"/>
        <w:rPr>
          <w:rFonts w:ascii="Times New Roman" w:hAnsi="Times New Roman"/>
          <w:color w:val="auto"/>
          <w:sz w:val="24"/>
          <w:szCs w:val="24"/>
        </w:rPr>
      </w:pPr>
      <w:r w:rsidRPr="00C736FE">
        <w:rPr>
          <w:rFonts w:ascii="Times New Roman" w:hAnsi="Times New Roman"/>
          <w:iCs/>
          <w:color w:val="auto"/>
          <w:sz w:val="24"/>
          <w:szCs w:val="24"/>
        </w:rPr>
        <w:t xml:space="preserve">Развитие выносливости: </w:t>
      </w:r>
      <w:r w:rsidRPr="00C736FE">
        <w:rPr>
          <w:rFonts w:ascii="Times New Roman" w:hAnsi="Times New Roman"/>
          <w:color w:val="auto"/>
          <w:sz w:val="24"/>
          <w:szCs w:val="24"/>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19"/>
        <w:gridCol w:w="1419"/>
        <w:gridCol w:w="1419"/>
        <w:gridCol w:w="1419"/>
        <w:gridCol w:w="1419"/>
        <w:gridCol w:w="1476"/>
      </w:tblGrid>
      <w:tr w:rsidR="005E5F8B" w:rsidRPr="0014324F" w:rsidTr="006D138C">
        <w:tc>
          <w:tcPr>
            <w:tcW w:w="2419" w:type="dxa"/>
            <w:vMerge w:val="restart"/>
          </w:tcPr>
          <w:p w:rsidR="005E5F8B" w:rsidRPr="0014324F" w:rsidRDefault="005E5F8B" w:rsidP="006D138C">
            <w:pPr>
              <w:autoSpaceDE w:val="0"/>
              <w:autoSpaceDN w:val="0"/>
              <w:adjustRightInd w:val="0"/>
              <w:spacing w:after="0" w:line="240" w:lineRule="auto"/>
              <w:jc w:val="center"/>
              <w:rPr>
                <w:rFonts w:ascii="Times New Roman" w:hAnsi="Times New Roman"/>
                <w:b/>
                <w:sz w:val="24"/>
                <w:szCs w:val="24"/>
              </w:rPr>
            </w:pPr>
            <w:r w:rsidRPr="0014324F">
              <w:rPr>
                <w:rFonts w:ascii="Times New Roman" w:hAnsi="Times New Roman"/>
                <w:sz w:val="24"/>
                <w:szCs w:val="24"/>
              </w:rPr>
              <w:t>Раздел</w:t>
            </w:r>
          </w:p>
        </w:tc>
        <w:tc>
          <w:tcPr>
            <w:tcW w:w="5676" w:type="dxa"/>
            <w:gridSpan w:val="4"/>
          </w:tcPr>
          <w:p w:rsidR="005E5F8B" w:rsidRPr="0014324F" w:rsidRDefault="005E5F8B" w:rsidP="006D138C">
            <w:pPr>
              <w:autoSpaceDE w:val="0"/>
              <w:autoSpaceDN w:val="0"/>
              <w:adjustRightInd w:val="0"/>
              <w:spacing w:after="0" w:line="240" w:lineRule="auto"/>
              <w:jc w:val="center"/>
              <w:rPr>
                <w:rFonts w:ascii="Times New Roman" w:hAnsi="Times New Roman"/>
                <w:b/>
                <w:sz w:val="24"/>
                <w:szCs w:val="24"/>
              </w:rPr>
            </w:pPr>
            <w:r w:rsidRPr="0014324F">
              <w:rPr>
                <w:rFonts w:ascii="Times New Roman" w:hAnsi="Times New Roman"/>
                <w:sz w:val="24"/>
                <w:szCs w:val="24"/>
              </w:rPr>
              <w:t>класс</w:t>
            </w:r>
          </w:p>
        </w:tc>
        <w:tc>
          <w:tcPr>
            <w:tcW w:w="1476" w:type="dxa"/>
            <w:vMerge w:val="restart"/>
          </w:tcPr>
          <w:p w:rsidR="005E5F8B" w:rsidRPr="0014324F" w:rsidRDefault="005E5F8B" w:rsidP="006D138C">
            <w:pPr>
              <w:autoSpaceDE w:val="0"/>
              <w:autoSpaceDN w:val="0"/>
              <w:adjustRightInd w:val="0"/>
              <w:spacing w:after="0" w:line="240" w:lineRule="auto"/>
              <w:jc w:val="center"/>
              <w:rPr>
                <w:rFonts w:ascii="Times New Roman" w:hAnsi="Times New Roman"/>
                <w:b/>
                <w:sz w:val="24"/>
                <w:szCs w:val="24"/>
              </w:rPr>
            </w:pPr>
            <w:r w:rsidRPr="0014324F">
              <w:rPr>
                <w:rFonts w:ascii="Times New Roman" w:hAnsi="Times New Roman"/>
                <w:sz w:val="24"/>
                <w:szCs w:val="24"/>
              </w:rPr>
              <w:t>всего</w:t>
            </w:r>
          </w:p>
        </w:tc>
      </w:tr>
      <w:tr w:rsidR="005E5F8B" w:rsidRPr="0014324F" w:rsidTr="006D138C">
        <w:tc>
          <w:tcPr>
            <w:tcW w:w="0" w:type="auto"/>
            <w:vMerge/>
            <w:vAlign w:val="center"/>
          </w:tcPr>
          <w:p w:rsidR="005E5F8B" w:rsidRPr="0014324F" w:rsidRDefault="005E5F8B" w:rsidP="006D138C">
            <w:pPr>
              <w:spacing w:after="0" w:line="240" w:lineRule="auto"/>
              <w:rPr>
                <w:rFonts w:ascii="Times New Roman" w:hAnsi="Times New Roman"/>
                <w:b/>
                <w:sz w:val="24"/>
                <w:szCs w:val="24"/>
              </w:rPr>
            </w:pP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w:t>
            </w:r>
          </w:p>
        </w:tc>
        <w:tc>
          <w:tcPr>
            <w:tcW w:w="0" w:type="auto"/>
            <w:vMerge/>
            <w:vAlign w:val="center"/>
          </w:tcPr>
          <w:p w:rsidR="005E5F8B" w:rsidRPr="0014324F" w:rsidRDefault="005E5F8B" w:rsidP="006D138C">
            <w:pPr>
              <w:spacing w:after="0" w:line="240" w:lineRule="auto"/>
              <w:rPr>
                <w:rFonts w:ascii="Times New Roman" w:hAnsi="Times New Roman"/>
                <w:b/>
                <w:sz w:val="24"/>
                <w:szCs w:val="24"/>
              </w:rPr>
            </w:pP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b/>
                <w:sz w:val="24"/>
                <w:szCs w:val="24"/>
              </w:rPr>
            </w:pPr>
            <w:r w:rsidRPr="0014324F">
              <w:rPr>
                <w:rFonts w:ascii="Times New Roman" w:hAnsi="Times New Roman"/>
                <w:sz w:val="24"/>
                <w:szCs w:val="24"/>
              </w:rPr>
              <w:t>1. Знания о физической культуре</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bCs/>
                <w:sz w:val="24"/>
                <w:szCs w:val="24"/>
              </w:rPr>
              <w:t>4</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16</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2. Организация здорового образа</w:t>
            </w:r>
          </w:p>
          <w:p w:rsidR="005E5F8B" w:rsidRPr="0014324F" w:rsidRDefault="005E5F8B" w:rsidP="006D138C">
            <w:pPr>
              <w:autoSpaceDE w:val="0"/>
              <w:autoSpaceDN w:val="0"/>
              <w:adjustRightInd w:val="0"/>
              <w:spacing w:after="0" w:line="240" w:lineRule="auto"/>
              <w:rPr>
                <w:rFonts w:ascii="Times New Roman" w:hAnsi="Times New Roman"/>
                <w:b/>
                <w:sz w:val="24"/>
                <w:szCs w:val="24"/>
              </w:rPr>
            </w:pPr>
            <w:r w:rsidRPr="0014324F">
              <w:rPr>
                <w:rFonts w:ascii="Times New Roman" w:hAnsi="Times New Roman"/>
                <w:sz w:val="24"/>
                <w:szCs w:val="24"/>
              </w:rPr>
              <w:t>жизни</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12</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3. Наблюдение за физическим</w:t>
            </w:r>
          </w:p>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развитием и физической</w:t>
            </w:r>
          </w:p>
          <w:p w:rsidR="005E5F8B" w:rsidRPr="0014324F" w:rsidRDefault="005E5F8B" w:rsidP="006D138C">
            <w:pPr>
              <w:autoSpaceDE w:val="0"/>
              <w:autoSpaceDN w:val="0"/>
              <w:adjustRightInd w:val="0"/>
              <w:spacing w:after="0" w:line="240" w:lineRule="auto"/>
              <w:rPr>
                <w:rFonts w:ascii="Times New Roman" w:hAnsi="Times New Roman"/>
                <w:b/>
                <w:sz w:val="24"/>
                <w:szCs w:val="24"/>
              </w:rPr>
            </w:pPr>
            <w:r w:rsidRPr="0014324F">
              <w:rPr>
                <w:rFonts w:ascii="Times New Roman" w:hAnsi="Times New Roman"/>
                <w:sz w:val="24"/>
                <w:szCs w:val="24"/>
              </w:rPr>
              <w:t>подготовленностью</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8</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4. Физкультурно-оздоровительная</w:t>
            </w:r>
          </w:p>
          <w:p w:rsidR="005E5F8B" w:rsidRPr="0014324F" w:rsidRDefault="005E5F8B" w:rsidP="006D138C">
            <w:pPr>
              <w:autoSpaceDE w:val="0"/>
              <w:autoSpaceDN w:val="0"/>
              <w:adjustRightInd w:val="0"/>
              <w:spacing w:after="0" w:line="240" w:lineRule="auto"/>
              <w:rPr>
                <w:rFonts w:ascii="Times New Roman" w:hAnsi="Times New Roman"/>
                <w:b/>
                <w:sz w:val="24"/>
                <w:szCs w:val="24"/>
              </w:rPr>
            </w:pPr>
            <w:r w:rsidRPr="0014324F">
              <w:rPr>
                <w:rFonts w:ascii="Times New Roman" w:hAnsi="Times New Roman"/>
                <w:sz w:val="24"/>
                <w:szCs w:val="24"/>
              </w:rPr>
              <w:t>деятельность</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13</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5. Спортивно-оздоровительная</w:t>
            </w:r>
          </w:p>
          <w:p w:rsidR="005E5F8B" w:rsidRPr="0014324F" w:rsidRDefault="005E5F8B" w:rsidP="006D138C">
            <w:pPr>
              <w:autoSpaceDE w:val="0"/>
              <w:autoSpaceDN w:val="0"/>
              <w:adjustRightInd w:val="0"/>
              <w:spacing w:after="0" w:line="240" w:lineRule="auto"/>
              <w:rPr>
                <w:rFonts w:ascii="Times New Roman" w:hAnsi="Times New Roman"/>
                <w:b/>
                <w:sz w:val="24"/>
                <w:szCs w:val="24"/>
              </w:rPr>
            </w:pPr>
            <w:r w:rsidRPr="0014324F">
              <w:rPr>
                <w:rFonts w:ascii="Times New Roman" w:hAnsi="Times New Roman"/>
                <w:sz w:val="24"/>
                <w:szCs w:val="24"/>
              </w:rPr>
              <w:t>деятельность</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87</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90</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89</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89</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355</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b/>
                <w:sz w:val="24"/>
                <w:szCs w:val="24"/>
              </w:rPr>
            </w:pPr>
            <w:r w:rsidRPr="0014324F">
              <w:rPr>
                <w:rFonts w:ascii="Times New Roman" w:hAnsi="Times New Roman"/>
                <w:sz w:val="24"/>
                <w:szCs w:val="24"/>
              </w:rPr>
              <w:t>5.1. Легкая атлетика</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92</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5.2. Гимнастика с основами</w:t>
            </w:r>
          </w:p>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акробатики</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23</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92</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5.3. Лыжная подготовка</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19</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19</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19</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19</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76</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5.4 Подвижные игры</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22</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5.5. Подвижные и спортивные</w:t>
            </w:r>
          </w:p>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игры</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25</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24</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24</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73</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6. Резерв</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w:t>
            </w:r>
          </w:p>
        </w:tc>
      </w:tr>
      <w:tr w:rsidR="005E5F8B" w:rsidRPr="0014324F" w:rsidTr="006D138C">
        <w:tc>
          <w:tcPr>
            <w:tcW w:w="2419" w:type="dxa"/>
          </w:tcPr>
          <w:p w:rsidR="005E5F8B" w:rsidRPr="0014324F" w:rsidRDefault="005E5F8B" w:rsidP="006D138C">
            <w:pPr>
              <w:autoSpaceDE w:val="0"/>
              <w:autoSpaceDN w:val="0"/>
              <w:adjustRightInd w:val="0"/>
              <w:spacing w:after="0" w:line="240" w:lineRule="auto"/>
              <w:rPr>
                <w:rFonts w:ascii="Times New Roman" w:hAnsi="Times New Roman"/>
                <w:sz w:val="24"/>
                <w:szCs w:val="24"/>
              </w:rPr>
            </w:pPr>
            <w:r w:rsidRPr="0014324F">
              <w:rPr>
                <w:rFonts w:ascii="Times New Roman" w:hAnsi="Times New Roman"/>
                <w:sz w:val="24"/>
                <w:szCs w:val="24"/>
              </w:rPr>
              <w:t>ИТОГО</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99</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102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102</w:t>
            </w:r>
          </w:p>
        </w:tc>
        <w:tc>
          <w:tcPr>
            <w:tcW w:w="1419"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102</w:t>
            </w:r>
          </w:p>
        </w:tc>
        <w:tc>
          <w:tcPr>
            <w:tcW w:w="1476" w:type="dxa"/>
          </w:tcPr>
          <w:p w:rsidR="005E5F8B" w:rsidRPr="0014324F" w:rsidRDefault="005E5F8B" w:rsidP="006D138C">
            <w:pPr>
              <w:autoSpaceDE w:val="0"/>
              <w:autoSpaceDN w:val="0"/>
              <w:adjustRightInd w:val="0"/>
              <w:spacing w:after="0" w:line="240" w:lineRule="auto"/>
              <w:jc w:val="center"/>
              <w:rPr>
                <w:rFonts w:ascii="Times New Roman" w:hAnsi="Times New Roman"/>
                <w:sz w:val="24"/>
                <w:szCs w:val="24"/>
              </w:rPr>
            </w:pPr>
            <w:r w:rsidRPr="0014324F">
              <w:rPr>
                <w:rFonts w:ascii="Times New Roman" w:hAnsi="Times New Roman"/>
                <w:sz w:val="24"/>
                <w:szCs w:val="24"/>
              </w:rPr>
              <w:t>405</w:t>
            </w:r>
          </w:p>
        </w:tc>
      </w:tr>
    </w:tbl>
    <w:p w:rsidR="005E5F8B" w:rsidRDefault="005E5F8B" w:rsidP="00B64DA0">
      <w:pPr>
        <w:spacing w:after="0" w:line="240" w:lineRule="auto"/>
        <w:rPr>
          <w:rFonts w:ascii="Times New Roman" w:hAnsi="Times New Roman" w:cs="Times New Roman"/>
          <w:b/>
          <w:sz w:val="24"/>
          <w:szCs w:val="24"/>
          <w:lang w:eastAsia="ru-RU"/>
        </w:rPr>
      </w:pPr>
    </w:p>
    <w:p w:rsidR="005E5F8B" w:rsidRDefault="005E5F8B" w:rsidP="00B64DA0">
      <w:pPr>
        <w:spacing w:after="0" w:line="240" w:lineRule="auto"/>
        <w:rPr>
          <w:rFonts w:ascii="Times New Roman" w:hAnsi="Times New Roman" w:cs="Times New Roman"/>
          <w:b/>
          <w:sz w:val="24"/>
          <w:szCs w:val="24"/>
          <w:lang w:eastAsia="ru-RU"/>
        </w:rPr>
      </w:pPr>
    </w:p>
    <w:p w:rsidR="005E5F8B" w:rsidRPr="00EF2E1A" w:rsidRDefault="005E5F8B" w:rsidP="006A2CF9">
      <w:pPr>
        <w:spacing w:after="0" w:line="240" w:lineRule="auto"/>
        <w:jc w:val="center"/>
        <w:rPr>
          <w:rFonts w:ascii="Times New Roman" w:hAnsi="Times New Roman" w:cs="Times New Roman"/>
          <w:b/>
          <w:sz w:val="24"/>
          <w:szCs w:val="24"/>
          <w:lang w:eastAsia="ru-RU"/>
        </w:rPr>
      </w:pPr>
      <w:r w:rsidRPr="00EF2E1A">
        <w:rPr>
          <w:rFonts w:ascii="Times New Roman" w:hAnsi="Times New Roman" w:cs="Times New Roman"/>
          <w:b/>
          <w:sz w:val="24"/>
          <w:szCs w:val="24"/>
          <w:lang w:eastAsia="ru-RU"/>
        </w:rPr>
        <w:t>КАЛЕНДАРНО-ТЕМАТИЧЕСКОЕ ПЛАНИРОВАНИЕ 2 КЛАСС</w:t>
      </w:r>
    </w:p>
    <w:p w:rsidR="005E5F8B" w:rsidRPr="00EF2E1A" w:rsidRDefault="005E5F8B" w:rsidP="006A2CF9">
      <w:pPr>
        <w:spacing w:after="0" w:line="240" w:lineRule="auto"/>
        <w:jc w:val="center"/>
        <w:rPr>
          <w:rFonts w:ascii="Times New Roman" w:hAnsi="Times New Roman" w:cs="Times New Roman"/>
          <w:sz w:val="24"/>
          <w:szCs w:val="24"/>
          <w:lang w:eastAsia="ru-RU"/>
        </w:rPr>
      </w:pPr>
    </w:p>
    <w:p w:rsidR="005E5F8B" w:rsidRPr="00EF2E1A" w:rsidRDefault="005E5F8B" w:rsidP="006A2CF9">
      <w:pPr>
        <w:spacing w:after="0" w:line="240" w:lineRule="auto"/>
        <w:jc w:val="center"/>
        <w:rPr>
          <w:rFonts w:ascii="Times New Roman" w:hAnsi="Times New Roman" w:cs="Times New Roman"/>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517"/>
        <w:gridCol w:w="1843"/>
        <w:gridCol w:w="2693"/>
        <w:gridCol w:w="2126"/>
        <w:gridCol w:w="1559"/>
        <w:gridCol w:w="2552"/>
        <w:gridCol w:w="1276"/>
        <w:gridCol w:w="1275"/>
      </w:tblGrid>
      <w:tr w:rsidR="005E5F8B" w:rsidRPr="00EF2E1A" w:rsidTr="001D6A30">
        <w:tc>
          <w:tcPr>
            <w:tcW w:w="576"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пп</w:t>
            </w:r>
          </w:p>
        </w:tc>
        <w:tc>
          <w:tcPr>
            <w:tcW w:w="1517"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Тема</w:t>
            </w:r>
          </w:p>
        </w:tc>
        <w:tc>
          <w:tcPr>
            <w:tcW w:w="1843"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Основное содержание  урока</w:t>
            </w:r>
          </w:p>
        </w:tc>
        <w:tc>
          <w:tcPr>
            <w:tcW w:w="2693"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Виды учебной деятельности </w:t>
            </w:r>
          </w:p>
        </w:tc>
        <w:tc>
          <w:tcPr>
            <w:tcW w:w="6237" w:type="dxa"/>
            <w:gridSpan w:val="3"/>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Требования к уровню подготоки учащихся</w:t>
            </w:r>
          </w:p>
        </w:tc>
        <w:tc>
          <w:tcPr>
            <w:tcW w:w="2551" w:type="dxa"/>
            <w:gridSpan w:val="2"/>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Дата </w:t>
            </w:r>
          </w:p>
        </w:tc>
      </w:tr>
      <w:tr w:rsidR="005E5F8B" w:rsidRPr="00EF2E1A" w:rsidTr="001D6A30">
        <w:tc>
          <w:tcPr>
            <w:tcW w:w="576"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1517"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1843"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2693"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2126"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Предметные </w:t>
            </w:r>
            <w:r w:rsidRPr="001D6A30">
              <w:rPr>
                <w:rFonts w:ascii="Times New Roman" w:hAnsi="Times New Roman" w:cs="Times New Roman"/>
                <w:b/>
                <w:sz w:val="24"/>
                <w:szCs w:val="24"/>
                <w:lang w:eastAsia="ru-RU"/>
              </w:rPr>
              <w:t>результаты</w:t>
            </w:r>
          </w:p>
        </w:tc>
        <w:tc>
          <w:tcPr>
            <w:tcW w:w="1559"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Личностные </w:t>
            </w:r>
            <w:r w:rsidRPr="001D6A30">
              <w:rPr>
                <w:rFonts w:ascii="Times New Roman" w:hAnsi="Times New Roman" w:cs="Times New Roman"/>
                <w:b/>
                <w:sz w:val="24"/>
                <w:szCs w:val="24"/>
                <w:lang w:eastAsia="ru-RU"/>
              </w:rPr>
              <w:t>результаты</w:t>
            </w:r>
          </w:p>
        </w:tc>
        <w:tc>
          <w:tcPr>
            <w:tcW w:w="255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Метапредметные </w:t>
            </w:r>
            <w:r w:rsidRPr="001D6A30">
              <w:rPr>
                <w:rFonts w:ascii="Times New Roman" w:hAnsi="Times New Roman" w:cs="Times New Roman"/>
                <w:b/>
                <w:sz w:val="24"/>
                <w:szCs w:val="24"/>
                <w:lang w:eastAsia="ru-RU"/>
              </w:rPr>
              <w:t>результаты</w:t>
            </w:r>
          </w:p>
        </w:tc>
        <w:tc>
          <w:tcPr>
            <w:tcW w:w="1276"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планируемая</w:t>
            </w:r>
          </w:p>
        </w:tc>
        <w:tc>
          <w:tcPr>
            <w:tcW w:w="1275"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фактическая</w:t>
            </w: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Т.Б. на уроках по легкой атлетике. Строевые упражнения. </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легкой атлетике. Совершенствование техники бега на 30 метров с высокого старта.</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Медленный бег.  О.Р.У. Высокий старт. Бег 30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легкой атлетике;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w:t>
            </w:r>
          </w:p>
        </w:tc>
        <w:tc>
          <w:tcPr>
            <w:tcW w:w="1559"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Строевые упражнения. Медленный бег.  </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бега на 30 метров.</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О.Р.У. Высокий старт. Бег 30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прыжков в длину с места.</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О.Р.У. Бег до 4 мин. Прыжок в длину с места.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места.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Строевые упражнения. Метание мяча на дальность. </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Обучение технике метание мяча на дальность, развитие выносливости.</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О.Р.У. Метание мяча на дальность. Многоскоки  с ноги на ногу.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техника метания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бегМетание мяча на дальность.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метания мяча на дальность.</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О.Р.У. Бег до 4 мин. Метание мяча на дальность.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Прыжок в длину с разбега.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прыжков в длину с разбега.</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О.Р.У. Многоскоки  с ноги на ногу. Прыжок в длину с разбега.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прыгать в длину с разбега.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Учёт техники бега с высокого старта на 30 метров</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Медленный бег.  О.Р.У. Бег до 4 мин. Бег 30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с высокого старта 30 метров.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Метание мяча на дальность.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прыжков в длину с места, совершенствование техники метания мяча на дальность.</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О.Р.У. Прыжок в длину с места.  Метание мяча на дальность.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места выполнять метание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Многоскоки  с ноги на ногу. Прыжок в длину с разбега.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прыжков в длину с разбега.</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 разбега.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разбега.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на 500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скоростно-силовых качеств, учет бега на выносливость.</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Наклон вперед из положения сед на полу; сгибание и разгибание рук в упоре лежа. Бег на 500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силовые упражнения.</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 разбега.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учет техники прыжков в длину с разбега.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до 4 мин. Прыжок в длину с разбега.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разбега.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Прыжок в длину с места.  Метание мяча на дальность.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прыжков в длину с места, учет техники метания мяча на дальность.</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 места.  Метание мяча на дальность.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места;  выполнять метания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30 м. Многоскоки  с ноги на ногу.</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бега на 30 метров, развитие выносливости.</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30 м. Многоскоки  с ноги на ногу.</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Подвижная игра с элементами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скоростно-силовых качеств,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Наклон вперед из положения сед на полу; сгибание и разгибание рук в упоре лежа. Подвижная игра с элементами легкой атлетики.</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силовые упражнения.</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rPr>
          <w:trHeight w:val="700"/>
        </w:trPr>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15</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Бег 1500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бега на выносливость.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Бегать на средние дистанции.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подвижным играм. Способствовать развитию физических качеств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подвижным играм.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Знать правила игры;</w:t>
            </w:r>
          </w:p>
        </w:tc>
        <w:tc>
          <w:tcPr>
            <w:tcW w:w="1559"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Ловля и передача мяча в движении. Подвижная игра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Удары мяча о пол и ловля его одной рукой. Ловля и передача мяча в движении. Подвижная игра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выполнять комплекс ОРУ;  выполнять передачу и ловлю мяча. </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Ловля и передача мяча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Ловля и передача мяча в движении.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Передача  и ловля мяча на месте в парах. Подвижная игра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Удары мяча о пол и ловля его одной рукой. Передача  и ловля мяча на месте в парах. Подвижная игра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Эстафета. Подвижная игра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игре и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Эстафета. Подвижная игра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Удары мяча о пол и ловля его одной рукой.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Удары мяча о пол и ловля его одной рукой.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Забрасывание мяча в корзину. Подвижная игра «Метко в цель».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Обучение технике бросков  мяча в корзину.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Забрасывание мяча в корзину. Подвижная игра «Метко в цель».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ловлю мяча. Научиться технике бросков  мяча в корзину.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Эстафета. Подвижная игра «Метко в цель».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игре и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Эстафета. Подвижная игра «Метко в цель».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 </w:t>
            </w:r>
            <w:r w:rsidRPr="001D6A30">
              <w:rPr>
                <w:rFonts w:ascii="Times New Roman" w:hAnsi="Times New Roman" w:cs="Times New Roman"/>
                <w:sz w:val="24"/>
                <w:szCs w:val="24"/>
                <w:lang w:eastAsia="ru-RU"/>
              </w:rPr>
              <w:t>выполнять комплекс ОРУ;  выполнять ловлю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Передача  и ловля мяча на месте в парах.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Передача  и ловля мяча на месте в парах.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ловлю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25</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гимнастике. Строевые упражнения. Акробатические упражнения. Прыжки через  скакалку.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гимнастике. Обучение технике выполнения акробатических упражнений. Развитие скоростно-силовых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гимнастике. Строевые упражнения. Медленный бег. О.Р.У. Акробатические упражнения. Прыжки через  скакалку.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гимнастике.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выполнения акробатических упражнений.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выполнять </w:t>
            </w:r>
            <w:r w:rsidRPr="001D6A30">
              <w:rPr>
                <w:rFonts w:ascii="Times New Roman" w:hAnsi="Times New Roman" w:cs="Times New Roman"/>
                <w:sz w:val="24"/>
                <w:szCs w:val="24"/>
                <w:lang w:eastAsia="ru-RU"/>
              </w:rPr>
              <w:t>прыжки через  скакалку.</w:t>
            </w:r>
          </w:p>
        </w:tc>
        <w:tc>
          <w:tcPr>
            <w:tcW w:w="1559" w:type="dxa"/>
            <w:vMerge w:val="restart"/>
          </w:tcPr>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Формирование эстетических потребностей, ценностей и чувств.</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Осознание важности освоения универсальных умений связанных с выполнением организующих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акробатических комбинаций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правил безопасности (что можно делать и что опасно делать) при выполнении акробатических, гимнастических упражнений, комбинаций.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Акробатических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Формирование умения выполнять задание в соответствии с поставленной целью.</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Способы организации рабочего места.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умения понимать причины успеха /неуспеха учебной деятельности и способности</w:t>
            </w:r>
            <w:r w:rsidRPr="001D6A30">
              <w:rPr>
                <w:rFonts w:ascii="Times New Roman" w:hAnsi="Times New Roman" w:cs="Times New Roman"/>
                <w:sz w:val="24"/>
                <w:szCs w:val="24"/>
                <w:lang w:val="en-US" w:eastAsia="ru-RU"/>
              </w:rPr>
              <w:t> </w:t>
            </w:r>
            <w:r w:rsidRPr="001D6A30">
              <w:rPr>
                <w:rFonts w:ascii="Times New Roman" w:hAnsi="Times New Roman" w:cs="Times New Roman"/>
                <w:sz w:val="24"/>
                <w:szCs w:val="24"/>
                <w:lang w:eastAsia="ru-RU"/>
              </w:rPr>
              <w:t>конструктивно</w:t>
            </w:r>
            <w:r w:rsidRPr="001D6A30">
              <w:rPr>
                <w:rFonts w:ascii="Times New Roman" w:hAnsi="Times New Roman" w:cs="Times New Roman"/>
                <w:sz w:val="24"/>
                <w:szCs w:val="24"/>
                <w:lang w:val="en-US" w:eastAsia="ru-RU"/>
              </w:rPr>
              <w:t> </w:t>
            </w:r>
            <w:r w:rsidRPr="001D6A30">
              <w:rPr>
                <w:rFonts w:ascii="Times New Roman" w:hAnsi="Times New Roman" w:cs="Times New Roman"/>
                <w:sz w:val="24"/>
                <w:szCs w:val="24"/>
                <w:lang w:eastAsia="ru-RU"/>
              </w:rPr>
              <w:t>действовать даже в ситуациях неуспеха.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родовым признакам, установления аналогий и причинно-следственных связей, построения рассуждений, отнесения к известным понятиям.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480" w:after="4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480" w:after="4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26</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Ходьба по гимнастической скамейке.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Ползание по гимнастической скамейке. Ходьба по гимнастической скамейке.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Ходить по гимнастической скамейке; Ползать по гимнастической скамейке.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27</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гимнастической лестнице вверх, вниз, влево, вправо.</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Обучение технике лазания по гимнастической лестнице.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Лазанье по гимнастической лестнице вверх, вниз, влево, вправо.</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лазания по гимнастической лестнице.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28</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канату произвольным способом.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Совершенствование техники лазания по канату произвольным способом.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Ползание по гимнастической скамейке. Лазанье по канату произвольным способом.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лазанье по канату произвольным способом.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29</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Ходьба по гимнастической скамейке.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гимнастической лестнице. Упражнения в равновесии.</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Ходьба по гимнастической скамейке.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на гимнастической лестнице.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30</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Подтягивание в висе на перекладине (м); Подтягивание в висе лежа (д).</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скоростно-силовых качеств. Развитие 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Прыжки через  скакалку. Подтягивание в висе на перекладине (м); Подтягивание в висе лежа (д).</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силовые упражнения.</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Ползание по гимнастической скамейке. Лазанье по канату произвольным способом.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Совершенствование техники лазания по канату произвольным способом.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Ползание по гимнастической скамейке. Лазанье по канату произвольным способом.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лазания по канату произвольным способом.</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32</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Лазанье по гимнастической лестнице вверх, вниз, влево, вправо.</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выполнения акробатических упражнений. Совершенствование техники лазания по гимнастической лестнице.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Лазанье по гимнастической лестнице вверх, вниз, влево, вправо.</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акробатические упражнения; выполнять лазания по канату произвольным способом.</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Ходьба по гимнастической скамейке.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гимнастической лестнице.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Ходьба по гимнастической скамейке.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на гимнастической лестнице. Упражнения в равновесии.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34</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Прыжки через  скакалку.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в равновесии. Развитие скоростно-силовых качеств.</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Ходьба по гимнастической скамейке. Прыжки через  скакалку.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упражнения в равновесии; выполнять силовые упражнения.</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35</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гимнастической лестнице вверх, вниз, влево, вправо.</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Совершенствование техники лазания по гимнастической лестнице.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Ползание по гимнастической скамейке. Лазанье по гимнастической лестнице вверх, вниз, влево, вправо.</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гимнастической лестнице.</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наклонной скамейке с опорой на руки.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гимнастической лестнице. Обучение технике лазания по наклонной скамье с опорой на руки.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Лазанье по наклонной скамейке с опорой на руки.</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гимнастической лестнице.  Научиться технике лазанья по наклонной скамейке с опорой на руки.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Прыжки через  скакалку.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выполнения акробатических упражнений. Развитие скоростно-силовых качеств.</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Прыжки через  скакалку.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технике лазания по наклонной скамье с опорой на руки.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канату произвольным способом.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лазания по наклонной скамье с опорой на руки. Совершенствование техники лазания по канату произвольным способом.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наклонной скамейке с опорой на руки. Лазанье по канату произвольным способом.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лазание по наклонной скамье с опорой на руки; выполнять лазания по канату произвольным способом.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39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гимнастической лестнице вверх, вниз, влево, вправо. Упражнения на равновесие.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лазания по гимнастической лестнице.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гимнастической лестнице вверх, вниз, влево, вправо. Упражнения на равновесие.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гимнастической лестнице.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Ползание по гимнастической скамейке. Лазанье по наклонной скамейке с опорой на руки.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Совершенствование техники лазания по наклонной скамье с опорой на руки.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Ползание по гимнастической скамейке. Лазанье по наклонной скамейке с опорой на руки.</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наклонной скамье с опорой на руки.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Упражнения на гимнастической лестнице. Подтягивание, лежа на наклонной скамье.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гимнастической лестнице. Развитие силы.</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Подтягивание, лежа на наклонной скамье.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гимнастической лестнице.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Прыжки через  скакалку. Упражнения на равновесие.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скоростно-силовых качеств. Выполнить: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Прыжки через  скакалку. Упражнения на равновесие.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прыжки через  скакалку.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равновесие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Акробатические упражнения. Ходьба по гимнастической скамейке.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освоения техники выполнения акробатических упражнений.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Ходьба по гимнастической скамейке.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акробатические упражнения. Упражнения в равновесии.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Подтягивание, лежа на наклонной скамье.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в равновесии. Развитие 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равновесие. Подтягивание, лежа на наклонной скамье.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45</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Лазанье по гимнастической лестнице вверх, вниз, влево, вправо. Перелезание через стопку матов.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освоения техники лазания по гимнастической лестнице. Развитие ловкости.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гимнастической лестнице вверх, вниз, влево, вправо. Перелезание через стопку матов.</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ОРУ;выполнять лазание по гимнастической лестнице; выполнять перелезание через стопку матов.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46</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Перелезание через стопку матов. Подтягивание в висе на перекладине (м); Подтягивание в висе лежа (д).</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гимнастической лестнице. Развитие ловкости, силы.</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гимнастической лестнице. Перелезание через стопку матов. Подтягивание в висе на перекладине (м); Подтягивание в висе лежа (д).</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гимнастической лестнице; выполнять перелезание через стопку матов;  выполнять Подтягивание в висе.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равновесие. Подтягивание, лежа на наклонной скамье.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в равновесии. Развитие 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равновесие. Подтягивание, лежа на наклонной скамье.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в равновесии; выполнять подтягивание.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Перелезание через стопку матов. Лазанье по канату произвольным способом.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Учет освоения техники лазания по канату произвольным способом.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Перелезание через стопку матов. Лазанье по канату произвольным способом.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перелезание через стопку матов; выполнять Лазанье по канату произвольным способом.</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49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лыжной подготовке. Повороты  на месте. Передвижение скользящим шагом (б/п)</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лыжной подготовке. Обучение технике поворотов на месте. Совершенствование техники передвижения скользящим шагом (без палок).</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лыжной подготовке. Повороты  на месте. Передвижение скользящим шагом (б/п)</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лыжной подготовке.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поворотов на месте.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скользящим  шагом (без палок).</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w:t>
            </w:r>
          </w:p>
        </w:tc>
        <w:tc>
          <w:tcPr>
            <w:tcW w:w="1559"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Повороты  на месте. Передвижение скользящим шагом  (без палок). Передвижение  скользящим шагом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поворотов на месте. Совершенствование техники передвижения скользящим шагом (без палок). Обучение техники передвижения скользящим шагом (с палками) на короткие дистанции на время.</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Повороты  на месте. Передвижение скользящим шагом  (без палок). Передвижение  скользящим шагом 30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выполнять повороты на месте; </w:t>
            </w: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скользящим  шагом (без палок).</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техники передвижения скользящим шагом (с палками) на короткие дистанции на время.</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Передвижение  скользящим шагом 30 м. Ступающий шаг.</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передвижения скользящим 30 метров, совершенствование техники передвижения ступающим шагом.</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Передвижение  скользящим шагом 30 м. Ступающий шаг.</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скользящим  шагом;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 ступающим шагом.</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ступающим  шагом. Спуски в низкой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подъема ступающим шагом.Совершенствование техники спусков в низкой стойке.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ступающим  шагом. Спуски в низкой стойке.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подниматься в гору ступающим шагом; спускаться с горы в низкой стойке.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53</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ступающим  шагом. Спуски в высокой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подъема ступающим шагом.Совершенствование техники спусков в низкой стойке.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ступающим  шагом. Спуски в высокой стойке.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подниматься в гору ступающим шагом; спускаться с горы в низкой стойке.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54</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ступающим  шагом. Спуски в высокой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подъема ступающим шагом. Совершенствование техники спусков  высокой стойке.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ступающим  шагом. Спуски в высокой стойке.</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подниматься в гору ступающим шагом; спускаться с горы в низкой стойке.</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55</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Спуски в низкой стойке.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спусков в низкой стойке.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Спуски в низкой стойке.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спускаться с горы в низкой стойке.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56</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Ступающий шаг.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передвижения ступающим шагом.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Ступающий шаг.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 ступающим шагом. Правила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57</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(без палок).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Обучение технике попеременно двушажного хода (без палок).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(без палок).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попеременно двушажного хода (без палок).    Правила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58</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(без палок).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(без палок).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(без палок).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Попеременным двушажным ходом (без палок).</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59</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Ступающий шаг. Попеременный двухшажный ход (с палками).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передвижения ступающим шагом. Обучение технике попеременно двушажного хода (с палками).</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Ступающий шаг. Попеременный двухшажный ход (с палками).</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 ступающим шагом.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попеременно двушажного хода (с палками).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60</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val="en-US" w:eastAsia="ru-RU"/>
              </w:rPr>
            </w:pPr>
            <w:r w:rsidRPr="001D6A30">
              <w:rPr>
                <w:rFonts w:ascii="Times New Roman" w:hAnsi="Times New Roman" w:cs="Times New Roman"/>
                <w:sz w:val="24"/>
                <w:szCs w:val="24"/>
                <w:lang w:eastAsia="ru-RU"/>
              </w:rPr>
              <w:t>Попеременный двухшажный ход (с/п).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(с палками).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val="en-US" w:eastAsia="ru-RU"/>
              </w:rPr>
            </w:pPr>
            <w:r w:rsidRPr="001D6A30">
              <w:rPr>
                <w:rFonts w:ascii="Times New Roman" w:hAnsi="Times New Roman" w:cs="Times New Roman"/>
                <w:sz w:val="24"/>
                <w:szCs w:val="24"/>
                <w:lang w:eastAsia="ru-RU"/>
              </w:rPr>
              <w:t>Попеременный двухшажный ход (с/п).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 попеременным двушажным ходом (с палками). Правила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61</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(с палками).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(с палками).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(с палками).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 попеременным двушажным ходом (с палками). Правила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62</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Передвижение  скользящим шагом 30 м. Передвижение на лыжах до 1  км.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освоения техники передвижения скользящим шагом 30 метров. Развитие выносливости.</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Передвижение  скользящим шагом 30 м. Передвижение на лыжах до 1  км.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скользящим  шагом;</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63</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Повороты  на месте.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поворотов на месте. Способствовать развитию физических качеств в игре.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Повороты  на месте. Эстафеты.</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выполнять повороты на месте. П</w:t>
            </w:r>
            <w:r w:rsidRPr="001D6A30">
              <w:rPr>
                <w:rFonts w:ascii="Times New Roman" w:hAnsi="Times New Roman" w:cs="Times New Roman"/>
                <w:sz w:val="24"/>
                <w:szCs w:val="24"/>
                <w:lang w:eastAsia="ru-RU"/>
              </w:rPr>
              <w:t>равила эстафеты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64</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Передвижение на лыжах до 1,5  км.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Передвижение на лыжах до 1,5  км.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Передвигаться попеременным двушажным ходом (с палками) на результат.</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rPr>
          <w:trHeight w:val="1829"/>
        </w:trPr>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65</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Ловля мяча отскочившего от пола. Подбрасывание и ловля мяча двумя руками. Подвижная игра «Передача мячей в колоннах».</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Повторить технику безопасности на уроках по подвижным играм. 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Медленный бег. О.Р.У. Ловля мяча отскочившего от пола. Подбрасывание и ловля мяча двумя руками. Подвижная игра «Передача мячей в колоннах».</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технику безопасности на уроках по подвижным играм;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 выполнять комплекс ОРУ;</w:t>
            </w:r>
          </w:p>
        </w:tc>
        <w:tc>
          <w:tcPr>
            <w:tcW w:w="1559"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Удары мяча о пол и ловля его одной рукой. Передача  и ловля мяча на месте в парах.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Подвижная игра «Передача мячей в колоннах».</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Передача  и ловля мяча на месте в парах. Подвижная игра «Передача мячей в колоннах».</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Удары мяча о пол и ловля его одной рукой.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выполнять комплекс ОРУ; выполнять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69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Подвижная игра «Передача мячей в колоннах».</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Ловля и передача мяча в движении. Подвижная игра «Передача мячей в колоннах».</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Ловля мяча отскочившего от пола. Удары мяча о пол и ловля его одной рукой.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Удары мяча о пол и ловля его одной рукой.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Ловля и передача мяча в движении. П/и «Мяч на полу».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Ловля и передача мяча в движении. П/и «Мяч на полу».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Забрасывание мяча в корзину.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Совершенствование техники бросков  мяча в корзину. Способствовать развитию физических качеств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Забрасывание мяча в корзину.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выполнять броски  мяча в корзину.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Удары мяча о пол и ловля его одной рукой. Ловля и передача мяча в движении. П/и «Мяч на полу».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Удары мяча о пол и ловля его одной рукой. Ловля и передача мяча в движении. П/и «Мяч на полу».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Подбрасывание и ловля мяча двумя руками.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Подбрасывание и ловля мяча двумя руками.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75</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Передача  и ловля мяча на месте в парах. Ловля и передача мяча в движении. П/и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Ловля и передача мяча в движении. П/и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передачи и ловли мяча.Пправила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Забрасывание мяча в корзину. Эстафета.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бросков  мяча в корзину.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Забрасывание мяча в корзину. Эстафета.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броски  мяча в корзину.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Эстафета. Подвижная игра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Способствовать развитию физических качеств в игре и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Эстафета. Подвижная игра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Эстафета. Подвижная игра «Метко в цель».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Способствовать развитию физических качеств в игре и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Эстафета. Подвижная игра «Метко в цель».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79</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Ловля мяча отскочившего от пола. Передача  и ловля мяча на месте в парах.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Повторить технику безопасности на уроках по подвижным играм. Совершенствование техники передачи и ловли мяча. Способствовать развитию физических качеств в эстафете.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Медленный бег. О.Р.У. Ловля мяча отскочившего от пола. Передача  и ловля мяча на месте в парах.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Техника безопасности на уроках по подвижным играм</w:t>
            </w:r>
            <w:r w:rsidRPr="001D6A30">
              <w:rPr>
                <w:rFonts w:ascii="Times New Roman" w:hAnsi="Times New Roman" w:cs="Times New Roman"/>
                <w:bCs/>
                <w:sz w:val="24"/>
                <w:szCs w:val="24"/>
                <w:lang w:eastAsia="ru-RU"/>
              </w:rPr>
              <w:t xml:space="preserve">  В</w:t>
            </w:r>
            <w:r w:rsidRPr="001D6A30">
              <w:rPr>
                <w:rFonts w:ascii="Times New Roman" w:hAnsi="Times New Roman" w:cs="Times New Roman"/>
                <w:sz w:val="24"/>
                <w:szCs w:val="24"/>
                <w:lang w:eastAsia="ru-RU"/>
              </w:rPr>
              <w:t>ыполнять комплекс ОРУ;  выполнять передачу и ловлю мяча.  Правила игры</w:t>
            </w:r>
          </w:p>
        </w:tc>
        <w:tc>
          <w:tcPr>
            <w:tcW w:w="1559"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Подбрасывание и ловля мяча двумя руками. Удары мяча о пол и ловля его одной рукой. Подвижная игра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Удары мяча о пол и ловля его одной рукой. Подвижная игра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Знать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Ловля мяча отскочившего от пола. Удары мяча о пол и ловля его одной рукой.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Удары мяча о пол и ловля его одной рукой.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Подбрасывание и ловля мяча двумя руками. Передача  и ловля мяча на месте в парах. Подвижная игра «Попади в мяч».</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Передача  и ловля мяча на месте в парах. Подвижная игра «Попади в мяч».</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передачу и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Ловля мяча отскочившего от пола. Удары мяча о пол и ловля его одной рукой.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мяча отскочившего от пола. Удары мяча о пол и ловля его одной рукой.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Подбрасывание и ловля мяча двумя руками. Ловля и передача мяча в движении. Подвижная игра «Передача мячей в колоннах».</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Подбрасывание и ловля мяча двумя руками. Ловля и передача мяча в движении. Подвижная игра «Передача мячей в колоннах».</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передачу и ловлю мяча.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85</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Забрасывание мяча в корзину.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Совершенствование техники бросков  мяча в корзину. Способствовать развитию физических качеств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Передача  и ловля мяча на месте в парах. Забрасывание мяча в корзину. Эстафета.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передачу и ловлю мяча;  выполнять броски  мяча в корзину.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и передача мяча в движении. Забрасывание мяча в корзину. Подвижная игра «Метко в цель».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передачи и ловли мяча. Совершенствование техники бросков  мяча в корзину.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Ловля и передача мяча в движении. Забрасывание мяча в корзину. Подвижная игра «Метко в цель».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передачу и ловлю мяча;  выполнять броски  мяча в корзину.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Эстафета. Подвижная игра «Мяч на полу».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Способствовать развитию физических качеств в игре и в эстафете.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Эстафета. Подвижная игра «Мяч на полу».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Правила игры</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88</w:t>
            </w:r>
          </w:p>
        </w:tc>
        <w:tc>
          <w:tcPr>
            <w:tcW w:w="1517"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уроках по легкой атлетике. Высокий старт. Бег 30 м. Подвижная игра с элементами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Повторение техники безопасности на уроках по легкой атлетике. Совершенствование техники бега на 30 метров с высокого старта. Способствовать развитию физических качеств в игре.</w:t>
            </w:r>
          </w:p>
        </w:tc>
        <w:tc>
          <w:tcPr>
            <w:tcW w:w="2693"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уроках по легкой атлетике. Строевые упражнения. Медленный бег.  О.Р.У. Высокий старт. Бег 30 м. Подвижная игра с элементами легкой атлетики.</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легкой атлетике.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 Правила игры</w:t>
            </w:r>
          </w:p>
        </w:tc>
        <w:tc>
          <w:tcPr>
            <w:tcW w:w="1559"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c>
          <w:tcPr>
            <w:tcW w:w="1275" w:type="dxa"/>
          </w:tcPr>
          <w:p w:rsidR="005E5F8B" w:rsidRPr="001D6A30" w:rsidRDefault="005E5F8B" w:rsidP="001D6A30">
            <w:pPr>
              <w:shd w:val="clear" w:color="auto" w:fill="FFFFFF"/>
              <w:spacing w:before="180" w:after="180" w:line="240" w:lineRule="auto"/>
              <w:rPr>
                <w:rFonts w:ascii="Times New Roman" w:hAnsi="Times New Roman" w:cs="Times New Roman"/>
                <w:sz w:val="24"/>
                <w:szCs w:val="24"/>
                <w:shd w:val="clear" w:color="auto" w:fill="FFFFFF"/>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89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Высокий старт. Бег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Учёт техники бега с высокого старта на 30 метров.</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Высокий старт. Бег 30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с высокого старта  30 метров.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Медленный бег.  О.Р.У. Прыжок в длину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прыжков в длину с места.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до 4 мин. Прыжок в длину с места.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прыжки в длину с места.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Метание мяча на дальность. Многоскоки  с ноги на ногу.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метание мяча на дальность, развитие выносливости.</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Метание мяча на дальность. Многоскоки  с ноги на ногу.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Бег до 4 мин. Метание мяча на дальность.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метания мяча на дальность.</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до 4 мин. Метание мяча на дальность.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93</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Многоскоки  с ноги на ногу. Прыжок в длину с разбега.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прыжков в длину с разбега.</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Многоскоки  с ноги на ногу. Прыжок в длину с разбега.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разбега.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94</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до 4 мин. Бег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бега на 30 метров.</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до 4 мин. Бег 30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95</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 места.  Метание мяча на дальность.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прыжков в длину с места, совершенствование техники метания мяча на дальность.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 места.  Метание мяча на дальность.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места; выполнять метание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96</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Многоскоки  с ноги на ногу. Прыжок в длину с разбега.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прыжков в длину с разбега.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Многоскоки  с ноги на ногу. Прыжок в длину с разбега.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разбега.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97</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Наклон вперед из положения сед на полу; сгибание и разгибание рук в упоре лежа. Бег на 500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скоростно-силовых качеств, учет бега на выносливость.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Наклон вперед из положения сед на полу; сгибание и разгибание рук в упоре лежа. Бег на 500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силовые упражнения.</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98</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до 4 мин. Прыжок в длину с разбега.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учет техники прыжков в длину с разбега.</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до 4 мин. Прыжок в длину с разбега.</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разбега.</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99</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 места.  Метание мяча на дальность.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прыжков в длину с места, учет техники метания мяча на дальность.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 места.  Метание мяча на дальность.</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места; выполнять метание мяча на дальность.</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100</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30 м. Многоскоки  с ноги на ногу.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бега на 30 метров, развитие выносливости.</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30 м. Многоскоки  с ноги на ногу.</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101</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Наклон вперед из положения сед на полу; сгибание и разгибание рук в упоре лежа. Подвижная игра с элементами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скоростно-силовых качеств, способствовать развитию физических качеств в игре.</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Наклон вперед из положения сед на полу; сгибание и разгибание рук в упоре лежа. Подвижная игра с элементами легкой атлетики.</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силовые упражнения.</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r w:rsidR="005E5F8B" w:rsidRPr="00EF2E1A" w:rsidTr="001D6A30">
        <w:tc>
          <w:tcPr>
            <w:tcW w:w="57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102</w:t>
            </w:r>
          </w:p>
        </w:tc>
        <w:tc>
          <w:tcPr>
            <w:tcW w:w="1517"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бега на выносливость.</w:t>
            </w:r>
          </w:p>
        </w:tc>
        <w:tc>
          <w:tcPr>
            <w:tcW w:w="269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w:t>
            </w:r>
          </w:p>
        </w:tc>
        <w:tc>
          <w:tcPr>
            <w:tcW w:w="212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бег на средние средние дистанции.</w:t>
            </w:r>
          </w:p>
        </w:tc>
        <w:tc>
          <w:tcPr>
            <w:tcW w:w="1559"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552"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6" w:type="dxa"/>
          </w:tcPr>
          <w:p w:rsidR="005E5F8B" w:rsidRPr="001D6A30" w:rsidRDefault="005E5F8B" w:rsidP="001D6A30">
            <w:pPr>
              <w:spacing w:after="0" w:line="240" w:lineRule="auto"/>
              <w:rPr>
                <w:rFonts w:ascii="Times New Roman" w:hAnsi="Times New Roman" w:cs="Times New Roman"/>
                <w:sz w:val="24"/>
                <w:szCs w:val="24"/>
                <w:lang w:eastAsia="ru-RU"/>
              </w:rPr>
            </w:pPr>
          </w:p>
        </w:tc>
        <w:tc>
          <w:tcPr>
            <w:tcW w:w="1275" w:type="dxa"/>
          </w:tcPr>
          <w:p w:rsidR="005E5F8B" w:rsidRPr="001D6A30" w:rsidRDefault="005E5F8B" w:rsidP="001D6A30">
            <w:pPr>
              <w:spacing w:after="0" w:line="240" w:lineRule="auto"/>
              <w:rPr>
                <w:rFonts w:ascii="Times New Roman" w:hAnsi="Times New Roman" w:cs="Times New Roman"/>
                <w:sz w:val="24"/>
                <w:szCs w:val="24"/>
                <w:lang w:eastAsia="ru-RU"/>
              </w:rPr>
            </w:pPr>
          </w:p>
        </w:tc>
      </w:tr>
    </w:tbl>
    <w:p w:rsidR="005E5F8B" w:rsidRPr="00EF2E1A" w:rsidRDefault="005E5F8B" w:rsidP="009223CE">
      <w:pPr>
        <w:spacing w:after="0" w:line="240" w:lineRule="auto"/>
        <w:rPr>
          <w:rFonts w:ascii="Times New Roman" w:hAnsi="Times New Roman" w:cs="Times New Roman"/>
          <w:sz w:val="24"/>
          <w:szCs w:val="24"/>
          <w:lang w:eastAsia="ru-RU"/>
        </w:rPr>
      </w:pPr>
    </w:p>
    <w:p w:rsidR="005E5F8B" w:rsidRPr="00EF2E1A" w:rsidRDefault="005E5F8B" w:rsidP="009223CE">
      <w:pPr>
        <w:spacing w:after="0" w:line="240" w:lineRule="auto"/>
        <w:rPr>
          <w:rFonts w:ascii="Times New Roman" w:hAnsi="Times New Roman" w:cs="Times New Roman"/>
          <w:sz w:val="24"/>
          <w:szCs w:val="24"/>
          <w:lang w:eastAsia="ru-RU"/>
        </w:rPr>
      </w:pPr>
    </w:p>
    <w:p w:rsidR="005E5F8B" w:rsidRPr="00C24861" w:rsidRDefault="005E5F8B" w:rsidP="009223CE">
      <w:pPr>
        <w:spacing w:line="240" w:lineRule="auto"/>
        <w:rPr>
          <w:rFonts w:ascii="Times New Roman" w:hAnsi="Times New Roman" w:cs="Times New Roman"/>
          <w:sz w:val="20"/>
          <w:szCs w:val="20"/>
        </w:rPr>
      </w:pPr>
    </w:p>
    <w:p w:rsidR="005E5F8B" w:rsidRPr="00C24861" w:rsidRDefault="005E5F8B" w:rsidP="009223CE">
      <w:pPr>
        <w:shd w:val="clear" w:color="auto" w:fill="FFFFFF"/>
        <w:spacing w:before="180" w:after="180" w:line="240" w:lineRule="auto"/>
        <w:jc w:val="right"/>
        <w:rPr>
          <w:rFonts w:ascii="Times New Roman" w:hAnsi="Times New Roman" w:cs="Times New Roman"/>
          <w:sz w:val="24"/>
          <w:szCs w:val="24"/>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9223CE">
      <w:pPr>
        <w:spacing w:after="0" w:line="240" w:lineRule="auto"/>
        <w:jc w:val="center"/>
        <w:rPr>
          <w:rFonts w:ascii="Times New Roman" w:hAnsi="Times New Roman" w:cs="Times New Roman"/>
          <w:sz w:val="20"/>
          <w:szCs w:val="20"/>
          <w:lang w:eastAsia="ru-RU"/>
        </w:rPr>
      </w:pPr>
    </w:p>
    <w:p w:rsidR="005E5F8B" w:rsidRDefault="005E5F8B" w:rsidP="005E12A1">
      <w:pPr>
        <w:spacing w:after="0" w:line="240" w:lineRule="auto"/>
        <w:rPr>
          <w:rFonts w:ascii="Times New Roman" w:hAnsi="Times New Roman" w:cs="Times New Roman"/>
          <w:b/>
          <w:sz w:val="24"/>
          <w:szCs w:val="24"/>
          <w:lang w:eastAsia="ru-RU"/>
        </w:rPr>
      </w:pPr>
    </w:p>
    <w:p w:rsidR="005E5F8B" w:rsidRDefault="005E5F8B" w:rsidP="009223CE">
      <w:pPr>
        <w:spacing w:after="0" w:line="240" w:lineRule="auto"/>
        <w:jc w:val="center"/>
        <w:rPr>
          <w:rFonts w:ascii="Times New Roman" w:hAnsi="Times New Roman" w:cs="Times New Roman"/>
          <w:b/>
          <w:sz w:val="24"/>
          <w:szCs w:val="24"/>
          <w:lang w:eastAsia="ru-RU"/>
        </w:rPr>
      </w:pPr>
    </w:p>
    <w:p w:rsidR="005E5F8B" w:rsidRDefault="005E5F8B" w:rsidP="009223CE">
      <w:pPr>
        <w:spacing w:after="0" w:line="240" w:lineRule="auto"/>
        <w:jc w:val="center"/>
        <w:rPr>
          <w:rFonts w:ascii="Times New Roman" w:hAnsi="Times New Roman" w:cs="Times New Roman"/>
          <w:b/>
          <w:sz w:val="24"/>
          <w:szCs w:val="24"/>
          <w:lang w:eastAsia="ru-RU"/>
        </w:rPr>
      </w:pPr>
    </w:p>
    <w:p w:rsidR="005E5F8B" w:rsidRPr="001E2433" w:rsidRDefault="005E5F8B" w:rsidP="009223CE">
      <w:pPr>
        <w:spacing w:after="0" w:line="240" w:lineRule="auto"/>
        <w:jc w:val="center"/>
        <w:rPr>
          <w:rFonts w:ascii="Times New Roman" w:hAnsi="Times New Roman" w:cs="Times New Roman"/>
          <w:b/>
          <w:sz w:val="24"/>
          <w:szCs w:val="24"/>
          <w:lang w:eastAsia="ru-RU"/>
        </w:rPr>
      </w:pPr>
      <w:r w:rsidRPr="001E2433">
        <w:rPr>
          <w:rFonts w:ascii="Times New Roman" w:hAnsi="Times New Roman" w:cs="Times New Roman"/>
          <w:b/>
          <w:sz w:val="24"/>
          <w:szCs w:val="24"/>
          <w:lang w:eastAsia="ru-RU"/>
        </w:rPr>
        <w:t>КАЛЕНДАРНО-ТЕМАТИЧЕСКОЕ ПЛАНИРОВАНИЕ 4 КЛАСС</w:t>
      </w:r>
    </w:p>
    <w:p w:rsidR="005E5F8B" w:rsidRPr="001E2433" w:rsidRDefault="005E5F8B" w:rsidP="009223CE">
      <w:pPr>
        <w:spacing w:after="0" w:line="240" w:lineRule="auto"/>
        <w:jc w:val="center"/>
        <w:rPr>
          <w:rFonts w:ascii="Times New Roman" w:hAnsi="Times New Roman" w:cs="Times New Roman"/>
          <w:sz w:val="24"/>
          <w:szCs w:val="24"/>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2"/>
        <w:gridCol w:w="1511"/>
        <w:gridCol w:w="1843"/>
        <w:gridCol w:w="2078"/>
        <w:gridCol w:w="2316"/>
        <w:gridCol w:w="1883"/>
        <w:gridCol w:w="2795"/>
        <w:gridCol w:w="992"/>
        <w:gridCol w:w="992"/>
      </w:tblGrid>
      <w:tr w:rsidR="005E5F8B" w:rsidRPr="001E2433" w:rsidTr="001D6A30">
        <w:tc>
          <w:tcPr>
            <w:tcW w:w="582"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пп</w:t>
            </w:r>
          </w:p>
        </w:tc>
        <w:tc>
          <w:tcPr>
            <w:tcW w:w="1511"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Тема</w:t>
            </w:r>
          </w:p>
        </w:tc>
        <w:tc>
          <w:tcPr>
            <w:tcW w:w="1843"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Основное содержание урока</w:t>
            </w:r>
          </w:p>
        </w:tc>
        <w:tc>
          <w:tcPr>
            <w:tcW w:w="2078"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Виды учебной деятельности </w:t>
            </w:r>
          </w:p>
        </w:tc>
        <w:tc>
          <w:tcPr>
            <w:tcW w:w="6994" w:type="dxa"/>
            <w:gridSpan w:val="3"/>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Требования к уровню подготоки учащихся</w:t>
            </w:r>
          </w:p>
        </w:tc>
        <w:tc>
          <w:tcPr>
            <w:tcW w:w="1984" w:type="dxa"/>
            <w:gridSpan w:val="2"/>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Дата </w:t>
            </w:r>
          </w:p>
        </w:tc>
      </w:tr>
      <w:tr w:rsidR="005E5F8B" w:rsidRPr="001E2433" w:rsidTr="001D6A30">
        <w:tc>
          <w:tcPr>
            <w:tcW w:w="582"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1511"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1843"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2078"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2316"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Предметные результаты</w:t>
            </w:r>
          </w:p>
        </w:tc>
        <w:tc>
          <w:tcPr>
            <w:tcW w:w="1883"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Личностные результаты</w:t>
            </w:r>
          </w:p>
        </w:tc>
        <w:tc>
          <w:tcPr>
            <w:tcW w:w="2795"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Метапредметные результаты</w:t>
            </w: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планируемая</w:t>
            </w: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фактическая</w:t>
            </w: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w:t>
            </w:r>
          </w:p>
        </w:tc>
        <w:tc>
          <w:tcPr>
            <w:tcW w:w="1511"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уроках по легкой атлетике. Строевые упражнения. Высокий старт. Стартовый разгон. Бег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легкой атлетике. Обучение технике стартового разгона. Совершенствование техники бега на 30 метров с высокого старта.</w:t>
            </w:r>
          </w:p>
        </w:tc>
        <w:tc>
          <w:tcPr>
            <w:tcW w:w="2078"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Медленный бег. О.Р.У. Высокий старт. Стартовый разгон. Бег 30 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легкой атлетике.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стартового разгона.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Бегать   30 метров с высокого старта.</w:t>
            </w:r>
            <w:r w:rsidRPr="001D6A30">
              <w:rPr>
                <w:rFonts w:ascii="Times New Roman" w:hAnsi="Times New Roman" w:cs="Times New Roman"/>
                <w:bCs/>
                <w:sz w:val="24"/>
                <w:szCs w:val="24"/>
                <w:lang w:eastAsia="ru-RU"/>
              </w:rPr>
              <w:t xml:space="preserve"> </w:t>
            </w:r>
            <w:r w:rsidRPr="001D6A30">
              <w:rPr>
                <w:rFonts w:ascii="Times New Roman" w:hAnsi="Times New Roman" w:cs="Times New Roman"/>
                <w:sz w:val="24"/>
                <w:szCs w:val="24"/>
                <w:lang w:eastAsia="ru-RU"/>
              </w:rPr>
              <w:t>выполнять комплекс ОРУ;</w:t>
            </w:r>
          </w:p>
        </w:tc>
        <w:tc>
          <w:tcPr>
            <w:tcW w:w="1883"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tc>
        <w:tc>
          <w:tcPr>
            <w:tcW w:w="2795"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Стартовый разгон. Бег 60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стартового разгона. Совершенствование техники бега на 60 метров.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Стартовый разгон. Бег 60 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правильно выполнять стартовый разгон; бегать   60 метров с высокого старта.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Высокий старт. Бег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Учет техники бега 30 метров с высокого старта.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Высокий старт. Бег  30 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 с высокого старта.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Стартовый разгон. Бег 60м.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стартового  разгона. Учет техники бега 60 метров.</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Стартовый разгон. Бег 60м.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правильно выполнять стартовый разгон; бегать   60 метров с высокого старта.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(способом согнув ноги).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прыжков в длину.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места.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Знать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(способом согнув ноги). Тройной прыжок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прыжков в длину. Обучение технике тройного прыжка с места.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Тройной прыжок с места.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места;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тройного прыжка с места.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Тройной прыжок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тройного прыжка с места.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Тройной прыжок с места.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тройной прыжок с места.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(способом согнув ноги). Подвижная игра с элементом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прыжка в длину. Способствовать развитию физических качеств в игре.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Подвижная игра с элементом легкой атлетики.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места.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Равномерный бег 5-6  мин. Тройной прыжок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Учет техники тройного прыжка с места.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Тройной прыжок с места.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тройной прыжок с места.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(способом согнув ноги).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прыжков в длину.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прыжок в длину с места.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11</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Бросок мяча на дальность. Подвижная игра с элементом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метания мяча на дальность. Способствовать развитию физических качеств в игре.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Бросок мяча на дальность. Подвижная игра с элементом легкой атлетики.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12</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Бросок мяча на дальность. Бросок мяча на точность.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метания мяча на дальность. Обучение технике метания мяча на точность.</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Бросок мяча на дальность. Бросок мяча на точность.</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метания мяча на точность.</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13</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1500 м. Подвижная игра с элементом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Способствовать развитию физических качеств в игре.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 Подвижная игра с элементом легкой атлетики.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Уметь: </w:t>
            </w:r>
            <w:r w:rsidRPr="001D6A30">
              <w:rPr>
                <w:rFonts w:ascii="Times New Roman" w:hAnsi="Times New Roman" w:cs="Times New Roman"/>
                <w:sz w:val="24"/>
                <w:szCs w:val="24"/>
                <w:lang w:eastAsia="ru-RU"/>
              </w:rPr>
              <w:t>выполнять комплекс ОРУ; Знать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14</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Бросок мяча на дальность. Бросок мяча на точность.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метания мяча на дальность. Совершенствование техники метания мяча на точность.</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Бросок мяча на дальность. Бросок мяча на точность.</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 выполнять метание мяча на точность.</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15</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1500 м.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Контроль бега на выносливость.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на средние дистанции.</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16</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Медленный бег.. Ведение мяча на месте и в движении. Ведение на месте правой и левой рукой в движении шагом и бегом.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подвижным играм. Совершенствование техники ведения мяча. Способствовать развитию физических качеств в эстафете.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Медленный бег. О.Р.У. Ведение мяча на месте и в движении. Ведение на месте правой и левой рукой в движении шагом и бегом.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подвижным играм. Выполнять комплекс ОРУ; выполнять  ведение мяча; Правила игры.</w:t>
            </w:r>
          </w:p>
        </w:tc>
        <w:tc>
          <w:tcPr>
            <w:tcW w:w="1883"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17</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Ловля и передача мяча на месте  и в движении. Подвижная игра «Пасовка волейболистов».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Ловля и передача мяча на месте  и в движении. Подвижная игра «Пасовка волейболистов».</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передачу и ловлю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18</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Ловля и передача мяча на месте  и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Ловля и передача мяча на месте  и в движении.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передачу и ловлю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19</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Ведение на месте правой и левой рукой в движении шагом и бегом. Подвижная игра «Пасовка волейболистов».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Способствовать развитию физических качеств в игре.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Ведение на месте правой и левой рукой в движении шагом и бегом. Подвижная игра «Пасовка волейболистов».</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20</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Броски в кольцо двумя руками снизу. Броски в кольцо одной рукой от плеча.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Совершенствование техники бросков мяча одной рукой от плеча.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Броски в кольцо двумя руками снизу. Броски в кольцо одной рукой от плеча.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выполнятьброск мяча в кольцо двумя руками снизу;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21</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Броски в кольцо двумя руками снизу. Подвижная игра «Охотники и утки».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Способствовать развитию физических качеств в игре.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Броски в кольцо двумя руками снизу. Подвижная игра «Охотники и утки».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выполнятьбросок мяча в кольцо двумя руками снизу;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22</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Ведение на месте правой и левой рукой в движении шагом и бегом.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Ведение на месте правой и левой рукой в движении шагом и бегом.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23</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Ловля и передача мяча на месте и в движении. Подвижная игра «Охотники и утки».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в игре.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Ловля и передача мяча на месте и в движении. Подвижная игра «Охотники и утки».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передачу и ловлю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24</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на месте правой и левой рукой в движении шагом и бегом. Ловля и передача мяча на месте  и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эстафете.</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на месте правой и левой рукой в движении шагом и бегом. Ловля и передача мяча на месте  и в движении.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передачу и ловлю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25</w:t>
            </w:r>
          </w:p>
        </w:tc>
        <w:tc>
          <w:tcPr>
            <w:tcW w:w="1511"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гимнастике. Акробатические упражнения. Висы и упоры.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гимнастике. Обучение технике выполнения акробатических упражнений. Выполнить: Висы и упоры.</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tabs>
                <w:tab w:val="center" w:pos="4677"/>
                <w:tab w:val="right" w:pos="9355"/>
              </w:tabs>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гимнастике. Строевые упражнения. Медленный бег. О.Р.У. Акробатические упражнения. Висы и упоры.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Техника безопасности на уроках по гимнастике. 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выполнения акробатических упражнений;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упражнения в висе и упоре.</w:t>
            </w:r>
          </w:p>
        </w:tc>
        <w:tc>
          <w:tcPr>
            <w:tcW w:w="1883" w:type="dxa"/>
            <w:vMerge w:val="restart"/>
          </w:tcPr>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 xml:space="preserve">Развитие этических чувств, </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Формирование эстетических потребностей, ценностей и чувств.</w:t>
            </w: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p>
          <w:p w:rsidR="005E5F8B" w:rsidRPr="001D6A30" w:rsidRDefault="005E5F8B" w:rsidP="001D6A30">
            <w:pPr>
              <w:spacing w:after="0" w:line="240" w:lineRule="auto"/>
              <w:rPr>
                <w:rFonts w:ascii="Times New Roman" w:hAnsi="Times New Roman" w:cs="Times New Roman"/>
                <w:sz w:val="24"/>
                <w:szCs w:val="24"/>
                <w:shd w:val="clear" w:color="auto" w:fill="FFFFFF"/>
                <w:lang w:eastAsia="ru-RU"/>
              </w:rPr>
            </w:pPr>
            <w:r w:rsidRPr="001D6A30">
              <w:rPr>
                <w:rFonts w:ascii="Times New Roman" w:hAnsi="Times New Roman" w:cs="Times New Roman"/>
                <w:sz w:val="24"/>
                <w:szCs w:val="24"/>
                <w:shd w:val="clear" w:color="auto" w:fill="FFFFFF"/>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val="restart"/>
          </w:tcPr>
          <w:p w:rsidR="005E5F8B" w:rsidRPr="001D6A30" w:rsidRDefault="005E5F8B" w:rsidP="001D6A30">
            <w:pPr>
              <w:spacing w:after="0" w:line="240" w:lineRule="auto"/>
              <w:jc w:val="center"/>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Познавательные: Осознание важности освоения универсальных умений связанных с выполнением организующих упражнений.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акробатических комбинаций и упражнений.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правил безопасности (что можно делать и что опасно делать) при выполнении акробатических, гимнастических упражнений, комбинаций.</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Коммуникативные: Формирование способов позитивного взаимодействия со сверстниками в парах и группах при разучивании</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Акробатических упражнений.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Регулятивные: Формирование умения выполнять задание в соответствии с поставленной целью.</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Способы организации рабочего места.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родовым признакам, установления аналогий и причинно-следственных связей, построения рассуждений, отнесения к известным понятиям.</w:t>
            </w: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26</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Лазанье по канату в три приема.  Упражнение на равновесие (на бревне).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Обучение технике лазания по канату. Выполнить: Упражнения в равновесии.</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канату в три приема.  Упражнение на равновесие (на бревне).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лазания по канату.</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27</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Преодоление полосы препятствий. Висы и упоры.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Выполнить: Висы и упоры.</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Преодоление полосы препятствий. Висы и упоры.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упражнения в висе и упоре.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rPr>
          <w:trHeight w:val="2152"/>
        </w:trPr>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28</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Акробатические упражнения. Упражнение на равновесие (на бревне).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выполнения акробатических упражнений. Выполнить: Упражнения в равновесии.</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Упражнение на равновесие (на бревне).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акробатические упражнения; выполнить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29</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Преодоление полосы препятствий. Висы и упоры.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Выполнить: Висы и упоры.</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Преодоление полосы препятствий. Висы и упоры.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в висе и упоре.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30</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Лазанье по канату в три приема.  Опорный прыжок.</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лазания по канату. Обучение технике опорного прыжка.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канату в три приема.  Опорный прыжок.</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канату;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выполнения опорного прыжка.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31</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Преодоление полосы препятствий. Опорный прыжок.</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Совершенствование техники опорного прыжка.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Преодоление полосы препятствий. Опорный прыжок.</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опорный прыжок.</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32</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Акробатические упражнения. Висы и упоры.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выполнения акробатических упражнений. Выполнить:  Висы и упоры.</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Висы и упоры.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акробатические упражнения;</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упражнения в висе и упоре.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33</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Упражнение на равновесие (на бревне). Опорный прыжок.</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в равновесии. Совершенствование техники опорного прыжка.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Упражнение на равновесие (на бревне). Опорный прыжок.</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упражнения в равновесии;</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опорный прыжок.</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34</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канату в три приема.  Прыжки через скакалку.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лазания по канату. Развитие скоростно-силовых качеств.</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канату в три приема.  Прыжки через скакалку.</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канату; выполнить прыжки через скакалку.</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35</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Преодоление полосы препятствий. Упражнение на равновесие (на бревне).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Выполнить: Упражнения в равновесии.</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Преодоление полосы препятствий. Упражнение на равновесие (на бревне).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упражнения в равновесии.</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36</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Акробатические упражнения. Опорный прыжок.</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выполнения акробатических упражнений. Совершенствование техники опорного прыжка.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Опорный прыжок.</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акробатические упражнения; Выполнить опорный прыжок.</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37</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брусьях. Подтягивание (м) , наклон туловища вперёд (д).</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брусьях. Учет физических качеств.</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брусьях. Подтягивание (м) , наклон туловища вперёд (д).</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выполнения упражнений на брусьях.</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38</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канату в три приема.  Упражнения на брусьях.</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лазания по канату. Выполнить: Упражнения на брусьях.</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Лазанье по канату в три приема.  Упражнения на брусьях.</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лазание по канату; выполнять упражнения на брусьях.</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39</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Висы и упоры. Прыжки через скакалку.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Висы и упоры. Развитие скоростно-силовых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Висы и упоры. Прыжки через скакалку.</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в висе и упоре; выполнить прыжки через скакалку.</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40</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брусьях. Подтягивание (м) , наклон туловища вперёд (д).</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брусьях. Развитие: силы, гибкости.</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брусьях. Подтягивание (м) , наклон туловища вперёд (д).</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на брусьях.</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41</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Акробатические упражнения. Лазанье по канату в три приема.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выполнения акробатических упражнений. Учет освоения техники лазания по канату.</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Лазанье по канату в три приема.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акробатические упражнения; выполнять лазание по канату.</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rPr>
          <w:trHeight w:val="1720"/>
        </w:trPr>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42</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брусьях. Прыжки через скакалку.</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брусьях. Развитие скоростно-силовых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брусьях. Прыжки через скакалку.</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на брусьях; выполнить прыжки через скакалку.</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43</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Преодоление полосы препятствий. Опорный прыжок.</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ловкости. Учет освоения техники опорного прыжка.</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Преодоление полосы препятствий. Опорный прыжок.</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опорный прыжок.</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44</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Упражнения на брусьях. Челночный бег 3х10.</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на брусьях. Развитие скоростно-силовых качеств.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Упражнения на брусьях. Челночный бег 3х10.</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упражнения на брусьях.</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45</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Акробатические упражнения. Лазанье по канату в три приема.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освоения техники выполнения акробатических упражнений. Совершенствование техники лазания по канату.</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Акробатические упражнения. Лазанье по канату в три приема.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акробатические упражнения; выполнять лазание по канату.</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46</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Упражнение на равновесие (на бревне). Челночный бег 3х10.</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в равновесии. Развитие скоростно-силовых качеств.</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Упражнение на равновесие (на бревне). Челночный бег 3х10.</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упражнения в равновесии.</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47</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на равновесие (на бревне). Подтягивание (м) , наклон туловища вперёд (д).</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Выполнить: Упражнения в равновесии. Развитие силы, гибкости.</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Упражнение на равновесие (на бревне). Подтягивание (м) , наклон туловища вперёд (д).</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упражнения в равновесии.</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48</w:t>
            </w:r>
          </w:p>
        </w:tc>
        <w:tc>
          <w:tcPr>
            <w:tcW w:w="1511"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Подтягивание (м) , наклон туловища вперёд (д). Челночный бег 3х10.</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физических качеств.</w:t>
            </w:r>
          </w:p>
        </w:tc>
        <w:tc>
          <w:tcPr>
            <w:tcW w:w="2078"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Подтягивание (м) , наклон туловища вперёд (д). Челночный бег 3х10.</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силовые упражнения.</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49</w:t>
            </w:r>
          </w:p>
        </w:tc>
        <w:tc>
          <w:tcPr>
            <w:tcW w:w="1511"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лыжной подготовке. Повороты переступанием. Подъем «лесенкой».</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Ознакомить с техникой безопасности на уроках по лыжной подготовке. Совершенствование техники поворотов переступанием. Совершенствование техники подъёмов лесенкой.</w:t>
            </w:r>
          </w:p>
        </w:tc>
        <w:tc>
          <w:tcPr>
            <w:tcW w:w="2078"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лыжной подготовке. Повороты переступанием. Подъем «лесенкой».</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лыжной подготовке.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повороты переступанием.</w:t>
            </w:r>
            <w:r w:rsidRPr="001D6A30">
              <w:rPr>
                <w:rFonts w:ascii="Times New Roman" w:hAnsi="Times New Roman" w:cs="Times New Roman"/>
                <w:bCs/>
                <w:sz w:val="24"/>
                <w:szCs w:val="24"/>
                <w:lang w:eastAsia="ru-RU"/>
              </w:rPr>
              <w:t xml:space="preserve"> Выполнять</w:t>
            </w:r>
            <w:r w:rsidRPr="001D6A30">
              <w:rPr>
                <w:rFonts w:ascii="Times New Roman" w:hAnsi="Times New Roman" w:cs="Times New Roman"/>
                <w:sz w:val="24"/>
                <w:szCs w:val="24"/>
                <w:lang w:eastAsia="ru-RU"/>
              </w:rPr>
              <w:t xml:space="preserve"> подъем  «лесенкой».</w:t>
            </w:r>
          </w:p>
        </w:tc>
        <w:tc>
          <w:tcPr>
            <w:tcW w:w="1883"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50</w:t>
            </w:r>
          </w:p>
        </w:tc>
        <w:tc>
          <w:tcPr>
            <w:tcW w:w="1511"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«лесенкой». Спуски в низкой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подъемов «лесенкой». Совершенствование техники спусков в низкой стойке.</w:t>
            </w:r>
          </w:p>
        </w:tc>
        <w:tc>
          <w:tcPr>
            <w:tcW w:w="2078"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«лесенкой». Спуски в низкой стойке.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Выполнять</w:t>
            </w:r>
            <w:r w:rsidRPr="001D6A30">
              <w:rPr>
                <w:rFonts w:ascii="Times New Roman" w:hAnsi="Times New Roman" w:cs="Times New Roman"/>
                <w:sz w:val="24"/>
                <w:szCs w:val="24"/>
                <w:lang w:eastAsia="ru-RU"/>
              </w:rPr>
              <w:t xml:space="preserve"> подъем  «лесенкой»;</w:t>
            </w:r>
            <w:r w:rsidRPr="001D6A30">
              <w:rPr>
                <w:rFonts w:ascii="Times New Roman" w:hAnsi="Times New Roman" w:cs="Times New Roman"/>
                <w:bCs/>
                <w:sz w:val="24"/>
                <w:szCs w:val="24"/>
                <w:lang w:eastAsia="ru-RU"/>
              </w:rPr>
              <w:t xml:space="preserve">выполнять </w:t>
            </w:r>
            <w:r w:rsidRPr="001D6A30">
              <w:rPr>
                <w:rFonts w:ascii="Times New Roman" w:hAnsi="Times New Roman" w:cs="Times New Roman"/>
                <w:sz w:val="24"/>
                <w:szCs w:val="24"/>
                <w:lang w:eastAsia="ru-RU"/>
              </w:rPr>
              <w:t>спуски в низкой  стойке.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51</w:t>
            </w:r>
          </w:p>
        </w:tc>
        <w:tc>
          <w:tcPr>
            <w:tcW w:w="1511"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«полуелочкой». Спуски в высокой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Обучение технике подъемов «полуелочкой». Совершенствование техники спусков в высокой стойке.</w:t>
            </w:r>
          </w:p>
        </w:tc>
        <w:tc>
          <w:tcPr>
            <w:tcW w:w="2078"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«полуелочкой». Спуски в высокой стойке.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подъемов «полуелочкой».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Выполнять </w:t>
            </w:r>
            <w:r w:rsidRPr="001D6A30">
              <w:rPr>
                <w:rFonts w:ascii="Times New Roman" w:hAnsi="Times New Roman" w:cs="Times New Roman"/>
                <w:sz w:val="24"/>
                <w:szCs w:val="24"/>
                <w:lang w:eastAsia="ru-RU"/>
              </w:rPr>
              <w:t>спуски в высокой стойке.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52</w:t>
            </w:r>
          </w:p>
        </w:tc>
        <w:tc>
          <w:tcPr>
            <w:tcW w:w="1511"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«полуелочкой». Спуски в низкой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подъемов «полуелочкой». Совершенствование техники спусков в низкой стойке.</w:t>
            </w:r>
          </w:p>
        </w:tc>
        <w:tc>
          <w:tcPr>
            <w:tcW w:w="2078" w:type="dxa"/>
          </w:tcPr>
          <w:p w:rsidR="005E5F8B" w:rsidRPr="001D6A30" w:rsidRDefault="005E5F8B" w:rsidP="001D6A30">
            <w:pPr>
              <w:keepNext/>
              <w:keepLine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«полуелочкой». Спуски в низкой стойке.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Выполнять </w:t>
            </w:r>
            <w:r w:rsidRPr="001D6A30">
              <w:rPr>
                <w:rFonts w:ascii="Times New Roman" w:hAnsi="Times New Roman" w:cs="Times New Roman"/>
                <w:sz w:val="24"/>
                <w:szCs w:val="24"/>
                <w:lang w:eastAsia="ru-RU"/>
              </w:rPr>
              <w:t>подъемы «полуелочкой»;</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Выполнять </w:t>
            </w:r>
            <w:r w:rsidRPr="001D6A30">
              <w:rPr>
                <w:rFonts w:ascii="Times New Roman" w:hAnsi="Times New Roman" w:cs="Times New Roman"/>
                <w:sz w:val="24"/>
                <w:szCs w:val="24"/>
                <w:lang w:eastAsia="ru-RU"/>
              </w:rPr>
              <w:t>спуски в низкой  стойке.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53</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«лесенкой». Спуски в высокой стойке.</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подъемов «лесенкой». Совершенствование техники спусков в высокой стойке.</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Подъем «лесенкой». Спуски в высокой стойке.</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Выполнять</w:t>
            </w:r>
            <w:r w:rsidRPr="001D6A30">
              <w:rPr>
                <w:rFonts w:ascii="Times New Roman" w:hAnsi="Times New Roman" w:cs="Times New Roman"/>
                <w:sz w:val="24"/>
                <w:szCs w:val="24"/>
                <w:lang w:eastAsia="ru-RU"/>
              </w:rPr>
              <w:t xml:space="preserve"> подъем  «лесенкой»; </w:t>
            </w:r>
            <w:r w:rsidRPr="001D6A30">
              <w:rPr>
                <w:rFonts w:ascii="Times New Roman" w:hAnsi="Times New Roman" w:cs="Times New Roman"/>
                <w:bCs/>
                <w:sz w:val="24"/>
                <w:szCs w:val="24"/>
                <w:lang w:eastAsia="ru-RU"/>
              </w:rPr>
              <w:t xml:space="preserve">выполнять </w:t>
            </w:r>
            <w:r w:rsidRPr="001D6A30">
              <w:rPr>
                <w:rFonts w:ascii="Times New Roman" w:hAnsi="Times New Roman" w:cs="Times New Roman"/>
                <w:sz w:val="24"/>
                <w:szCs w:val="24"/>
                <w:lang w:eastAsia="ru-RU"/>
              </w:rPr>
              <w:t>спуски в высокой стойке.</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54</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Торможение «плугом».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Обучение технике одновременно одношажного хода. Обучение технике торможения «плугом».</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Торможение «плугом».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одновременно одношажного хода; технике торможения «плугом».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55</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Торможение упором.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одновременно одношажного хода. Обучение технике торможения упором.</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Торможение упором.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в </w:t>
            </w:r>
            <w:r w:rsidRPr="001D6A30">
              <w:rPr>
                <w:rFonts w:ascii="Times New Roman" w:hAnsi="Times New Roman" w:cs="Times New Roman"/>
                <w:sz w:val="24"/>
                <w:szCs w:val="24"/>
                <w:lang w:eastAsia="ru-RU"/>
              </w:rPr>
              <w:t>одновременном одношажном ходе.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торможения упором.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56</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Торможение «плугом».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одновременно одношажного хода. Совершенствование техники торможения «плугом».</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Торможение «плугом».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в </w:t>
            </w:r>
            <w:r w:rsidRPr="001D6A30">
              <w:rPr>
                <w:rFonts w:ascii="Times New Roman" w:hAnsi="Times New Roman" w:cs="Times New Roman"/>
                <w:sz w:val="24"/>
                <w:szCs w:val="24"/>
                <w:lang w:eastAsia="ru-RU"/>
              </w:rPr>
              <w:t>одновременном одношажном ходе; выполнять торможение «плугом».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57</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Торможение упором.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Совершенствование техники торможения упором</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Торможение упором.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попеременным двушажным ходом; выполнять торможение упором.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58</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Торможение «плугом».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Совершенствование техники торможения плугом.</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Торможение «плугом».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попеременным двушажным ходом; выполнять торможение плугом.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59</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Торможение упором.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Совершенствование техники торможения упором</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Торможение упором.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попеременным двушажным ходом; выполнять торможение упором.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60</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Повороты переступанием.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поворотов переступанием. Способствовать развитию физических качеств в эстафете.</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Повороты переступанием.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повороты переступанием.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Знать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61</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одновременно одношажного хода.  Способствовать развитию физических качеств в эстафете.</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Одновременный одношажный ход.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одновременным одношажным ходом;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62</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Прохождение дистанции до 2,5 км.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Прохождение дистанции до 2,5 км.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попеременным двушажным ходом;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63</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попеременно двушажного хода.  Способствовать развитию физических качеств в эстафете.</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Попеременный двухшажный ход.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попеременным двушажным ходом.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64</w:t>
            </w:r>
          </w:p>
        </w:tc>
        <w:tc>
          <w:tcPr>
            <w:tcW w:w="1511"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Прохождение дистанции до 2,5 км.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прохождения дистанции 2500 метров.</w:t>
            </w:r>
          </w:p>
        </w:tc>
        <w:tc>
          <w:tcPr>
            <w:tcW w:w="2078" w:type="dxa"/>
          </w:tcPr>
          <w:p w:rsidR="005E5F8B" w:rsidRPr="001D6A30" w:rsidRDefault="005E5F8B" w:rsidP="001D6A30">
            <w:pPr>
              <w:keepNext/>
              <w:keepLines/>
              <w:tabs>
                <w:tab w:val="center" w:pos="4677"/>
                <w:tab w:val="right" w:pos="9355"/>
              </w:tabs>
              <w:suppressAutoHyphen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Прохождение дистанции до 2,5 км.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bCs/>
                <w:sz w:val="24"/>
                <w:szCs w:val="24"/>
                <w:lang w:eastAsia="ru-RU"/>
              </w:rPr>
              <w:t xml:space="preserve">Передвигаться </w:t>
            </w:r>
            <w:r w:rsidRPr="001D6A30">
              <w:rPr>
                <w:rFonts w:ascii="Times New Roman" w:hAnsi="Times New Roman" w:cs="Times New Roman"/>
                <w:sz w:val="24"/>
                <w:szCs w:val="24"/>
                <w:lang w:eastAsia="ru-RU"/>
              </w:rPr>
              <w:t>одновременным одношажным ходом</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65</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Ведение мяча на месте и в движении. Ведение на месте правой и левой рукой в движении шагом и бегом.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Повторение техники безопасности на уроках по подвижным играм. Совершенствование техники ведения мяча.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Медленный бег. О.Р.У. Ведение мяча на месте и в движении. Ведение на месте правой и левой рукой в движении шагом и бегом.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Техника безопасности на уроках по подвижным играм;</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Правила игры</w:t>
            </w:r>
          </w:p>
        </w:tc>
        <w:tc>
          <w:tcPr>
            <w:tcW w:w="1883"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66</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Ловля и передача мяча на месте  и в движении. Подвижная игра «Пасовка волейболистов».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Ловля и передача мяча на месте  и в движении. Подвижная игра «Пасовка волейболистов».</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67</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Ловля и передача мяча на месте  и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Ловля и передача мяча на месте  и в движении.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комплекс ОРУ; выполнять ведение мяча; выполнять передачи и ловли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68</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Ведение на месте правой и левой рукой в движении шагом и бегом. Игра «Пасовка волейболистов».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Ведение на месте правой и левой рукой в движении шагом и бегом. Игра «Пасовка волейболистов».</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69</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Броски в кольцо двумя руками снизу. Броски в кольцо одной рукой от плеча.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Совершенствование техники бросков мяча одной рукой от плеча.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Броски в кольцо двумя руками снизу. Броски в кольцо одной рукой от плеча.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броски мяча в кольцо двумя руками снизу; выполнять броски мяча в кольцо одной рукой.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70</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Броски в кольцо двумя руками снизу. Подвижная игра «Охотники и утки».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Броски в кольцо двумя руками снизу. Подвижная игра «Охотники и утки».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броски мяча в кольцо двумя руками снизу.</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71</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Ведение на месте правой и левой рукой в движении шагом и бегом.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Ведение на месте правой и левой рукой в движении шагом и бегом.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72</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Ведение мяча с изменением направления. Ловля и передача мяча на месте  и в движении. Подвижная игра «Охотники и утки».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Ловля и передача мяча на месте  и в движении. Подвижная игра «Охотники и утки».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rPr>
          <w:trHeight w:val="2178"/>
        </w:trPr>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73</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на месте правой и левой рукой в движении шагом и бегом. Ловля и передача мяча на месте  и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на месте правой и левой рукой в движении шагом и бегом. Ловля и передача мяча на месте  и в движении.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74</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Ведение мяча с изменением направления. Броски в кольцо одной рукой от плеча. Подвижная игра «Альпинисты».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Обучение технике бросков мяча одной рукой от плеча.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Броски в кольцо одной рукой от плеча. Подвижная игра «Альпинисты».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Научиться технике бросков мяча одной рукой от плеча.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75</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Броски в кольцо двумя руками снизу. Броски в кольцо одной рукой от плеча.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бросков мяча кольцо двумя руками снизу. Совершенствование техники бросков мяча одной рукой от плеча.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Броски в кольцо двумя руками снизу. Броски в кольцо одной рукой от плеча.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броски мяча в кольцо двумя руками снизу; броски мяча в кольцо  одной рукой от плеча.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76</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Эстафета. Подвижная игра «Альпинисты».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Способствовать развитию физических качеств в эстафете,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Эстафета. Подвижная игра «Альпинисты».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77</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Ведение на месте правой и левой рукой в движении шагом и бегом. Броски в кольцо двумя руками снизу.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на месте правой и левой рукой в движении шагом и бегом. Броски в кольцо двумя руками снизу.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броски мяча в кольцо двумя руками снизу.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78</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Эстафета. Подвижная игра «Альпинисты».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Способствовать развитию физических качеств в эстафете,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Эстафета. Подвижная игра «Альпинисты».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79</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Ведение мяча на месте и в движении. Ведение на месте правой и левой рукой в движении шагом и бегом.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Повторение техники безопасности на уроках по подвижным играм. Совершенствование техники ведения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уроке по подвижным играм. Строевые упражнения. Медленный бег. О.Р.У. Ведение мяча на месте и в движении. Ведение на месте правой и левой рукой в движении шагом и бегом.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Техника безопасности на уроках по подвижным играм. Выполнять комплекс ОРУ; выполнять ведение мяча; Правила игры</w:t>
            </w:r>
          </w:p>
        </w:tc>
        <w:tc>
          <w:tcPr>
            <w:tcW w:w="1883"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80</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Ведение мяча с изменением направления. Ловля и передача мяча на месте  и в движении. Подвижная игра «Пасовка волейболистов».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Ловля и передача мяча на месте  и в движении. Подвижная игра «Пасовка волейболистов».</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81</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Ловля и передача мяча на месте  и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Ловля и передача мяча на месте  и в движении.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82</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Ведение на месте правой и левой рукой в движении шагом и бегом. Игра «Пасовка волейболистов».</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Ведение на месте правой и левой рукой в движении шагом и бегом. Игра «Пасовка волейболистов».</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83</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Броски в кольцо двумя руками снизу. Броски в кольцо одной рукой от плеча.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Совершенствование техники бросков мяча одной рукой от плеча.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Броски в кольцо двумя руками снизу. Броски в кольцо одной рукой от плеча.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броски мяча в кольцо двумя руками снизу; броски мяча в кольцо  одной рукой от плеча.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84</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 xml:space="preserve"> Ведение мяча с изменением направления. Броски в кольцо двумя руками снизу. Подвижная игра «Охотники и утки».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бросков мяча кольцо двумя руками снизу.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Броски в кольцо двумя руками снизу. Подвижная игра «Охотники и утки».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броски мяча в кольцо двумя руками снизу.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85</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на месте и в движении. Ведение на месте правой и левой рукой в движении шагом и бегом.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Способствовать развитию физических качеств в эстафете.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на месте и в движении. Ведение на месте правой и левой рукой в движении шагом и бегом.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86</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мяча с изменением направления. Ловля и передача мяча на месте  и в движении. Подвижная игра «Охотники и утки».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в игре.</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мяча с изменением направления. Ловля и передача мяча на месте  и в движении. Подвижная игра «Охотники и утки».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87</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Ведение на месте правой и левой рукой в движении шагом и бегом. Ловля и передача мяча на месте  и в движении. Эстафета.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ведения мяча. Совершенствование техники передачи и ловли мяча. Способствовать развитию физических качеств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Ведение на месте правой и левой рукой в движении шагом и бегом. Ловля и передача мяча на месте  и в движении. Эстафета.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ведение мяча; выполнять передачи и ловли мяча. Правила игры.</w:t>
            </w: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p>
          <w:p w:rsidR="005E5F8B" w:rsidRPr="001D6A30" w:rsidRDefault="005E5F8B" w:rsidP="001D6A30">
            <w:pPr>
              <w:spacing w:after="0" w:line="240" w:lineRule="auto"/>
              <w:rPr>
                <w:rFonts w:ascii="Times New Roman" w:hAnsi="Times New Roman" w:cs="Times New Roman"/>
                <w:sz w:val="24"/>
                <w:szCs w:val="24"/>
                <w:lang w:eastAsia="ru-RU"/>
              </w:rPr>
            </w:pP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88</w:t>
            </w:r>
          </w:p>
        </w:tc>
        <w:tc>
          <w:tcPr>
            <w:tcW w:w="1511" w:type="dxa"/>
          </w:tcPr>
          <w:p w:rsidR="005E5F8B" w:rsidRPr="001D6A30" w:rsidRDefault="005E5F8B" w:rsidP="001D6A30">
            <w:pPr>
              <w:tabs>
                <w:tab w:val="center" w:pos="4677"/>
                <w:tab w:val="right" w:pos="9355"/>
              </w:tab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уроках по легкой атлетике. Высокий старт. Стартовый разгон. Бег 30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Повторение техники безопасности на уроках по легкой атлетике. Совершенствование техники стартового разгона. Совершенствование техники бега на 30 метров с высокого старта.</w:t>
            </w:r>
          </w:p>
        </w:tc>
        <w:tc>
          <w:tcPr>
            <w:tcW w:w="2078" w:type="dxa"/>
          </w:tcPr>
          <w:p w:rsidR="005E5F8B" w:rsidRPr="001D6A30" w:rsidRDefault="005E5F8B" w:rsidP="001D6A30">
            <w:pPr>
              <w:tabs>
                <w:tab w:val="center" w:pos="4677"/>
                <w:tab w:val="right" w:pos="9355"/>
              </w:tabs>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Т.Б. на уроках по легкой атлетике. Строевые упражнения. Медленный бег. О.Р.У. Высокий старт. Стартовый разгон. Бег 30 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поведения на уроке по легкой атлетике.</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правильно выполнять стартовый разгон; бегать   30 метров с высокого старта.</w:t>
            </w:r>
          </w:p>
        </w:tc>
        <w:tc>
          <w:tcPr>
            <w:tcW w:w="1883"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навыка  систематического наблюдения за своим физическим состоянием, величиной физических нагрузок.</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самостоятельности и личной ответственности за свои поступки на основе представлений о нравственных нормах.</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эстетических потребностей, ценностей и чувств.</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Формирование и проявление положительных качеств личности, дисциплинированности, трудолюбия и упорства в достижении поставленной цели.</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val="restart"/>
          </w:tcPr>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Познавательные:</w:t>
            </w:r>
            <w:r w:rsidRPr="001D6A30">
              <w:rPr>
                <w:rFonts w:ascii="Times New Roman" w:hAnsi="Times New Roman" w:cs="Times New Roman"/>
                <w:sz w:val="24"/>
                <w:szCs w:val="24"/>
                <w:lang w:eastAsia="ru-RU"/>
              </w:rPr>
              <w:t xml:space="preserve"> Осмысление, объяснение своего двигательного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Осознание важности освоения универсальных умений связанных с выполнением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Осмысление техники выполнения разучиваемых заданий 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Коммуникативные:</w:t>
            </w:r>
            <w:r w:rsidRPr="001D6A30">
              <w:rPr>
                <w:rFonts w:ascii="Times New Roman" w:hAnsi="Times New Roman" w:cs="Times New Roman"/>
                <w:sz w:val="24"/>
                <w:szCs w:val="24"/>
                <w:lang w:eastAsia="ru-RU"/>
              </w:rPr>
              <w:t xml:space="preserve"> Формирование способов позитивного взаимодействия со сверстниками в парах и группах при разучивании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объяснять ошибки при выполнении упражнений.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управлять эмоциями при общении со сверстниками и взрослыми, сохранять хладнокровие, сдержанность, рассудительность.</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с достаточной полнотой и точностью выражать свои мысли в соответствии с задачами  урока, владение специальной терминологией.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shd w:val="clear" w:color="auto" w:fill="FFFFFF"/>
                <w:lang w:eastAsia="ru-RU"/>
              </w:rPr>
              <w:t>Регулятивные:</w:t>
            </w:r>
            <w:r w:rsidRPr="001D6A30">
              <w:rPr>
                <w:rFonts w:ascii="Times New Roman" w:hAnsi="Times New Roman" w:cs="Times New Roman"/>
                <w:sz w:val="24"/>
                <w:szCs w:val="24"/>
                <w:lang w:eastAsia="ru-RU"/>
              </w:rPr>
              <w:t xml:space="preserve"> Умение организовать самостоятельную деятельность с учетом требований ее безопасности, сохранности инвентаря и оборудования, организации мест занятий.</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технически правильно выполнять двигательные действия из базовых видов спорта, использовать их в игровой и соревновательной деятельности.</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планировать собственную деятельность, распределять нагрузку и отдых в процессе ее выполнения.</w:t>
            </w:r>
          </w:p>
          <w:p w:rsidR="005E5F8B" w:rsidRPr="001D6A30" w:rsidRDefault="005E5F8B" w:rsidP="001D6A30">
            <w:pPr>
              <w:shd w:val="clear" w:color="auto" w:fill="FFFFFF"/>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Умение видеть красоту движений, выделять и обосновывать эстетические признаки в движениях и передвижениях человека.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c>
          <w:tcPr>
            <w:tcW w:w="992" w:type="dxa"/>
          </w:tcPr>
          <w:p w:rsidR="005E5F8B" w:rsidRPr="001D6A30" w:rsidRDefault="005E5F8B" w:rsidP="001D6A30">
            <w:pPr>
              <w:shd w:val="clear" w:color="auto" w:fill="FFFFFF"/>
              <w:spacing w:after="0" w:line="240" w:lineRule="auto"/>
              <w:jc w:val="center"/>
              <w:rPr>
                <w:rFonts w:ascii="Times New Roman" w:hAnsi="Times New Roman" w:cs="Times New Roman"/>
                <w:sz w:val="24"/>
                <w:szCs w:val="24"/>
                <w:shd w:val="clear" w:color="auto" w:fill="FFFFFF"/>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89</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Равномерный бег 5-6  мин. Стартовый разгон .Бег 60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стартового разгона. Совершенствование техники бега на 60 метров.</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Стартовый разгон .Бег 60 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правильно выполнять стартовый разгон; бегать   60 метров с высокого старта.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90</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Равномерный бег 5-6  мин. Высокий старт. Бег 30м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Учет техники бега 30 метров с высокого старта.</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Высокий старт. Бег 30м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бегать   30 метров с высокого старта.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91</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Медленный бег. О.Р.У. Стартовый разгон. Бег 60 м.</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стартового  разгона. Учет техники бега 60 метров.</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Стартовый разгон. Бег 60 м.</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правильно выполнять стартовый разгон; бегать   60 метров с высокого старта.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92</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Прыжок в длину (способом согнув ноги).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прыжков в длину.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места.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93</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Прыжок в длину (способом согнув ноги). Тройной прыжок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прыжков в длину. Совершенствование техники тройного прыжка с места.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Тройной прыжок с места.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места; выполнить  тройной прыжок с места.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94</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Равномерный бег 5-6  мин. Тройной прыжок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тройного прыжка с места.</w:t>
            </w:r>
          </w:p>
          <w:p w:rsidR="005E5F8B" w:rsidRPr="001D6A30" w:rsidRDefault="005E5F8B" w:rsidP="001D6A30">
            <w:pPr>
              <w:spacing w:after="0" w:line="240" w:lineRule="auto"/>
              <w:rPr>
                <w:rFonts w:ascii="Times New Roman" w:hAnsi="Times New Roman" w:cs="Times New Roman"/>
                <w:sz w:val="24"/>
                <w:szCs w:val="24"/>
                <w:lang w:eastAsia="ru-RU"/>
              </w:rPr>
            </w:pP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Тройной прыжок с места.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тройной прыжок с места.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95</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Прыжок в длину (способом согнув ноги). Подвижная игра с элементом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прыжка в длину.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Подвижная игра с элементом легкой атлетики.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96</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Равномерный бег 5-6  мин. Тройной прыжок с места.</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Учет техники тройного прыжка с места.</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Тройной прыжок с места.</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тройной  прыжок с места.</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97</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Прыжок в длину (способом согнув ноги).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прыжков в длину.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Прыжок в длину (способом согнув ноги).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прыжков в длину с места;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98</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Бросок мяча на дальность. Подвижная игра с элементом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Совершенствование техники метания мяча на дальность.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Бросок мяча на дальность. Подвижная игра с элементом легкой атлетики.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w:t>
            </w:r>
          </w:p>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rPr>
          <w:trHeight w:val="4239"/>
        </w:trPr>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99</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Бросок мяча на дальность. Бросок мяча на точность.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Совершенствование техники метания мяча на дальность. Совершенствование техники метания мяча на точность.</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Равномерный бег 5-6  мин. Бросок мяча на дальность. Бросок мяча на точность.</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 выполнять метание  мяча на точность.</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100</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Бег 1500 м. Подвижная игра с элементом легкой атлетики.</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Развитие выносливости. Способствовать развитию физических качеств в игре.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 Подвижная игра с элементом легкой атлетики.</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Правила игры.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101</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Бросок мяча на дальность. Бросок мяча на точность.</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Учет техники метания мяча на дальность. Совершенствование техники метания мяча на точность.</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Бросок мяча на дальность. Бросок мяча на точность.</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выполнять метание мяча на дальность; метание мяча на точность.</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r w:rsidR="005E5F8B" w:rsidRPr="001E2433" w:rsidTr="001D6A30">
        <w:tc>
          <w:tcPr>
            <w:tcW w:w="58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r w:rsidRPr="001D6A30">
              <w:rPr>
                <w:rFonts w:ascii="Times New Roman" w:hAnsi="Times New Roman" w:cs="Times New Roman"/>
                <w:sz w:val="24"/>
                <w:szCs w:val="24"/>
                <w:lang w:eastAsia="ru-RU"/>
              </w:rPr>
              <w:t>102</w:t>
            </w:r>
          </w:p>
        </w:tc>
        <w:tc>
          <w:tcPr>
            <w:tcW w:w="1511"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Бег 1500 м. Эстафеты.</w:t>
            </w:r>
          </w:p>
        </w:tc>
        <w:tc>
          <w:tcPr>
            <w:tcW w:w="1843"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Контроль бега на выносливость. Способствовать развитию физических качеств в эстафете.</w:t>
            </w:r>
          </w:p>
        </w:tc>
        <w:tc>
          <w:tcPr>
            <w:tcW w:w="2078" w:type="dxa"/>
          </w:tcPr>
          <w:p w:rsidR="005E5F8B" w:rsidRPr="001D6A30" w:rsidRDefault="005E5F8B" w:rsidP="001D6A30">
            <w:pPr>
              <w:spacing w:after="0" w:line="240" w:lineRule="auto"/>
              <w:ind w:right="-57"/>
              <w:rPr>
                <w:rFonts w:ascii="Times New Roman" w:hAnsi="Times New Roman" w:cs="Times New Roman"/>
                <w:sz w:val="24"/>
                <w:szCs w:val="24"/>
                <w:lang w:eastAsia="ru-RU"/>
              </w:rPr>
            </w:pPr>
            <w:r w:rsidRPr="001D6A30">
              <w:rPr>
                <w:rFonts w:ascii="Times New Roman" w:hAnsi="Times New Roman" w:cs="Times New Roman"/>
                <w:sz w:val="24"/>
                <w:szCs w:val="24"/>
                <w:lang w:eastAsia="ru-RU"/>
              </w:rPr>
              <w:t>Строевые упражнения. Медленный бег. О.Р.У. Бег 1500 м. Эстафеты.</w:t>
            </w:r>
          </w:p>
        </w:tc>
        <w:tc>
          <w:tcPr>
            <w:tcW w:w="2316" w:type="dxa"/>
          </w:tcPr>
          <w:p w:rsidR="005E5F8B" w:rsidRPr="001D6A30" w:rsidRDefault="005E5F8B" w:rsidP="001D6A30">
            <w:pPr>
              <w:spacing w:after="0" w:line="240" w:lineRule="auto"/>
              <w:rPr>
                <w:rFonts w:ascii="Times New Roman" w:hAnsi="Times New Roman" w:cs="Times New Roman"/>
                <w:sz w:val="24"/>
                <w:szCs w:val="24"/>
                <w:lang w:eastAsia="ru-RU"/>
              </w:rPr>
            </w:pPr>
            <w:r w:rsidRPr="001D6A30">
              <w:rPr>
                <w:rFonts w:ascii="Times New Roman" w:hAnsi="Times New Roman" w:cs="Times New Roman"/>
                <w:sz w:val="24"/>
                <w:szCs w:val="24"/>
                <w:lang w:eastAsia="ru-RU"/>
              </w:rPr>
              <w:t>Выполнять комплекс ОРУ; выполнить бег на средние дистанции. Правила эстафеты.</w:t>
            </w:r>
          </w:p>
        </w:tc>
        <w:tc>
          <w:tcPr>
            <w:tcW w:w="1883" w:type="dxa"/>
            <w:vMerge/>
          </w:tcPr>
          <w:p w:rsidR="005E5F8B" w:rsidRPr="001D6A30" w:rsidRDefault="005E5F8B" w:rsidP="001D6A30">
            <w:pPr>
              <w:spacing w:after="0" w:line="240" w:lineRule="auto"/>
              <w:rPr>
                <w:rFonts w:ascii="Times New Roman" w:hAnsi="Times New Roman" w:cs="Times New Roman"/>
                <w:sz w:val="24"/>
                <w:szCs w:val="24"/>
                <w:lang w:eastAsia="ru-RU"/>
              </w:rPr>
            </w:pPr>
          </w:p>
        </w:tc>
        <w:tc>
          <w:tcPr>
            <w:tcW w:w="2795" w:type="dxa"/>
            <w:vMerge/>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c>
          <w:tcPr>
            <w:tcW w:w="992" w:type="dxa"/>
          </w:tcPr>
          <w:p w:rsidR="005E5F8B" w:rsidRPr="001D6A30" w:rsidRDefault="005E5F8B" w:rsidP="001D6A30">
            <w:pPr>
              <w:spacing w:after="0" w:line="240" w:lineRule="auto"/>
              <w:jc w:val="center"/>
              <w:rPr>
                <w:rFonts w:ascii="Times New Roman" w:hAnsi="Times New Roman" w:cs="Times New Roman"/>
                <w:sz w:val="24"/>
                <w:szCs w:val="24"/>
                <w:lang w:eastAsia="ru-RU"/>
              </w:rPr>
            </w:pPr>
          </w:p>
        </w:tc>
      </w:tr>
    </w:tbl>
    <w:p w:rsidR="005E5F8B" w:rsidRPr="00C24861" w:rsidRDefault="005E5F8B" w:rsidP="009223CE">
      <w:pPr>
        <w:shd w:val="clear" w:color="auto" w:fill="FFFFFF"/>
        <w:spacing w:before="180" w:after="180" w:line="240" w:lineRule="auto"/>
        <w:rPr>
          <w:rFonts w:ascii="Times New Roman" w:hAnsi="Times New Roman" w:cs="Times New Roman"/>
          <w:b/>
          <w:sz w:val="24"/>
          <w:szCs w:val="24"/>
          <w:lang w:eastAsia="ru-RU"/>
        </w:rPr>
        <w:sectPr w:rsidR="005E5F8B" w:rsidRPr="00C24861" w:rsidSect="006D138C">
          <w:pgSz w:w="16838" w:h="11906" w:orient="landscape"/>
          <w:pgMar w:top="539" w:right="1134" w:bottom="284" w:left="1134" w:header="709" w:footer="709" w:gutter="0"/>
          <w:cols w:space="708"/>
          <w:docGrid w:linePitch="360"/>
        </w:sectPr>
      </w:pPr>
    </w:p>
    <w:p w:rsidR="005E5F8B" w:rsidRPr="00C24861" w:rsidRDefault="005E5F8B" w:rsidP="009223CE">
      <w:pPr>
        <w:shd w:val="clear" w:color="auto" w:fill="FFFFFF"/>
        <w:spacing w:before="180" w:after="180" w:line="240" w:lineRule="auto"/>
        <w:rPr>
          <w:rFonts w:ascii="Times New Roman" w:hAnsi="Times New Roman" w:cs="Times New Roman"/>
          <w:b/>
          <w:sz w:val="24"/>
          <w:szCs w:val="24"/>
          <w:lang w:eastAsia="ru-RU"/>
        </w:rPr>
      </w:pPr>
    </w:p>
    <w:sectPr w:rsidR="005E5F8B" w:rsidRPr="00C24861" w:rsidSect="006A2CF9">
      <w:pgSz w:w="11906" w:h="16838"/>
      <w:pgMar w:top="1134" w:right="850"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firstLine="680"/>
      </w:pPr>
      <w:rPr>
        <w:rFonts w:ascii="Times New Roman" w:hAnsi="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7D86DF7"/>
    <w:multiLevelType w:val="hybridMultilevel"/>
    <w:tmpl w:val="F5E02C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0129"/>
    <w:rsid w:val="000048C6"/>
    <w:rsid w:val="00021238"/>
    <w:rsid w:val="00024462"/>
    <w:rsid w:val="00093B9E"/>
    <w:rsid w:val="000B7C07"/>
    <w:rsid w:val="000E6367"/>
    <w:rsid w:val="00116CD0"/>
    <w:rsid w:val="00135106"/>
    <w:rsid w:val="00142907"/>
    <w:rsid w:val="0014324F"/>
    <w:rsid w:val="00143AF5"/>
    <w:rsid w:val="00144D14"/>
    <w:rsid w:val="001735D4"/>
    <w:rsid w:val="001901C9"/>
    <w:rsid w:val="001D6A30"/>
    <w:rsid w:val="001E0DC1"/>
    <w:rsid w:val="001E2433"/>
    <w:rsid w:val="00207DEA"/>
    <w:rsid w:val="00230627"/>
    <w:rsid w:val="002432E4"/>
    <w:rsid w:val="002622BF"/>
    <w:rsid w:val="002676E9"/>
    <w:rsid w:val="00280329"/>
    <w:rsid w:val="002E1C90"/>
    <w:rsid w:val="00307FCF"/>
    <w:rsid w:val="0032715B"/>
    <w:rsid w:val="00336CB3"/>
    <w:rsid w:val="00362818"/>
    <w:rsid w:val="003779D3"/>
    <w:rsid w:val="00394089"/>
    <w:rsid w:val="003B08D5"/>
    <w:rsid w:val="003C32D3"/>
    <w:rsid w:val="003D00DD"/>
    <w:rsid w:val="003E51EC"/>
    <w:rsid w:val="00430B17"/>
    <w:rsid w:val="00430FFF"/>
    <w:rsid w:val="00442E0B"/>
    <w:rsid w:val="0044387A"/>
    <w:rsid w:val="004461F3"/>
    <w:rsid w:val="00453576"/>
    <w:rsid w:val="00475C0A"/>
    <w:rsid w:val="004A4477"/>
    <w:rsid w:val="004C7737"/>
    <w:rsid w:val="004E2FFC"/>
    <w:rsid w:val="00517AE7"/>
    <w:rsid w:val="00521A5C"/>
    <w:rsid w:val="0053462A"/>
    <w:rsid w:val="00553BAE"/>
    <w:rsid w:val="00570852"/>
    <w:rsid w:val="005B1510"/>
    <w:rsid w:val="005E12A1"/>
    <w:rsid w:val="005E5F8B"/>
    <w:rsid w:val="006217F8"/>
    <w:rsid w:val="0063569E"/>
    <w:rsid w:val="0064100C"/>
    <w:rsid w:val="006845DF"/>
    <w:rsid w:val="006A2CF9"/>
    <w:rsid w:val="006B0622"/>
    <w:rsid w:val="006B74F7"/>
    <w:rsid w:val="006D1102"/>
    <w:rsid w:val="006D138C"/>
    <w:rsid w:val="007112F7"/>
    <w:rsid w:val="0072174C"/>
    <w:rsid w:val="007E21DA"/>
    <w:rsid w:val="00813226"/>
    <w:rsid w:val="00845917"/>
    <w:rsid w:val="00857EA2"/>
    <w:rsid w:val="00877CC9"/>
    <w:rsid w:val="00885DB9"/>
    <w:rsid w:val="008A2759"/>
    <w:rsid w:val="008A6BC8"/>
    <w:rsid w:val="008B6143"/>
    <w:rsid w:val="009132E5"/>
    <w:rsid w:val="009223CE"/>
    <w:rsid w:val="00943148"/>
    <w:rsid w:val="00981E80"/>
    <w:rsid w:val="009A7902"/>
    <w:rsid w:val="00A31D6D"/>
    <w:rsid w:val="00A65E5F"/>
    <w:rsid w:val="00A9522B"/>
    <w:rsid w:val="00B01D9E"/>
    <w:rsid w:val="00B2736E"/>
    <w:rsid w:val="00B5664E"/>
    <w:rsid w:val="00B61D3D"/>
    <w:rsid w:val="00B64DA0"/>
    <w:rsid w:val="00B72BED"/>
    <w:rsid w:val="00BA570F"/>
    <w:rsid w:val="00BF0108"/>
    <w:rsid w:val="00C00129"/>
    <w:rsid w:val="00C11D24"/>
    <w:rsid w:val="00C24861"/>
    <w:rsid w:val="00C2601D"/>
    <w:rsid w:val="00C45700"/>
    <w:rsid w:val="00C736FE"/>
    <w:rsid w:val="00C90F06"/>
    <w:rsid w:val="00C93C36"/>
    <w:rsid w:val="00CB39DC"/>
    <w:rsid w:val="00CE3B64"/>
    <w:rsid w:val="00D331D6"/>
    <w:rsid w:val="00DA60A3"/>
    <w:rsid w:val="00DB21A1"/>
    <w:rsid w:val="00DE55A6"/>
    <w:rsid w:val="00E1275B"/>
    <w:rsid w:val="00E4162A"/>
    <w:rsid w:val="00E65698"/>
    <w:rsid w:val="00E95FAE"/>
    <w:rsid w:val="00EB7449"/>
    <w:rsid w:val="00EC33F0"/>
    <w:rsid w:val="00EF2E1A"/>
    <w:rsid w:val="00F13944"/>
    <w:rsid w:val="00F3704E"/>
    <w:rsid w:val="00F67FAE"/>
    <w:rsid w:val="00F827CA"/>
    <w:rsid w:val="00FA1F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129"/>
    <w:pPr>
      <w:spacing w:after="200" w:line="276" w:lineRule="auto"/>
    </w:pPr>
    <w:rPr>
      <w:rFonts w:cs="Calibri"/>
      <w:lang w:eastAsia="en-US"/>
    </w:rPr>
  </w:style>
  <w:style w:type="paragraph" w:styleId="Heading2">
    <w:name w:val="heading 2"/>
    <w:basedOn w:val="Normal"/>
    <w:next w:val="Normal"/>
    <w:link w:val="Heading2Char"/>
    <w:uiPriority w:val="99"/>
    <w:qFormat/>
    <w:rsid w:val="006A2CF9"/>
    <w:pPr>
      <w:keepNext/>
      <w:keepLines/>
      <w:spacing w:before="200" w:after="0"/>
      <w:outlineLvl w:val="1"/>
    </w:pPr>
    <w:rPr>
      <w:rFonts w:ascii="Cambria" w:eastAsia="Times New Roman" w:hAnsi="Cambria" w:cs="Times New Roman"/>
      <w:b/>
      <w:bCs/>
      <w:color w:val="4F81BD"/>
      <w:sz w:val="26"/>
      <w:szCs w:val="26"/>
    </w:rPr>
  </w:style>
  <w:style w:type="paragraph" w:styleId="Heading4">
    <w:name w:val="heading 4"/>
    <w:basedOn w:val="Normal"/>
    <w:next w:val="Normal"/>
    <w:link w:val="Heading4Char"/>
    <w:uiPriority w:val="99"/>
    <w:qFormat/>
    <w:rsid w:val="006A2CF9"/>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6A2CF9"/>
    <w:pPr>
      <w:keepNext/>
      <w:keepLines/>
      <w:spacing w:before="200" w:after="0"/>
      <w:outlineLvl w:val="4"/>
    </w:pPr>
    <w:rPr>
      <w:rFonts w:ascii="Cambria" w:eastAsia="Times New Roman" w:hAnsi="Cambria" w:cs="Times New Roman"/>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6A2CF9"/>
    <w:rPr>
      <w:rFonts w:ascii="Cambria" w:hAnsi="Cambria" w:cs="Times New Roman"/>
      <w:b/>
      <w:bCs/>
      <w:color w:val="4F81BD"/>
      <w:sz w:val="26"/>
      <w:szCs w:val="26"/>
    </w:rPr>
  </w:style>
  <w:style w:type="character" w:customStyle="1" w:styleId="Heading4Char">
    <w:name w:val="Heading 4 Char"/>
    <w:basedOn w:val="DefaultParagraphFont"/>
    <w:link w:val="Heading4"/>
    <w:uiPriority w:val="99"/>
    <w:semiHidden/>
    <w:locked/>
    <w:rsid w:val="006A2CF9"/>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6A2CF9"/>
    <w:rPr>
      <w:rFonts w:ascii="Cambria" w:hAnsi="Cambria" w:cs="Times New Roman"/>
      <w:color w:val="243F60"/>
    </w:rPr>
  </w:style>
  <w:style w:type="paragraph" w:styleId="ListParagraph">
    <w:name w:val="List Paragraph"/>
    <w:basedOn w:val="Normal"/>
    <w:uiPriority w:val="99"/>
    <w:qFormat/>
    <w:rsid w:val="00C00129"/>
    <w:pPr>
      <w:ind w:left="720"/>
      <w:contextualSpacing/>
    </w:pPr>
  </w:style>
  <w:style w:type="paragraph" w:styleId="NormalWeb">
    <w:name w:val="Normal (Web)"/>
    <w:basedOn w:val="Normal"/>
    <w:uiPriority w:val="99"/>
    <w:rsid w:val="006A2CF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TableGrid">
    <w:name w:val="Table Grid"/>
    <w:basedOn w:val="TableNormal"/>
    <w:uiPriority w:val="99"/>
    <w:rsid w:val="006A2CF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6A2CF9"/>
    <w:rPr>
      <w:rFonts w:cs="Times New Roman"/>
    </w:rPr>
  </w:style>
  <w:style w:type="paragraph" w:styleId="BalloonText">
    <w:name w:val="Balloon Text"/>
    <w:basedOn w:val="Normal"/>
    <w:link w:val="BalloonTextChar"/>
    <w:uiPriority w:val="99"/>
    <w:semiHidden/>
    <w:rsid w:val="006A2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2CF9"/>
    <w:rPr>
      <w:rFonts w:ascii="Tahoma" w:eastAsia="Times New Roman" w:hAnsi="Tahoma" w:cs="Tahoma"/>
      <w:sz w:val="16"/>
      <w:szCs w:val="16"/>
    </w:rPr>
  </w:style>
  <w:style w:type="paragraph" w:customStyle="1" w:styleId="Default">
    <w:name w:val="Default"/>
    <w:uiPriority w:val="99"/>
    <w:rsid w:val="006D138C"/>
    <w:pPr>
      <w:autoSpaceDE w:val="0"/>
      <w:autoSpaceDN w:val="0"/>
      <w:adjustRightInd w:val="0"/>
    </w:pPr>
    <w:rPr>
      <w:rFonts w:ascii="Times New Roman" w:hAnsi="Times New Roman"/>
      <w:color w:val="000000"/>
      <w:sz w:val="24"/>
      <w:szCs w:val="24"/>
    </w:rPr>
  </w:style>
  <w:style w:type="character" w:customStyle="1" w:styleId="a">
    <w:name w:val="Основной Знак"/>
    <w:link w:val="a0"/>
    <w:uiPriority w:val="99"/>
    <w:locked/>
    <w:rsid w:val="006D138C"/>
    <w:rPr>
      <w:rFonts w:ascii="NewtonCSanPin" w:hAnsi="NewtonCSanPin"/>
      <w:color w:val="000000"/>
      <w:sz w:val="21"/>
    </w:rPr>
  </w:style>
  <w:style w:type="paragraph" w:customStyle="1" w:styleId="a0">
    <w:name w:val="Основной"/>
    <w:basedOn w:val="Normal"/>
    <w:link w:val="a"/>
    <w:uiPriority w:val="99"/>
    <w:rsid w:val="006D138C"/>
    <w:pPr>
      <w:autoSpaceDE w:val="0"/>
      <w:autoSpaceDN w:val="0"/>
      <w:adjustRightInd w:val="0"/>
      <w:spacing w:after="0" w:line="214" w:lineRule="atLeast"/>
      <w:ind w:firstLine="283"/>
      <w:jc w:val="both"/>
    </w:pPr>
    <w:rPr>
      <w:rFonts w:ascii="NewtonCSanPin" w:hAnsi="NewtonCSanPin" w:cs="Times New Roman"/>
      <w:noProof/>
      <w:color w:val="000000"/>
      <w:sz w:val="21"/>
      <w:szCs w:val="20"/>
      <w:lang w:val="ru-RU" w:eastAsia="ru-RU"/>
    </w:rPr>
  </w:style>
  <w:style w:type="paragraph" w:customStyle="1" w:styleId="4">
    <w:name w:val="Заг 4"/>
    <w:basedOn w:val="Normal"/>
    <w:uiPriority w:val="99"/>
    <w:rsid w:val="006D138C"/>
    <w:pPr>
      <w:keepNext/>
      <w:autoSpaceDE w:val="0"/>
      <w:autoSpaceDN w:val="0"/>
      <w:adjustRightInd w:val="0"/>
      <w:spacing w:before="255" w:after="113" w:line="240" w:lineRule="atLeast"/>
      <w:jc w:val="center"/>
    </w:pPr>
    <w:rPr>
      <w:rFonts w:ascii="PragmaticaC" w:hAnsi="PragmaticaC" w:cs="PragmaticaC"/>
      <w:i/>
      <w:iCs/>
      <w:color w:val="000000"/>
      <w:sz w:val="23"/>
      <w:szCs w:val="23"/>
      <w:lang w:eastAsia="ru-RU"/>
    </w:rPr>
  </w:style>
  <w:style w:type="paragraph" w:customStyle="1" w:styleId="21">
    <w:name w:val="Средняя сетка 21"/>
    <w:basedOn w:val="Normal"/>
    <w:uiPriority w:val="99"/>
    <w:rsid w:val="006D138C"/>
    <w:pPr>
      <w:numPr>
        <w:numId w:val="2"/>
      </w:numPr>
      <w:spacing w:after="0" w:line="360" w:lineRule="auto"/>
      <w:contextualSpacing/>
      <w:jc w:val="both"/>
      <w:outlineLvl w:val="1"/>
    </w:pPr>
    <w:rPr>
      <w:rFonts w:ascii="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738016113">
      <w:marLeft w:val="0"/>
      <w:marRight w:val="0"/>
      <w:marTop w:val="0"/>
      <w:marBottom w:val="0"/>
      <w:divBdr>
        <w:top w:val="none" w:sz="0" w:space="0" w:color="auto"/>
        <w:left w:val="none" w:sz="0" w:space="0" w:color="auto"/>
        <w:bottom w:val="none" w:sz="0" w:space="0" w:color="auto"/>
        <w:right w:val="none" w:sz="0" w:space="0" w:color="auto"/>
      </w:divBdr>
    </w:div>
    <w:div w:id="17380161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195</TotalTime>
  <Pages>68</Pages>
  <Words>20784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cp:lastModifiedBy>
  <cp:revision>15</cp:revision>
  <cp:lastPrinted>2015-11-23T11:02:00Z</cp:lastPrinted>
  <dcterms:created xsi:type="dcterms:W3CDTF">2014-11-06T14:19:00Z</dcterms:created>
  <dcterms:modified xsi:type="dcterms:W3CDTF">2016-10-05T13:24:00Z</dcterms:modified>
</cp:coreProperties>
</file>