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5C1" w:rsidRPr="00CD5F88" w:rsidRDefault="002405C1" w:rsidP="00CD5F88">
      <w:pPr>
        <w:ind w:left="-900"/>
      </w:pPr>
      <w:r w:rsidRPr="00CD5F8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2pt;height:841.5pt">
            <v:imagedata r:id="rId7" o:title=""/>
          </v:shape>
        </w:pict>
      </w:r>
    </w:p>
    <w:p w:rsidR="002405C1" w:rsidRPr="00E466D3" w:rsidRDefault="002405C1" w:rsidP="0096019A">
      <w:pPr>
        <w:jc w:val="center"/>
        <w:rPr>
          <w:b/>
          <w:bCs/>
        </w:rPr>
      </w:pPr>
      <w:r w:rsidRPr="00E466D3">
        <w:rPr>
          <w:b/>
          <w:bCs/>
        </w:rPr>
        <w:t>Пояснительная записка.</w:t>
      </w:r>
    </w:p>
    <w:p w:rsidR="002405C1" w:rsidRPr="00E466D3" w:rsidRDefault="002405C1" w:rsidP="0096019A">
      <w:pPr>
        <w:ind w:firstLine="708"/>
        <w:jc w:val="both"/>
      </w:pPr>
      <w:r w:rsidRPr="00E466D3">
        <w:t xml:space="preserve">Рабочая программа по биологии 7 класса составлена в соответствии с федеральным компонентом государственных образовательных стандартов основного общего образования по биологии </w:t>
      </w:r>
      <w:r>
        <w:t xml:space="preserve">(Приказ Министерства образования РФ от 5 марта </w:t>
      </w:r>
      <w:smartTag w:uri="urn:schemas-microsoft-com:office:smarttags" w:element="metricconverter">
        <w:smartTagPr>
          <w:attr w:name="ProductID" w:val="2004 г"/>
        </w:smartTagPr>
        <w:r>
          <w:t>2004 г</w:t>
        </w:r>
      </w:smartTag>
      <w:r>
        <w:t>. N1089 "Об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образования")</w:t>
      </w:r>
      <w:r w:rsidRPr="00E466D3">
        <w:t xml:space="preserve">, с учетом  программы основного общего образования по биологии 6-9 классы. Авторы: В.В. Пасечник, В.В. Латюшин, В.М. Пакулова. </w:t>
      </w:r>
    </w:p>
    <w:p w:rsidR="002405C1" w:rsidRPr="00E466D3" w:rsidRDefault="002405C1" w:rsidP="0096019A">
      <w:pPr>
        <w:pStyle w:val="ListParagraph"/>
        <w:jc w:val="both"/>
      </w:pPr>
    </w:p>
    <w:p w:rsidR="002405C1" w:rsidRPr="00E466D3" w:rsidRDefault="002405C1" w:rsidP="0096019A">
      <w:pPr>
        <w:rPr>
          <w:b/>
          <w:bCs/>
        </w:rPr>
      </w:pPr>
      <w:r w:rsidRPr="00E466D3">
        <w:rPr>
          <w:b/>
          <w:bCs/>
        </w:rPr>
        <w:t>Общая характеристика учебного предмета</w:t>
      </w:r>
    </w:p>
    <w:p w:rsidR="002405C1" w:rsidRPr="00E466D3" w:rsidRDefault="002405C1" w:rsidP="0096019A">
      <w:pPr>
        <w:ind w:firstLine="708"/>
        <w:jc w:val="both"/>
      </w:pPr>
      <w:r w:rsidRPr="00E466D3">
        <w:t>В 7 классе учащиеся получают общие представления о структуре биологической науки, её истории и методах исследования, нравственных нормах и принципах отношения к природе.</w:t>
      </w:r>
    </w:p>
    <w:p w:rsidR="002405C1" w:rsidRPr="00E466D3" w:rsidRDefault="002405C1" w:rsidP="0096019A">
      <w:pPr>
        <w:ind w:firstLine="708"/>
        <w:jc w:val="both"/>
      </w:pPr>
      <w:r w:rsidRPr="00E466D3">
        <w:t>Учащиеся должны усвоить и применять в своей деятельности основные положения биологической науки о строении и жизнедеятельности организмов, их индивидуальном и историческом развитии экологических систем, их изменения под влиянием деятельности человека, научиться принимать экологически правильные решения в области природопользования.</w:t>
      </w:r>
    </w:p>
    <w:p w:rsidR="002405C1" w:rsidRPr="00E466D3" w:rsidRDefault="002405C1" w:rsidP="0096019A">
      <w:pPr>
        <w:ind w:firstLine="708"/>
        <w:jc w:val="both"/>
      </w:pPr>
      <w:r w:rsidRPr="00E466D3">
        <w:t>Учащиеся получают представление о многообразии живых организмов и принципах их классификации. Они узнают о практическом значении биологических знаний как научной основе охраны природы, природопользования, сельскохозяйственного производства, медицины и здравоохранения, биотехнологии и отраслей производства, основанных на использовании биологических систем.</w:t>
      </w:r>
    </w:p>
    <w:p w:rsidR="002405C1" w:rsidRPr="00E466D3" w:rsidRDefault="002405C1" w:rsidP="0096019A">
      <w:pPr>
        <w:jc w:val="both"/>
        <w:rPr>
          <w:b/>
          <w:bCs/>
        </w:rPr>
      </w:pPr>
    </w:p>
    <w:p w:rsidR="002405C1" w:rsidRPr="00E466D3" w:rsidRDefault="002405C1" w:rsidP="0096019A">
      <w:pPr>
        <w:jc w:val="both"/>
      </w:pPr>
      <w:r w:rsidRPr="00E466D3">
        <w:rPr>
          <w:b/>
          <w:bCs/>
        </w:rPr>
        <w:t>Место предмета в учебном плане.</w:t>
      </w:r>
    </w:p>
    <w:p w:rsidR="002405C1" w:rsidRPr="00AC11F5" w:rsidRDefault="002405C1" w:rsidP="00FD5E24">
      <w:pPr>
        <w:ind w:firstLine="709"/>
        <w:jc w:val="both"/>
      </w:pPr>
      <w:r w:rsidRPr="00AC11F5">
        <w:t xml:space="preserve">Федеральный базисный учебный план для образовательных учреждений Российской Федерации отводит </w:t>
      </w:r>
      <w:r w:rsidRPr="007C1C99">
        <w:rPr>
          <w:color w:val="000000"/>
        </w:rPr>
        <w:t>238</w:t>
      </w:r>
      <w:r w:rsidRPr="00AC11F5">
        <w:t xml:space="preserve"> часов для обязательного изучения биологии на ступени основного общего образования. </w:t>
      </w:r>
      <w:r>
        <w:t xml:space="preserve">Согласно Учебному плану </w:t>
      </w:r>
      <w:r w:rsidRPr="00D86504">
        <w:t>филиала</w:t>
      </w:r>
      <w:r w:rsidRPr="00D86504">
        <w:rPr>
          <w:lang w:eastAsia="ru-RU"/>
        </w:rPr>
        <w:t>Муниципального автономного общеобразовательного учреждения Гагаринская средняя общеобразовательная школа – Синицынская общеобразовательная школа</w:t>
      </w:r>
      <w:r w:rsidRPr="006F3B2A">
        <w:t xml:space="preserve"> на изучение </w:t>
      </w:r>
      <w:r>
        <w:t xml:space="preserve">биологии в 7 классе отводится 2 ч в неделю (68 </w:t>
      </w:r>
      <w:r w:rsidRPr="006F3B2A">
        <w:t>часов за год).</w:t>
      </w:r>
    </w:p>
    <w:p w:rsidR="002405C1" w:rsidRPr="00E466D3" w:rsidRDefault="002405C1" w:rsidP="0096019A">
      <w:pPr>
        <w:pStyle w:val="BodyTextIndent2"/>
        <w:spacing w:after="0" w:line="240" w:lineRule="auto"/>
        <w:ind w:left="0"/>
        <w:jc w:val="both"/>
        <w:rPr>
          <w:b/>
          <w:bCs/>
        </w:rPr>
      </w:pPr>
    </w:p>
    <w:p w:rsidR="002405C1" w:rsidRPr="00E466D3" w:rsidRDefault="002405C1" w:rsidP="00CF463D">
      <w:pPr>
        <w:pStyle w:val="BodyTextIndent2"/>
        <w:spacing w:after="0" w:line="240" w:lineRule="auto"/>
        <w:ind w:left="0"/>
        <w:rPr>
          <w:b/>
          <w:bCs/>
        </w:rPr>
      </w:pPr>
      <w:r w:rsidRPr="00E466D3">
        <w:rPr>
          <w:b/>
          <w:bCs/>
        </w:rPr>
        <w:t>Изучение биологии в основной школе направлено на достижение следующих целей:</w:t>
      </w:r>
    </w:p>
    <w:p w:rsidR="002405C1" w:rsidRPr="00E466D3" w:rsidRDefault="002405C1" w:rsidP="005F38A6">
      <w:pPr>
        <w:pStyle w:val="BodyTextIndent2"/>
        <w:numPr>
          <w:ilvl w:val="0"/>
          <w:numId w:val="23"/>
        </w:numPr>
        <w:spacing w:after="0" w:line="240" w:lineRule="auto"/>
        <w:jc w:val="both"/>
        <w:rPr>
          <w:b/>
          <w:bCs/>
        </w:rPr>
      </w:pPr>
      <w:r w:rsidRPr="00E466D3">
        <w:rPr>
          <w:b/>
          <w:bCs/>
        </w:rPr>
        <w:t xml:space="preserve">освоение знаний </w:t>
      </w:r>
      <w:r w:rsidRPr="00E466D3">
        <w:t>о роли биологической науки в формировании современной естественнонаучной картины мира; методах познания живой природы; о живой природе и присущих ей закономерностях; о строении, жизнедеятельности и средообразующей роли живых организмов;</w:t>
      </w:r>
    </w:p>
    <w:p w:rsidR="002405C1" w:rsidRPr="00E466D3" w:rsidRDefault="002405C1" w:rsidP="005F38A6">
      <w:pPr>
        <w:pStyle w:val="BodyTextIndent2"/>
        <w:numPr>
          <w:ilvl w:val="0"/>
          <w:numId w:val="23"/>
        </w:numPr>
        <w:spacing w:after="0" w:line="240" w:lineRule="auto"/>
        <w:jc w:val="both"/>
        <w:rPr>
          <w:b/>
          <w:bCs/>
        </w:rPr>
      </w:pPr>
      <w:r w:rsidRPr="00E466D3">
        <w:rPr>
          <w:b/>
          <w:bCs/>
        </w:rPr>
        <w:t>овладение умениями</w:t>
      </w:r>
      <w:r w:rsidRPr="00E466D3">
        <w:t xml:space="preserve"> применять биологические знания для объяснения процессов и явлений живой природы; использовать информацию о современных достижениях в области биологии и экологии; работать с биологическими приборами, инструментами, справочниками; проводить наблюдения за биологическими объектами, биологические эксперименты; </w:t>
      </w:r>
    </w:p>
    <w:p w:rsidR="002405C1" w:rsidRPr="00E466D3" w:rsidRDefault="002405C1" w:rsidP="005F38A6">
      <w:pPr>
        <w:pStyle w:val="BodyTextIndent2"/>
        <w:numPr>
          <w:ilvl w:val="0"/>
          <w:numId w:val="23"/>
        </w:numPr>
        <w:spacing w:after="0" w:line="240" w:lineRule="auto"/>
        <w:jc w:val="both"/>
        <w:rPr>
          <w:b/>
          <w:bCs/>
        </w:rPr>
      </w:pPr>
      <w:r w:rsidRPr="00E466D3">
        <w:rPr>
          <w:b/>
          <w:bCs/>
        </w:rPr>
        <w:t xml:space="preserve">развитие познавательных интересов, интеллектуальных и творческих способностей </w:t>
      </w:r>
      <w:r w:rsidRPr="00E466D3">
        <w:t>в процессепроведения наблюдений за живыми организмами, биологических экспериментов, работы с различными источниками информации;</w:t>
      </w:r>
    </w:p>
    <w:p w:rsidR="002405C1" w:rsidRPr="00E466D3" w:rsidRDefault="002405C1" w:rsidP="005F38A6">
      <w:pPr>
        <w:pStyle w:val="BodyTextIndent2"/>
        <w:numPr>
          <w:ilvl w:val="0"/>
          <w:numId w:val="23"/>
        </w:numPr>
        <w:spacing w:after="0" w:line="240" w:lineRule="auto"/>
        <w:jc w:val="both"/>
        <w:rPr>
          <w:b/>
          <w:bCs/>
        </w:rPr>
      </w:pPr>
      <w:r w:rsidRPr="00E466D3">
        <w:rPr>
          <w:b/>
          <w:bCs/>
        </w:rPr>
        <w:t>воспитание</w:t>
      </w:r>
      <w:r w:rsidRPr="00E466D3">
        <w:t xml:space="preserve"> позитивного ценностного отношения к живой природе; культуры поведения в природе;</w:t>
      </w:r>
    </w:p>
    <w:p w:rsidR="002405C1" w:rsidRPr="00E466D3" w:rsidRDefault="002405C1" w:rsidP="005F38A6">
      <w:pPr>
        <w:pStyle w:val="BodyTextIndent2"/>
        <w:numPr>
          <w:ilvl w:val="0"/>
          <w:numId w:val="23"/>
        </w:numPr>
        <w:spacing w:after="0" w:line="240" w:lineRule="auto"/>
        <w:jc w:val="both"/>
        <w:rPr>
          <w:b/>
          <w:bCs/>
        </w:rPr>
      </w:pPr>
      <w:r w:rsidRPr="00E466D3">
        <w:rPr>
          <w:b/>
          <w:bCs/>
        </w:rPr>
        <w:t>формирование способности и готовности использовать приобретенные знания и умения в повседневной жизни для</w:t>
      </w:r>
      <w:r w:rsidRPr="00E466D3">
        <w:t xml:space="preserve"> ухода домашними животными, оценки последствий своей деятельности по отношению к природной среде, для соблюдения правил поведения в окружающей среде, профилактики заболеваний.</w:t>
      </w:r>
    </w:p>
    <w:p w:rsidR="002405C1" w:rsidRPr="00E64810" w:rsidRDefault="002405C1" w:rsidP="00E64810">
      <w:pPr>
        <w:rPr>
          <w:b/>
          <w:bCs/>
        </w:rPr>
      </w:pPr>
      <w:r w:rsidRPr="00E64810">
        <w:rPr>
          <w:b/>
          <w:bCs/>
        </w:rPr>
        <w:t>Учебно-методический компле</w:t>
      </w:r>
      <w:r>
        <w:rPr>
          <w:b/>
          <w:bCs/>
        </w:rPr>
        <w:t>кт:</w:t>
      </w:r>
    </w:p>
    <w:p w:rsidR="002405C1" w:rsidRPr="00BA2591" w:rsidRDefault="002405C1" w:rsidP="009025BA">
      <w:pPr>
        <w:pStyle w:val="ListParagraph"/>
        <w:numPr>
          <w:ilvl w:val="0"/>
          <w:numId w:val="1"/>
        </w:numPr>
        <w:jc w:val="both"/>
      </w:pPr>
      <w:r>
        <w:t xml:space="preserve">Программа основного общего образования по биологии 6-9 классы. Авторы: В.В. Пасечник, В.В. Латюшин, В.М. Пакулова. М.: Дрофа, 2011. </w:t>
      </w:r>
    </w:p>
    <w:p w:rsidR="002405C1" w:rsidRPr="00F36D1F" w:rsidRDefault="002405C1" w:rsidP="009025BA">
      <w:pPr>
        <w:pStyle w:val="ListParagraph"/>
        <w:numPr>
          <w:ilvl w:val="0"/>
          <w:numId w:val="1"/>
        </w:numPr>
        <w:jc w:val="both"/>
      </w:pPr>
      <w:r w:rsidRPr="00F36D1F">
        <w:t>В.В. Латюшин, В.А.Шапкин «Биология. Животные» 7 класс: Учебник для общеобразовательных учебных заведе</w:t>
      </w:r>
      <w:r>
        <w:t>ний. – М.: Дрофа, 2010.</w:t>
      </w:r>
    </w:p>
    <w:p w:rsidR="002405C1" w:rsidRDefault="002405C1" w:rsidP="009025BA">
      <w:pPr>
        <w:numPr>
          <w:ilvl w:val="0"/>
          <w:numId w:val="1"/>
        </w:numPr>
        <w:jc w:val="both"/>
      </w:pPr>
      <w:r w:rsidRPr="00F36D1F">
        <w:t xml:space="preserve">Латюшин В.В., Ламехова Е.А. Биология. Животные. Рабочая тетрадь. 7 класс. </w:t>
      </w:r>
      <w:r>
        <w:t>– М.: Дрофа, 2010.</w:t>
      </w:r>
    </w:p>
    <w:p w:rsidR="002405C1" w:rsidRPr="00E466D3" w:rsidRDefault="002405C1" w:rsidP="00F35BB8">
      <w:pPr>
        <w:spacing w:line="276" w:lineRule="auto"/>
        <w:rPr>
          <w:b/>
          <w:bCs/>
        </w:rPr>
      </w:pPr>
    </w:p>
    <w:p w:rsidR="002405C1" w:rsidRPr="00E466D3" w:rsidRDefault="002405C1" w:rsidP="00F35BB8">
      <w:pPr>
        <w:pStyle w:val="ListParagraph"/>
        <w:jc w:val="center"/>
        <w:rPr>
          <w:b/>
          <w:bCs/>
        </w:rPr>
      </w:pPr>
      <w:r w:rsidRPr="00E466D3">
        <w:rPr>
          <w:b/>
          <w:bCs/>
        </w:rPr>
        <w:t>Тематическое планирование</w:t>
      </w:r>
    </w:p>
    <w:p w:rsidR="002405C1" w:rsidRPr="00E466D3" w:rsidRDefault="002405C1" w:rsidP="009B5AD3">
      <w:pPr>
        <w:pStyle w:val="ListParagraph"/>
        <w:jc w:val="center"/>
        <w:rPr>
          <w:b/>
          <w:bCs/>
        </w:rPr>
      </w:pP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410"/>
        <w:gridCol w:w="1134"/>
        <w:gridCol w:w="1418"/>
        <w:gridCol w:w="1134"/>
        <w:gridCol w:w="1417"/>
        <w:gridCol w:w="1701"/>
      </w:tblGrid>
      <w:tr w:rsidR="002405C1" w:rsidRPr="00E466D3">
        <w:tc>
          <w:tcPr>
            <w:tcW w:w="567" w:type="dxa"/>
            <w:vMerge w:val="restart"/>
          </w:tcPr>
          <w:p w:rsidR="002405C1" w:rsidRPr="000F2F56" w:rsidRDefault="002405C1" w:rsidP="000F2F56">
            <w:pPr>
              <w:jc w:val="center"/>
              <w:rPr>
                <w:b/>
                <w:bCs/>
              </w:rPr>
            </w:pPr>
            <w:r w:rsidRPr="000F2F56">
              <w:rPr>
                <w:b/>
                <w:bCs/>
              </w:rPr>
              <w:t>№</w:t>
            </w:r>
          </w:p>
          <w:p w:rsidR="002405C1" w:rsidRPr="000F2F56" w:rsidRDefault="002405C1" w:rsidP="000F2F56">
            <w:pPr>
              <w:jc w:val="center"/>
              <w:rPr>
                <w:b/>
                <w:bCs/>
              </w:rPr>
            </w:pPr>
            <w:r w:rsidRPr="000F2F56">
              <w:rPr>
                <w:b/>
                <w:bCs/>
              </w:rPr>
              <w:t>п/п</w:t>
            </w:r>
          </w:p>
        </w:tc>
        <w:tc>
          <w:tcPr>
            <w:tcW w:w="2410" w:type="dxa"/>
            <w:vMerge w:val="restart"/>
          </w:tcPr>
          <w:p w:rsidR="002405C1" w:rsidRPr="000F2F56" w:rsidRDefault="002405C1" w:rsidP="000F2F56">
            <w:pPr>
              <w:jc w:val="center"/>
              <w:rPr>
                <w:b/>
                <w:bCs/>
              </w:rPr>
            </w:pPr>
            <w:r w:rsidRPr="000F2F56">
              <w:rPr>
                <w:b/>
                <w:bCs/>
              </w:rPr>
              <w:t>Раздел</w:t>
            </w:r>
          </w:p>
        </w:tc>
        <w:tc>
          <w:tcPr>
            <w:tcW w:w="1134" w:type="dxa"/>
            <w:vMerge w:val="restart"/>
          </w:tcPr>
          <w:p w:rsidR="002405C1" w:rsidRPr="000F2F56" w:rsidRDefault="002405C1" w:rsidP="000F2F56">
            <w:pPr>
              <w:jc w:val="center"/>
              <w:rPr>
                <w:b/>
                <w:bCs/>
              </w:rPr>
            </w:pPr>
            <w:r w:rsidRPr="000F2F56">
              <w:rPr>
                <w:b/>
                <w:bCs/>
              </w:rPr>
              <w:t>Количество</w:t>
            </w:r>
          </w:p>
          <w:p w:rsidR="002405C1" w:rsidRPr="000F2F56" w:rsidRDefault="002405C1" w:rsidP="000F2F56">
            <w:pPr>
              <w:jc w:val="center"/>
              <w:rPr>
                <w:b/>
                <w:bCs/>
              </w:rPr>
            </w:pPr>
            <w:r w:rsidRPr="000F2F56">
              <w:rPr>
                <w:b/>
                <w:bCs/>
              </w:rPr>
              <w:t xml:space="preserve">часов </w:t>
            </w:r>
          </w:p>
        </w:tc>
        <w:tc>
          <w:tcPr>
            <w:tcW w:w="5670" w:type="dxa"/>
            <w:gridSpan w:val="4"/>
          </w:tcPr>
          <w:p w:rsidR="002405C1" w:rsidRPr="000F2F56" w:rsidRDefault="002405C1" w:rsidP="000F2F56">
            <w:pPr>
              <w:jc w:val="center"/>
              <w:rPr>
                <w:b/>
                <w:bCs/>
              </w:rPr>
            </w:pPr>
            <w:r w:rsidRPr="000F2F56">
              <w:rPr>
                <w:b/>
                <w:bCs/>
              </w:rPr>
              <w:t>В том числе</w:t>
            </w:r>
          </w:p>
        </w:tc>
      </w:tr>
      <w:tr w:rsidR="002405C1" w:rsidRPr="00E466D3">
        <w:tc>
          <w:tcPr>
            <w:tcW w:w="567" w:type="dxa"/>
            <w:vMerge/>
          </w:tcPr>
          <w:p w:rsidR="002405C1" w:rsidRPr="000F2F56" w:rsidRDefault="002405C1" w:rsidP="000F2F56">
            <w:pPr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vMerge/>
          </w:tcPr>
          <w:p w:rsidR="002405C1" w:rsidRPr="000F2F56" w:rsidRDefault="002405C1" w:rsidP="000F2F56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</w:tcPr>
          <w:p w:rsidR="002405C1" w:rsidRPr="000F2F56" w:rsidRDefault="002405C1" w:rsidP="000F2F56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</w:tcPr>
          <w:p w:rsidR="002405C1" w:rsidRPr="000F2F56" w:rsidRDefault="002405C1" w:rsidP="000F2F56">
            <w:pPr>
              <w:jc w:val="center"/>
              <w:rPr>
                <w:b/>
                <w:bCs/>
              </w:rPr>
            </w:pPr>
            <w:r w:rsidRPr="000F2F56">
              <w:rPr>
                <w:b/>
                <w:bCs/>
              </w:rPr>
              <w:t>Лабораторные работы</w:t>
            </w:r>
          </w:p>
        </w:tc>
        <w:tc>
          <w:tcPr>
            <w:tcW w:w="1134" w:type="dxa"/>
          </w:tcPr>
          <w:p w:rsidR="002405C1" w:rsidRPr="000F2F56" w:rsidRDefault="002405C1" w:rsidP="000F2F56">
            <w:pPr>
              <w:jc w:val="center"/>
              <w:rPr>
                <w:b/>
                <w:bCs/>
              </w:rPr>
            </w:pPr>
            <w:r w:rsidRPr="000F2F56">
              <w:rPr>
                <w:b/>
                <w:bCs/>
              </w:rPr>
              <w:t>Практические работы</w:t>
            </w:r>
          </w:p>
        </w:tc>
        <w:tc>
          <w:tcPr>
            <w:tcW w:w="1417" w:type="dxa"/>
          </w:tcPr>
          <w:p w:rsidR="002405C1" w:rsidRPr="000F2F56" w:rsidRDefault="002405C1" w:rsidP="000F2F56">
            <w:pPr>
              <w:jc w:val="center"/>
              <w:rPr>
                <w:b/>
                <w:bCs/>
              </w:rPr>
            </w:pPr>
            <w:r w:rsidRPr="000F2F56">
              <w:rPr>
                <w:b/>
                <w:bCs/>
              </w:rPr>
              <w:t>Экскурсии</w:t>
            </w:r>
          </w:p>
        </w:tc>
        <w:tc>
          <w:tcPr>
            <w:tcW w:w="1701" w:type="dxa"/>
          </w:tcPr>
          <w:p w:rsidR="002405C1" w:rsidRPr="000F2F56" w:rsidRDefault="002405C1" w:rsidP="000F2F56">
            <w:pPr>
              <w:jc w:val="center"/>
              <w:rPr>
                <w:b/>
                <w:bCs/>
              </w:rPr>
            </w:pPr>
            <w:r w:rsidRPr="000F2F56">
              <w:rPr>
                <w:b/>
                <w:bCs/>
              </w:rPr>
              <w:t>Контрольно-обобщающие</w:t>
            </w:r>
          </w:p>
        </w:tc>
      </w:tr>
      <w:tr w:rsidR="002405C1" w:rsidRPr="00E466D3">
        <w:tc>
          <w:tcPr>
            <w:tcW w:w="567" w:type="dxa"/>
          </w:tcPr>
          <w:p w:rsidR="002405C1" w:rsidRPr="00E466D3" w:rsidRDefault="002405C1" w:rsidP="000F2F56">
            <w:pPr>
              <w:pStyle w:val="ListParagraph"/>
              <w:numPr>
                <w:ilvl w:val="0"/>
                <w:numId w:val="30"/>
              </w:numPr>
              <w:ind w:left="470" w:hanging="357"/>
              <w:jc w:val="both"/>
            </w:pPr>
          </w:p>
        </w:tc>
        <w:tc>
          <w:tcPr>
            <w:tcW w:w="2410" w:type="dxa"/>
          </w:tcPr>
          <w:p w:rsidR="002405C1" w:rsidRPr="008E5CF0" w:rsidRDefault="002405C1" w:rsidP="00636B70">
            <w:pPr>
              <w:pStyle w:val="PlainText"/>
              <w:rPr>
                <w:rFonts w:ascii="Times New Roman" w:hAnsi="Times New Roman"/>
                <w:sz w:val="24"/>
                <w:szCs w:val="24"/>
              </w:rPr>
            </w:pPr>
            <w:r w:rsidRPr="008E5CF0">
              <w:rPr>
                <w:rFonts w:ascii="Times New Roman" w:hAnsi="Times New Roman"/>
                <w:sz w:val="24"/>
                <w:szCs w:val="24"/>
              </w:rPr>
              <w:t>Введение. Общие сведения о животном мире.</w:t>
            </w:r>
          </w:p>
        </w:tc>
        <w:tc>
          <w:tcPr>
            <w:tcW w:w="1134" w:type="dxa"/>
          </w:tcPr>
          <w:p w:rsidR="002405C1" w:rsidRPr="00E466D3" w:rsidRDefault="002405C1" w:rsidP="000F2F56">
            <w:pPr>
              <w:jc w:val="center"/>
            </w:pPr>
            <w:r w:rsidRPr="00E466D3">
              <w:t>2</w:t>
            </w:r>
          </w:p>
        </w:tc>
        <w:tc>
          <w:tcPr>
            <w:tcW w:w="1418" w:type="dxa"/>
          </w:tcPr>
          <w:p w:rsidR="002405C1" w:rsidRPr="00E466D3" w:rsidRDefault="002405C1" w:rsidP="000F2F56">
            <w:pPr>
              <w:jc w:val="center"/>
            </w:pPr>
          </w:p>
        </w:tc>
        <w:tc>
          <w:tcPr>
            <w:tcW w:w="1134" w:type="dxa"/>
          </w:tcPr>
          <w:p w:rsidR="002405C1" w:rsidRPr="00E466D3" w:rsidRDefault="002405C1" w:rsidP="000F2F56">
            <w:pPr>
              <w:jc w:val="center"/>
            </w:pPr>
          </w:p>
        </w:tc>
        <w:tc>
          <w:tcPr>
            <w:tcW w:w="1417" w:type="dxa"/>
          </w:tcPr>
          <w:p w:rsidR="002405C1" w:rsidRPr="00E466D3" w:rsidRDefault="002405C1" w:rsidP="000F2F56">
            <w:pPr>
              <w:jc w:val="center"/>
            </w:pPr>
          </w:p>
        </w:tc>
        <w:tc>
          <w:tcPr>
            <w:tcW w:w="1701" w:type="dxa"/>
          </w:tcPr>
          <w:p w:rsidR="002405C1" w:rsidRPr="00E466D3" w:rsidRDefault="002405C1" w:rsidP="000F2F56">
            <w:pPr>
              <w:jc w:val="center"/>
            </w:pPr>
          </w:p>
        </w:tc>
      </w:tr>
      <w:tr w:rsidR="002405C1" w:rsidRPr="00E466D3">
        <w:tc>
          <w:tcPr>
            <w:tcW w:w="567" w:type="dxa"/>
          </w:tcPr>
          <w:p w:rsidR="002405C1" w:rsidRPr="00E466D3" w:rsidRDefault="002405C1" w:rsidP="000F2F56">
            <w:pPr>
              <w:pStyle w:val="ListParagraph"/>
              <w:numPr>
                <w:ilvl w:val="0"/>
                <w:numId w:val="30"/>
              </w:numPr>
              <w:ind w:left="470" w:hanging="357"/>
              <w:jc w:val="both"/>
            </w:pPr>
          </w:p>
        </w:tc>
        <w:tc>
          <w:tcPr>
            <w:tcW w:w="2410" w:type="dxa"/>
          </w:tcPr>
          <w:p w:rsidR="002405C1" w:rsidRPr="008E5CF0" w:rsidRDefault="002405C1" w:rsidP="00636B70">
            <w:pPr>
              <w:pStyle w:val="PlainText"/>
              <w:rPr>
                <w:rFonts w:ascii="Times New Roman" w:hAnsi="Times New Roman"/>
                <w:sz w:val="24"/>
                <w:szCs w:val="24"/>
              </w:rPr>
            </w:pPr>
            <w:r w:rsidRPr="008E5CF0">
              <w:rPr>
                <w:rFonts w:ascii="Times New Roman" w:hAnsi="Times New Roman"/>
                <w:sz w:val="24"/>
                <w:szCs w:val="24"/>
              </w:rPr>
              <w:t>Многообразие животных.</w:t>
            </w:r>
          </w:p>
        </w:tc>
        <w:tc>
          <w:tcPr>
            <w:tcW w:w="1134" w:type="dxa"/>
          </w:tcPr>
          <w:p w:rsidR="002405C1" w:rsidRPr="00E466D3" w:rsidRDefault="002405C1" w:rsidP="000F2F56">
            <w:pPr>
              <w:jc w:val="center"/>
            </w:pPr>
            <w:r>
              <w:t xml:space="preserve">34 </w:t>
            </w:r>
          </w:p>
        </w:tc>
        <w:tc>
          <w:tcPr>
            <w:tcW w:w="1418" w:type="dxa"/>
          </w:tcPr>
          <w:p w:rsidR="002405C1" w:rsidRPr="00E466D3" w:rsidRDefault="002405C1" w:rsidP="000F2F56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2405C1" w:rsidRPr="000F2F56" w:rsidRDefault="002405C1" w:rsidP="000F2F56">
            <w:pPr>
              <w:jc w:val="center"/>
              <w:rPr>
                <w:lang w:val="en-US"/>
              </w:rPr>
            </w:pPr>
            <w:r w:rsidRPr="000F2F56">
              <w:rPr>
                <w:lang w:val="en-US"/>
              </w:rPr>
              <w:t>1</w:t>
            </w:r>
          </w:p>
        </w:tc>
        <w:tc>
          <w:tcPr>
            <w:tcW w:w="1417" w:type="dxa"/>
          </w:tcPr>
          <w:p w:rsidR="002405C1" w:rsidRPr="000F2F56" w:rsidRDefault="002405C1" w:rsidP="000F2F56">
            <w:pPr>
              <w:jc w:val="center"/>
              <w:rPr>
                <w:lang w:val="en-US"/>
              </w:rPr>
            </w:pPr>
            <w:r w:rsidRPr="000F2F56">
              <w:rPr>
                <w:lang w:val="en-US"/>
              </w:rPr>
              <w:t>1</w:t>
            </w:r>
          </w:p>
        </w:tc>
        <w:tc>
          <w:tcPr>
            <w:tcW w:w="1701" w:type="dxa"/>
          </w:tcPr>
          <w:p w:rsidR="002405C1" w:rsidRPr="000F2F56" w:rsidRDefault="002405C1" w:rsidP="000F2F56">
            <w:pPr>
              <w:jc w:val="center"/>
              <w:rPr>
                <w:lang w:val="en-US"/>
              </w:rPr>
            </w:pPr>
            <w:r w:rsidRPr="000F2F56">
              <w:rPr>
                <w:lang w:val="en-US"/>
              </w:rPr>
              <w:t>2</w:t>
            </w:r>
          </w:p>
        </w:tc>
      </w:tr>
      <w:tr w:rsidR="002405C1" w:rsidRPr="00E466D3">
        <w:tc>
          <w:tcPr>
            <w:tcW w:w="567" w:type="dxa"/>
          </w:tcPr>
          <w:p w:rsidR="002405C1" w:rsidRPr="00E466D3" w:rsidRDefault="002405C1" w:rsidP="000F2F56">
            <w:pPr>
              <w:pStyle w:val="ListParagraph"/>
              <w:numPr>
                <w:ilvl w:val="0"/>
                <w:numId w:val="30"/>
              </w:numPr>
              <w:ind w:left="470" w:hanging="357"/>
              <w:jc w:val="both"/>
            </w:pPr>
          </w:p>
        </w:tc>
        <w:tc>
          <w:tcPr>
            <w:tcW w:w="2410" w:type="dxa"/>
          </w:tcPr>
          <w:p w:rsidR="002405C1" w:rsidRPr="008E5CF0" w:rsidRDefault="002405C1" w:rsidP="00A550D2">
            <w:pPr>
              <w:pStyle w:val="PlainText"/>
              <w:rPr>
                <w:rFonts w:ascii="Times New Roman" w:hAnsi="Times New Roman"/>
                <w:sz w:val="24"/>
                <w:szCs w:val="24"/>
              </w:rPr>
            </w:pPr>
            <w:r w:rsidRPr="008E5CF0">
              <w:rPr>
                <w:rFonts w:ascii="Times New Roman" w:hAnsi="Times New Roman"/>
                <w:sz w:val="24"/>
                <w:szCs w:val="24"/>
              </w:rPr>
              <w:t>Эволюция строения. Взаимосвязь строения и функций органов и систем у животных.</w:t>
            </w:r>
          </w:p>
        </w:tc>
        <w:tc>
          <w:tcPr>
            <w:tcW w:w="1134" w:type="dxa"/>
          </w:tcPr>
          <w:p w:rsidR="002405C1" w:rsidRPr="00E466D3" w:rsidRDefault="002405C1" w:rsidP="000F2F56">
            <w:pPr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2405C1" w:rsidRPr="000F2F56" w:rsidRDefault="002405C1" w:rsidP="000F2F56">
            <w:pPr>
              <w:jc w:val="center"/>
              <w:rPr>
                <w:lang w:val="en-US"/>
              </w:rPr>
            </w:pPr>
            <w:r w:rsidRPr="000F2F56">
              <w:rPr>
                <w:lang w:val="en-US"/>
              </w:rPr>
              <w:t>5</w:t>
            </w:r>
          </w:p>
        </w:tc>
        <w:tc>
          <w:tcPr>
            <w:tcW w:w="1134" w:type="dxa"/>
          </w:tcPr>
          <w:p w:rsidR="002405C1" w:rsidRPr="000F2F56" w:rsidRDefault="002405C1" w:rsidP="000F2F56">
            <w:pPr>
              <w:jc w:val="center"/>
              <w:rPr>
                <w:lang w:val="en-US"/>
              </w:rPr>
            </w:pPr>
            <w:r w:rsidRPr="000F2F56">
              <w:rPr>
                <w:lang w:val="en-US"/>
              </w:rPr>
              <w:t>1</w:t>
            </w:r>
          </w:p>
        </w:tc>
        <w:tc>
          <w:tcPr>
            <w:tcW w:w="1417" w:type="dxa"/>
          </w:tcPr>
          <w:p w:rsidR="002405C1" w:rsidRPr="00E466D3" w:rsidRDefault="002405C1" w:rsidP="000F2F56">
            <w:pPr>
              <w:jc w:val="center"/>
            </w:pPr>
          </w:p>
        </w:tc>
        <w:tc>
          <w:tcPr>
            <w:tcW w:w="1701" w:type="dxa"/>
          </w:tcPr>
          <w:p w:rsidR="002405C1" w:rsidRPr="00E466D3" w:rsidRDefault="002405C1" w:rsidP="000F2F56">
            <w:pPr>
              <w:jc w:val="center"/>
            </w:pPr>
            <w:r>
              <w:t>1</w:t>
            </w:r>
          </w:p>
        </w:tc>
      </w:tr>
      <w:tr w:rsidR="002405C1" w:rsidRPr="00E466D3">
        <w:tc>
          <w:tcPr>
            <w:tcW w:w="567" w:type="dxa"/>
          </w:tcPr>
          <w:p w:rsidR="002405C1" w:rsidRPr="00E466D3" w:rsidRDefault="002405C1" w:rsidP="000F2F56">
            <w:pPr>
              <w:pStyle w:val="ListParagraph"/>
              <w:numPr>
                <w:ilvl w:val="0"/>
                <w:numId w:val="30"/>
              </w:numPr>
              <w:ind w:left="470" w:hanging="357"/>
              <w:jc w:val="both"/>
            </w:pPr>
          </w:p>
        </w:tc>
        <w:tc>
          <w:tcPr>
            <w:tcW w:w="2410" w:type="dxa"/>
          </w:tcPr>
          <w:p w:rsidR="002405C1" w:rsidRPr="008E5CF0" w:rsidRDefault="002405C1" w:rsidP="00636B70">
            <w:pPr>
              <w:pStyle w:val="PlainText"/>
              <w:rPr>
                <w:rFonts w:ascii="Times New Roman" w:hAnsi="Times New Roman"/>
                <w:sz w:val="24"/>
                <w:szCs w:val="24"/>
              </w:rPr>
            </w:pPr>
            <w:r w:rsidRPr="008E5CF0">
              <w:rPr>
                <w:rFonts w:ascii="Times New Roman" w:hAnsi="Times New Roman"/>
                <w:sz w:val="24"/>
                <w:szCs w:val="24"/>
              </w:rPr>
              <w:t>Индивидуальное развитие животных.</w:t>
            </w:r>
          </w:p>
        </w:tc>
        <w:tc>
          <w:tcPr>
            <w:tcW w:w="1134" w:type="dxa"/>
          </w:tcPr>
          <w:p w:rsidR="002405C1" w:rsidRPr="00E466D3" w:rsidRDefault="002405C1" w:rsidP="000F2F56">
            <w:pPr>
              <w:jc w:val="center"/>
            </w:pPr>
            <w:r>
              <w:t>3</w:t>
            </w:r>
          </w:p>
        </w:tc>
        <w:tc>
          <w:tcPr>
            <w:tcW w:w="1418" w:type="dxa"/>
          </w:tcPr>
          <w:p w:rsidR="002405C1" w:rsidRPr="00E466D3" w:rsidRDefault="002405C1" w:rsidP="000F2F56">
            <w:pPr>
              <w:jc w:val="center"/>
            </w:pPr>
          </w:p>
        </w:tc>
        <w:tc>
          <w:tcPr>
            <w:tcW w:w="1134" w:type="dxa"/>
          </w:tcPr>
          <w:p w:rsidR="002405C1" w:rsidRPr="00E466D3" w:rsidRDefault="002405C1" w:rsidP="000F2F56">
            <w:pPr>
              <w:jc w:val="center"/>
            </w:pPr>
          </w:p>
        </w:tc>
        <w:tc>
          <w:tcPr>
            <w:tcW w:w="1417" w:type="dxa"/>
          </w:tcPr>
          <w:p w:rsidR="002405C1" w:rsidRPr="00E466D3" w:rsidRDefault="002405C1" w:rsidP="000F2F56">
            <w:pPr>
              <w:jc w:val="center"/>
            </w:pPr>
          </w:p>
        </w:tc>
        <w:tc>
          <w:tcPr>
            <w:tcW w:w="1701" w:type="dxa"/>
          </w:tcPr>
          <w:p w:rsidR="002405C1" w:rsidRPr="00E466D3" w:rsidRDefault="002405C1" w:rsidP="000F2F56">
            <w:pPr>
              <w:jc w:val="center"/>
            </w:pPr>
          </w:p>
        </w:tc>
      </w:tr>
      <w:tr w:rsidR="002405C1" w:rsidRPr="00E466D3">
        <w:tc>
          <w:tcPr>
            <w:tcW w:w="567" w:type="dxa"/>
          </w:tcPr>
          <w:p w:rsidR="002405C1" w:rsidRPr="00E466D3" w:rsidRDefault="002405C1" w:rsidP="000F2F56">
            <w:pPr>
              <w:pStyle w:val="ListParagraph"/>
              <w:numPr>
                <w:ilvl w:val="0"/>
                <w:numId w:val="30"/>
              </w:numPr>
              <w:ind w:left="470" w:hanging="357"/>
              <w:jc w:val="both"/>
            </w:pPr>
          </w:p>
        </w:tc>
        <w:tc>
          <w:tcPr>
            <w:tcW w:w="2410" w:type="dxa"/>
          </w:tcPr>
          <w:p w:rsidR="002405C1" w:rsidRPr="008E5CF0" w:rsidRDefault="002405C1" w:rsidP="00636B70">
            <w:pPr>
              <w:pStyle w:val="PlainText"/>
              <w:rPr>
                <w:rFonts w:ascii="Times New Roman" w:hAnsi="Times New Roman"/>
                <w:sz w:val="24"/>
                <w:szCs w:val="24"/>
              </w:rPr>
            </w:pPr>
            <w:r w:rsidRPr="008E5CF0">
              <w:rPr>
                <w:rFonts w:ascii="Times New Roman" w:hAnsi="Times New Roman"/>
                <w:sz w:val="24"/>
                <w:szCs w:val="24"/>
              </w:rPr>
              <w:t>Развитие животного мира на Земле.</w:t>
            </w:r>
          </w:p>
        </w:tc>
        <w:tc>
          <w:tcPr>
            <w:tcW w:w="1134" w:type="dxa"/>
          </w:tcPr>
          <w:p w:rsidR="002405C1" w:rsidRDefault="002405C1" w:rsidP="000F2F56">
            <w:pPr>
              <w:jc w:val="center"/>
            </w:pPr>
            <w:r>
              <w:t>3</w:t>
            </w:r>
          </w:p>
        </w:tc>
        <w:tc>
          <w:tcPr>
            <w:tcW w:w="1418" w:type="dxa"/>
          </w:tcPr>
          <w:p w:rsidR="002405C1" w:rsidRPr="00E466D3" w:rsidRDefault="002405C1" w:rsidP="000F2F56">
            <w:pPr>
              <w:jc w:val="center"/>
            </w:pPr>
          </w:p>
        </w:tc>
        <w:tc>
          <w:tcPr>
            <w:tcW w:w="1134" w:type="dxa"/>
          </w:tcPr>
          <w:p w:rsidR="002405C1" w:rsidRPr="00E466D3" w:rsidRDefault="002405C1" w:rsidP="000F2F56">
            <w:pPr>
              <w:jc w:val="center"/>
            </w:pPr>
          </w:p>
        </w:tc>
        <w:tc>
          <w:tcPr>
            <w:tcW w:w="1417" w:type="dxa"/>
          </w:tcPr>
          <w:p w:rsidR="002405C1" w:rsidRPr="00E466D3" w:rsidRDefault="002405C1" w:rsidP="000F2F56">
            <w:pPr>
              <w:jc w:val="center"/>
            </w:pPr>
          </w:p>
        </w:tc>
        <w:tc>
          <w:tcPr>
            <w:tcW w:w="1701" w:type="dxa"/>
          </w:tcPr>
          <w:p w:rsidR="002405C1" w:rsidRPr="00E466D3" w:rsidRDefault="002405C1" w:rsidP="000F2F56">
            <w:pPr>
              <w:jc w:val="center"/>
            </w:pPr>
          </w:p>
        </w:tc>
      </w:tr>
      <w:tr w:rsidR="002405C1" w:rsidRPr="00E466D3">
        <w:tc>
          <w:tcPr>
            <w:tcW w:w="567" w:type="dxa"/>
          </w:tcPr>
          <w:p w:rsidR="002405C1" w:rsidRPr="00E466D3" w:rsidRDefault="002405C1" w:rsidP="000F2F56">
            <w:pPr>
              <w:pStyle w:val="ListParagraph"/>
              <w:numPr>
                <w:ilvl w:val="0"/>
                <w:numId w:val="30"/>
              </w:numPr>
              <w:ind w:left="470" w:hanging="357"/>
              <w:jc w:val="both"/>
            </w:pPr>
          </w:p>
        </w:tc>
        <w:tc>
          <w:tcPr>
            <w:tcW w:w="2410" w:type="dxa"/>
          </w:tcPr>
          <w:p w:rsidR="002405C1" w:rsidRPr="008E5CF0" w:rsidRDefault="002405C1" w:rsidP="00636B70">
            <w:pPr>
              <w:pStyle w:val="PlainText"/>
              <w:rPr>
                <w:rFonts w:ascii="Times New Roman" w:hAnsi="Times New Roman"/>
                <w:sz w:val="24"/>
                <w:szCs w:val="24"/>
              </w:rPr>
            </w:pPr>
            <w:r w:rsidRPr="008E5CF0">
              <w:rPr>
                <w:rFonts w:ascii="Times New Roman" w:hAnsi="Times New Roman"/>
                <w:sz w:val="24"/>
                <w:szCs w:val="24"/>
              </w:rPr>
              <w:t>Закономерности размещение животных на Земле.</w:t>
            </w:r>
          </w:p>
        </w:tc>
        <w:tc>
          <w:tcPr>
            <w:tcW w:w="1134" w:type="dxa"/>
          </w:tcPr>
          <w:p w:rsidR="002405C1" w:rsidRDefault="002405C1" w:rsidP="000F2F56">
            <w:pPr>
              <w:jc w:val="center"/>
            </w:pPr>
            <w:r>
              <w:t>3</w:t>
            </w:r>
          </w:p>
        </w:tc>
        <w:tc>
          <w:tcPr>
            <w:tcW w:w="1418" w:type="dxa"/>
          </w:tcPr>
          <w:p w:rsidR="002405C1" w:rsidRPr="00E466D3" w:rsidRDefault="002405C1" w:rsidP="000F2F56">
            <w:pPr>
              <w:jc w:val="center"/>
            </w:pPr>
          </w:p>
        </w:tc>
        <w:tc>
          <w:tcPr>
            <w:tcW w:w="1134" w:type="dxa"/>
          </w:tcPr>
          <w:p w:rsidR="002405C1" w:rsidRPr="00E466D3" w:rsidRDefault="002405C1" w:rsidP="000F2F56">
            <w:pPr>
              <w:jc w:val="center"/>
            </w:pPr>
          </w:p>
        </w:tc>
        <w:tc>
          <w:tcPr>
            <w:tcW w:w="1417" w:type="dxa"/>
          </w:tcPr>
          <w:p w:rsidR="002405C1" w:rsidRPr="00E466D3" w:rsidRDefault="002405C1" w:rsidP="000F2F56">
            <w:pPr>
              <w:jc w:val="center"/>
            </w:pPr>
          </w:p>
        </w:tc>
        <w:tc>
          <w:tcPr>
            <w:tcW w:w="1701" w:type="dxa"/>
          </w:tcPr>
          <w:p w:rsidR="002405C1" w:rsidRPr="00E466D3" w:rsidRDefault="002405C1" w:rsidP="000F2F56">
            <w:pPr>
              <w:jc w:val="center"/>
            </w:pPr>
          </w:p>
        </w:tc>
      </w:tr>
      <w:tr w:rsidR="002405C1" w:rsidRPr="00E466D3">
        <w:tc>
          <w:tcPr>
            <w:tcW w:w="567" w:type="dxa"/>
          </w:tcPr>
          <w:p w:rsidR="002405C1" w:rsidRPr="00E466D3" w:rsidRDefault="002405C1" w:rsidP="000F2F56">
            <w:pPr>
              <w:pStyle w:val="ListParagraph"/>
              <w:numPr>
                <w:ilvl w:val="0"/>
                <w:numId w:val="30"/>
              </w:numPr>
              <w:ind w:left="470" w:hanging="357"/>
              <w:jc w:val="both"/>
            </w:pPr>
          </w:p>
        </w:tc>
        <w:tc>
          <w:tcPr>
            <w:tcW w:w="2410" w:type="dxa"/>
          </w:tcPr>
          <w:p w:rsidR="002405C1" w:rsidRPr="008E5CF0" w:rsidRDefault="002405C1" w:rsidP="00636B70">
            <w:pPr>
              <w:pStyle w:val="PlainText"/>
              <w:rPr>
                <w:rFonts w:ascii="Times New Roman" w:hAnsi="Times New Roman"/>
                <w:sz w:val="24"/>
                <w:szCs w:val="24"/>
              </w:rPr>
            </w:pPr>
            <w:r w:rsidRPr="008E5CF0">
              <w:rPr>
                <w:rFonts w:ascii="Times New Roman" w:hAnsi="Times New Roman"/>
                <w:sz w:val="24"/>
                <w:szCs w:val="24"/>
              </w:rPr>
              <w:t xml:space="preserve">Биоценозы. </w:t>
            </w:r>
          </w:p>
        </w:tc>
        <w:tc>
          <w:tcPr>
            <w:tcW w:w="1134" w:type="dxa"/>
          </w:tcPr>
          <w:p w:rsidR="002405C1" w:rsidRDefault="002405C1" w:rsidP="000F2F56">
            <w:pPr>
              <w:jc w:val="center"/>
            </w:pPr>
            <w:r>
              <w:t>4</w:t>
            </w:r>
          </w:p>
        </w:tc>
        <w:tc>
          <w:tcPr>
            <w:tcW w:w="1418" w:type="dxa"/>
          </w:tcPr>
          <w:p w:rsidR="002405C1" w:rsidRPr="000F2F56" w:rsidRDefault="002405C1" w:rsidP="000F2F56">
            <w:pPr>
              <w:jc w:val="center"/>
              <w:rPr>
                <w:lang w:val="en-US"/>
              </w:rPr>
            </w:pPr>
            <w:r w:rsidRPr="000F2F56">
              <w:rPr>
                <w:lang w:val="en-US"/>
              </w:rPr>
              <w:t>1</w:t>
            </w:r>
          </w:p>
        </w:tc>
        <w:tc>
          <w:tcPr>
            <w:tcW w:w="1134" w:type="dxa"/>
          </w:tcPr>
          <w:p w:rsidR="002405C1" w:rsidRPr="00E466D3" w:rsidRDefault="002405C1" w:rsidP="000F2F56">
            <w:pPr>
              <w:jc w:val="center"/>
            </w:pPr>
          </w:p>
        </w:tc>
        <w:tc>
          <w:tcPr>
            <w:tcW w:w="1417" w:type="dxa"/>
          </w:tcPr>
          <w:p w:rsidR="002405C1" w:rsidRPr="00E466D3" w:rsidRDefault="002405C1" w:rsidP="000F2F56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2405C1" w:rsidRPr="000F2F56" w:rsidRDefault="002405C1" w:rsidP="000F2F56">
            <w:pPr>
              <w:jc w:val="center"/>
              <w:rPr>
                <w:lang w:val="en-US"/>
              </w:rPr>
            </w:pPr>
            <w:r w:rsidRPr="000F2F56">
              <w:rPr>
                <w:lang w:val="en-US"/>
              </w:rPr>
              <w:t>1</w:t>
            </w:r>
          </w:p>
        </w:tc>
      </w:tr>
      <w:tr w:rsidR="002405C1" w:rsidRPr="00E466D3">
        <w:tc>
          <w:tcPr>
            <w:tcW w:w="567" w:type="dxa"/>
          </w:tcPr>
          <w:p w:rsidR="002405C1" w:rsidRPr="00E466D3" w:rsidRDefault="002405C1" w:rsidP="000F2F56">
            <w:pPr>
              <w:pStyle w:val="ListParagraph"/>
              <w:numPr>
                <w:ilvl w:val="0"/>
                <w:numId w:val="30"/>
              </w:numPr>
              <w:ind w:left="470" w:hanging="357"/>
              <w:jc w:val="both"/>
            </w:pPr>
          </w:p>
        </w:tc>
        <w:tc>
          <w:tcPr>
            <w:tcW w:w="2410" w:type="dxa"/>
          </w:tcPr>
          <w:p w:rsidR="002405C1" w:rsidRPr="008E5CF0" w:rsidRDefault="002405C1" w:rsidP="00636B70">
            <w:pPr>
              <w:pStyle w:val="PlainText"/>
              <w:rPr>
                <w:rFonts w:ascii="Times New Roman" w:hAnsi="Times New Roman"/>
                <w:sz w:val="24"/>
                <w:szCs w:val="24"/>
              </w:rPr>
            </w:pPr>
            <w:r w:rsidRPr="008E5CF0">
              <w:rPr>
                <w:rFonts w:ascii="Times New Roman" w:hAnsi="Times New Roman"/>
                <w:sz w:val="24"/>
                <w:szCs w:val="24"/>
              </w:rPr>
              <w:t>Животный мир и хозяйственная деятельность человека.</w:t>
            </w:r>
          </w:p>
        </w:tc>
        <w:tc>
          <w:tcPr>
            <w:tcW w:w="1134" w:type="dxa"/>
          </w:tcPr>
          <w:p w:rsidR="002405C1" w:rsidRDefault="002405C1" w:rsidP="000F2F56">
            <w:pPr>
              <w:jc w:val="center"/>
            </w:pPr>
            <w:r>
              <w:t>5</w:t>
            </w:r>
          </w:p>
        </w:tc>
        <w:tc>
          <w:tcPr>
            <w:tcW w:w="1418" w:type="dxa"/>
          </w:tcPr>
          <w:p w:rsidR="002405C1" w:rsidRPr="000F2F56" w:rsidRDefault="002405C1" w:rsidP="000F2F56">
            <w:pPr>
              <w:jc w:val="center"/>
              <w:rPr>
                <w:lang w:val="en-US"/>
              </w:rPr>
            </w:pPr>
            <w:r w:rsidRPr="000F2F56">
              <w:rPr>
                <w:lang w:val="en-US"/>
              </w:rPr>
              <w:t>1</w:t>
            </w:r>
          </w:p>
        </w:tc>
        <w:tc>
          <w:tcPr>
            <w:tcW w:w="1134" w:type="dxa"/>
          </w:tcPr>
          <w:p w:rsidR="002405C1" w:rsidRPr="00E466D3" w:rsidRDefault="002405C1" w:rsidP="000F2F56">
            <w:pPr>
              <w:jc w:val="center"/>
            </w:pPr>
          </w:p>
        </w:tc>
        <w:tc>
          <w:tcPr>
            <w:tcW w:w="1417" w:type="dxa"/>
          </w:tcPr>
          <w:p w:rsidR="002405C1" w:rsidRPr="00E466D3" w:rsidRDefault="002405C1" w:rsidP="000F2F56">
            <w:pPr>
              <w:jc w:val="center"/>
            </w:pPr>
          </w:p>
        </w:tc>
        <w:tc>
          <w:tcPr>
            <w:tcW w:w="1701" w:type="dxa"/>
          </w:tcPr>
          <w:p w:rsidR="002405C1" w:rsidRPr="00E466D3" w:rsidRDefault="002405C1" w:rsidP="000F2F56">
            <w:pPr>
              <w:jc w:val="center"/>
            </w:pPr>
          </w:p>
        </w:tc>
      </w:tr>
      <w:tr w:rsidR="002405C1" w:rsidRPr="00E466D3">
        <w:tc>
          <w:tcPr>
            <w:tcW w:w="567" w:type="dxa"/>
          </w:tcPr>
          <w:p w:rsidR="002405C1" w:rsidRPr="000F2F56" w:rsidRDefault="002405C1" w:rsidP="000F2F56">
            <w:pPr>
              <w:pStyle w:val="ListParagraph"/>
              <w:numPr>
                <w:ilvl w:val="0"/>
                <w:numId w:val="30"/>
              </w:numPr>
              <w:ind w:left="470" w:hanging="357"/>
              <w:jc w:val="center"/>
              <w:rPr>
                <w:b/>
                <w:bCs/>
              </w:rPr>
            </w:pPr>
          </w:p>
        </w:tc>
        <w:tc>
          <w:tcPr>
            <w:tcW w:w="2410" w:type="dxa"/>
          </w:tcPr>
          <w:p w:rsidR="002405C1" w:rsidRPr="000F2F56" w:rsidRDefault="002405C1" w:rsidP="000F2F56">
            <w:pPr>
              <w:jc w:val="center"/>
              <w:rPr>
                <w:b/>
                <w:bCs/>
              </w:rPr>
            </w:pPr>
            <w:r w:rsidRPr="000F2F56">
              <w:rPr>
                <w:b/>
                <w:bCs/>
              </w:rPr>
              <w:t>Итого:</w:t>
            </w:r>
          </w:p>
        </w:tc>
        <w:tc>
          <w:tcPr>
            <w:tcW w:w="1134" w:type="dxa"/>
          </w:tcPr>
          <w:p w:rsidR="002405C1" w:rsidRPr="000F2F56" w:rsidRDefault="002405C1" w:rsidP="000F2F56">
            <w:pPr>
              <w:jc w:val="center"/>
              <w:rPr>
                <w:b/>
                <w:bCs/>
              </w:rPr>
            </w:pPr>
            <w:r w:rsidRPr="000F2F56">
              <w:rPr>
                <w:b/>
                <w:bCs/>
              </w:rPr>
              <w:t>68</w:t>
            </w:r>
          </w:p>
        </w:tc>
        <w:tc>
          <w:tcPr>
            <w:tcW w:w="1418" w:type="dxa"/>
          </w:tcPr>
          <w:p w:rsidR="002405C1" w:rsidRPr="000F2F56" w:rsidRDefault="002405C1" w:rsidP="000F2F56">
            <w:pPr>
              <w:jc w:val="center"/>
              <w:rPr>
                <w:b/>
                <w:bCs/>
                <w:lang w:val="en-US"/>
              </w:rPr>
            </w:pPr>
            <w:r w:rsidRPr="000F2F56">
              <w:rPr>
                <w:b/>
                <w:bCs/>
              </w:rPr>
              <w:t>1</w:t>
            </w:r>
            <w:r w:rsidRPr="000F2F56">
              <w:rPr>
                <w:b/>
                <w:bCs/>
                <w:lang w:val="en-US"/>
              </w:rPr>
              <w:t>3</w:t>
            </w:r>
          </w:p>
        </w:tc>
        <w:tc>
          <w:tcPr>
            <w:tcW w:w="1134" w:type="dxa"/>
          </w:tcPr>
          <w:p w:rsidR="002405C1" w:rsidRPr="000F2F56" w:rsidRDefault="002405C1" w:rsidP="000F2F56">
            <w:pPr>
              <w:jc w:val="center"/>
              <w:rPr>
                <w:b/>
                <w:bCs/>
              </w:rPr>
            </w:pPr>
            <w:r w:rsidRPr="000F2F56">
              <w:rPr>
                <w:b/>
                <w:bCs/>
              </w:rPr>
              <w:t>2</w:t>
            </w:r>
          </w:p>
        </w:tc>
        <w:tc>
          <w:tcPr>
            <w:tcW w:w="1417" w:type="dxa"/>
          </w:tcPr>
          <w:p w:rsidR="002405C1" w:rsidRPr="000F2F56" w:rsidRDefault="002405C1" w:rsidP="000F2F56">
            <w:pPr>
              <w:jc w:val="center"/>
              <w:rPr>
                <w:b/>
                <w:bCs/>
              </w:rPr>
            </w:pPr>
            <w:r w:rsidRPr="000F2F56">
              <w:rPr>
                <w:b/>
                <w:bCs/>
              </w:rPr>
              <w:t>2</w:t>
            </w:r>
          </w:p>
        </w:tc>
        <w:tc>
          <w:tcPr>
            <w:tcW w:w="1701" w:type="dxa"/>
          </w:tcPr>
          <w:p w:rsidR="002405C1" w:rsidRPr="000F2F56" w:rsidRDefault="002405C1" w:rsidP="000F2F56">
            <w:pPr>
              <w:jc w:val="center"/>
              <w:rPr>
                <w:b/>
                <w:bCs/>
              </w:rPr>
            </w:pPr>
            <w:r w:rsidRPr="000F2F56">
              <w:rPr>
                <w:b/>
                <w:bCs/>
              </w:rPr>
              <w:t>4</w:t>
            </w:r>
          </w:p>
        </w:tc>
      </w:tr>
    </w:tbl>
    <w:p w:rsidR="002405C1" w:rsidRPr="00E466D3" w:rsidRDefault="002405C1" w:rsidP="00AE32BA">
      <w:pPr>
        <w:rPr>
          <w:b/>
          <w:bCs/>
        </w:rPr>
      </w:pPr>
    </w:p>
    <w:p w:rsidR="002405C1" w:rsidRPr="008D4B05" w:rsidRDefault="002405C1" w:rsidP="008D4B05">
      <w:pPr>
        <w:spacing w:line="276" w:lineRule="auto"/>
        <w:jc w:val="center"/>
      </w:pPr>
      <w:r w:rsidRPr="008D4B05">
        <w:rPr>
          <w:b/>
          <w:bCs/>
        </w:rPr>
        <w:t xml:space="preserve">СОДЕРЖАНИЕ </w:t>
      </w:r>
    </w:p>
    <w:p w:rsidR="002405C1" w:rsidRPr="008D4B05" w:rsidRDefault="002405C1" w:rsidP="008D4B05">
      <w:pPr>
        <w:pStyle w:val="NormalWeb"/>
        <w:spacing w:before="0" w:after="0" w:line="276" w:lineRule="auto"/>
        <w:jc w:val="both"/>
        <w:rPr>
          <w:rStyle w:val="em"/>
          <w:rFonts w:ascii="Times New Roman" w:hAnsi="Times New Roman"/>
          <w:b/>
          <w:bCs/>
          <w:sz w:val="24"/>
          <w:szCs w:val="24"/>
          <w:u w:val="single"/>
        </w:rPr>
      </w:pPr>
      <w:r w:rsidRPr="008D4B05">
        <w:rPr>
          <w:rStyle w:val="em"/>
          <w:rFonts w:ascii="Times New Roman" w:hAnsi="Times New Roman"/>
          <w:b/>
          <w:bCs/>
          <w:sz w:val="24"/>
          <w:szCs w:val="24"/>
          <w:u w:val="single"/>
        </w:rPr>
        <w:t>Введение. Общие сведения о животном мире (2 ч)</w:t>
      </w:r>
    </w:p>
    <w:p w:rsidR="002405C1" w:rsidRPr="008D4B05" w:rsidRDefault="002405C1" w:rsidP="008D4B05">
      <w:pPr>
        <w:pStyle w:val="NormalWeb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B05">
        <w:rPr>
          <w:rFonts w:ascii="Times New Roman" w:hAnsi="Times New Roman" w:cs="Times New Roman"/>
          <w:sz w:val="24"/>
          <w:szCs w:val="24"/>
        </w:rPr>
        <w:t>История изучения животных. Методы изучения животных. Наука зоология и её структура. Сходство и различия животных и растений. Систематика животных.</w:t>
      </w:r>
    </w:p>
    <w:p w:rsidR="002405C1" w:rsidRPr="008D4B05" w:rsidRDefault="002405C1" w:rsidP="008D4B05">
      <w:pPr>
        <w:pStyle w:val="NormalWeb"/>
        <w:spacing w:before="0"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D4B05">
        <w:rPr>
          <w:rStyle w:val="em"/>
          <w:rFonts w:ascii="Times New Roman" w:hAnsi="Times New Roman"/>
          <w:b/>
          <w:bCs/>
          <w:sz w:val="24"/>
          <w:szCs w:val="24"/>
          <w:u w:val="single"/>
        </w:rPr>
        <w:t>1. Многообразие животных (3</w:t>
      </w:r>
      <w:r>
        <w:rPr>
          <w:rStyle w:val="em"/>
          <w:rFonts w:ascii="Times New Roman" w:hAnsi="Times New Roman"/>
          <w:b/>
          <w:bCs/>
          <w:sz w:val="24"/>
          <w:szCs w:val="24"/>
          <w:u w:val="single"/>
        </w:rPr>
        <w:t>4</w:t>
      </w:r>
      <w:r w:rsidRPr="008D4B05">
        <w:rPr>
          <w:rStyle w:val="em"/>
          <w:rFonts w:ascii="Times New Roman" w:hAnsi="Times New Roman"/>
          <w:b/>
          <w:bCs/>
          <w:sz w:val="24"/>
          <w:szCs w:val="24"/>
          <w:u w:val="single"/>
        </w:rPr>
        <w:t>ч)</w:t>
      </w:r>
    </w:p>
    <w:p w:rsidR="002405C1" w:rsidRPr="008D4B05" w:rsidRDefault="002405C1" w:rsidP="008D4B05">
      <w:pPr>
        <w:pStyle w:val="NormalWeb"/>
        <w:spacing w:before="0"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D4B05">
        <w:rPr>
          <w:rStyle w:val="em"/>
          <w:rFonts w:ascii="Times New Roman" w:hAnsi="Times New Roman"/>
          <w:b/>
          <w:bCs/>
          <w:sz w:val="24"/>
          <w:szCs w:val="24"/>
        </w:rPr>
        <w:t>Простейшие</w:t>
      </w:r>
    </w:p>
    <w:p w:rsidR="002405C1" w:rsidRPr="008D4B05" w:rsidRDefault="002405C1" w:rsidP="008D4B05">
      <w:pPr>
        <w:pStyle w:val="NormalWeb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B05">
        <w:rPr>
          <w:rFonts w:ascii="Times New Roman" w:hAnsi="Times New Roman" w:cs="Times New Roman"/>
          <w:sz w:val="24"/>
          <w:szCs w:val="24"/>
        </w:rPr>
        <w:t>Простейшие. Многообразие, среда и места обитания. Образ жизни и поведение. Биологические и экологические особенности. Значение в природе и жизни человека. Колониальные организмы.</w:t>
      </w:r>
    </w:p>
    <w:p w:rsidR="002405C1" w:rsidRPr="008D4B05" w:rsidRDefault="002405C1" w:rsidP="008D4B05">
      <w:pPr>
        <w:pStyle w:val="NormalWeb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B05">
        <w:rPr>
          <w:rStyle w:val="em"/>
          <w:rFonts w:ascii="Times New Roman" w:hAnsi="Times New Roman"/>
          <w:sz w:val="24"/>
          <w:szCs w:val="24"/>
        </w:rPr>
        <w:t>Демонстрация</w:t>
      </w:r>
      <w:r w:rsidRPr="008D4B05">
        <w:rPr>
          <w:rFonts w:ascii="Times New Roman" w:hAnsi="Times New Roman" w:cs="Times New Roman"/>
          <w:sz w:val="24"/>
          <w:szCs w:val="24"/>
        </w:rPr>
        <w:t xml:space="preserve"> живых инфузорий, микропрепаратов простейших.</w:t>
      </w:r>
    </w:p>
    <w:p w:rsidR="002405C1" w:rsidRPr="008D4B05" w:rsidRDefault="002405C1" w:rsidP="008D4B05">
      <w:pPr>
        <w:pStyle w:val="NormalWeb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B05">
        <w:rPr>
          <w:rStyle w:val="em"/>
          <w:rFonts w:ascii="Times New Roman" w:hAnsi="Times New Roman"/>
          <w:b/>
          <w:bCs/>
          <w:sz w:val="24"/>
          <w:szCs w:val="24"/>
        </w:rPr>
        <w:t>Лабораторная работа</w:t>
      </w:r>
      <w:r>
        <w:rPr>
          <w:rStyle w:val="em"/>
          <w:rFonts w:ascii="Times New Roman" w:hAnsi="Times New Roman"/>
          <w:b/>
          <w:bCs/>
          <w:sz w:val="24"/>
          <w:szCs w:val="24"/>
        </w:rPr>
        <w:t xml:space="preserve">: </w:t>
      </w:r>
      <w:r w:rsidRPr="008D4B05">
        <w:rPr>
          <w:rFonts w:ascii="Times New Roman" w:hAnsi="Times New Roman" w:cs="Times New Roman"/>
          <w:i/>
          <w:iCs/>
          <w:sz w:val="24"/>
          <w:szCs w:val="24"/>
        </w:rPr>
        <w:t>Наблюдение многообразия водных одноклеточных животных.</w:t>
      </w:r>
    </w:p>
    <w:p w:rsidR="002405C1" w:rsidRDefault="002405C1" w:rsidP="008D4B05">
      <w:pPr>
        <w:pStyle w:val="NormalWeb"/>
        <w:spacing w:before="0" w:after="0" w:line="276" w:lineRule="auto"/>
        <w:jc w:val="both"/>
        <w:rPr>
          <w:rStyle w:val="em"/>
          <w:rFonts w:ascii="Times New Roman" w:hAnsi="Times New Roman"/>
          <w:b/>
          <w:bCs/>
          <w:sz w:val="24"/>
          <w:szCs w:val="24"/>
        </w:rPr>
      </w:pPr>
    </w:p>
    <w:p w:rsidR="002405C1" w:rsidRPr="008D4B05" w:rsidRDefault="002405C1" w:rsidP="008D4B05">
      <w:pPr>
        <w:pStyle w:val="NormalWeb"/>
        <w:spacing w:before="0"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D4B05">
        <w:rPr>
          <w:rStyle w:val="em"/>
          <w:rFonts w:ascii="Times New Roman" w:hAnsi="Times New Roman"/>
          <w:b/>
          <w:bCs/>
          <w:sz w:val="24"/>
          <w:szCs w:val="24"/>
        </w:rPr>
        <w:t>Многоклеточные животные</w:t>
      </w:r>
    </w:p>
    <w:p w:rsidR="002405C1" w:rsidRPr="008D4B05" w:rsidRDefault="002405C1" w:rsidP="008D4B05">
      <w:pPr>
        <w:pStyle w:val="NormalWeb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B05">
        <w:rPr>
          <w:rFonts w:ascii="Times New Roman" w:hAnsi="Times New Roman" w:cs="Times New Roman"/>
          <w:sz w:val="24"/>
          <w:szCs w:val="24"/>
        </w:rPr>
        <w:t>Тип губки. Многообразие, среда обитания, образ жизни. Биологические и экологические особенности. Значение в природе и жизни человека.</w:t>
      </w:r>
    </w:p>
    <w:p w:rsidR="002405C1" w:rsidRPr="008D4B05" w:rsidRDefault="002405C1" w:rsidP="008D4B05">
      <w:pPr>
        <w:pStyle w:val="NormalWeb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B05">
        <w:rPr>
          <w:rFonts w:ascii="Times New Roman" w:hAnsi="Times New Roman" w:cs="Times New Roman"/>
          <w:sz w:val="24"/>
          <w:szCs w:val="24"/>
        </w:rPr>
        <w:t>Тип кишечнополостные. Многообразие, среда обитания, образ жизни. Биологические и экологические особенности. Значение в природе и жизни человека. Исчезающие, редкие и охраняемые виды.</w:t>
      </w:r>
    </w:p>
    <w:p w:rsidR="002405C1" w:rsidRPr="008D4B05" w:rsidRDefault="002405C1" w:rsidP="008D4B05">
      <w:pPr>
        <w:pStyle w:val="NormalWeb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B05">
        <w:rPr>
          <w:rStyle w:val="em"/>
          <w:rFonts w:ascii="Times New Roman" w:hAnsi="Times New Roman"/>
          <w:sz w:val="24"/>
          <w:szCs w:val="24"/>
        </w:rPr>
        <w:t>Демонстрация</w:t>
      </w:r>
      <w:r w:rsidRPr="008D4B05">
        <w:rPr>
          <w:rFonts w:ascii="Times New Roman" w:hAnsi="Times New Roman" w:cs="Times New Roman"/>
          <w:sz w:val="24"/>
          <w:szCs w:val="24"/>
        </w:rPr>
        <w:t xml:space="preserve"> микропрепаратов гидры, образцов кораллов, влажных препаратов медуз, видеофильма.</w:t>
      </w:r>
    </w:p>
    <w:p w:rsidR="002405C1" w:rsidRPr="008D4B05" w:rsidRDefault="002405C1" w:rsidP="008D4B05">
      <w:pPr>
        <w:pStyle w:val="NormalWeb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B05">
        <w:rPr>
          <w:rFonts w:ascii="Times New Roman" w:hAnsi="Times New Roman" w:cs="Times New Roman"/>
          <w:sz w:val="24"/>
          <w:szCs w:val="24"/>
        </w:rPr>
        <w:t>Тип плоские черви. Многообразие, среда и места обитания. Образ жизни и поведение. Биологические и экологические особенности. Значение в природе и жизни человека.</w:t>
      </w:r>
    </w:p>
    <w:p w:rsidR="002405C1" w:rsidRPr="008D4B05" w:rsidRDefault="002405C1" w:rsidP="008D4B05">
      <w:pPr>
        <w:pStyle w:val="NormalWeb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B05">
        <w:rPr>
          <w:rFonts w:ascii="Times New Roman" w:hAnsi="Times New Roman" w:cs="Times New Roman"/>
          <w:sz w:val="24"/>
          <w:szCs w:val="24"/>
        </w:rPr>
        <w:t>Тип круглые черви. Многообразие, среда и места обитания, образ жизни и поведение. Биологические и экологические особенности. Значение в природе и жизни человека.</w:t>
      </w:r>
    </w:p>
    <w:p w:rsidR="002405C1" w:rsidRPr="008D4B05" w:rsidRDefault="002405C1" w:rsidP="008D4B05">
      <w:pPr>
        <w:pStyle w:val="NormalWeb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B05">
        <w:rPr>
          <w:rStyle w:val="em"/>
          <w:rFonts w:ascii="Times New Roman" w:hAnsi="Times New Roman"/>
          <w:b/>
          <w:bCs/>
          <w:sz w:val="24"/>
          <w:szCs w:val="24"/>
        </w:rPr>
        <w:t>Лабораторная работа</w:t>
      </w:r>
      <w:r>
        <w:rPr>
          <w:rStyle w:val="em"/>
          <w:rFonts w:ascii="Times New Roman" w:hAnsi="Times New Roman"/>
          <w:b/>
          <w:bCs/>
          <w:sz w:val="24"/>
          <w:szCs w:val="24"/>
        </w:rPr>
        <w:t xml:space="preserve">: </w:t>
      </w:r>
      <w:r w:rsidRPr="008D4B05">
        <w:rPr>
          <w:rFonts w:ascii="Times New Roman" w:hAnsi="Times New Roman" w:cs="Times New Roman"/>
          <w:i/>
          <w:iCs/>
          <w:sz w:val="24"/>
          <w:szCs w:val="24"/>
        </w:rPr>
        <w:t xml:space="preserve">Знакомство с многообразием </w:t>
      </w:r>
      <w:r>
        <w:rPr>
          <w:rFonts w:ascii="Times New Roman" w:hAnsi="Times New Roman" w:cs="Times New Roman"/>
          <w:i/>
          <w:iCs/>
          <w:sz w:val="24"/>
          <w:szCs w:val="24"/>
        </w:rPr>
        <w:t>кольчатых</w:t>
      </w:r>
      <w:r w:rsidRPr="008D4B05">
        <w:rPr>
          <w:rFonts w:ascii="Times New Roman" w:hAnsi="Times New Roman" w:cs="Times New Roman"/>
          <w:i/>
          <w:iCs/>
          <w:sz w:val="24"/>
          <w:szCs w:val="24"/>
        </w:rPr>
        <w:t xml:space="preserve"> червей.</w:t>
      </w:r>
    </w:p>
    <w:p w:rsidR="002405C1" w:rsidRPr="008D4B05" w:rsidRDefault="002405C1" w:rsidP="008D4B05">
      <w:pPr>
        <w:pStyle w:val="NormalWeb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B05">
        <w:rPr>
          <w:rFonts w:ascii="Times New Roman" w:hAnsi="Times New Roman" w:cs="Times New Roman"/>
          <w:sz w:val="24"/>
          <w:szCs w:val="24"/>
        </w:rPr>
        <w:t>Тип кольчатые черви. Многообразие, среда обитания, образ жизни и поведение. Биологические и экологические особенности. Значение в природе и жизни человека.</w:t>
      </w:r>
    </w:p>
    <w:p w:rsidR="002405C1" w:rsidRPr="008D4B05" w:rsidRDefault="002405C1" w:rsidP="008D4B05">
      <w:pPr>
        <w:pStyle w:val="NormalWeb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B05">
        <w:rPr>
          <w:rFonts w:ascii="Times New Roman" w:hAnsi="Times New Roman" w:cs="Times New Roman"/>
          <w:sz w:val="24"/>
          <w:szCs w:val="24"/>
        </w:rPr>
        <w:t>Тип моллюски. Многообразие, среда обитания, образ жизни и поведение. Биологические и экологические особенности. Значение в природе и жизни человека.</w:t>
      </w:r>
    </w:p>
    <w:p w:rsidR="002405C1" w:rsidRPr="008D4B05" w:rsidRDefault="002405C1" w:rsidP="008D4B05">
      <w:pPr>
        <w:pStyle w:val="NormalWeb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B05">
        <w:rPr>
          <w:rFonts w:ascii="Times New Roman" w:hAnsi="Times New Roman" w:cs="Times New Roman"/>
          <w:sz w:val="24"/>
          <w:szCs w:val="24"/>
        </w:rPr>
        <w:t>Тип иглокожие. Многообразие, среда обитания, образ жизни и поведение. Биологические и экологические особенности. Значение в природе и жизни человека.</w:t>
      </w:r>
    </w:p>
    <w:p w:rsidR="002405C1" w:rsidRDefault="002405C1" w:rsidP="008D4B05">
      <w:pPr>
        <w:pStyle w:val="NormalWeb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B05">
        <w:rPr>
          <w:rStyle w:val="em"/>
          <w:rFonts w:ascii="Times New Roman" w:hAnsi="Times New Roman"/>
          <w:sz w:val="24"/>
          <w:szCs w:val="24"/>
        </w:rPr>
        <w:t>Демонстрация</w:t>
      </w:r>
      <w:r w:rsidRPr="008D4B05">
        <w:rPr>
          <w:rFonts w:ascii="Times New Roman" w:hAnsi="Times New Roman" w:cs="Times New Roman"/>
          <w:sz w:val="24"/>
          <w:szCs w:val="24"/>
        </w:rPr>
        <w:t xml:space="preserve"> морских звёзд и других иглокожих, видеофильма.Тип членистоногие.</w:t>
      </w:r>
    </w:p>
    <w:p w:rsidR="002405C1" w:rsidRPr="008D4B05" w:rsidRDefault="002405C1" w:rsidP="008D4B05">
      <w:pPr>
        <w:pStyle w:val="NormalWeb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B05">
        <w:rPr>
          <w:rStyle w:val="em"/>
          <w:rFonts w:ascii="Times New Roman" w:hAnsi="Times New Roman"/>
          <w:b/>
          <w:bCs/>
          <w:sz w:val="24"/>
          <w:szCs w:val="24"/>
        </w:rPr>
        <w:t>Лабораторная работа</w:t>
      </w:r>
      <w:r>
        <w:rPr>
          <w:rStyle w:val="em"/>
          <w:rFonts w:ascii="Times New Roman" w:hAnsi="Times New Roman"/>
          <w:b/>
          <w:bCs/>
          <w:sz w:val="24"/>
          <w:szCs w:val="24"/>
        </w:rPr>
        <w:t xml:space="preserve">: </w:t>
      </w:r>
      <w:r w:rsidRPr="008D4B05">
        <w:rPr>
          <w:rFonts w:ascii="Times New Roman" w:hAnsi="Times New Roman" w:cs="Times New Roman"/>
          <w:i/>
          <w:iCs/>
          <w:sz w:val="24"/>
          <w:szCs w:val="24"/>
        </w:rPr>
        <w:t xml:space="preserve">Знакомство </w:t>
      </w:r>
      <w:r>
        <w:rPr>
          <w:rFonts w:ascii="Times New Roman" w:hAnsi="Times New Roman" w:cs="Times New Roman"/>
          <w:i/>
          <w:iCs/>
          <w:sz w:val="24"/>
          <w:szCs w:val="24"/>
        </w:rPr>
        <w:t>с многообразием ракообразных</w:t>
      </w:r>
      <w:r w:rsidRPr="008D4B05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2405C1" w:rsidRPr="008D4B05" w:rsidRDefault="002405C1" w:rsidP="008D4B05">
      <w:pPr>
        <w:pStyle w:val="NormalWeb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B05">
        <w:rPr>
          <w:rFonts w:ascii="Times New Roman" w:hAnsi="Times New Roman" w:cs="Times New Roman"/>
          <w:sz w:val="24"/>
          <w:szCs w:val="24"/>
        </w:rPr>
        <w:t>Класс ракообразные. Многообразие.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</w:r>
    </w:p>
    <w:p w:rsidR="002405C1" w:rsidRPr="008D4B05" w:rsidRDefault="002405C1" w:rsidP="008D4B05">
      <w:pPr>
        <w:pStyle w:val="NormalWeb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B05">
        <w:rPr>
          <w:rFonts w:ascii="Times New Roman" w:hAnsi="Times New Roman" w:cs="Times New Roman"/>
          <w:sz w:val="24"/>
          <w:szCs w:val="24"/>
        </w:rPr>
        <w:t>Класс паукообразные. Многообразие. Среда обитания, образ жизни и поведение. Биологические и экологические особенности. Значение в природе и жизни человека.</w:t>
      </w:r>
    </w:p>
    <w:p w:rsidR="002405C1" w:rsidRPr="008D4B05" w:rsidRDefault="002405C1" w:rsidP="008D4B05">
      <w:pPr>
        <w:pStyle w:val="NormalWeb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B05">
        <w:rPr>
          <w:rFonts w:ascii="Times New Roman" w:hAnsi="Times New Roman" w:cs="Times New Roman"/>
          <w:sz w:val="24"/>
          <w:szCs w:val="24"/>
        </w:rPr>
        <w:t>Класс насекомые. Многообразие. Среда обитания, образ жизни и поведение. Биологические и экологические особенности. Значение в природе и жизни человека.</w:t>
      </w:r>
    </w:p>
    <w:p w:rsidR="002405C1" w:rsidRPr="008D4B05" w:rsidRDefault="002405C1" w:rsidP="008D4B05">
      <w:pPr>
        <w:pStyle w:val="NormalWeb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B05">
        <w:rPr>
          <w:rStyle w:val="em"/>
          <w:rFonts w:ascii="Times New Roman" w:hAnsi="Times New Roman"/>
          <w:b/>
          <w:bCs/>
          <w:sz w:val="24"/>
          <w:szCs w:val="24"/>
        </w:rPr>
        <w:t>Лабораторная работа</w:t>
      </w:r>
      <w:r>
        <w:rPr>
          <w:rStyle w:val="em"/>
          <w:rFonts w:ascii="Times New Roman" w:hAnsi="Times New Roman"/>
          <w:b/>
          <w:bCs/>
          <w:sz w:val="24"/>
          <w:szCs w:val="24"/>
        </w:rPr>
        <w:t xml:space="preserve">: </w:t>
      </w:r>
      <w:r w:rsidRPr="008D4B05">
        <w:rPr>
          <w:rFonts w:ascii="Times New Roman" w:hAnsi="Times New Roman" w:cs="Times New Roman"/>
          <w:i/>
          <w:iCs/>
          <w:sz w:val="24"/>
          <w:szCs w:val="24"/>
        </w:rPr>
        <w:t>Изучение представителей отрядов насекомых.</w:t>
      </w:r>
    </w:p>
    <w:p w:rsidR="002405C1" w:rsidRPr="008D4B05" w:rsidRDefault="002405C1" w:rsidP="008D4B05">
      <w:pPr>
        <w:pStyle w:val="NormalWeb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B05">
        <w:rPr>
          <w:rFonts w:ascii="Times New Roman" w:hAnsi="Times New Roman" w:cs="Times New Roman"/>
          <w:b/>
          <w:bCs/>
          <w:sz w:val="24"/>
          <w:szCs w:val="24"/>
        </w:rPr>
        <w:t>Тип хордовые</w:t>
      </w:r>
      <w:r w:rsidRPr="008D4B05">
        <w:rPr>
          <w:rFonts w:ascii="Times New Roman" w:hAnsi="Times New Roman" w:cs="Times New Roman"/>
          <w:sz w:val="24"/>
          <w:szCs w:val="24"/>
        </w:rPr>
        <w:t>. Класс ланцетники.</w:t>
      </w:r>
    </w:p>
    <w:p w:rsidR="002405C1" w:rsidRPr="008D4B05" w:rsidRDefault="002405C1" w:rsidP="008D4B05">
      <w:pPr>
        <w:pStyle w:val="NormalWeb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B05">
        <w:rPr>
          <w:rFonts w:ascii="Times New Roman" w:hAnsi="Times New Roman" w:cs="Times New Roman"/>
          <w:sz w:val="24"/>
          <w:szCs w:val="24"/>
        </w:rPr>
        <w:t>Надкласс рыбы. Многообразие: круглоротые, хрящевые, костные. Среда обитания, образ жизни, поведение. Биологические и экологические особенности. Значение в природе и жизни человека. Исчезающие, редкие и охраняемые виды.</w:t>
      </w:r>
    </w:p>
    <w:p w:rsidR="002405C1" w:rsidRPr="008D4B05" w:rsidRDefault="002405C1" w:rsidP="008D4B05">
      <w:pPr>
        <w:pStyle w:val="NormalWeb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B05">
        <w:rPr>
          <w:rStyle w:val="em"/>
          <w:rFonts w:ascii="Times New Roman" w:hAnsi="Times New Roman"/>
          <w:b/>
          <w:bCs/>
          <w:sz w:val="24"/>
          <w:szCs w:val="24"/>
        </w:rPr>
        <w:t>Лабораторная работа</w:t>
      </w:r>
      <w:r>
        <w:rPr>
          <w:rStyle w:val="em"/>
          <w:rFonts w:ascii="Times New Roman" w:hAnsi="Times New Roman"/>
          <w:b/>
          <w:bCs/>
          <w:sz w:val="24"/>
          <w:szCs w:val="24"/>
        </w:rPr>
        <w:t xml:space="preserve">: </w:t>
      </w:r>
      <w:r w:rsidRPr="008D4B05">
        <w:rPr>
          <w:rFonts w:ascii="Times New Roman" w:hAnsi="Times New Roman" w:cs="Times New Roman"/>
          <w:i/>
          <w:iCs/>
          <w:sz w:val="24"/>
          <w:szCs w:val="24"/>
        </w:rPr>
        <w:t>Наблюдение за внешним строением и передвижением рыб.</w:t>
      </w:r>
    </w:p>
    <w:p w:rsidR="002405C1" w:rsidRPr="008D4B05" w:rsidRDefault="002405C1" w:rsidP="008D4B05">
      <w:pPr>
        <w:pStyle w:val="NormalWeb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B05">
        <w:rPr>
          <w:rFonts w:ascii="Times New Roman" w:hAnsi="Times New Roman" w:cs="Times New Roman"/>
          <w:sz w:val="24"/>
          <w:szCs w:val="24"/>
        </w:rPr>
        <w:t>Класс земноводные. Многообразие: безногие, хвостатые, бесхвостые.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</w:r>
    </w:p>
    <w:p w:rsidR="002405C1" w:rsidRPr="008D4B05" w:rsidRDefault="002405C1" w:rsidP="008D4B05">
      <w:pPr>
        <w:pStyle w:val="NormalWeb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B05">
        <w:rPr>
          <w:rFonts w:ascii="Times New Roman" w:hAnsi="Times New Roman" w:cs="Times New Roman"/>
          <w:sz w:val="24"/>
          <w:szCs w:val="24"/>
        </w:rPr>
        <w:t>Класс пресмыкающиеся. Многообразие: ящерицы, змеи, черепахи, крокодилы.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</w:r>
    </w:p>
    <w:p w:rsidR="002405C1" w:rsidRDefault="002405C1" w:rsidP="008D4B05">
      <w:pPr>
        <w:pStyle w:val="NormalWeb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B05">
        <w:rPr>
          <w:rFonts w:ascii="Times New Roman" w:hAnsi="Times New Roman" w:cs="Times New Roman"/>
          <w:sz w:val="24"/>
          <w:szCs w:val="24"/>
        </w:rPr>
        <w:t>Класс птицы. Многообразие.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</w:r>
    </w:p>
    <w:p w:rsidR="002405C1" w:rsidRPr="00C13576" w:rsidRDefault="002405C1" w:rsidP="00C13576">
      <w:pPr>
        <w:jc w:val="both"/>
        <w:rPr>
          <w:b/>
          <w:bCs/>
        </w:rPr>
      </w:pPr>
      <w:r w:rsidRPr="00C13576">
        <w:rPr>
          <w:b/>
          <w:bCs/>
        </w:rPr>
        <w:t>Практическая работа «Наблюдение за сезонными изменениями в жизни животных»</w:t>
      </w:r>
    </w:p>
    <w:p w:rsidR="002405C1" w:rsidRPr="008D4B05" w:rsidRDefault="002405C1" w:rsidP="008D4B05">
      <w:pPr>
        <w:pStyle w:val="NormalWeb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05C1" w:rsidRPr="008D4B05" w:rsidRDefault="002405C1" w:rsidP="008D4B05">
      <w:pPr>
        <w:pStyle w:val="NormalWeb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B05">
        <w:rPr>
          <w:rStyle w:val="em"/>
          <w:rFonts w:ascii="Times New Roman" w:hAnsi="Times New Roman"/>
          <w:b/>
          <w:bCs/>
          <w:sz w:val="24"/>
          <w:szCs w:val="24"/>
        </w:rPr>
        <w:t>Лабораторная работа</w:t>
      </w:r>
      <w:r>
        <w:rPr>
          <w:rStyle w:val="em"/>
          <w:rFonts w:ascii="Times New Roman" w:hAnsi="Times New Roman"/>
          <w:b/>
          <w:bCs/>
          <w:sz w:val="24"/>
          <w:szCs w:val="24"/>
        </w:rPr>
        <w:t xml:space="preserve">: </w:t>
      </w:r>
      <w:r w:rsidRPr="008D4B05">
        <w:rPr>
          <w:rFonts w:ascii="Times New Roman" w:hAnsi="Times New Roman" w:cs="Times New Roman"/>
          <w:i/>
          <w:iCs/>
          <w:sz w:val="24"/>
          <w:szCs w:val="24"/>
        </w:rPr>
        <w:t>Изучение внешнего строения птиц.</w:t>
      </w:r>
    </w:p>
    <w:p w:rsidR="002405C1" w:rsidRPr="008D4B05" w:rsidRDefault="002405C1" w:rsidP="008D4B05">
      <w:pPr>
        <w:pStyle w:val="NormalWeb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B05">
        <w:rPr>
          <w:rFonts w:ascii="Times New Roman" w:hAnsi="Times New Roman" w:cs="Times New Roman"/>
          <w:sz w:val="24"/>
          <w:szCs w:val="24"/>
        </w:rPr>
        <w:t>Класс млекопитающие. Важнейшие представители отрядов млекопитающих.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</w:r>
    </w:p>
    <w:p w:rsidR="002405C1" w:rsidRDefault="002405C1" w:rsidP="008D4B05">
      <w:pPr>
        <w:pStyle w:val="NormalWeb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B05">
        <w:rPr>
          <w:rStyle w:val="em"/>
          <w:rFonts w:ascii="Times New Roman" w:hAnsi="Times New Roman"/>
          <w:sz w:val="24"/>
          <w:szCs w:val="24"/>
        </w:rPr>
        <w:t>Демонстрация</w:t>
      </w:r>
      <w:r w:rsidRPr="008D4B05">
        <w:rPr>
          <w:rFonts w:ascii="Times New Roman" w:hAnsi="Times New Roman" w:cs="Times New Roman"/>
          <w:sz w:val="24"/>
          <w:szCs w:val="24"/>
        </w:rPr>
        <w:t xml:space="preserve"> видеофильма.</w:t>
      </w:r>
    </w:p>
    <w:p w:rsidR="002405C1" w:rsidRPr="00C13576" w:rsidRDefault="002405C1" w:rsidP="008D4B05">
      <w:pPr>
        <w:pStyle w:val="NormalWeb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576">
        <w:rPr>
          <w:rFonts w:ascii="Times New Roman" w:hAnsi="Times New Roman" w:cs="Times New Roman"/>
          <w:b/>
          <w:bCs/>
          <w:sz w:val="24"/>
          <w:szCs w:val="24"/>
        </w:rPr>
        <w:t>Практическая работа:</w:t>
      </w:r>
      <w:r w:rsidRPr="0041135B">
        <w:rPr>
          <w:rFonts w:ascii="Times New Roman" w:hAnsi="Times New Roman" w:cs="Times New Roman"/>
          <w:i/>
          <w:iCs/>
          <w:sz w:val="24"/>
          <w:szCs w:val="24"/>
        </w:rPr>
        <w:t>Определение принадлежности животных к определённой систематической группе.</w:t>
      </w:r>
    </w:p>
    <w:p w:rsidR="002405C1" w:rsidRPr="008D4B05" w:rsidRDefault="002405C1" w:rsidP="008D4B05">
      <w:pPr>
        <w:pStyle w:val="NormalWeb"/>
        <w:spacing w:before="0"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D4B05">
        <w:rPr>
          <w:rStyle w:val="em"/>
          <w:rFonts w:ascii="Times New Roman" w:hAnsi="Times New Roman"/>
          <w:b/>
          <w:bCs/>
          <w:sz w:val="24"/>
          <w:szCs w:val="24"/>
          <w:u w:val="single"/>
        </w:rPr>
        <w:t>2. Эволюция строения. Взаимосвязь строения и функций органов и их систем у животных (</w:t>
      </w:r>
      <w:r>
        <w:rPr>
          <w:rStyle w:val="em"/>
          <w:rFonts w:ascii="Times New Roman" w:hAnsi="Times New Roman"/>
          <w:b/>
          <w:bCs/>
          <w:sz w:val="24"/>
          <w:szCs w:val="24"/>
          <w:u w:val="single"/>
        </w:rPr>
        <w:t xml:space="preserve">14 </w:t>
      </w:r>
      <w:r w:rsidRPr="008D4B05">
        <w:rPr>
          <w:rStyle w:val="em"/>
          <w:rFonts w:ascii="Times New Roman" w:hAnsi="Times New Roman"/>
          <w:b/>
          <w:bCs/>
          <w:sz w:val="24"/>
          <w:szCs w:val="24"/>
          <w:u w:val="single"/>
        </w:rPr>
        <w:t>ч)</w:t>
      </w:r>
    </w:p>
    <w:p w:rsidR="002405C1" w:rsidRPr="008D4B05" w:rsidRDefault="002405C1" w:rsidP="008D4B05">
      <w:pPr>
        <w:pStyle w:val="NormalWeb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B05">
        <w:rPr>
          <w:rFonts w:ascii="Times New Roman" w:hAnsi="Times New Roman" w:cs="Times New Roman"/>
          <w:sz w:val="24"/>
          <w:szCs w:val="24"/>
        </w:rPr>
        <w:t>Покровы тела. Опорно-двигательная система и способы передвижения. Полости тела. Органы дыхания, пищеварения, выделения, кровообращения. Кровь. Обмен веществ и энергии. Органы размножения, продления рода. Органы чувств, нервная система, инстинкт, рефлекс. Регуляция деятельности организма.</w:t>
      </w:r>
    </w:p>
    <w:p w:rsidR="002405C1" w:rsidRPr="008D4B05" w:rsidRDefault="002405C1" w:rsidP="008D4B05">
      <w:pPr>
        <w:pStyle w:val="NormalWeb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B05">
        <w:rPr>
          <w:rStyle w:val="em"/>
          <w:rFonts w:ascii="Times New Roman" w:hAnsi="Times New Roman"/>
          <w:sz w:val="24"/>
          <w:szCs w:val="24"/>
        </w:rPr>
        <w:t>Демонстрация</w:t>
      </w:r>
      <w:r w:rsidRPr="008D4B05">
        <w:rPr>
          <w:rFonts w:ascii="Times New Roman" w:hAnsi="Times New Roman" w:cs="Times New Roman"/>
          <w:sz w:val="24"/>
          <w:szCs w:val="24"/>
        </w:rPr>
        <w:t xml:space="preserve"> влажных препаратов, скелетов, моделей и муляжей.</w:t>
      </w:r>
    </w:p>
    <w:p w:rsidR="002405C1" w:rsidRPr="008D4B05" w:rsidRDefault="002405C1" w:rsidP="008D4B05">
      <w:pPr>
        <w:pStyle w:val="NormalWeb"/>
        <w:spacing w:before="0"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D4B05">
        <w:rPr>
          <w:rStyle w:val="em"/>
          <w:rFonts w:ascii="Times New Roman" w:hAnsi="Times New Roman"/>
          <w:b/>
          <w:bCs/>
          <w:sz w:val="24"/>
          <w:szCs w:val="24"/>
        </w:rPr>
        <w:t>Лабораторные работы</w:t>
      </w:r>
      <w:r>
        <w:rPr>
          <w:rStyle w:val="em"/>
          <w:rFonts w:ascii="Times New Roman" w:hAnsi="Times New Roman"/>
          <w:b/>
          <w:bCs/>
          <w:sz w:val="24"/>
          <w:szCs w:val="24"/>
        </w:rPr>
        <w:t xml:space="preserve">: 1) </w:t>
      </w:r>
      <w:r w:rsidRPr="008D4B05">
        <w:rPr>
          <w:rFonts w:ascii="Times New Roman" w:hAnsi="Times New Roman" w:cs="Times New Roman"/>
          <w:i/>
          <w:iCs/>
          <w:sz w:val="24"/>
          <w:szCs w:val="24"/>
        </w:rPr>
        <w:t xml:space="preserve">Изучение особенностей различных покровов тела. </w:t>
      </w:r>
      <w:r w:rsidRPr="00C13576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8D4B05">
        <w:rPr>
          <w:rFonts w:ascii="Times New Roman" w:hAnsi="Times New Roman" w:cs="Times New Roman"/>
          <w:i/>
          <w:iCs/>
          <w:sz w:val="24"/>
          <w:szCs w:val="24"/>
        </w:rPr>
        <w:t>Наблюдение за способами передвижения животных.</w:t>
      </w:r>
      <w:r w:rsidRPr="00C13576">
        <w:rPr>
          <w:rFonts w:ascii="Times New Roman" w:hAnsi="Times New Roman" w:cs="Times New Roman"/>
          <w:b/>
          <w:bCs/>
          <w:sz w:val="24"/>
          <w:szCs w:val="24"/>
        </w:rPr>
        <w:t>3)</w:t>
      </w:r>
      <w:r w:rsidRPr="008D4B05">
        <w:rPr>
          <w:rFonts w:ascii="Times New Roman" w:hAnsi="Times New Roman" w:cs="Times New Roman"/>
          <w:i/>
          <w:iCs/>
          <w:sz w:val="24"/>
          <w:szCs w:val="24"/>
        </w:rPr>
        <w:t>Наблюдение за способами дыхания животных. Наблюдение за особенностями питания животных.</w:t>
      </w:r>
    </w:p>
    <w:p w:rsidR="002405C1" w:rsidRPr="008D4B05" w:rsidRDefault="002405C1" w:rsidP="008D4B05">
      <w:pPr>
        <w:pStyle w:val="NormalWeb"/>
        <w:spacing w:before="0"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D4B05">
        <w:rPr>
          <w:rFonts w:ascii="Times New Roman" w:hAnsi="Times New Roman" w:cs="Times New Roman"/>
          <w:b/>
          <w:bCs/>
          <w:sz w:val="24"/>
          <w:szCs w:val="24"/>
          <w:u w:val="single"/>
        </w:rPr>
        <w:t>3 Индивидуальное развитие животных(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8D4B0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ч).</w:t>
      </w:r>
    </w:p>
    <w:p w:rsidR="002405C1" w:rsidRPr="008D4B05" w:rsidRDefault="002405C1" w:rsidP="008D4B05">
      <w:pPr>
        <w:pStyle w:val="NormalWeb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B05">
        <w:rPr>
          <w:rFonts w:ascii="Times New Roman" w:hAnsi="Times New Roman" w:cs="Times New Roman"/>
          <w:sz w:val="24"/>
          <w:szCs w:val="24"/>
        </w:rPr>
        <w:t xml:space="preserve">Способы размножения. Оплодотворение. Развитие с превращением и без превращения. Периодизация и продолжительность жизни. </w:t>
      </w:r>
    </w:p>
    <w:p w:rsidR="002405C1" w:rsidRPr="008D4B05" w:rsidRDefault="002405C1" w:rsidP="008D4B05">
      <w:pPr>
        <w:pStyle w:val="NormalWeb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B05">
        <w:rPr>
          <w:rFonts w:ascii="Times New Roman" w:hAnsi="Times New Roman" w:cs="Times New Roman"/>
          <w:b/>
          <w:bCs/>
          <w:sz w:val="24"/>
          <w:szCs w:val="24"/>
        </w:rPr>
        <w:t>Лабораторная работа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8D4B05">
        <w:rPr>
          <w:rFonts w:ascii="Times New Roman" w:hAnsi="Times New Roman" w:cs="Times New Roman"/>
          <w:i/>
          <w:iCs/>
          <w:sz w:val="24"/>
          <w:szCs w:val="24"/>
        </w:rPr>
        <w:t>Изучение стадий развития животных и определение их возраста.</w:t>
      </w:r>
    </w:p>
    <w:p w:rsidR="002405C1" w:rsidRPr="008D4B05" w:rsidRDefault="002405C1" w:rsidP="008D4B05">
      <w:pPr>
        <w:pStyle w:val="NormalWeb"/>
        <w:spacing w:before="0" w:after="0" w:line="276" w:lineRule="auto"/>
        <w:jc w:val="both"/>
        <w:rPr>
          <w:rStyle w:val="em"/>
          <w:rFonts w:ascii="Times New Roman" w:hAnsi="Times New Roman"/>
          <w:b/>
          <w:bCs/>
          <w:sz w:val="24"/>
          <w:szCs w:val="24"/>
          <w:u w:val="single"/>
        </w:rPr>
      </w:pPr>
      <w:r w:rsidRPr="008D4B05">
        <w:rPr>
          <w:rStyle w:val="em"/>
          <w:rFonts w:ascii="Times New Roman" w:hAnsi="Times New Roman"/>
          <w:b/>
          <w:bCs/>
          <w:sz w:val="24"/>
          <w:szCs w:val="24"/>
          <w:u w:val="single"/>
        </w:rPr>
        <w:t xml:space="preserve">4. Развитие  животного мира на Земле(3 ч)  </w:t>
      </w:r>
    </w:p>
    <w:p w:rsidR="002405C1" w:rsidRPr="008D4B05" w:rsidRDefault="002405C1" w:rsidP="008D4B05">
      <w:pPr>
        <w:pStyle w:val="NormalWeb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B05">
        <w:rPr>
          <w:rFonts w:ascii="Times New Roman" w:hAnsi="Times New Roman" w:cs="Times New Roman"/>
          <w:sz w:val="24"/>
          <w:szCs w:val="24"/>
        </w:rPr>
        <w:t>Доказательства эволюции: сравнительно-анатомические, эмбриологические, палеонтологические.Ч. Дарвин о причинах эволюции животного мира. Усложнение строения животных и разнообразие видов как результат эволюции.</w:t>
      </w:r>
      <w:r w:rsidRPr="008D4B05">
        <w:rPr>
          <w:rStyle w:val="em"/>
          <w:rFonts w:ascii="Times New Roman" w:hAnsi="Times New Roman"/>
          <w:sz w:val="24"/>
          <w:szCs w:val="24"/>
        </w:rPr>
        <w:t>Демонстрация</w:t>
      </w:r>
      <w:r w:rsidRPr="008D4B05">
        <w:rPr>
          <w:rFonts w:ascii="Times New Roman" w:hAnsi="Times New Roman" w:cs="Times New Roman"/>
          <w:sz w:val="24"/>
          <w:szCs w:val="24"/>
        </w:rPr>
        <w:t xml:space="preserve"> палеонтологических доказательств эволюции.</w:t>
      </w:r>
    </w:p>
    <w:p w:rsidR="002405C1" w:rsidRPr="008D4B05" w:rsidRDefault="002405C1" w:rsidP="008D4B05">
      <w:pPr>
        <w:pStyle w:val="NormalWeb"/>
        <w:spacing w:before="0"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D4B05">
        <w:rPr>
          <w:rStyle w:val="em"/>
          <w:rFonts w:ascii="Times New Roman" w:hAnsi="Times New Roman"/>
          <w:b/>
          <w:bCs/>
          <w:sz w:val="24"/>
          <w:szCs w:val="24"/>
          <w:u w:val="single"/>
        </w:rPr>
        <w:t>5.Закономерности размещения животных на Земле (</w:t>
      </w:r>
      <w:r>
        <w:rPr>
          <w:rStyle w:val="em"/>
          <w:rFonts w:ascii="Times New Roman" w:hAnsi="Times New Roman"/>
          <w:b/>
          <w:bCs/>
          <w:sz w:val="24"/>
          <w:szCs w:val="24"/>
          <w:u w:val="single"/>
        </w:rPr>
        <w:t>3</w:t>
      </w:r>
      <w:r w:rsidRPr="008D4B05">
        <w:rPr>
          <w:rStyle w:val="em"/>
          <w:rFonts w:ascii="Times New Roman" w:hAnsi="Times New Roman"/>
          <w:b/>
          <w:bCs/>
          <w:sz w:val="24"/>
          <w:szCs w:val="24"/>
          <w:u w:val="single"/>
        </w:rPr>
        <w:t>ч)</w:t>
      </w:r>
    </w:p>
    <w:p w:rsidR="002405C1" w:rsidRPr="008D4B05" w:rsidRDefault="002405C1" w:rsidP="008D4B05">
      <w:pPr>
        <w:pStyle w:val="NormalWeb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B05">
        <w:rPr>
          <w:rFonts w:ascii="Times New Roman" w:hAnsi="Times New Roman" w:cs="Times New Roman"/>
          <w:sz w:val="24"/>
          <w:szCs w:val="24"/>
        </w:rPr>
        <w:t>Ареал. Зоогеографические области. Закономерности размещения. Миграции.</w:t>
      </w:r>
    </w:p>
    <w:p w:rsidR="002405C1" w:rsidRPr="008D4B05" w:rsidRDefault="002405C1" w:rsidP="008D4B05">
      <w:pPr>
        <w:pStyle w:val="NormalWeb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B05">
        <w:rPr>
          <w:rFonts w:ascii="Times New Roman" w:hAnsi="Times New Roman" w:cs="Times New Roman"/>
          <w:sz w:val="24"/>
          <w:szCs w:val="24"/>
        </w:rPr>
        <w:t>Фенологические наблюдения за весенними явлениями в жизни животных.</w:t>
      </w:r>
    </w:p>
    <w:p w:rsidR="002405C1" w:rsidRPr="008D4B05" w:rsidRDefault="002405C1" w:rsidP="008D4B05">
      <w:pPr>
        <w:pStyle w:val="NormalWeb"/>
        <w:spacing w:before="0"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D4B05">
        <w:rPr>
          <w:rStyle w:val="em"/>
          <w:rFonts w:ascii="Times New Roman" w:hAnsi="Times New Roman"/>
          <w:b/>
          <w:bCs/>
          <w:sz w:val="24"/>
          <w:szCs w:val="24"/>
          <w:u w:val="single"/>
        </w:rPr>
        <w:t>6. Биоценозы (</w:t>
      </w:r>
      <w:r>
        <w:rPr>
          <w:rStyle w:val="em"/>
          <w:rFonts w:ascii="Times New Roman" w:hAnsi="Times New Roman"/>
          <w:b/>
          <w:bCs/>
          <w:sz w:val="24"/>
          <w:szCs w:val="24"/>
          <w:u w:val="single"/>
        </w:rPr>
        <w:t>4</w:t>
      </w:r>
      <w:r w:rsidRPr="008D4B05">
        <w:rPr>
          <w:rStyle w:val="em"/>
          <w:rFonts w:ascii="Times New Roman" w:hAnsi="Times New Roman"/>
          <w:b/>
          <w:bCs/>
          <w:sz w:val="24"/>
          <w:szCs w:val="24"/>
          <w:u w:val="single"/>
        </w:rPr>
        <w:t xml:space="preserve"> ч)</w:t>
      </w:r>
    </w:p>
    <w:p w:rsidR="002405C1" w:rsidRPr="008D4B05" w:rsidRDefault="002405C1" w:rsidP="008D4B05">
      <w:pPr>
        <w:pStyle w:val="NormalWeb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B05">
        <w:rPr>
          <w:rFonts w:ascii="Times New Roman" w:hAnsi="Times New Roman" w:cs="Times New Roman"/>
          <w:sz w:val="24"/>
          <w:szCs w:val="24"/>
        </w:rPr>
        <w:t>Естественные и искусственные биоценозы (водоём, луг, степь, тундра, лес, населенный пункт). Факторы среды и их влияние на биоценоз. Цепи питания, поток энергии. Взаимосвязь компонентов биоценоза и их приспособленность друг к другу.</w:t>
      </w:r>
    </w:p>
    <w:p w:rsidR="002405C1" w:rsidRPr="008D4B05" w:rsidRDefault="002405C1" w:rsidP="008D4B05">
      <w:pPr>
        <w:pStyle w:val="NormalWeb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B05">
        <w:rPr>
          <w:rStyle w:val="em"/>
          <w:rFonts w:ascii="Times New Roman" w:hAnsi="Times New Roman"/>
          <w:b/>
          <w:bCs/>
          <w:sz w:val="24"/>
          <w:szCs w:val="24"/>
        </w:rPr>
        <w:t>Экскурсия</w:t>
      </w:r>
      <w:r w:rsidRPr="008D4B0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8D4B05">
        <w:rPr>
          <w:rFonts w:ascii="Times New Roman" w:hAnsi="Times New Roman" w:cs="Times New Roman"/>
          <w:i/>
          <w:iCs/>
          <w:sz w:val="24"/>
          <w:szCs w:val="24"/>
        </w:rPr>
        <w:t>изучение взаимосвязи животных с другими компонентами биоценоза</w:t>
      </w:r>
      <w:r w:rsidRPr="008D4B05">
        <w:rPr>
          <w:rFonts w:ascii="Times New Roman" w:hAnsi="Times New Roman" w:cs="Times New Roman"/>
          <w:sz w:val="24"/>
          <w:szCs w:val="24"/>
        </w:rPr>
        <w:t>.</w:t>
      </w:r>
    </w:p>
    <w:p w:rsidR="002405C1" w:rsidRPr="008D4B05" w:rsidRDefault="002405C1" w:rsidP="008D4B05">
      <w:pPr>
        <w:pStyle w:val="NormalWeb"/>
        <w:spacing w:before="0"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D4B05">
        <w:rPr>
          <w:rStyle w:val="em"/>
          <w:rFonts w:ascii="Times New Roman" w:hAnsi="Times New Roman"/>
          <w:b/>
          <w:bCs/>
          <w:sz w:val="24"/>
          <w:szCs w:val="24"/>
          <w:u w:val="single"/>
        </w:rPr>
        <w:t>7. Животный мир и хозяйственная деятельность человека (</w:t>
      </w:r>
      <w:r>
        <w:rPr>
          <w:rStyle w:val="em"/>
          <w:rFonts w:ascii="Times New Roman" w:hAnsi="Times New Roman"/>
          <w:b/>
          <w:bCs/>
          <w:sz w:val="24"/>
          <w:szCs w:val="24"/>
          <w:u w:val="single"/>
        </w:rPr>
        <w:t>5</w:t>
      </w:r>
      <w:r w:rsidRPr="008D4B05">
        <w:rPr>
          <w:rStyle w:val="em"/>
          <w:rFonts w:ascii="Times New Roman" w:hAnsi="Times New Roman"/>
          <w:b/>
          <w:bCs/>
          <w:sz w:val="24"/>
          <w:szCs w:val="24"/>
          <w:u w:val="single"/>
        </w:rPr>
        <w:t>ч)</w:t>
      </w:r>
    </w:p>
    <w:p w:rsidR="002405C1" w:rsidRPr="008D4B05" w:rsidRDefault="002405C1" w:rsidP="008D4B05">
      <w:pPr>
        <w:pStyle w:val="NormalWeb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B05">
        <w:rPr>
          <w:rFonts w:ascii="Times New Roman" w:hAnsi="Times New Roman" w:cs="Times New Roman"/>
          <w:sz w:val="24"/>
          <w:szCs w:val="24"/>
        </w:rPr>
        <w:t>Воздействие человека и его деятельности на животных. Промыслы.</w:t>
      </w:r>
    </w:p>
    <w:p w:rsidR="002405C1" w:rsidRPr="008D4B05" w:rsidRDefault="002405C1" w:rsidP="008D4B05">
      <w:pPr>
        <w:pStyle w:val="NormalWeb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B05">
        <w:rPr>
          <w:rFonts w:ascii="Times New Roman" w:hAnsi="Times New Roman" w:cs="Times New Roman"/>
          <w:sz w:val="24"/>
          <w:szCs w:val="24"/>
        </w:rPr>
        <w:t>Одомашнивание. Разведение, основы содержания и селекции сельскохозяйственных животных.Законы об охране животного мира. Система мониторинга. Охраняемые территории. Красная книга. Рациональное использование животных.</w:t>
      </w:r>
    </w:p>
    <w:p w:rsidR="002405C1" w:rsidRPr="008D4B05" w:rsidRDefault="002405C1" w:rsidP="008D4B05">
      <w:pPr>
        <w:pStyle w:val="NormalWeb"/>
        <w:spacing w:before="0"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D4B05">
        <w:rPr>
          <w:rStyle w:val="em"/>
          <w:rFonts w:ascii="Times New Roman" w:hAnsi="Times New Roman"/>
          <w:b/>
          <w:bCs/>
          <w:sz w:val="24"/>
          <w:szCs w:val="24"/>
        </w:rPr>
        <w:t>Экскурсия</w:t>
      </w:r>
      <w:r w:rsidRPr="008D4B05">
        <w:rPr>
          <w:b/>
          <w:bCs/>
        </w:rPr>
        <w:t>:</w:t>
      </w:r>
      <w:r w:rsidRPr="008D4B05">
        <w:rPr>
          <w:rFonts w:ascii="Times New Roman" w:hAnsi="Times New Roman" w:cs="Times New Roman"/>
          <w:i/>
          <w:iCs/>
          <w:sz w:val="24"/>
          <w:szCs w:val="24"/>
        </w:rPr>
        <w:t>посещение выставок сельскохозяйственных и домашних животных.</w:t>
      </w:r>
    </w:p>
    <w:p w:rsidR="002405C1" w:rsidRPr="00E47943" w:rsidRDefault="002405C1" w:rsidP="00365210">
      <w:pPr>
        <w:jc w:val="center"/>
        <w:rPr>
          <w:b/>
          <w:bCs/>
        </w:rPr>
      </w:pPr>
    </w:p>
    <w:p w:rsidR="002405C1" w:rsidRPr="00E47943" w:rsidRDefault="002405C1" w:rsidP="00365210">
      <w:pPr>
        <w:jc w:val="center"/>
        <w:rPr>
          <w:b/>
          <w:bCs/>
        </w:rPr>
      </w:pPr>
    </w:p>
    <w:p w:rsidR="002405C1" w:rsidRPr="00E47943" w:rsidRDefault="002405C1" w:rsidP="00365210">
      <w:pPr>
        <w:jc w:val="center"/>
        <w:rPr>
          <w:b/>
          <w:bCs/>
        </w:rPr>
      </w:pPr>
    </w:p>
    <w:p w:rsidR="002405C1" w:rsidRPr="00E47943" w:rsidRDefault="002405C1" w:rsidP="00365210">
      <w:pPr>
        <w:jc w:val="center"/>
        <w:rPr>
          <w:b/>
          <w:bCs/>
        </w:rPr>
      </w:pPr>
    </w:p>
    <w:p w:rsidR="002405C1" w:rsidRPr="00E47943" w:rsidRDefault="002405C1" w:rsidP="00365210">
      <w:pPr>
        <w:jc w:val="center"/>
        <w:rPr>
          <w:b/>
          <w:bCs/>
        </w:rPr>
      </w:pPr>
    </w:p>
    <w:p w:rsidR="002405C1" w:rsidRPr="00E47943" w:rsidRDefault="002405C1" w:rsidP="00365210">
      <w:pPr>
        <w:jc w:val="center"/>
        <w:rPr>
          <w:b/>
          <w:bCs/>
        </w:rPr>
      </w:pPr>
    </w:p>
    <w:p w:rsidR="002405C1" w:rsidRPr="00E466D3" w:rsidRDefault="002405C1" w:rsidP="00365210">
      <w:pPr>
        <w:jc w:val="center"/>
        <w:rPr>
          <w:b/>
          <w:bCs/>
        </w:rPr>
      </w:pPr>
      <w:r w:rsidRPr="00E466D3">
        <w:rPr>
          <w:b/>
          <w:bCs/>
        </w:rPr>
        <w:t>Требования к уровню подготовки выпускников</w:t>
      </w:r>
    </w:p>
    <w:p w:rsidR="002405C1" w:rsidRPr="00E466D3" w:rsidRDefault="002405C1" w:rsidP="00930F91">
      <w:pPr>
        <w:jc w:val="both"/>
        <w:rPr>
          <w:b/>
          <w:bCs/>
        </w:rPr>
      </w:pPr>
      <w:r w:rsidRPr="00E466D3">
        <w:rPr>
          <w:b/>
          <w:bCs/>
        </w:rPr>
        <w:t>В результате изучения биологии ученик 7 класса должен</w:t>
      </w:r>
    </w:p>
    <w:p w:rsidR="002405C1" w:rsidRPr="00E466D3" w:rsidRDefault="002405C1" w:rsidP="00930F91">
      <w:pPr>
        <w:jc w:val="both"/>
        <w:rPr>
          <w:b/>
          <w:bCs/>
        </w:rPr>
      </w:pPr>
      <w:r w:rsidRPr="00E466D3">
        <w:rPr>
          <w:b/>
          <w:bCs/>
        </w:rPr>
        <w:t>знать</w:t>
      </w:r>
    </w:p>
    <w:p w:rsidR="002405C1" w:rsidRPr="00E466D3" w:rsidRDefault="002405C1" w:rsidP="00E466D3">
      <w:pPr>
        <w:pStyle w:val="ListParagraph"/>
        <w:numPr>
          <w:ilvl w:val="0"/>
          <w:numId w:val="24"/>
        </w:numPr>
        <w:tabs>
          <w:tab w:val="left" w:pos="1134"/>
        </w:tabs>
        <w:overflowPunct w:val="0"/>
        <w:autoSpaceDE w:val="0"/>
        <w:autoSpaceDN w:val="0"/>
        <w:adjustRightInd w:val="0"/>
        <w:jc w:val="both"/>
        <w:textAlignment w:val="baseline"/>
      </w:pPr>
      <w:r w:rsidRPr="00E466D3">
        <w:t>признаки биологических объектов: живых организмов; клеток и организмов животных; популяций; экосистем и агроэкосистем; животных своего региона;</w:t>
      </w:r>
    </w:p>
    <w:p w:rsidR="002405C1" w:rsidRPr="00E466D3" w:rsidRDefault="002405C1" w:rsidP="00E466D3">
      <w:pPr>
        <w:pStyle w:val="ListParagraph"/>
        <w:numPr>
          <w:ilvl w:val="0"/>
          <w:numId w:val="24"/>
        </w:numPr>
        <w:tabs>
          <w:tab w:val="left" w:pos="1134"/>
        </w:tabs>
        <w:overflowPunct w:val="0"/>
        <w:autoSpaceDE w:val="0"/>
        <w:autoSpaceDN w:val="0"/>
        <w:adjustRightInd w:val="0"/>
        <w:jc w:val="both"/>
        <w:textAlignment w:val="baseline"/>
      </w:pPr>
      <w:r w:rsidRPr="00E466D3">
        <w:t>сущность биологических процессов: обмен веществ и превращения энергии, питание, дыхание, выделение, транспорт веществ, рост, развитие, размножение, наследственность и изменчивость, регуляция жизнедеятельности организма, раздражимость, круговорот веществ и превращения энергии в экосистемах;</w:t>
      </w:r>
    </w:p>
    <w:p w:rsidR="002405C1" w:rsidRPr="00E466D3" w:rsidRDefault="002405C1" w:rsidP="00E466D3">
      <w:pPr>
        <w:jc w:val="both"/>
      </w:pPr>
      <w:r w:rsidRPr="00E466D3">
        <w:rPr>
          <w:b/>
          <w:bCs/>
        </w:rPr>
        <w:t>уметь</w:t>
      </w:r>
    </w:p>
    <w:p w:rsidR="002405C1" w:rsidRPr="00E466D3" w:rsidRDefault="002405C1" w:rsidP="00E466D3">
      <w:pPr>
        <w:jc w:val="both"/>
        <w:rPr>
          <w:b/>
          <w:bCs/>
        </w:rPr>
      </w:pPr>
      <w:r w:rsidRPr="00E466D3">
        <w:rPr>
          <w:b/>
          <w:bCs/>
        </w:rPr>
        <w:t>находить:</w:t>
      </w:r>
    </w:p>
    <w:p w:rsidR="002405C1" w:rsidRPr="00E466D3" w:rsidRDefault="002405C1" w:rsidP="00E466D3">
      <w:pPr>
        <w:numPr>
          <w:ilvl w:val="0"/>
          <w:numId w:val="25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466D3">
        <w:t>в тексте учебника отличительные признаки основных систематических групп;</w:t>
      </w:r>
    </w:p>
    <w:p w:rsidR="002405C1" w:rsidRPr="00E466D3" w:rsidRDefault="002405C1" w:rsidP="00E466D3">
      <w:pPr>
        <w:numPr>
          <w:ilvl w:val="0"/>
          <w:numId w:val="25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466D3">
        <w:t>в биологических словарях и справочниках значения биологических терминов;</w:t>
      </w:r>
    </w:p>
    <w:p w:rsidR="002405C1" w:rsidRPr="00E466D3" w:rsidRDefault="002405C1" w:rsidP="00E466D3">
      <w:pPr>
        <w:numPr>
          <w:ilvl w:val="0"/>
          <w:numId w:val="25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466D3">
        <w:t>в различных источниках (в том числе с использованием информационных и коммуникационных технологий) необходимую информацию о живых организмах; избирательно относиться к биологической информации, содержащейся в средствах массовой информации;</w:t>
      </w:r>
    </w:p>
    <w:p w:rsidR="002405C1" w:rsidRPr="00E466D3" w:rsidRDefault="002405C1" w:rsidP="00E466D3">
      <w:pPr>
        <w:jc w:val="both"/>
        <w:rPr>
          <w:b/>
          <w:bCs/>
        </w:rPr>
      </w:pPr>
      <w:r w:rsidRPr="00E466D3">
        <w:rPr>
          <w:b/>
          <w:bCs/>
        </w:rPr>
        <w:t>объяснять:</w:t>
      </w:r>
    </w:p>
    <w:p w:rsidR="002405C1" w:rsidRPr="00E466D3" w:rsidRDefault="002405C1" w:rsidP="00E466D3">
      <w:pPr>
        <w:numPr>
          <w:ilvl w:val="0"/>
          <w:numId w:val="25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466D3">
        <w:t>роль биологии в формировании современной естественнонаучной картины мира, в практической деятельности людей и самого ученика;</w:t>
      </w:r>
    </w:p>
    <w:p w:rsidR="002405C1" w:rsidRPr="00E466D3" w:rsidRDefault="002405C1" w:rsidP="00E466D3">
      <w:pPr>
        <w:numPr>
          <w:ilvl w:val="0"/>
          <w:numId w:val="25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466D3">
        <w:t xml:space="preserve">родство, общность происхождения и эволюцию животных (на примере сопоставления отдельных групп); роль различных организмов в жизни человека и собственной деятельности; </w:t>
      </w:r>
    </w:p>
    <w:p w:rsidR="002405C1" w:rsidRPr="00E466D3" w:rsidRDefault="002405C1" w:rsidP="00E466D3">
      <w:pPr>
        <w:numPr>
          <w:ilvl w:val="0"/>
          <w:numId w:val="25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466D3">
        <w:t>взаимосвязи организмов и окружающей среды; роль биологического разнообразия в сохранении биосферы; необходимость защиты окружающей среды;</w:t>
      </w:r>
    </w:p>
    <w:p w:rsidR="002405C1" w:rsidRPr="00E466D3" w:rsidRDefault="002405C1" w:rsidP="00981D53">
      <w:pPr>
        <w:jc w:val="both"/>
        <w:rPr>
          <w:b/>
          <w:bCs/>
        </w:rPr>
      </w:pPr>
      <w:r w:rsidRPr="00E466D3">
        <w:rPr>
          <w:b/>
          <w:bCs/>
        </w:rPr>
        <w:t>проводить простые биологические исследования:</w:t>
      </w:r>
    </w:p>
    <w:p w:rsidR="002405C1" w:rsidRPr="00E466D3" w:rsidRDefault="002405C1" w:rsidP="005F38A6">
      <w:pPr>
        <w:numPr>
          <w:ilvl w:val="0"/>
          <w:numId w:val="25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466D3">
        <w:t>ставить биологические эксперименты, описывать и объяснять результаты опытов; наблюдать за ростом и развитием животных, поведением животных, сезонными изменениями в природе; рассматривать на готовых микропрепаратах и описывать биологические объекты;</w:t>
      </w:r>
    </w:p>
    <w:p w:rsidR="002405C1" w:rsidRPr="00E466D3" w:rsidRDefault="002405C1" w:rsidP="005F38A6">
      <w:pPr>
        <w:numPr>
          <w:ilvl w:val="0"/>
          <w:numId w:val="25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466D3">
        <w:t>по результатам наблюдений распознавать и описывать на таблицах основные части и органоиды клетки, на живых объектах и таблицах органы и системы органов животных, животных отдельных типов и классов; наиболее распространенные животных своей местности, домашних животных, опасные для человека животные; выявлять изменчивость организмов, приспособление организмов к среде обитания, типы взаимодействия популяций разных видов в экосистеме;</w:t>
      </w:r>
    </w:p>
    <w:p w:rsidR="002405C1" w:rsidRPr="00E466D3" w:rsidRDefault="002405C1" w:rsidP="005F38A6">
      <w:pPr>
        <w:numPr>
          <w:ilvl w:val="0"/>
          <w:numId w:val="25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466D3">
        <w:t>сравнивать биологические объекты (клетки, ткани, органы и системы органов, организмы, представителей отдельных систематических групп) и делать выводы на основе сравнения; определять принадлежность биологических объектов к определенной систематической группе (классификация);</w:t>
      </w:r>
    </w:p>
    <w:p w:rsidR="002405C1" w:rsidRPr="00E466D3" w:rsidRDefault="002405C1" w:rsidP="005F38A6">
      <w:pPr>
        <w:numPr>
          <w:ilvl w:val="0"/>
          <w:numId w:val="25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466D3">
        <w:t>анализировать и оценивать влияние факторов окружающей среды, последствий деятельности человека в экосистемах, собственных поступков на живые организмы и экосистемы;</w:t>
      </w:r>
    </w:p>
    <w:p w:rsidR="002405C1" w:rsidRPr="00E466D3" w:rsidRDefault="002405C1" w:rsidP="00981D53">
      <w:pPr>
        <w:jc w:val="both"/>
        <w:rPr>
          <w:b/>
          <w:bCs/>
        </w:rPr>
      </w:pPr>
      <w:r w:rsidRPr="00E466D3">
        <w:rPr>
          <w:b/>
          <w:bCs/>
        </w:rPr>
        <w:t>использовать приобретенные знания и умения в практической деятельности и повседневной жизни для:</w:t>
      </w:r>
    </w:p>
    <w:p w:rsidR="002405C1" w:rsidRPr="00E466D3" w:rsidRDefault="002405C1" w:rsidP="005F38A6">
      <w:pPr>
        <w:numPr>
          <w:ilvl w:val="0"/>
          <w:numId w:val="25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466D3">
        <w:t>соблюдения мер профилактики заболеваний, вызываемых животными; оказания первой помощи при укусах животных;</w:t>
      </w:r>
    </w:p>
    <w:p w:rsidR="002405C1" w:rsidRPr="00E466D3" w:rsidRDefault="002405C1" w:rsidP="005F38A6">
      <w:pPr>
        <w:numPr>
          <w:ilvl w:val="0"/>
          <w:numId w:val="25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466D3">
        <w:t>соблюдения правил поведения в окружающей среде;</w:t>
      </w:r>
    </w:p>
    <w:p w:rsidR="002405C1" w:rsidRPr="00E466D3" w:rsidRDefault="002405C1" w:rsidP="005F38A6">
      <w:pPr>
        <w:numPr>
          <w:ilvl w:val="0"/>
          <w:numId w:val="25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466D3">
        <w:t>выращивания и размножения домашних животных, ухода за ними.</w:t>
      </w:r>
    </w:p>
    <w:p w:rsidR="002405C1" w:rsidRPr="00E466D3" w:rsidRDefault="002405C1" w:rsidP="00930F91">
      <w:pPr>
        <w:jc w:val="both"/>
        <w:rPr>
          <w:b/>
          <w:bCs/>
        </w:rPr>
      </w:pPr>
    </w:p>
    <w:p w:rsidR="002405C1" w:rsidRPr="00E466D3" w:rsidRDefault="002405C1" w:rsidP="00070C54">
      <w:pPr>
        <w:jc w:val="both"/>
        <w:rPr>
          <w:b/>
          <w:bCs/>
        </w:rPr>
      </w:pPr>
      <w:r w:rsidRPr="00E466D3">
        <w:rPr>
          <w:b/>
          <w:bCs/>
        </w:rPr>
        <w:t>Список дополнительной литературы:</w:t>
      </w:r>
    </w:p>
    <w:p w:rsidR="002405C1" w:rsidRPr="00E466D3" w:rsidRDefault="002405C1" w:rsidP="005F38A6">
      <w:pPr>
        <w:pStyle w:val="ListParagraph"/>
        <w:numPr>
          <w:ilvl w:val="0"/>
          <w:numId w:val="3"/>
        </w:numPr>
        <w:jc w:val="both"/>
      </w:pPr>
      <w:r w:rsidRPr="00E466D3">
        <w:t>Лукин Е.И. Зоология.- М.: Издательство «Высшая школа»,2001.</w:t>
      </w:r>
    </w:p>
    <w:p w:rsidR="002405C1" w:rsidRPr="00E466D3" w:rsidRDefault="002405C1" w:rsidP="005F38A6">
      <w:pPr>
        <w:pStyle w:val="NormalWeb"/>
        <w:numPr>
          <w:ilvl w:val="0"/>
          <w:numId w:val="3"/>
        </w:numPr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E466D3">
        <w:rPr>
          <w:rFonts w:ascii="Times New Roman" w:hAnsi="Times New Roman" w:cs="Times New Roman"/>
          <w:sz w:val="24"/>
          <w:szCs w:val="24"/>
        </w:rPr>
        <w:t>Муртазин  Активные формы обучения биологии М., Просвещение, 1991.</w:t>
      </w:r>
    </w:p>
    <w:p w:rsidR="002405C1" w:rsidRPr="00E466D3" w:rsidRDefault="002405C1" w:rsidP="005F38A6">
      <w:pPr>
        <w:pStyle w:val="NormalWeb"/>
        <w:numPr>
          <w:ilvl w:val="0"/>
          <w:numId w:val="3"/>
        </w:numPr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E466D3">
        <w:rPr>
          <w:rFonts w:ascii="Times New Roman" w:hAnsi="Times New Roman" w:cs="Times New Roman"/>
          <w:sz w:val="24"/>
          <w:szCs w:val="24"/>
        </w:rPr>
        <w:t>Рохлов В. «Занимательная зоология: Книга для учащихся, учителей и родителей. – М.: АСТ – ПРЕСС. 1999.</w:t>
      </w:r>
    </w:p>
    <w:p w:rsidR="002405C1" w:rsidRPr="00E466D3" w:rsidRDefault="002405C1" w:rsidP="005F38A6">
      <w:pPr>
        <w:pStyle w:val="NormalWeb"/>
        <w:numPr>
          <w:ilvl w:val="0"/>
          <w:numId w:val="3"/>
        </w:numPr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E466D3">
        <w:rPr>
          <w:rFonts w:ascii="Times New Roman" w:hAnsi="Times New Roman" w:cs="Times New Roman"/>
          <w:sz w:val="24"/>
          <w:szCs w:val="24"/>
        </w:rPr>
        <w:t>Реймерс Н.Ф. Краткий словарь биологических терминов. – М., Просвещение, 1995</w:t>
      </w:r>
    </w:p>
    <w:p w:rsidR="002405C1" w:rsidRPr="00E466D3" w:rsidRDefault="002405C1" w:rsidP="005F38A6">
      <w:pPr>
        <w:pStyle w:val="NormalWeb"/>
        <w:numPr>
          <w:ilvl w:val="0"/>
          <w:numId w:val="3"/>
        </w:numPr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E466D3">
        <w:rPr>
          <w:rFonts w:ascii="Times New Roman" w:hAnsi="Times New Roman" w:cs="Times New Roman"/>
          <w:sz w:val="24"/>
          <w:szCs w:val="24"/>
        </w:rPr>
        <w:t>Фросин В.Н., Сивоглазов В.И. Готовимся к ЕГЭ: Биология. Животные. – М.: Дрофа, 2004.</w:t>
      </w:r>
    </w:p>
    <w:p w:rsidR="002405C1" w:rsidRPr="00E466D3" w:rsidRDefault="002405C1" w:rsidP="005F38A6">
      <w:pPr>
        <w:pStyle w:val="NormalWeb"/>
        <w:numPr>
          <w:ilvl w:val="0"/>
          <w:numId w:val="3"/>
        </w:numPr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E466D3">
        <w:rPr>
          <w:rFonts w:ascii="Times New Roman" w:hAnsi="Times New Roman" w:cs="Times New Roman"/>
          <w:sz w:val="24"/>
          <w:szCs w:val="24"/>
        </w:rPr>
        <w:t>Шапкин В.А. «Биология. Животные»: Пособие для учителя. – М.: Дрофа, 2001.</w:t>
      </w:r>
    </w:p>
    <w:p w:rsidR="002405C1" w:rsidRPr="00E466D3" w:rsidRDefault="002405C1" w:rsidP="00D355F8">
      <w:pPr>
        <w:jc w:val="both"/>
        <w:rPr>
          <w:b/>
          <w:bCs/>
        </w:rPr>
      </w:pPr>
      <w:r w:rsidRPr="00E466D3">
        <w:rPr>
          <w:b/>
          <w:bCs/>
        </w:rPr>
        <w:t>Электронные издания:</w:t>
      </w:r>
    </w:p>
    <w:p w:rsidR="002405C1" w:rsidRPr="00E466D3" w:rsidRDefault="002405C1" w:rsidP="005F38A6">
      <w:pPr>
        <w:pStyle w:val="ListParagraph"/>
        <w:numPr>
          <w:ilvl w:val="0"/>
          <w:numId w:val="2"/>
        </w:numPr>
        <w:jc w:val="both"/>
      </w:pPr>
      <w:r w:rsidRPr="00E466D3">
        <w:t>Открытая Биология 2.5 – ООО «Физикон», 2003 г. Автор – Д.И. Мамонтов / Под ред. к.б.н. А.В. Маталина.</w:t>
      </w:r>
    </w:p>
    <w:p w:rsidR="002405C1" w:rsidRPr="00E466D3" w:rsidRDefault="002405C1" w:rsidP="005F38A6">
      <w:pPr>
        <w:pStyle w:val="ListParagraph"/>
        <w:numPr>
          <w:ilvl w:val="0"/>
          <w:numId w:val="2"/>
        </w:numPr>
        <w:jc w:val="both"/>
      </w:pPr>
      <w:r w:rsidRPr="00E466D3">
        <w:t xml:space="preserve">Виртуальная школа Кирилла и Мефодия. Медиатека по биологии. – «Кирилл и Мефодий», 1999–2003 гг. Авторы – академик РНАИ В.Б. Захаров, д.п.н. Т.В. Иванова, к.б.н. А.В. Маталин, к.б.н. И.Ю. Баклушинская, Т.В. Анфимова. </w:t>
      </w:r>
    </w:p>
    <w:p w:rsidR="002405C1" w:rsidRPr="00E466D3" w:rsidRDefault="002405C1" w:rsidP="005F38A6">
      <w:pPr>
        <w:pStyle w:val="ListParagraph"/>
        <w:numPr>
          <w:ilvl w:val="0"/>
          <w:numId w:val="2"/>
        </w:numPr>
        <w:jc w:val="both"/>
      </w:pPr>
      <w:r w:rsidRPr="00E466D3">
        <w:t>Единый государственный экзамен 2004. Тренажер по биологии. Пособие к экзамену.- В.М. Авторы - Арбесман, И.В. Копылов. ООО «Меридиан».</w:t>
      </w:r>
    </w:p>
    <w:p w:rsidR="002405C1" w:rsidRPr="00E466D3" w:rsidRDefault="002405C1" w:rsidP="00384DAC">
      <w:pPr>
        <w:spacing w:line="276" w:lineRule="auto"/>
        <w:rPr>
          <w:b/>
          <w:bCs/>
        </w:rPr>
      </w:pPr>
    </w:p>
    <w:p w:rsidR="002405C1" w:rsidRPr="00E466D3" w:rsidRDefault="002405C1" w:rsidP="001345C8">
      <w:pPr>
        <w:jc w:val="center"/>
        <w:rPr>
          <w:b/>
          <w:bCs/>
        </w:rPr>
      </w:pPr>
      <w:r w:rsidRPr="00E466D3">
        <w:rPr>
          <w:b/>
          <w:bCs/>
        </w:rPr>
        <w:t>График лабораторных, практических работ и экскурсий:</w:t>
      </w:r>
    </w:p>
    <w:p w:rsidR="002405C1" w:rsidRPr="00E466D3" w:rsidRDefault="002405C1" w:rsidP="001345C8">
      <w:pPr>
        <w:jc w:val="both"/>
        <w:rPr>
          <w:b/>
          <w:bCs/>
        </w:rPr>
      </w:pP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"/>
        <w:gridCol w:w="851"/>
        <w:gridCol w:w="6926"/>
        <w:gridCol w:w="1296"/>
      </w:tblGrid>
      <w:tr w:rsidR="002405C1" w:rsidRPr="00E466D3">
        <w:tc>
          <w:tcPr>
            <w:tcW w:w="708" w:type="dxa"/>
          </w:tcPr>
          <w:p w:rsidR="002405C1" w:rsidRPr="000F2F56" w:rsidRDefault="002405C1" w:rsidP="000F2F56">
            <w:pPr>
              <w:jc w:val="center"/>
              <w:rPr>
                <w:b/>
                <w:bCs/>
              </w:rPr>
            </w:pPr>
            <w:r w:rsidRPr="000F2F56">
              <w:rPr>
                <w:b/>
                <w:bCs/>
              </w:rPr>
              <w:t>№ п/п</w:t>
            </w:r>
          </w:p>
        </w:tc>
        <w:tc>
          <w:tcPr>
            <w:tcW w:w="851" w:type="dxa"/>
          </w:tcPr>
          <w:p w:rsidR="002405C1" w:rsidRPr="000F2F56" w:rsidRDefault="002405C1" w:rsidP="000F2F56">
            <w:pPr>
              <w:jc w:val="center"/>
              <w:rPr>
                <w:b/>
                <w:bCs/>
              </w:rPr>
            </w:pPr>
            <w:r w:rsidRPr="000F2F56">
              <w:rPr>
                <w:b/>
                <w:bCs/>
              </w:rPr>
              <w:t>№ урока</w:t>
            </w:r>
          </w:p>
        </w:tc>
        <w:tc>
          <w:tcPr>
            <w:tcW w:w="6926" w:type="dxa"/>
          </w:tcPr>
          <w:p w:rsidR="002405C1" w:rsidRPr="000F2F56" w:rsidRDefault="002405C1" w:rsidP="000F2F56">
            <w:pPr>
              <w:jc w:val="center"/>
              <w:rPr>
                <w:b/>
                <w:bCs/>
              </w:rPr>
            </w:pPr>
            <w:r w:rsidRPr="000F2F56">
              <w:rPr>
                <w:b/>
                <w:bCs/>
              </w:rPr>
              <w:t>Тема</w:t>
            </w:r>
          </w:p>
        </w:tc>
        <w:tc>
          <w:tcPr>
            <w:tcW w:w="1296" w:type="dxa"/>
          </w:tcPr>
          <w:p w:rsidR="002405C1" w:rsidRPr="00A75548" w:rsidRDefault="002405C1" w:rsidP="000F2F56">
            <w:pPr>
              <w:jc w:val="center"/>
              <w:rPr>
                <w:b/>
                <w:bCs/>
              </w:rPr>
            </w:pPr>
            <w:r w:rsidRPr="00A75548">
              <w:rPr>
                <w:b/>
                <w:bCs/>
              </w:rPr>
              <w:t>Дата</w:t>
            </w:r>
          </w:p>
        </w:tc>
      </w:tr>
      <w:tr w:rsidR="002405C1" w:rsidRPr="00E466D3">
        <w:tc>
          <w:tcPr>
            <w:tcW w:w="708" w:type="dxa"/>
          </w:tcPr>
          <w:p w:rsidR="002405C1" w:rsidRPr="00E466D3" w:rsidRDefault="002405C1" w:rsidP="000F2F56">
            <w:pPr>
              <w:pStyle w:val="ListParagraph"/>
              <w:numPr>
                <w:ilvl w:val="0"/>
                <w:numId w:val="28"/>
              </w:numPr>
              <w:ind w:left="414" w:hanging="357"/>
              <w:jc w:val="center"/>
            </w:pPr>
          </w:p>
        </w:tc>
        <w:tc>
          <w:tcPr>
            <w:tcW w:w="851" w:type="dxa"/>
          </w:tcPr>
          <w:p w:rsidR="002405C1" w:rsidRPr="00E466D3" w:rsidRDefault="002405C1" w:rsidP="000F2F56">
            <w:pPr>
              <w:jc w:val="center"/>
            </w:pPr>
            <w:r w:rsidRPr="00E466D3">
              <w:t>4</w:t>
            </w:r>
          </w:p>
        </w:tc>
        <w:tc>
          <w:tcPr>
            <w:tcW w:w="6926" w:type="dxa"/>
          </w:tcPr>
          <w:p w:rsidR="002405C1" w:rsidRPr="000F2F56" w:rsidRDefault="002405C1" w:rsidP="000F2F56">
            <w:pPr>
              <w:jc w:val="both"/>
              <w:rPr>
                <w:b/>
                <w:bCs/>
              </w:rPr>
            </w:pPr>
            <w:r w:rsidRPr="000F2F56">
              <w:rPr>
                <w:b/>
                <w:bCs/>
              </w:rPr>
              <w:t xml:space="preserve">Лабораторная работа №1 </w:t>
            </w:r>
            <w:r w:rsidRPr="00E466D3">
              <w:t>«Знакомство с многообразием простейших».</w:t>
            </w:r>
          </w:p>
        </w:tc>
        <w:tc>
          <w:tcPr>
            <w:tcW w:w="1296" w:type="dxa"/>
          </w:tcPr>
          <w:p w:rsidR="002405C1" w:rsidRPr="00E91CA8" w:rsidRDefault="002405C1" w:rsidP="000F2F56">
            <w:pPr>
              <w:jc w:val="center"/>
              <w:rPr>
                <w:bCs/>
              </w:rPr>
            </w:pPr>
            <w:r w:rsidRPr="00E91CA8">
              <w:rPr>
                <w:bCs/>
              </w:rPr>
              <w:t>14.09.15</w:t>
            </w:r>
          </w:p>
        </w:tc>
      </w:tr>
      <w:tr w:rsidR="002405C1" w:rsidRPr="00E466D3">
        <w:tc>
          <w:tcPr>
            <w:tcW w:w="708" w:type="dxa"/>
          </w:tcPr>
          <w:p w:rsidR="002405C1" w:rsidRPr="00E466D3" w:rsidRDefault="002405C1" w:rsidP="000F2F56">
            <w:pPr>
              <w:pStyle w:val="ListParagraph"/>
              <w:numPr>
                <w:ilvl w:val="0"/>
                <w:numId w:val="28"/>
              </w:numPr>
              <w:ind w:left="414" w:hanging="357"/>
              <w:jc w:val="center"/>
            </w:pPr>
          </w:p>
        </w:tc>
        <w:tc>
          <w:tcPr>
            <w:tcW w:w="851" w:type="dxa"/>
          </w:tcPr>
          <w:p w:rsidR="002405C1" w:rsidRPr="00E466D3" w:rsidRDefault="002405C1" w:rsidP="000F2F56">
            <w:pPr>
              <w:jc w:val="center"/>
            </w:pPr>
            <w:r w:rsidRPr="00E466D3">
              <w:t>10</w:t>
            </w:r>
          </w:p>
        </w:tc>
        <w:tc>
          <w:tcPr>
            <w:tcW w:w="6926" w:type="dxa"/>
          </w:tcPr>
          <w:p w:rsidR="002405C1" w:rsidRPr="000F2F56" w:rsidRDefault="002405C1" w:rsidP="006E32AE">
            <w:pPr>
              <w:rPr>
                <w:b/>
                <w:bCs/>
              </w:rPr>
            </w:pPr>
            <w:r w:rsidRPr="000F2F56">
              <w:rPr>
                <w:b/>
                <w:bCs/>
              </w:rPr>
              <w:t>Лабораторная работа №2</w:t>
            </w:r>
          </w:p>
          <w:p w:rsidR="002405C1" w:rsidRPr="000F2F56" w:rsidRDefault="002405C1" w:rsidP="000F2F56">
            <w:pPr>
              <w:jc w:val="both"/>
              <w:rPr>
                <w:b/>
                <w:bCs/>
              </w:rPr>
            </w:pPr>
            <w:r w:rsidRPr="00E466D3">
              <w:t>«Знакомство с многообразием кольчатых червей».</w:t>
            </w:r>
          </w:p>
        </w:tc>
        <w:tc>
          <w:tcPr>
            <w:tcW w:w="1296" w:type="dxa"/>
          </w:tcPr>
          <w:p w:rsidR="002405C1" w:rsidRPr="00E91CA8" w:rsidRDefault="002405C1" w:rsidP="00F95E42">
            <w:pPr>
              <w:jc w:val="center"/>
              <w:rPr>
                <w:bCs/>
              </w:rPr>
            </w:pPr>
            <w:r w:rsidRPr="00E91CA8">
              <w:rPr>
                <w:bCs/>
              </w:rPr>
              <w:t>05.10.15</w:t>
            </w:r>
          </w:p>
        </w:tc>
      </w:tr>
      <w:tr w:rsidR="002405C1" w:rsidRPr="00E466D3">
        <w:tc>
          <w:tcPr>
            <w:tcW w:w="708" w:type="dxa"/>
          </w:tcPr>
          <w:p w:rsidR="002405C1" w:rsidRPr="00E466D3" w:rsidRDefault="002405C1" w:rsidP="000F2F56">
            <w:pPr>
              <w:pStyle w:val="ListParagraph"/>
              <w:numPr>
                <w:ilvl w:val="0"/>
                <w:numId w:val="28"/>
              </w:numPr>
              <w:ind w:left="414" w:hanging="357"/>
              <w:jc w:val="center"/>
            </w:pPr>
          </w:p>
        </w:tc>
        <w:tc>
          <w:tcPr>
            <w:tcW w:w="851" w:type="dxa"/>
          </w:tcPr>
          <w:p w:rsidR="002405C1" w:rsidRPr="00E466D3" w:rsidRDefault="002405C1" w:rsidP="000F2F56">
            <w:pPr>
              <w:jc w:val="center"/>
            </w:pPr>
            <w:r w:rsidRPr="00E466D3">
              <w:t>14</w:t>
            </w:r>
          </w:p>
        </w:tc>
        <w:tc>
          <w:tcPr>
            <w:tcW w:w="6926" w:type="dxa"/>
          </w:tcPr>
          <w:p w:rsidR="002405C1" w:rsidRPr="00E466D3" w:rsidRDefault="002405C1" w:rsidP="000F2F56">
            <w:pPr>
              <w:jc w:val="both"/>
            </w:pPr>
            <w:r w:rsidRPr="000F2F56">
              <w:rPr>
                <w:b/>
                <w:bCs/>
              </w:rPr>
              <w:t xml:space="preserve">Лабораторная работа №3 </w:t>
            </w:r>
            <w:r w:rsidRPr="00E466D3">
              <w:t>«Знакомство с многообразием ракообразных».</w:t>
            </w:r>
          </w:p>
        </w:tc>
        <w:tc>
          <w:tcPr>
            <w:tcW w:w="1296" w:type="dxa"/>
          </w:tcPr>
          <w:p w:rsidR="002405C1" w:rsidRPr="00E91CA8" w:rsidRDefault="002405C1" w:rsidP="00052B53">
            <w:pPr>
              <w:jc w:val="center"/>
              <w:rPr>
                <w:bCs/>
              </w:rPr>
            </w:pPr>
            <w:r>
              <w:rPr>
                <w:bCs/>
              </w:rPr>
              <w:t>19</w:t>
            </w:r>
            <w:r w:rsidRPr="00E91CA8">
              <w:rPr>
                <w:bCs/>
              </w:rPr>
              <w:t>.10.15</w:t>
            </w:r>
          </w:p>
        </w:tc>
      </w:tr>
      <w:tr w:rsidR="002405C1" w:rsidRPr="00E466D3">
        <w:tc>
          <w:tcPr>
            <w:tcW w:w="708" w:type="dxa"/>
          </w:tcPr>
          <w:p w:rsidR="002405C1" w:rsidRPr="00E466D3" w:rsidRDefault="002405C1" w:rsidP="000F2F56">
            <w:pPr>
              <w:pStyle w:val="ListParagraph"/>
              <w:numPr>
                <w:ilvl w:val="0"/>
                <w:numId w:val="28"/>
              </w:numPr>
              <w:ind w:left="414" w:hanging="357"/>
              <w:jc w:val="center"/>
            </w:pPr>
          </w:p>
        </w:tc>
        <w:tc>
          <w:tcPr>
            <w:tcW w:w="851" w:type="dxa"/>
          </w:tcPr>
          <w:p w:rsidR="002405C1" w:rsidRPr="00E466D3" w:rsidRDefault="002405C1" w:rsidP="000F2F56">
            <w:pPr>
              <w:jc w:val="center"/>
            </w:pPr>
            <w:r w:rsidRPr="00E466D3">
              <w:t>15</w:t>
            </w:r>
          </w:p>
        </w:tc>
        <w:tc>
          <w:tcPr>
            <w:tcW w:w="6926" w:type="dxa"/>
          </w:tcPr>
          <w:p w:rsidR="002405C1" w:rsidRPr="00E466D3" w:rsidRDefault="002405C1" w:rsidP="000F2F56">
            <w:pPr>
              <w:jc w:val="both"/>
            </w:pPr>
            <w:r w:rsidRPr="000F2F56">
              <w:rPr>
                <w:b/>
                <w:bCs/>
              </w:rPr>
              <w:t xml:space="preserve">Лабораторная работа №4 </w:t>
            </w:r>
            <w:r w:rsidRPr="00E466D3">
              <w:t>«Изучение представителей отрядов насекомых».</w:t>
            </w:r>
          </w:p>
        </w:tc>
        <w:tc>
          <w:tcPr>
            <w:tcW w:w="1296" w:type="dxa"/>
          </w:tcPr>
          <w:p w:rsidR="002405C1" w:rsidRPr="00E91CA8" w:rsidRDefault="002405C1" w:rsidP="006D3A0E">
            <w:pPr>
              <w:rPr>
                <w:bCs/>
              </w:rPr>
            </w:pPr>
            <w:r w:rsidRPr="00E91CA8">
              <w:rPr>
                <w:bCs/>
              </w:rPr>
              <w:t>21.10.15</w:t>
            </w:r>
          </w:p>
        </w:tc>
      </w:tr>
      <w:tr w:rsidR="002405C1" w:rsidRPr="00E466D3">
        <w:tc>
          <w:tcPr>
            <w:tcW w:w="708" w:type="dxa"/>
          </w:tcPr>
          <w:p w:rsidR="002405C1" w:rsidRPr="00E466D3" w:rsidRDefault="002405C1" w:rsidP="000F2F56">
            <w:pPr>
              <w:pStyle w:val="ListParagraph"/>
              <w:numPr>
                <w:ilvl w:val="0"/>
                <w:numId w:val="28"/>
              </w:numPr>
              <w:ind w:left="414" w:hanging="357"/>
              <w:jc w:val="center"/>
            </w:pPr>
          </w:p>
        </w:tc>
        <w:tc>
          <w:tcPr>
            <w:tcW w:w="851" w:type="dxa"/>
          </w:tcPr>
          <w:p w:rsidR="002405C1" w:rsidRPr="00E466D3" w:rsidRDefault="002405C1" w:rsidP="000F2F56">
            <w:pPr>
              <w:jc w:val="center"/>
            </w:pPr>
            <w:r w:rsidRPr="00E466D3">
              <w:t>20</w:t>
            </w:r>
          </w:p>
        </w:tc>
        <w:tc>
          <w:tcPr>
            <w:tcW w:w="6926" w:type="dxa"/>
          </w:tcPr>
          <w:p w:rsidR="002405C1" w:rsidRPr="000F2F56" w:rsidRDefault="002405C1" w:rsidP="000F2F56">
            <w:pPr>
              <w:jc w:val="both"/>
              <w:rPr>
                <w:b/>
                <w:bCs/>
              </w:rPr>
            </w:pPr>
            <w:r w:rsidRPr="000F2F56">
              <w:rPr>
                <w:b/>
                <w:bCs/>
              </w:rPr>
              <w:t>Практическая работа №1</w:t>
            </w:r>
            <w:r w:rsidRPr="00E466D3">
              <w:t xml:space="preserve"> «Определение принадлежности животных к определённой систематической группе».</w:t>
            </w:r>
          </w:p>
        </w:tc>
        <w:tc>
          <w:tcPr>
            <w:tcW w:w="1296" w:type="dxa"/>
          </w:tcPr>
          <w:p w:rsidR="002405C1" w:rsidRPr="00E91CA8" w:rsidRDefault="002405C1" w:rsidP="000F2F56">
            <w:pPr>
              <w:jc w:val="center"/>
              <w:rPr>
                <w:bCs/>
              </w:rPr>
            </w:pPr>
            <w:r w:rsidRPr="00E91CA8">
              <w:rPr>
                <w:bCs/>
              </w:rPr>
              <w:t>18.11.15</w:t>
            </w:r>
          </w:p>
        </w:tc>
      </w:tr>
      <w:tr w:rsidR="002405C1" w:rsidRPr="00E466D3">
        <w:tc>
          <w:tcPr>
            <w:tcW w:w="708" w:type="dxa"/>
          </w:tcPr>
          <w:p w:rsidR="002405C1" w:rsidRPr="00E466D3" w:rsidRDefault="002405C1" w:rsidP="000F2F56">
            <w:pPr>
              <w:pStyle w:val="ListParagraph"/>
              <w:numPr>
                <w:ilvl w:val="0"/>
                <w:numId w:val="28"/>
              </w:numPr>
              <w:ind w:left="414" w:hanging="357"/>
              <w:jc w:val="center"/>
            </w:pPr>
          </w:p>
        </w:tc>
        <w:tc>
          <w:tcPr>
            <w:tcW w:w="851" w:type="dxa"/>
          </w:tcPr>
          <w:p w:rsidR="002405C1" w:rsidRPr="00E466D3" w:rsidRDefault="002405C1" w:rsidP="000F2F56">
            <w:pPr>
              <w:jc w:val="center"/>
            </w:pPr>
            <w:r w:rsidRPr="00E466D3">
              <w:t>23</w:t>
            </w:r>
          </w:p>
        </w:tc>
        <w:tc>
          <w:tcPr>
            <w:tcW w:w="6926" w:type="dxa"/>
          </w:tcPr>
          <w:p w:rsidR="002405C1" w:rsidRPr="00E466D3" w:rsidRDefault="002405C1" w:rsidP="000F2F56">
            <w:pPr>
              <w:jc w:val="both"/>
            </w:pPr>
            <w:r w:rsidRPr="000F2F56">
              <w:rPr>
                <w:b/>
                <w:bCs/>
              </w:rPr>
              <w:t xml:space="preserve">Лабораторная работа №5 </w:t>
            </w:r>
            <w:r w:rsidRPr="00E466D3">
              <w:t>«Наблюдение за внешним строением и передвижением рыб».</w:t>
            </w:r>
          </w:p>
        </w:tc>
        <w:tc>
          <w:tcPr>
            <w:tcW w:w="1296" w:type="dxa"/>
          </w:tcPr>
          <w:p w:rsidR="002405C1" w:rsidRPr="00E91CA8" w:rsidRDefault="002405C1" w:rsidP="000F2F56">
            <w:pPr>
              <w:jc w:val="center"/>
              <w:rPr>
                <w:bCs/>
              </w:rPr>
            </w:pPr>
            <w:r w:rsidRPr="00E91CA8">
              <w:rPr>
                <w:bCs/>
              </w:rPr>
              <w:t>30.11.15</w:t>
            </w:r>
          </w:p>
        </w:tc>
      </w:tr>
      <w:tr w:rsidR="002405C1" w:rsidRPr="00E466D3">
        <w:tc>
          <w:tcPr>
            <w:tcW w:w="708" w:type="dxa"/>
          </w:tcPr>
          <w:p w:rsidR="002405C1" w:rsidRPr="00E466D3" w:rsidRDefault="002405C1" w:rsidP="000F2F56">
            <w:pPr>
              <w:pStyle w:val="ListParagraph"/>
              <w:numPr>
                <w:ilvl w:val="0"/>
                <w:numId w:val="28"/>
              </w:numPr>
              <w:ind w:left="414" w:hanging="357"/>
              <w:jc w:val="center"/>
            </w:pPr>
          </w:p>
        </w:tc>
        <w:tc>
          <w:tcPr>
            <w:tcW w:w="851" w:type="dxa"/>
          </w:tcPr>
          <w:p w:rsidR="002405C1" w:rsidRPr="00E466D3" w:rsidRDefault="002405C1" w:rsidP="000F2F56">
            <w:pPr>
              <w:jc w:val="center"/>
            </w:pPr>
            <w:r w:rsidRPr="00E466D3">
              <w:t>29</w:t>
            </w:r>
          </w:p>
        </w:tc>
        <w:tc>
          <w:tcPr>
            <w:tcW w:w="6926" w:type="dxa"/>
          </w:tcPr>
          <w:p w:rsidR="002405C1" w:rsidRPr="00E466D3" w:rsidRDefault="002405C1" w:rsidP="000F2F56">
            <w:pPr>
              <w:jc w:val="both"/>
            </w:pPr>
            <w:r w:rsidRPr="000F2F56">
              <w:rPr>
                <w:b/>
                <w:bCs/>
              </w:rPr>
              <w:t xml:space="preserve">Лабораторная работа №6 </w:t>
            </w:r>
            <w:r w:rsidRPr="00E466D3">
              <w:t>«Изучение внешнего строения птиц в связи с образом жизни».</w:t>
            </w:r>
          </w:p>
        </w:tc>
        <w:tc>
          <w:tcPr>
            <w:tcW w:w="1296" w:type="dxa"/>
          </w:tcPr>
          <w:p w:rsidR="002405C1" w:rsidRPr="00E91CA8" w:rsidRDefault="002405C1" w:rsidP="000F2F56">
            <w:pPr>
              <w:jc w:val="center"/>
              <w:rPr>
                <w:bCs/>
              </w:rPr>
            </w:pPr>
            <w:r w:rsidRPr="00E91CA8">
              <w:rPr>
                <w:bCs/>
              </w:rPr>
              <w:t>21.12.15</w:t>
            </w:r>
          </w:p>
        </w:tc>
      </w:tr>
      <w:tr w:rsidR="002405C1" w:rsidRPr="00E466D3">
        <w:tc>
          <w:tcPr>
            <w:tcW w:w="708" w:type="dxa"/>
          </w:tcPr>
          <w:p w:rsidR="002405C1" w:rsidRPr="00E466D3" w:rsidRDefault="002405C1" w:rsidP="000F2F56">
            <w:pPr>
              <w:pStyle w:val="ListParagraph"/>
              <w:numPr>
                <w:ilvl w:val="0"/>
                <w:numId w:val="28"/>
              </w:numPr>
              <w:ind w:left="414" w:hanging="357"/>
              <w:jc w:val="center"/>
            </w:pPr>
          </w:p>
        </w:tc>
        <w:tc>
          <w:tcPr>
            <w:tcW w:w="851" w:type="dxa"/>
          </w:tcPr>
          <w:p w:rsidR="002405C1" w:rsidRPr="00E466D3" w:rsidRDefault="002405C1" w:rsidP="000F2F56">
            <w:pPr>
              <w:jc w:val="center"/>
            </w:pPr>
            <w:r w:rsidRPr="00E466D3">
              <w:t>33</w:t>
            </w:r>
          </w:p>
        </w:tc>
        <w:tc>
          <w:tcPr>
            <w:tcW w:w="6926" w:type="dxa"/>
          </w:tcPr>
          <w:p w:rsidR="002405C1" w:rsidRPr="00E466D3" w:rsidRDefault="002405C1" w:rsidP="000F2F56">
            <w:pPr>
              <w:jc w:val="both"/>
            </w:pPr>
            <w:r w:rsidRPr="000F2F56">
              <w:rPr>
                <w:b/>
                <w:bCs/>
              </w:rPr>
              <w:t xml:space="preserve">Экскурсия №1 </w:t>
            </w:r>
            <w:r w:rsidRPr="00E466D3">
              <w:t>«Изучение многообразия птиц родного края».</w:t>
            </w:r>
          </w:p>
        </w:tc>
        <w:tc>
          <w:tcPr>
            <w:tcW w:w="1296" w:type="dxa"/>
          </w:tcPr>
          <w:p w:rsidR="002405C1" w:rsidRPr="00E91CA8" w:rsidRDefault="002405C1" w:rsidP="003F235C">
            <w:pPr>
              <w:jc w:val="center"/>
              <w:rPr>
                <w:bCs/>
              </w:rPr>
            </w:pPr>
            <w:r w:rsidRPr="00E91CA8">
              <w:rPr>
                <w:bCs/>
              </w:rPr>
              <w:t>13.01.16</w:t>
            </w:r>
          </w:p>
        </w:tc>
      </w:tr>
      <w:tr w:rsidR="002405C1" w:rsidRPr="00E466D3">
        <w:tc>
          <w:tcPr>
            <w:tcW w:w="708" w:type="dxa"/>
          </w:tcPr>
          <w:p w:rsidR="002405C1" w:rsidRPr="00E466D3" w:rsidRDefault="002405C1" w:rsidP="000F2F56">
            <w:pPr>
              <w:pStyle w:val="ListParagraph"/>
              <w:numPr>
                <w:ilvl w:val="0"/>
                <w:numId w:val="28"/>
              </w:numPr>
              <w:ind w:left="414" w:hanging="357"/>
              <w:jc w:val="center"/>
            </w:pPr>
          </w:p>
        </w:tc>
        <w:tc>
          <w:tcPr>
            <w:tcW w:w="851" w:type="dxa"/>
          </w:tcPr>
          <w:p w:rsidR="002405C1" w:rsidRPr="00E466D3" w:rsidRDefault="002405C1" w:rsidP="000F2F56">
            <w:pPr>
              <w:jc w:val="center"/>
            </w:pPr>
            <w:r w:rsidRPr="00E466D3">
              <w:t>40</w:t>
            </w:r>
          </w:p>
        </w:tc>
        <w:tc>
          <w:tcPr>
            <w:tcW w:w="6926" w:type="dxa"/>
          </w:tcPr>
          <w:p w:rsidR="002405C1" w:rsidRPr="000F2F56" w:rsidRDefault="002405C1" w:rsidP="000F2F56">
            <w:pPr>
              <w:jc w:val="both"/>
              <w:rPr>
                <w:b/>
                <w:bCs/>
              </w:rPr>
            </w:pPr>
            <w:r w:rsidRPr="000F2F56">
              <w:rPr>
                <w:b/>
                <w:bCs/>
              </w:rPr>
              <w:t>Лабораторная работа №7</w:t>
            </w:r>
            <w:r w:rsidRPr="00E466D3">
              <w:t xml:space="preserve"> «Распознавание животных разных типов».</w:t>
            </w:r>
          </w:p>
        </w:tc>
        <w:tc>
          <w:tcPr>
            <w:tcW w:w="1296" w:type="dxa"/>
          </w:tcPr>
          <w:p w:rsidR="002405C1" w:rsidRPr="00E91CA8" w:rsidRDefault="002405C1" w:rsidP="000F2F56">
            <w:pPr>
              <w:jc w:val="center"/>
              <w:rPr>
                <w:bCs/>
              </w:rPr>
            </w:pPr>
            <w:r w:rsidRPr="00E91CA8">
              <w:rPr>
                <w:bCs/>
              </w:rPr>
              <w:t>08.02.16</w:t>
            </w:r>
          </w:p>
        </w:tc>
      </w:tr>
      <w:tr w:rsidR="002405C1" w:rsidRPr="00473D11">
        <w:tc>
          <w:tcPr>
            <w:tcW w:w="708" w:type="dxa"/>
          </w:tcPr>
          <w:p w:rsidR="002405C1" w:rsidRPr="00E466D3" w:rsidRDefault="002405C1" w:rsidP="000F2F56">
            <w:pPr>
              <w:pStyle w:val="ListParagraph"/>
              <w:numPr>
                <w:ilvl w:val="0"/>
                <w:numId w:val="28"/>
              </w:numPr>
              <w:ind w:left="414" w:hanging="357"/>
              <w:jc w:val="center"/>
            </w:pPr>
          </w:p>
        </w:tc>
        <w:tc>
          <w:tcPr>
            <w:tcW w:w="851" w:type="dxa"/>
          </w:tcPr>
          <w:p w:rsidR="002405C1" w:rsidRPr="00E466D3" w:rsidRDefault="002405C1" w:rsidP="000F2F56">
            <w:pPr>
              <w:jc w:val="center"/>
            </w:pPr>
            <w:r w:rsidRPr="00E466D3">
              <w:t>41</w:t>
            </w:r>
          </w:p>
        </w:tc>
        <w:tc>
          <w:tcPr>
            <w:tcW w:w="6926" w:type="dxa"/>
          </w:tcPr>
          <w:p w:rsidR="002405C1" w:rsidRPr="000F2F56" w:rsidRDefault="002405C1" w:rsidP="000F2F56">
            <w:pPr>
              <w:jc w:val="both"/>
              <w:rPr>
                <w:b/>
                <w:bCs/>
              </w:rPr>
            </w:pPr>
            <w:r w:rsidRPr="000F2F56">
              <w:rPr>
                <w:b/>
                <w:bCs/>
              </w:rPr>
              <w:t xml:space="preserve">Лабораторная работа №8 </w:t>
            </w:r>
            <w:r w:rsidRPr="00E466D3">
              <w:t>«Изучение особенностей различных покровов тела».</w:t>
            </w:r>
          </w:p>
        </w:tc>
        <w:tc>
          <w:tcPr>
            <w:tcW w:w="1296" w:type="dxa"/>
          </w:tcPr>
          <w:p w:rsidR="002405C1" w:rsidRPr="00473D11" w:rsidRDefault="002405C1" w:rsidP="00E437CA">
            <w:pPr>
              <w:jc w:val="center"/>
              <w:rPr>
                <w:bCs/>
              </w:rPr>
            </w:pPr>
            <w:r w:rsidRPr="00473D11">
              <w:rPr>
                <w:bCs/>
              </w:rPr>
              <w:t>10.02.16</w:t>
            </w:r>
          </w:p>
        </w:tc>
      </w:tr>
      <w:tr w:rsidR="002405C1" w:rsidRPr="00E466D3">
        <w:tc>
          <w:tcPr>
            <w:tcW w:w="708" w:type="dxa"/>
          </w:tcPr>
          <w:p w:rsidR="002405C1" w:rsidRPr="00E466D3" w:rsidRDefault="002405C1" w:rsidP="000F2F56">
            <w:pPr>
              <w:pStyle w:val="ListParagraph"/>
              <w:numPr>
                <w:ilvl w:val="0"/>
                <w:numId w:val="28"/>
              </w:numPr>
              <w:ind w:left="414" w:hanging="357"/>
              <w:jc w:val="center"/>
            </w:pPr>
          </w:p>
        </w:tc>
        <w:tc>
          <w:tcPr>
            <w:tcW w:w="851" w:type="dxa"/>
          </w:tcPr>
          <w:p w:rsidR="002405C1" w:rsidRPr="00E466D3" w:rsidRDefault="002405C1" w:rsidP="000F2F56">
            <w:pPr>
              <w:jc w:val="center"/>
            </w:pPr>
            <w:r w:rsidRPr="00E466D3">
              <w:t>44</w:t>
            </w:r>
          </w:p>
        </w:tc>
        <w:tc>
          <w:tcPr>
            <w:tcW w:w="6926" w:type="dxa"/>
          </w:tcPr>
          <w:p w:rsidR="002405C1" w:rsidRPr="00E466D3" w:rsidRDefault="002405C1" w:rsidP="000F2F56">
            <w:pPr>
              <w:jc w:val="both"/>
            </w:pPr>
            <w:r w:rsidRPr="000F2F56">
              <w:rPr>
                <w:b/>
                <w:bCs/>
              </w:rPr>
              <w:t xml:space="preserve">Лабораторная работа №9 </w:t>
            </w:r>
            <w:r w:rsidRPr="00E466D3">
              <w:t>«Изучение способов дыхания животных».</w:t>
            </w:r>
          </w:p>
        </w:tc>
        <w:tc>
          <w:tcPr>
            <w:tcW w:w="1296" w:type="dxa"/>
          </w:tcPr>
          <w:p w:rsidR="002405C1" w:rsidRPr="00473D11" w:rsidRDefault="002405C1" w:rsidP="000F2F56">
            <w:pPr>
              <w:jc w:val="center"/>
              <w:rPr>
                <w:bCs/>
              </w:rPr>
            </w:pPr>
            <w:r w:rsidRPr="00473D11">
              <w:rPr>
                <w:bCs/>
              </w:rPr>
              <w:t>24.02.16</w:t>
            </w:r>
          </w:p>
        </w:tc>
      </w:tr>
      <w:tr w:rsidR="002405C1" w:rsidRPr="00E466D3">
        <w:tc>
          <w:tcPr>
            <w:tcW w:w="708" w:type="dxa"/>
          </w:tcPr>
          <w:p w:rsidR="002405C1" w:rsidRPr="00E466D3" w:rsidRDefault="002405C1" w:rsidP="000F2F56">
            <w:pPr>
              <w:pStyle w:val="ListParagraph"/>
              <w:numPr>
                <w:ilvl w:val="0"/>
                <w:numId w:val="28"/>
              </w:numPr>
              <w:ind w:left="414" w:hanging="357"/>
              <w:jc w:val="center"/>
            </w:pPr>
          </w:p>
        </w:tc>
        <w:tc>
          <w:tcPr>
            <w:tcW w:w="851" w:type="dxa"/>
          </w:tcPr>
          <w:p w:rsidR="002405C1" w:rsidRPr="00E466D3" w:rsidRDefault="002405C1" w:rsidP="000F2F56">
            <w:pPr>
              <w:jc w:val="center"/>
            </w:pPr>
            <w:r w:rsidRPr="00E466D3">
              <w:t>48</w:t>
            </w:r>
          </w:p>
        </w:tc>
        <w:tc>
          <w:tcPr>
            <w:tcW w:w="6926" w:type="dxa"/>
          </w:tcPr>
          <w:p w:rsidR="002405C1" w:rsidRPr="00E466D3" w:rsidRDefault="002405C1" w:rsidP="000F2F56">
            <w:pPr>
              <w:jc w:val="both"/>
            </w:pPr>
            <w:r w:rsidRPr="000F2F56">
              <w:rPr>
                <w:b/>
                <w:bCs/>
              </w:rPr>
              <w:t xml:space="preserve">Практическая работа№2 </w:t>
            </w:r>
            <w:r w:rsidRPr="00E466D3">
              <w:t>«Наблюдение за поведением животных».</w:t>
            </w:r>
          </w:p>
        </w:tc>
        <w:tc>
          <w:tcPr>
            <w:tcW w:w="1296" w:type="dxa"/>
          </w:tcPr>
          <w:p w:rsidR="002405C1" w:rsidRPr="00473D11" w:rsidRDefault="002405C1" w:rsidP="000F2F56">
            <w:pPr>
              <w:jc w:val="center"/>
              <w:rPr>
                <w:bCs/>
              </w:rPr>
            </w:pPr>
            <w:r w:rsidRPr="00473D11">
              <w:rPr>
                <w:bCs/>
              </w:rPr>
              <w:t>05.03.16</w:t>
            </w:r>
          </w:p>
        </w:tc>
      </w:tr>
      <w:tr w:rsidR="002405C1" w:rsidRPr="00E466D3">
        <w:tc>
          <w:tcPr>
            <w:tcW w:w="708" w:type="dxa"/>
          </w:tcPr>
          <w:p w:rsidR="002405C1" w:rsidRPr="00E466D3" w:rsidRDefault="002405C1" w:rsidP="000F2F56">
            <w:pPr>
              <w:pStyle w:val="ListParagraph"/>
              <w:numPr>
                <w:ilvl w:val="0"/>
                <w:numId w:val="28"/>
              </w:numPr>
              <w:ind w:left="414" w:hanging="357"/>
              <w:jc w:val="center"/>
            </w:pPr>
          </w:p>
        </w:tc>
        <w:tc>
          <w:tcPr>
            <w:tcW w:w="851" w:type="dxa"/>
          </w:tcPr>
          <w:p w:rsidR="002405C1" w:rsidRPr="00E466D3" w:rsidRDefault="002405C1" w:rsidP="000F2F56">
            <w:pPr>
              <w:jc w:val="center"/>
            </w:pPr>
            <w:r w:rsidRPr="00E466D3">
              <w:t>51</w:t>
            </w:r>
          </w:p>
        </w:tc>
        <w:tc>
          <w:tcPr>
            <w:tcW w:w="6926" w:type="dxa"/>
          </w:tcPr>
          <w:p w:rsidR="002405C1" w:rsidRPr="000F2F56" w:rsidRDefault="002405C1" w:rsidP="000F2F56">
            <w:pPr>
              <w:jc w:val="both"/>
              <w:rPr>
                <w:b/>
                <w:bCs/>
              </w:rPr>
            </w:pPr>
            <w:r w:rsidRPr="000F2F56">
              <w:rPr>
                <w:b/>
                <w:bCs/>
              </w:rPr>
              <w:t>Лабораторная работа №10</w:t>
            </w:r>
            <w:r w:rsidRPr="00E466D3">
              <w:t xml:space="preserve"> «Распознавание органов и систем органов у животных».</w:t>
            </w:r>
          </w:p>
        </w:tc>
        <w:tc>
          <w:tcPr>
            <w:tcW w:w="1296" w:type="dxa"/>
          </w:tcPr>
          <w:p w:rsidR="002405C1" w:rsidRPr="00473D11" w:rsidRDefault="002405C1" w:rsidP="000F2F56">
            <w:pPr>
              <w:jc w:val="center"/>
              <w:rPr>
                <w:bCs/>
              </w:rPr>
            </w:pPr>
            <w:r w:rsidRPr="00473D11">
              <w:rPr>
                <w:bCs/>
              </w:rPr>
              <w:t>16.03.16</w:t>
            </w:r>
          </w:p>
        </w:tc>
      </w:tr>
      <w:tr w:rsidR="002405C1" w:rsidRPr="00E466D3">
        <w:tc>
          <w:tcPr>
            <w:tcW w:w="708" w:type="dxa"/>
          </w:tcPr>
          <w:p w:rsidR="002405C1" w:rsidRPr="00E466D3" w:rsidRDefault="002405C1" w:rsidP="000F2F56">
            <w:pPr>
              <w:pStyle w:val="ListParagraph"/>
              <w:numPr>
                <w:ilvl w:val="0"/>
                <w:numId w:val="28"/>
              </w:numPr>
              <w:ind w:left="414" w:hanging="357"/>
              <w:jc w:val="center"/>
            </w:pPr>
          </w:p>
        </w:tc>
        <w:tc>
          <w:tcPr>
            <w:tcW w:w="851" w:type="dxa"/>
          </w:tcPr>
          <w:p w:rsidR="002405C1" w:rsidRPr="00E466D3" w:rsidRDefault="002405C1" w:rsidP="000F2F56">
            <w:pPr>
              <w:jc w:val="center"/>
            </w:pPr>
            <w:r w:rsidRPr="00E466D3">
              <w:t>53</w:t>
            </w:r>
          </w:p>
        </w:tc>
        <w:tc>
          <w:tcPr>
            <w:tcW w:w="6926" w:type="dxa"/>
          </w:tcPr>
          <w:p w:rsidR="002405C1" w:rsidRPr="00E466D3" w:rsidRDefault="002405C1" w:rsidP="000F2F56">
            <w:pPr>
              <w:jc w:val="both"/>
            </w:pPr>
            <w:r w:rsidRPr="000F2F56">
              <w:rPr>
                <w:b/>
                <w:bCs/>
              </w:rPr>
              <w:t xml:space="preserve">Лабораторная работа №11 </w:t>
            </w:r>
            <w:r w:rsidRPr="00E466D3">
              <w:t>«Наблюдение за ростом и развитием животных».</w:t>
            </w:r>
          </w:p>
        </w:tc>
        <w:tc>
          <w:tcPr>
            <w:tcW w:w="1296" w:type="dxa"/>
          </w:tcPr>
          <w:p w:rsidR="002405C1" w:rsidRPr="00473D11" w:rsidRDefault="002405C1" w:rsidP="003F235C">
            <w:pPr>
              <w:jc w:val="center"/>
              <w:rPr>
                <w:bCs/>
              </w:rPr>
            </w:pPr>
            <w:r w:rsidRPr="00473D11">
              <w:rPr>
                <w:bCs/>
              </w:rPr>
              <w:t>30.03.16</w:t>
            </w:r>
          </w:p>
        </w:tc>
      </w:tr>
      <w:tr w:rsidR="002405C1" w:rsidRPr="00E466D3">
        <w:tc>
          <w:tcPr>
            <w:tcW w:w="708" w:type="dxa"/>
          </w:tcPr>
          <w:p w:rsidR="002405C1" w:rsidRPr="00E466D3" w:rsidRDefault="002405C1" w:rsidP="000F2F56">
            <w:pPr>
              <w:pStyle w:val="ListParagraph"/>
              <w:numPr>
                <w:ilvl w:val="0"/>
                <w:numId w:val="28"/>
              </w:numPr>
              <w:ind w:left="414" w:hanging="357"/>
              <w:jc w:val="center"/>
            </w:pPr>
          </w:p>
        </w:tc>
        <w:tc>
          <w:tcPr>
            <w:tcW w:w="851" w:type="dxa"/>
          </w:tcPr>
          <w:p w:rsidR="002405C1" w:rsidRPr="00E466D3" w:rsidRDefault="002405C1" w:rsidP="000F2F56">
            <w:pPr>
              <w:jc w:val="center"/>
            </w:pPr>
            <w:r>
              <w:t>61</w:t>
            </w:r>
          </w:p>
        </w:tc>
        <w:tc>
          <w:tcPr>
            <w:tcW w:w="6926" w:type="dxa"/>
          </w:tcPr>
          <w:p w:rsidR="002405C1" w:rsidRPr="000F2F56" w:rsidRDefault="002405C1" w:rsidP="000F2F56">
            <w:pPr>
              <w:jc w:val="both"/>
              <w:rPr>
                <w:b/>
                <w:bCs/>
              </w:rPr>
            </w:pPr>
            <w:r w:rsidRPr="000F2F56">
              <w:rPr>
                <w:b/>
                <w:bCs/>
              </w:rPr>
              <w:t>Лабораторная работа №12</w:t>
            </w:r>
            <w:r w:rsidRPr="00E466D3">
              <w:t xml:space="preserve"> «Выявление приспособлений у животных к среде обитания».</w:t>
            </w:r>
          </w:p>
        </w:tc>
        <w:tc>
          <w:tcPr>
            <w:tcW w:w="1296" w:type="dxa"/>
          </w:tcPr>
          <w:p w:rsidR="002405C1" w:rsidRPr="00473D11" w:rsidRDefault="002405C1" w:rsidP="003F235C">
            <w:pPr>
              <w:jc w:val="center"/>
              <w:rPr>
                <w:bCs/>
              </w:rPr>
            </w:pPr>
            <w:r>
              <w:rPr>
                <w:bCs/>
              </w:rPr>
              <w:t>27.04.16</w:t>
            </w:r>
          </w:p>
        </w:tc>
      </w:tr>
      <w:tr w:rsidR="002405C1" w:rsidRPr="00E466D3">
        <w:tc>
          <w:tcPr>
            <w:tcW w:w="708" w:type="dxa"/>
          </w:tcPr>
          <w:p w:rsidR="002405C1" w:rsidRPr="00E466D3" w:rsidRDefault="002405C1" w:rsidP="000F2F56">
            <w:pPr>
              <w:pStyle w:val="ListParagraph"/>
              <w:numPr>
                <w:ilvl w:val="0"/>
                <w:numId w:val="28"/>
              </w:numPr>
              <w:ind w:left="414" w:hanging="357"/>
              <w:jc w:val="center"/>
            </w:pPr>
          </w:p>
        </w:tc>
        <w:tc>
          <w:tcPr>
            <w:tcW w:w="851" w:type="dxa"/>
          </w:tcPr>
          <w:p w:rsidR="002405C1" w:rsidRPr="00E466D3" w:rsidRDefault="002405C1" w:rsidP="000F2F56">
            <w:pPr>
              <w:jc w:val="center"/>
            </w:pPr>
            <w:r>
              <w:t>62</w:t>
            </w:r>
          </w:p>
        </w:tc>
        <w:tc>
          <w:tcPr>
            <w:tcW w:w="6926" w:type="dxa"/>
          </w:tcPr>
          <w:p w:rsidR="002405C1" w:rsidRPr="000F2F56" w:rsidRDefault="002405C1" w:rsidP="000F2F56">
            <w:pPr>
              <w:jc w:val="both"/>
              <w:rPr>
                <w:b/>
                <w:bCs/>
              </w:rPr>
            </w:pPr>
            <w:r w:rsidRPr="000F2F56">
              <w:rPr>
                <w:b/>
                <w:bCs/>
              </w:rPr>
              <w:t>Экскурсия №2</w:t>
            </w:r>
            <w:r w:rsidRPr="00E466D3">
              <w:t xml:space="preserve"> «Изучение взаимосвязей животных с другими компонентами биоценоза».</w:t>
            </w:r>
          </w:p>
        </w:tc>
        <w:tc>
          <w:tcPr>
            <w:tcW w:w="1296" w:type="dxa"/>
          </w:tcPr>
          <w:p w:rsidR="002405C1" w:rsidRPr="006D3A0E" w:rsidRDefault="002405C1" w:rsidP="000F2F56">
            <w:pPr>
              <w:jc w:val="center"/>
              <w:rPr>
                <w:b/>
                <w:bCs/>
              </w:rPr>
            </w:pPr>
            <w:r w:rsidRPr="00473D11">
              <w:rPr>
                <w:bCs/>
              </w:rPr>
              <w:t>04.05.16</w:t>
            </w:r>
          </w:p>
        </w:tc>
      </w:tr>
      <w:tr w:rsidR="002405C1" w:rsidRPr="00E466D3">
        <w:tc>
          <w:tcPr>
            <w:tcW w:w="708" w:type="dxa"/>
          </w:tcPr>
          <w:p w:rsidR="002405C1" w:rsidRPr="00E466D3" w:rsidRDefault="002405C1" w:rsidP="000F2F56">
            <w:pPr>
              <w:pStyle w:val="ListParagraph"/>
              <w:numPr>
                <w:ilvl w:val="0"/>
                <w:numId w:val="28"/>
              </w:numPr>
              <w:ind w:left="414" w:hanging="357"/>
              <w:jc w:val="center"/>
            </w:pPr>
          </w:p>
        </w:tc>
        <w:tc>
          <w:tcPr>
            <w:tcW w:w="851" w:type="dxa"/>
          </w:tcPr>
          <w:p w:rsidR="002405C1" w:rsidRPr="00E466D3" w:rsidRDefault="002405C1" w:rsidP="000F2F56">
            <w:pPr>
              <w:jc w:val="center"/>
            </w:pPr>
            <w:r w:rsidRPr="00E466D3">
              <w:t>67</w:t>
            </w:r>
          </w:p>
        </w:tc>
        <w:tc>
          <w:tcPr>
            <w:tcW w:w="6926" w:type="dxa"/>
          </w:tcPr>
          <w:p w:rsidR="002405C1" w:rsidRPr="000F2F56" w:rsidRDefault="002405C1" w:rsidP="000F2F56">
            <w:pPr>
              <w:jc w:val="both"/>
              <w:rPr>
                <w:b/>
                <w:bCs/>
              </w:rPr>
            </w:pPr>
            <w:r w:rsidRPr="000F2F56">
              <w:rPr>
                <w:b/>
                <w:bCs/>
              </w:rPr>
              <w:t>Лабораторная работа №13</w:t>
            </w:r>
            <w:r w:rsidRPr="00E466D3">
              <w:t xml:space="preserve"> «Распознавание домашних животных».</w:t>
            </w:r>
          </w:p>
        </w:tc>
        <w:tc>
          <w:tcPr>
            <w:tcW w:w="1296" w:type="dxa"/>
          </w:tcPr>
          <w:p w:rsidR="002405C1" w:rsidRPr="00473D11" w:rsidRDefault="002405C1" w:rsidP="00FC1BB8">
            <w:pPr>
              <w:jc w:val="center"/>
              <w:rPr>
                <w:bCs/>
              </w:rPr>
            </w:pPr>
            <w:r w:rsidRPr="00473D11">
              <w:rPr>
                <w:bCs/>
              </w:rPr>
              <w:t>23.05.16</w:t>
            </w:r>
          </w:p>
        </w:tc>
      </w:tr>
    </w:tbl>
    <w:p w:rsidR="002405C1" w:rsidRPr="00E466D3" w:rsidRDefault="002405C1" w:rsidP="001345C8"/>
    <w:p w:rsidR="002405C1" w:rsidRPr="00E466D3" w:rsidRDefault="002405C1" w:rsidP="0065221A">
      <w:pPr>
        <w:jc w:val="center"/>
        <w:rPr>
          <w:b/>
          <w:bCs/>
        </w:rPr>
      </w:pPr>
      <w:r w:rsidRPr="00E466D3">
        <w:rPr>
          <w:b/>
          <w:bCs/>
        </w:rPr>
        <w:t>График контрольных работ по биологии:</w:t>
      </w:r>
    </w:p>
    <w:p w:rsidR="002405C1" w:rsidRPr="00E466D3" w:rsidRDefault="002405C1" w:rsidP="0065221A">
      <w:pPr>
        <w:jc w:val="both"/>
        <w:rPr>
          <w:b/>
          <w:bCs/>
        </w:rPr>
      </w:pPr>
    </w:p>
    <w:tbl>
      <w:tblPr>
        <w:tblW w:w="974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"/>
        <w:gridCol w:w="709"/>
        <w:gridCol w:w="851"/>
        <w:gridCol w:w="6940"/>
        <w:gridCol w:w="1239"/>
      </w:tblGrid>
      <w:tr w:rsidR="002405C1" w:rsidRPr="00E466D3">
        <w:tc>
          <w:tcPr>
            <w:tcW w:w="709" w:type="dxa"/>
            <w:gridSpan w:val="2"/>
          </w:tcPr>
          <w:p w:rsidR="002405C1" w:rsidRPr="000F2F56" w:rsidRDefault="002405C1" w:rsidP="000F2F56">
            <w:pPr>
              <w:jc w:val="center"/>
              <w:rPr>
                <w:b/>
                <w:bCs/>
              </w:rPr>
            </w:pPr>
            <w:r w:rsidRPr="000F2F56">
              <w:rPr>
                <w:b/>
                <w:bCs/>
              </w:rPr>
              <w:t>№ п/п</w:t>
            </w:r>
          </w:p>
        </w:tc>
        <w:tc>
          <w:tcPr>
            <w:tcW w:w="851" w:type="dxa"/>
          </w:tcPr>
          <w:p w:rsidR="002405C1" w:rsidRPr="000F2F56" w:rsidRDefault="002405C1" w:rsidP="000F2F56">
            <w:pPr>
              <w:jc w:val="center"/>
              <w:rPr>
                <w:b/>
                <w:bCs/>
              </w:rPr>
            </w:pPr>
            <w:r w:rsidRPr="000F2F56">
              <w:rPr>
                <w:b/>
                <w:bCs/>
              </w:rPr>
              <w:t xml:space="preserve">№ </w:t>
            </w:r>
          </w:p>
          <w:p w:rsidR="002405C1" w:rsidRPr="000F2F56" w:rsidRDefault="002405C1" w:rsidP="000F2F56">
            <w:pPr>
              <w:jc w:val="center"/>
              <w:rPr>
                <w:b/>
                <w:bCs/>
              </w:rPr>
            </w:pPr>
            <w:r w:rsidRPr="000F2F56">
              <w:rPr>
                <w:b/>
                <w:bCs/>
              </w:rPr>
              <w:t>урока</w:t>
            </w:r>
          </w:p>
        </w:tc>
        <w:tc>
          <w:tcPr>
            <w:tcW w:w="6945" w:type="dxa"/>
          </w:tcPr>
          <w:p w:rsidR="002405C1" w:rsidRPr="000F2F56" w:rsidRDefault="002405C1" w:rsidP="000F2F56">
            <w:pPr>
              <w:jc w:val="center"/>
              <w:rPr>
                <w:b/>
                <w:bCs/>
              </w:rPr>
            </w:pPr>
            <w:r w:rsidRPr="000F2F56">
              <w:rPr>
                <w:b/>
                <w:bCs/>
              </w:rPr>
              <w:t>Контрольная работа</w:t>
            </w:r>
          </w:p>
        </w:tc>
        <w:tc>
          <w:tcPr>
            <w:tcW w:w="1239" w:type="dxa"/>
          </w:tcPr>
          <w:p w:rsidR="002405C1" w:rsidRPr="00A75548" w:rsidRDefault="002405C1" w:rsidP="000F2F56">
            <w:pPr>
              <w:jc w:val="center"/>
              <w:rPr>
                <w:b/>
                <w:bCs/>
              </w:rPr>
            </w:pPr>
            <w:r w:rsidRPr="00A75548">
              <w:rPr>
                <w:b/>
                <w:bCs/>
              </w:rPr>
              <w:t>Дата</w:t>
            </w:r>
          </w:p>
        </w:tc>
      </w:tr>
      <w:tr w:rsidR="002405C1" w:rsidRPr="00E466D3">
        <w:tc>
          <w:tcPr>
            <w:tcW w:w="709" w:type="dxa"/>
            <w:gridSpan w:val="2"/>
          </w:tcPr>
          <w:p w:rsidR="002405C1" w:rsidRPr="003A3956" w:rsidRDefault="002405C1" w:rsidP="003A3956">
            <w:pPr>
              <w:rPr>
                <w:bCs/>
              </w:rPr>
            </w:pPr>
            <w:r w:rsidRPr="003A3956">
              <w:rPr>
                <w:bCs/>
              </w:rPr>
              <w:t>1.</w:t>
            </w:r>
          </w:p>
        </w:tc>
        <w:tc>
          <w:tcPr>
            <w:tcW w:w="851" w:type="dxa"/>
          </w:tcPr>
          <w:p w:rsidR="002405C1" w:rsidRPr="00C42737" w:rsidRDefault="002405C1" w:rsidP="00D2068E">
            <w:pPr>
              <w:rPr>
                <w:bCs/>
              </w:rPr>
            </w:pPr>
            <w:r w:rsidRPr="00C42737">
              <w:rPr>
                <w:bCs/>
              </w:rPr>
              <w:t>2</w:t>
            </w:r>
          </w:p>
        </w:tc>
        <w:tc>
          <w:tcPr>
            <w:tcW w:w="6945" w:type="dxa"/>
          </w:tcPr>
          <w:p w:rsidR="002405C1" w:rsidRPr="00D2068E" w:rsidRDefault="002405C1" w:rsidP="00C42737">
            <w:pPr>
              <w:rPr>
                <w:bCs/>
              </w:rPr>
            </w:pPr>
            <w:r w:rsidRPr="00D2068E">
              <w:rPr>
                <w:bCs/>
              </w:rPr>
              <w:t>Входной контроль</w:t>
            </w:r>
          </w:p>
        </w:tc>
        <w:tc>
          <w:tcPr>
            <w:tcW w:w="1239" w:type="dxa"/>
          </w:tcPr>
          <w:p w:rsidR="002405C1" w:rsidRPr="00C42737" w:rsidRDefault="002405C1" w:rsidP="000F2F56">
            <w:pPr>
              <w:jc w:val="center"/>
              <w:rPr>
                <w:bCs/>
              </w:rPr>
            </w:pPr>
            <w:r w:rsidRPr="00C42737">
              <w:rPr>
                <w:bCs/>
              </w:rPr>
              <w:t>07.09.15</w:t>
            </w:r>
          </w:p>
        </w:tc>
      </w:tr>
      <w:tr w:rsidR="002405C1" w:rsidRPr="00E466D3">
        <w:trPr>
          <w:gridBefore w:val="1"/>
        </w:trPr>
        <w:tc>
          <w:tcPr>
            <w:tcW w:w="709" w:type="dxa"/>
          </w:tcPr>
          <w:p w:rsidR="002405C1" w:rsidRPr="00E466D3" w:rsidRDefault="002405C1" w:rsidP="003A3956">
            <w:pPr>
              <w:pStyle w:val="ListParagraph"/>
              <w:ind w:left="0"/>
            </w:pPr>
            <w:r>
              <w:t>2.</w:t>
            </w:r>
          </w:p>
        </w:tc>
        <w:tc>
          <w:tcPr>
            <w:tcW w:w="851" w:type="dxa"/>
          </w:tcPr>
          <w:p w:rsidR="002405C1" w:rsidRPr="00E466D3" w:rsidRDefault="002405C1" w:rsidP="00D2068E">
            <w:r w:rsidRPr="00E466D3">
              <w:t>21</w:t>
            </w:r>
          </w:p>
        </w:tc>
        <w:tc>
          <w:tcPr>
            <w:tcW w:w="6945" w:type="dxa"/>
          </w:tcPr>
          <w:p w:rsidR="002405C1" w:rsidRPr="00D2068E" w:rsidRDefault="002405C1" w:rsidP="006E32AE">
            <w:r w:rsidRPr="00D2068E">
              <w:rPr>
                <w:bCs/>
              </w:rPr>
              <w:t>Контрольно-обобщающий урок</w:t>
            </w:r>
            <w:r w:rsidRPr="00D2068E">
              <w:t xml:space="preserve"> по теме: «Беспозвоночные животные»</w:t>
            </w:r>
          </w:p>
        </w:tc>
        <w:tc>
          <w:tcPr>
            <w:tcW w:w="1239" w:type="dxa"/>
          </w:tcPr>
          <w:p w:rsidR="002405C1" w:rsidRPr="003A3956" w:rsidRDefault="002405C1" w:rsidP="000F2F56">
            <w:pPr>
              <w:jc w:val="center"/>
              <w:rPr>
                <w:bCs/>
              </w:rPr>
            </w:pPr>
            <w:r w:rsidRPr="003A3956">
              <w:rPr>
                <w:bCs/>
              </w:rPr>
              <w:t>23.11.15</w:t>
            </w:r>
          </w:p>
        </w:tc>
      </w:tr>
      <w:tr w:rsidR="002405C1" w:rsidRPr="00E466D3">
        <w:trPr>
          <w:gridBefore w:val="1"/>
        </w:trPr>
        <w:tc>
          <w:tcPr>
            <w:tcW w:w="709" w:type="dxa"/>
          </w:tcPr>
          <w:p w:rsidR="002405C1" w:rsidRDefault="002405C1" w:rsidP="003A3956">
            <w:pPr>
              <w:pStyle w:val="ListParagraph"/>
              <w:ind w:left="0"/>
            </w:pPr>
            <w:r>
              <w:t>3.</w:t>
            </w:r>
          </w:p>
        </w:tc>
        <w:tc>
          <w:tcPr>
            <w:tcW w:w="851" w:type="dxa"/>
          </w:tcPr>
          <w:p w:rsidR="002405C1" w:rsidRPr="00E466D3" w:rsidRDefault="002405C1" w:rsidP="003A3956">
            <w:r>
              <w:t>39</w:t>
            </w:r>
          </w:p>
        </w:tc>
        <w:tc>
          <w:tcPr>
            <w:tcW w:w="6945" w:type="dxa"/>
          </w:tcPr>
          <w:p w:rsidR="002405C1" w:rsidRPr="00D2068E" w:rsidRDefault="002405C1" w:rsidP="006E32AE">
            <w:pPr>
              <w:rPr>
                <w:bCs/>
              </w:rPr>
            </w:pPr>
            <w:r w:rsidRPr="00D2068E">
              <w:rPr>
                <w:bCs/>
              </w:rPr>
              <w:t>Контрольно-обобщающий урок по теме: «Хордовые»</w:t>
            </w:r>
          </w:p>
        </w:tc>
        <w:tc>
          <w:tcPr>
            <w:tcW w:w="1239" w:type="dxa"/>
          </w:tcPr>
          <w:p w:rsidR="002405C1" w:rsidRPr="003A3956" w:rsidRDefault="002405C1" w:rsidP="000F2F56">
            <w:pPr>
              <w:jc w:val="center"/>
              <w:rPr>
                <w:bCs/>
              </w:rPr>
            </w:pPr>
            <w:r>
              <w:rPr>
                <w:bCs/>
              </w:rPr>
              <w:t>03.02.16</w:t>
            </w:r>
          </w:p>
        </w:tc>
      </w:tr>
      <w:tr w:rsidR="002405C1" w:rsidRPr="00E466D3">
        <w:trPr>
          <w:gridBefore w:val="1"/>
        </w:trPr>
        <w:tc>
          <w:tcPr>
            <w:tcW w:w="709" w:type="dxa"/>
          </w:tcPr>
          <w:p w:rsidR="002405C1" w:rsidRPr="00E466D3" w:rsidRDefault="002405C1" w:rsidP="003A3956">
            <w:pPr>
              <w:pStyle w:val="ListParagraph"/>
              <w:ind w:left="0"/>
            </w:pPr>
            <w:r>
              <w:t>4.</w:t>
            </w:r>
          </w:p>
        </w:tc>
        <w:tc>
          <w:tcPr>
            <w:tcW w:w="851" w:type="dxa"/>
          </w:tcPr>
          <w:p w:rsidR="002405C1" w:rsidRPr="00E466D3" w:rsidRDefault="002405C1" w:rsidP="00D2068E">
            <w:r>
              <w:t>55</w:t>
            </w:r>
          </w:p>
        </w:tc>
        <w:tc>
          <w:tcPr>
            <w:tcW w:w="6945" w:type="dxa"/>
          </w:tcPr>
          <w:p w:rsidR="002405C1" w:rsidRPr="00D2068E" w:rsidRDefault="002405C1" w:rsidP="006E32AE">
            <w:r w:rsidRPr="00D2068E">
              <w:rPr>
                <w:bCs/>
              </w:rPr>
              <w:t>Контрольно-обобщающий урок</w:t>
            </w:r>
            <w:r w:rsidRPr="00D2068E">
              <w:t xml:space="preserve"> по теме: «Эволюция строения и функций органов и их систем».</w:t>
            </w:r>
          </w:p>
        </w:tc>
        <w:tc>
          <w:tcPr>
            <w:tcW w:w="1239" w:type="dxa"/>
          </w:tcPr>
          <w:p w:rsidR="002405C1" w:rsidRPr="003A3956" w:rsidRDefault="002405C1" w:rsidP="003F235C">
            <w:pPr>
              <w:jc w:val="center"/>
              <w:rPr>
                <w:bCs/>
              </w:rPr>
            </w:pPr>
            <w:r>
              <w:rPr>
                <w:bCs/>
              </w:rPr>
              <w:t>16.04.16</w:t>
            </w:r>
          </w:p>
        </w:tc>
      </w:tr>
      <w:tr w:rsidR="002405C1" w:rsidRPr="00E466D3">
        <w:trPr>
          <w:gridBefore w:val="1"/>
        </w:trPr>
        <w:tc>
          <w:tcPr>
            <w:tcW w:w="709" w:type="dxa"/>
          </w:tcPr>
          <w:p w:rsidR="002405C1" w:rsidRPr="00E466D3" w:rsidRDefault="002405C1" w:rsidP="003A3956">
            <w:pPr>
              <w:pStyle w:val="ListParagraph"/>
              <w:ind w:left="0"/>
            </w:pPr>
            <w:r>
              <w:t>5.</w:t>
            </w:r>
          </w:p>
        </w:tc>
        <w:tc>
          <w:tcPr>
            <w:tcW w:w="851" w:type="dxa"/>
          </w:tcPr>
          <w:p w:rsidR="002405C1" w:rsidRPr="00E466D3" w:rsidRDefault="002405C1" w:rsidP="00D2068E">
            <w:r>
              <w:t>63</w:t>
            </w:r>
          </w:p>
        </w:tc>
        <w:tc>
          <w:tcPr>
            <w:tcW w:w="6945" w:type="dxa"/>
          </w:tcPr>
          <w:p w:rsidR="002405C1" w:rsidRPr="00D2068E" w:rsidRDefault="002405C1" w:rsidP="000F2F56">
            <w:pPr>
              <w:jc w:val="both"/>
            </w:pPr>
            <w:r w:rsidRPr="00D2068E">
              <w:rPr>
                <w:bCs/>
              </w:rPr>
              <w:t>Контрольно-обобщающий урок</w:t>
            </w:r>
            <w:r w:rsidRPr="00D2068E">
              <w:t xml:space="preserve"> по теме: «Развитие и закономерности размещения животных на Земле. Биоценозы».</w:t>
            </w:r>
          </w:p>
        </w:tc>
        <w:tc>
          <w:tcPr>
            <w:tcW w:w="1239" w:type="dxa"/>
          </w:tcPr>
          <w:p w:rsidR="002405C1" w:rsidRPr="003A3956" w:rsidRDefault="002405C1" w:rsidP="000F2F56">
            <w:pPr>
              <w:jc w:val="center"/>
              <w:rPr>
                <w:bCs/>
              </w:rPr>
            </w:pPr>
            <w:r>
              <w:rPr>
                <w:bCs/>
              </w:rPr>
              <w:t>11..05</w:t>
            </w:r>
            <w:r w:rsidRPr="003A3956">
              <w:rPr>
                <w:bCs/>
              </w:rPr>
              <w:t>.16</w:t>
            </w:r>
          </w:p>
        </w:tc>
      </w:tr>
    </w:tbl>
    <w:p w:rsidR="002405C1" w:rsidRPr="00E466D3" w:rsidRDefault="002405C1" w:rsidP="005D3F84">
      <w:pPr>
        <w:jc w:val="center"/>
      </w:pPr>
    </w:p>
    <w:p w:rsidR="002405C1" w:rsidRPr="00E466D3" w:rsidRDefault="002405C1" w:rsidP="005D3F84">
      <w:pPr>
        <w:jc w:val="center"/>
        <w:rPr>
          <w:b/>
          <w:bCs/>
        </w:rPr>
      </w:pPr>
      <w:r w:rsidRPr="00E466D3">
        <w:rPr>
          <w:b/>
          <w:bCs/>
        </w:rPr>
        <w:t>Уроки краеведческой направленности:</w:t>
      </w:r>
    </w:p>
    <w:p w:rsidR="002405C1" w:rsidRPr="00E466D3" w:rsidRDefault="002405C1" w:rsidP="005D3F84">
      <w:pPr>
        <w:jc w:val="both"/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851"/>
        <w:gridCol w:w="6804"/>
        <w:gridCol w:w="1382"/>
      </w:tblGrid>
      <w:tr w:rsidR="002405C1" w:rsidRPr="00E466D3">
        <w:tc>
          <w:tcPr>
            <w:tcW w:w="709" w:type="dxa"/>
          </w:tcPr>
          <w:p w:rsidR="002405C1" w:rsidRPr="00E466D3" w:rsidRDefault="002405C1" w:rsidP="00B57D5C">
            <w:pPr>
              <w:jc w:val="center"/>
              <w:rPr>
                <w:b/>
                <w:bCs/>
              </w:rPr>
            </w:pPr>
            <w:r w:rsidRPr="00E466D3">
              <w:rPr>
                <w:b/>
                <w:bCs/>
              </w:rPr>
              <w:t>№ п/п</w:t>
            </w:r>
          </w:p>
        </w:tc>
        <w:tc>
          <w:tcPr>
            <w:tcW w:w="851" w:type="dxa"/>
          </w:tcPr>
          <w:p w:rsidR="002405C1" w:rsidRPr="00E466D3" w:rsidRDefault="002405C1" w:rsidP="00B57D5C">
            <w:pPr>
              <w:jc w:val="center"/>
              <w:rPr>
                <w:b/>
                <w:bCs/>
              </w:rPr>
            </w:pPr>
            <w:r w:rsidRPr="00E466D3">
              <w:rPr>
                <w:b/>
                <w:bCs/>
              </w:rPr>
              <w:t>№ урока</w:t>
            </w:r>
          </w:p>
        </w:tc>
        <w:tc>
          <w:tcPr>
            <w:tcW w:w="6804" w:type="dxa"/>
          </w:tcPr>
          <w:p w:rsidR="002405C1" w:rsidRPr="00E466D3" w:rsidRDefault="002405C1" w:rsidP="00B57D5C">
            <w:pPr>
              <w:jc w:val="center"/>
              <w:rPr>
                <w:b/>
                <w:bCs/>
              </w:rPr>
            </w:pPr>
            <w:r w:rsidRPr="00E466D3">
              <w:rPr>
                <w:b/>
                <w:bCs/>
              </w:rPr>
              <w:t>Тема</w:t>
            </w:r>
          </w:p>
        </w:tc>
        <w:tc>
          <w:tcPr>
            <w:tcW w:w="1382" w:type="dxa"/>
          </w:tcPr>
          <w:p w:rsidR="002405C1" w:rsidRPr="00A75548" w:rsidRDefault="002405C1" w:rsidP="00B57D5C">
            <w:pPr>
              <w:jc w:val="center"/>
              <w:rPr>
                <w:b/>
                <w:bCs/>
              </w:rPr>
            </w:pPr>
            <w:r w:rsidRPr="00A75548">
              <w:rPr>
                <w:b/>
                <w:bCs/>
              </w:rPr>
              <w:t>Дата</w:t>
            </w:r>
          </w:p>
        </w:tc>
      </w:tr>
      <w:tr w:rsidR="002405C1" w:rsidRPr="00E466D3">
        <w:tc>
          <w:tcPr>
            <w:tcW w:w="709" w:type="dxa"/>
          </w:tcPr>
          <w:p w:rsidR="002405C1" w:rsidRPr="00E466D3" w:rsidRDefault="002405C1" w:rsidP="005F38A6">
            <w:pPr>
              <w:pStyle w:val="ListParagraph"/>
              <w:numPr>
                <w:ilvl w:val="0"/>
                <w:numId w:val="29"/>
              </w:numPr>
              <w:ind w:left="414" w:hanging="357"/>
              <w:jc w:val="both"/>
            </w:pPr>
          </w:p>
        </w:tc>
        <w:tc>
          <w:tcPr>
            <w:tcW w:w="851" w:type="dxa"/>
          </w:tcPr>
          <w:p w:rsidR="002405C1" w:rsidRPr="00E466D3" w:rsidRDefault="002405C1" w:rsidP="00B57D5C">
            <w:pPr>
              <w:jc w:val="both"/>
            </w:pPr>
            <w:r w:rsidRPr="00E466D3">
              <w:t>21</w:t>
            </w:r>
          </w:p>
        </w:tc>
        <w:tc>
          <w:tcPr>
            <w:tcW w:w="6804" w:type="dxa"/>
          </w:tcPr>
          <w:p w:rsidR="002405C1" w:rsidRPr="00E466D3" w:rsidRDefault="002405C1" w:rsidP="005C4C62">
            <w:pPr>
              <w:rPr>
                <w:u w:val="single"/>
              </w:rPr>
            </w:pPr>
            <w:r w:rsidRPr="00E466D3">
              <w:rPr>
                <w:b/>
                <w:bCs/>
              </w:rPr>
              <w:t>Контрольно-обобщающий урок</w:t>
            </w:r>
            <w:r w:rsidRPr="00E466D3">
              <w:t xml:space="preserve"> по теме: «Беспозвоночные животные». </w:t>
            </w:r>
            <w:r w:rsidRPr="00E466D3">
              <w:rPr>
                <w:u w:val="single"/>
              </w:rPr>
              <w:t>Вредители лесов и сельского хозяйства Тюменской области.</w:t>
            </w:r>
          </w:p>
        </w:tc>
        <w:tc>
          <w:tcPr>
            <w:tcW w:w="1382" w:type="dxa"/>
          </w:tcPr>
          <w:p w:rsidR="002405C1" w:rsidRPr="003A3956" w:rsidRDefault="002405C1" w:rsidP="00814A56">
            <w:pPr>
              <w:rPr>
                <w:bCs/>
              </w:rPr>
            </w:pPr>
            <w:bookmarkStart w:id="0" w:name="_GoBack"/>
            <w:bookmarkEnd w:id="0"/>
            <w:r w:rsidRPr="003A3956">
              <w:rPr>
                <w:bCs/>
              </w:rPr>
              <w:t>23.11.15</w:t>
            </w:r>
          </w:p>
        </w:tc>
      </w:tr>
      <w:tr w:rsidR="002405C1" w:rsidRPr="00E466D3">
        <w:tc>
          <w:tcPr>
            <w:tcW w:w="709" w:type="dxa"/>
          </w:tcPr>
          <w:p w:rsidR="002405C1" w:rsidRPr="00E466D3" w:rsidRDefault="002405C1" w:rsidP="006D3A0E">
            <w:pPr>
              <w:pStyle w:val="ListParagraph"/>
              <w:ind w:left="0"/>
              <w:jc w:val="both"/>
            </w:pPr>
            <w:r>
              <w:t>2.</w:t>
            </w:r>
          </w:p>
        </w:tc>
        <w:tc>
          <w:tcPr>
            <w:tcW w:w="851" w:type="dxa"/>
          </w:tcPr>
          <w:p w:rsidR="002405C1" w:rsidRPr="00E466D3" w:rsidRDefault="002405C1" w:rsidP="00B57D5C">
            <w:pPr>
              <w:jc w:val="both"/>
            </w:pPr>
            <w:r w:rsidRPr="00E466D3">
              <w:t>25</w:t>
            </w:r>
          </w:p>
        </w:tc>
        <w:tc>
          <w:tcPr>
            <w:tcW w:w="6804" w:type="dxa"/>
          </w:tcPr>
          <w:p w:rsidR="002405C1" w:rsidRPr="00E466D3" w:rsidRDefault="002405C1" w:rsidP="00B57D5C">
            <w:r w:rsidRPr="00E466D3">
              <w:t xml:space="preserve">Класс Костные рыбы. </w:t>
            </w:r>
          </w:p>
          <w:p w:rsidR="002405C1" w:rsidRPr="00E466D3" w:rsidRDefault="002405C1" w:rsidP="00B57D5C">
            <w:pPr>
              <w:rPr>
                <w:u w:val="single"/>
              </w:rPr>
            </w:pPr>
            <w:r w:rsidRPr="00E466D3">
              <w:rPr>
                <w:u w:val="single"/>
              </w:rPr>
              <w:t>Разнообразие рыб Тюменской области.</w:t>
            </w:r>
          </w:p>
        </w:tc>
        <w:tc>
          <w:tcPr>
            <w:tcW w:w="1382" w:type="dxa"/>
          </w:tcPr>
          <w:p w:rsidR="002405C1" w:rsidRPr="00814A56" w:rsidRDefault="002405C1" w:rsidP="00B57D5C">
            <w:pPr>
              <w:jc w:val="both"/>
              <w:rPr>
                <w:bCs/>
              </w:rPr>
            </w:pPr>
            <w:r w:rsidRPr="00814A56">
              <w:rPr>
                <w:bCs/>
              </w:rPr>
              <w:t>07.12.15</w:t>
            </w:r>
          </w:p>
        </w:tc>
      </w:tr>
      <w:tr w:rsidR="002405C1" w:rsidRPr="00E466D3">
        <w:tc>
          <w:tcPr>
            <w:tcW w:w="709" w:type="dxa"/>
          </w:tcPr>
          <w:p w:rsidR="002405C1" w:rsidRPr="00E466D3" w:rsidRDefault="002405C1" w:rsidP="006D3A0E">
            <w:pPr>
              <w:pStyle w:val="ListParagraph"/>
              <w:ind w:left="0"/>
              <w:jc w:val="both"/>
            </w:pPr>
            <w:r>
              <w:t>3.</w:t>
            </w:r>
          </w:p>
        </w:tc>
        <w:tc>
          <w:tcPr>
            <w:tcW w:w="851" w:type="dxa"/>
          </w:tcPr>
          <w:p w:rsidR="002405C1" w:rsidRPr="00E466D3" w:rsidRDefault="002405C1" w:rsidP="00B57D5C">
            <w:pPr>
              <w:jc w:val="both"/>
            </w:pPr>
            <w:r>
              <w:t>28</w:t>
            </w:r>
          </w:p>
        </w:tc>
        <w:tc>
          <w:tcPr>
            <w:tcW w:w="6804" w:type="dxa"/>
          </w:tcPr>
          <w:p w:rsidR="002405C1" w:rsidRPr="00E466D3" w:rsidRDefault="002405C1" w:rsidP="00B57D5C">
            <w:pPr>
              <w:jc w:val="both"/>
            </w:pPr>
            <w:r w:rsidRPr="00E466D3">
              <w:t xml:space="preserve">Отряды пресмыкающихся: Черепахи и Крокодилы. </w:t>
            </w:r>
          </w:p>
          <w:p w:rsidR="002405C1" w:rsidRPr="00E466D3" w:rsidRDefault="002405C1" w:rsidP="00B57D5C">
            <w:pPr>
              <w:jc w:val="both"/>
              <w:rPr>
                <w:u w:val="single"/>
              </w:rPr>
            </w:pPr>
            <w:r w:rsidRPr="00E466D3">
              <w:rPr>
                <w:u w:val="single"/>
              </w:rPr>
              <w:t>Редкие и охраняемые пресмыкающиеся нашего края.</w:t>
            </w:r>
          </w:p>
        </w:tc>
        <w:tc>
          <w:tcPr>
            <w:tcW w:w="1382" w:type="dxa"/>
          </w:tcPr>
          <w:p w:rsidR="002405C1" w:rsidRPr="00814A56" w:rsidRDefault="002405C1" w:rsidP="00B57D5C">
            <w:pPr>
              <w:jc w:val="both"/>
              <w:rPr>
                <w:bCs/>
              </w:rPr>
            </w:pPr>
            <w:r w:rsidRPr="00814A56">
              <w:rPr>
                <w:bCs/>
              </w:rPr>
              <w:t>16.12.15</w:t>
            </w:r>
          </w:p>
        </w:tc>
      </w:tr>
      <w:tr w:rsidR="002405C1" w:rsidRPr="00E466D3">
        <w:tc>
          <w:tcPr>
            <w:tcW w:w="709" w:type="dxa"/>
          </w:tcPr>
          <w:p w:rsidR="002405C1" w:rsidRPr="00E466D3" w:rsidRDefault="002405C1" w:rsidP="006D3A0E">
            <w:pPr>
              <w:pStyle w:val="ListParagraph"/>
              <w:ind w:left="0"/>
              <w:jc w:val="both"/>
            </w:pPr>
            <w:r>
              <w:t>4.</w:t>
            </w:r>
          </w:p>
        </w:tc>
        <w:tc>
          <w:tcPr>
            <w:tcW w:w="851" w:type="dxa"/>
          </w:tcPr>
          <w:p w:rsidR="002405C1" w:rsidRPr="00E466D3" w:rsidRDefault="002405C1" w:rsidP="00B57D5C">
            <w:pPr>
              <w:jc w:val="both"/>
            </w:pPr>
            <w:r w:rsidRPr="00E466D3">
              <w:t>33</w:t>
            </w:r>
          </w:p>
        </w:tc>
        <w:tc>
          <w:tcPr>
            <w:tcW w:w="6804" w:type="dxa"/>
          </w:tcPr>
          <w:p w:rsidR="002405C1" w:rsidRPr="00E466D3" w:rsidRDefault="002405C1" w:rsidP="00B57D5C">
            <w:pPr>
              <w:jc w:val="both"/>
              <w:rPr>
                <w:u w:val="single"/>
              </w:rPr>
            </w:pPr>
            <w:r w:rsidRPr="00E466D3">
              <w:rPr>
                <w:b/>
                <w:bCs/>
                <w:u w:val="single"/>
              </w:rPr>
              <w:t xml:space="preserve">Экскурсия №1 </w:t>
            </w:r>
            <w:r w:rsidRPr="00E466D3">
              <w:rPr>
                <w:u w:val="single"/>
              </w:rPr>
              <w:t>«Изучение многообразия птиц родного края».</w:t>
            </w:r>
          </w:p>
        </w:tc>
        <w:tc>
          <w:tcPr>
            <w:tcW w:w="1382" w:type="dxa"/>
          </w:tcPr>
          <w:p w:rsidR="002405C1" w:rsidRPr="00814A56" w:rsidRDefault="002405C1" w:rsidP="003F235C">
            <w:pPr>
              <w:jc w:val="both"/>
              <w:rPr>
                <w:bCs/>
              </w:rPr>
            </w:pPr>
            <w:r w:rsidRPr="00814A56">
              <w:rPr>
                <w:bCs/>
              </w:rPr>
              <w:t>13.01.16</w:t>
            </w:r>
          </w:p>
        </w:tc>
      </w:tr>
      <w:tr w:rsidR="002405C1" w:rsidRPr="00E466D3">
        <w:tc>
          <w:tcPr>
            <w:tcW w:w="709" w:type="dxa"/>
          </w:tcPr>
          <w:p w:rsidR="002405C1" w:rsidRPr="00E466D3" w:rsidRDefault="002405C1" w:rsidP="006D3A0E">
            <w:pPr>
              <w:pStyle w:val="ListParagraph"/>
              <w:ind w:left="0"/>
              <w:jc w:val="both"/>
            </w:pPr>
            <w:r>
              <w:t>5.</w:t>
            </w:r>
          </w:p>
        </w:tc>
        <w:tc>
          <w:tcPr>
            <w:tcW w:w="851" w:type="dxa"/>
          </w:tcPr>
          <w:p w:rsidR="002405C1" w:rsidRPr="00177FBD" w:rsidRDefault="002405C1" w:rsidP="00B57D5C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67</w:t>
            </w:r>
          </w:p>
        </w:tc>
        <w:tc>
          <w:tcPr>
            <w:tcW w:w="6804" w:type="dxa"/>
          </w:tcPr>
          <w:p w:rsidR="002405C1" w:rsidRPr="00E466D3" w:rsidRDefault="002405C1" w:rsidP="00B57D5C">
            <w:pPr>
              <w:jc w:val="both"/>
              <w:rPr>
                <w:u w:val="single"/>
              </w:rPr>
            </w:pPr>
            <w:r w:rsidRPr="00E466D3">
              <w:t xml:space="preserve">Охрана и рациональное использование животного мира. </w:t>
            </w:r>
            <w:r w:rsidRPr="00E466D3">
              <w:rPr>
                <w:u w:val="single"/>
              </w:rPr>
              <w:t>Охраняемые природные территории региона.</w:t>
            </w:r>
          </w:p>
        </w:tc>
        <w:tc>
          <w:tcPr>
            <w:tcW w:w="1382" w:type="dxa"/>
          </w:tcPr>
          <w:p w:rsidR="002405C1" w:rsidRPr="00814A56" w:rsidRDefault="002405C1" w:rsidP="00FC1BB8">
            <w:pPr>
              <w:jc w:val="both"/>
              <w:rPr>
                <w:bCs/>
              </w:rPr>
            </w:pPr>
            <w:r w:rsidRPr="00814A56">
              <w:rPr>
                <w:bCs/>
              </w:rPr>
              <w:t>25.05.16</w:t>
            </w:r>
          </w:p>
        </w:tc>
      </w:tr>
      <w:tr w:rsidR="002405C1" w:rsidRPr="00E466D3">
        <w:tc>
          <w:tcPr>
            <w:tcW w:w="709" w:type="dxa"/>
          </w:tcPr>
          <w:p w:rsidR="002405C1" w:rsidRPr="00E466D3" w:rsidRDefault="002405C1" w:rsidP="006D3A0E">
            <w:pPr>
              <w:pStyle w:val="ListParagraph"/>
              <w:ind w:left="0"/>
              <w:jc w:val="both"/>
            </w:pPr>
            <w:r>
              <w:t>6.</w:t>
            </w:r>
          </w:p>
        </w:tc>
        <w:tc>
          <w:tcPr>
            <w:tcW w:w="851" w:type="dxa"/>
          </w:tcPr>
          <w:p w:rsidR="002405C1" w:rsidRPr="00177FBD" w:rsidRDefault="002405C1" w:rsidP="00B57D5C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68</w:t>
            </w:r>
          </w:p>
        </w:tc>
        <w:tc>
          <w:tcPr>
            <w:tcW w:w="6804" w:type="dxa"/>
          </w:tcPr>
          <w:p w:rsidR="002405C1" w:rsidRPr="00E466D3" w:rsidRDefault="002405C1" w:rsidP="00B57D5C">
            <w:pPr>
              <w:spacing w:before="100" w:beforeAutospacing="1" w:after="100" w:afterAutospacing="1"/>
            </w:pPr>
            <w:r w:rsidRPr="00E466D3">
              <w:rPr>
                <w:u w:val="single"/>
              </w:rPr>
              <w:t>Охраняемые животные Тюменской области и Ишимского района.</w:t>
            </w:r>
          </w:p>
        </w:tc>
        <w:tc>
          <w:tcPr>
            <w:tcW w:w="1382" w:type="dxa"/>
          </w:tcPr>
          <w:p w:rsidR="002405C1" w:rsidRPr="00814A56" w:rsidRDefault="002405C1" w:rsidP="00B57D5C">
            <w:pPr>
              <w:jc w:val="both"/>
              <w:rPr>
                <w:bCs/>
              </w:rPr>
            </w:pPr>
            <w:r w:rsidRPr="00814A56">
              <w:rPr>
                <w:bCs/>
              </w:rPr>
              <w:t>30.05.16</w:t>
            </w:r>
          </w:p>
        </w:tc>
      </w:tr>
    </w:tbl>
    <w:p w:rsidR="002405C1" w:rsidRDefault="002405C1" w:rsidP="0045726D">
      <w:pPr>
        <w:jc w:val="center"/>
        <w:rPr>
          <w:b/>
          <w:bCs/>
          <w:sz w:val="20"/>
          <w:szCs w:val="20"/>
        </w:rPr>
      </w:pPr>
    </w:p>
    <w:p w:rsidR="002405C1" w:rsidRDefault="002405C1" w:rsidP="0045726D">
      <w:pPr>
        <w:rPr>
          <w:sz w:val="20"/>
          <w:szCs w:val="20"/>
        </w:rPr>
        <w:sectPr w:rsidR="002405C1" w:rsidSect="003132F0">
          <w:footerReference w:type="default" r:id="rId8"/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2405C1" w:rsidRDefault="002405C1" w:rsidP="0045726D">
      <w:pPr>
        <w:rPr>
          <w:sz w:val="20"/>
          <w:szCs w:val="20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5.1pt;margin-top:-2.1pt;width:403.05pt;height:24.75pt;z-index:251658240" strokecolor="white">
            <v:textbox style="mso-next-textbox:#_x0000_s1026">
              <w:txbxContent>
                <w:p w:rsidR="002405C1" w:rsidRPr="00D42598" w:rsidRDefault="002405C1" w:rsidP="00BA3500">
                  <w:pPr>
                    <w:jc w:val="center"/>
                    <w:rPr>
                      <w:b/>
                      <w:bCs/>
                    </w:rPr>
                  </w:pPr>
                  <w:r w:rsidRPr="00D42598">
                    <w:rPr>
                      <w:b/>
                      <w:bCs/>
                    </w:rPr>
                    <w:t>Календарно-тематич</w:t>
                  </w:r>
                  <w:r>
                    <w:rPr>
                      <w:b/>
                      <w:bCs/>
                    </w:rPr>
                    <w:t>е</w:t>
                  </w:r>
                  <w:r w:rsidRPr="00D42598">
                    <w:rPr>
                      <w:b/>
                      <w:bCs/>
                    </w:rPr>
                    <w:t>ское планирование</w:t>
                  </w:r>
                </w:p>
              </w:txbxContent>
            </v:textbox>
          </v:shape>
        </w:pict>
      </w:r>
    </w:p>
    <w:p w:rsidR="002405C1" w:rsidRDefault="002405C1" w:rsidP="0045726D">
      <w:pPr>
        <w:rPr>
          <w:sz w:val="20"/>
          <w:szCs w:val="20"/>
        </w:rPr>
      </w:pPr>
    </w:p>
    <w:p w:rsidR="002405C1" w:rsidRDefault="002405C1" w:rsidP="0045726D">
      <w:pPr>
        <w:rPr>
          <w:sz w:val="20"/>
          <w:szCs w:val="20"/>
        </w:rPr>
      </w:pPr>
    </w:p>
    <w:p w:rsidR="002405C1" w:rsidRDefault="002405C1"/>
    <w:tbl>
      <w:tblPr>
        <w:tblW w:w="1545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099"/>
        <w:gridCol w:w="461"/>
        <w:gridCol w:w="2693"/>
        <w:gridCol w:w="7371"/>
        <w:gridCol w:w="709"/>
        <w:gridCol w:w="2551"/>
      </w:tblGrid>
      <w:tr w:rsidR="002405C1" w:rsidRPr="00A1177F">
        <w:trPr>
          <w:cantSplit/>
          <w:trHeight w:val="551"/>
        </w:trPr>
        <w:tc>
          <w:tcPr>
            <w:tcW w:w="567" w:type="dxa"/>
            <w:vMerge w:val="restart"/>
            <w:textDirection w:val="btLr"/>
          </w:tcPr>
          <w:p w:rsidR="002405C1" w:rsidRPr="00A1177F" w:rsidRDefault="002405C1" w:rsidP="00A1177F">
            <w:pPr>
              <w:ind w:left="113" w:right="113"/>
              <w:jc w:val="center"/>
              <w:rPr>
                <w:sz w:val="20"/>
                <w:szCs w:val="20"/>
              </w:rPr>
            </w:pPr>
            <w:r w:rsidRPr="00A1177F">
              <w:rPr>
                <w:b/>
                <w:bCs/>
                <w:sz w:val="20"/>
                <w:szCs w:val="20"/>
              </w:rPr>
              <w:t>№ урока</w:t>
            </w:r>
          </w:p>
        </w:tc>
        <w:tc>
          <w:tcPr>
            <w:tcW w:w="1560" w:type="dxa"/>
            <w:gridSpan w:val="2"/>
          </w:tcPr>
          <w:p w:rsidR="002405C1" w:rsidRPr="00A1177F" w:rsidRDefault="002405C1" w:rsidP="00A1177F">
            <w:pPr>
              <w:jc w:val="center"/>
              <w:rPr>
                <w:b/>
                <w:bCs/>
                <w:sz w:val="20"/>
                <w:szCs w:val="20"/>
              </w:rPr>
            </w:pPr>
            <w:r w:rsidRPr="00A1177F">
              <w:rPr>
                <w:b/>
                <w:bCs/>
                <w:sz w:val="20"/>
                <w:szCs w:val="20"/>
              </w:rPr>
              <w:t>Дата проведения</w:t>
            </w:r>
          </w:p>
        </w:tc>
        <w:tc>
          <w:tcPr>
            <w:tcW w:w="2693" w:type="dxa"/>
            <w:vMerge w:val="restart"/>
          </w:tcPr>
          <w:p w:rsidR="002405C1" w:rsidRPr="00A1177F" w:rsidRDefault="002405C1" w:rsidP="00A1177F">
            <w:pPr>
              <w:jc w:val="center"/>
              <w:rPr>
                <w:b/>
                <w:bCs/>
                <w:sz w:val="20"/>
                <w:szCs w:val="20"/>
              </w:rPr>
            </w:pPr>
            <w:r w:rsidRPr="00A1177F">
              <w:rPr>
                <w:b/>
                <w:bCs/>
                <w:sz w:val="20"/>
                <w:szCs w:val="20"/>
              </w:rPr>
              <w:t>Тема урока</w:t>
            </w:r>
          </w:p>
          <w:p w:rsidR="002405C1" w:rsidRPr="00A1177F" w:rsidRDefault="002405C1" w:rsidP="00A1177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405C1" w:rsidRPr="00A1177F" w:rsidRDefault="002405C1" w:rsidP="00A1177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405C1" w:rsidRPr="00A1177F" w:rsidRDefault="002405C1" w:rsidP="00A1177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405C1" w:rsidRPr="00A1177F" w:rsidRDefault="002405C1" w:rsidP="00A1177F">
            <w:pPr>
              <w:tabs>
                <w:tab w:val="left" w:pos="954"/>
              </w:tabs>
              <w:rPr>
                <w:b/>
                <w:bCs/>
                <w:sz w:val="20"/>
                <w:szCs w:val="20"/>
              </w:rPr>
            </w:pPr>
          </w:p>
          <w:p w:rsidR="002405C1" w:rsidRPr="00A1177F" w:rsidRDefault="002405C1" w:rsidP="00A1177F">
            <w:pPr>
              <w:tabs>
                <w:tab w:val="left" w:pos="954"/>
              </w:tabs>
              <w:rPr>
                <w:b/>
                <w:bCs/>
                <w:sz w:val="20"/>
                <w:szCs w:val="20"/>
              </w:rPr>
            </w:pPr>
          </w:p>
          <w:p w:rsidR="002405C1" w:rsidRPr="00A1177F" w:rsidRDefault="002405C1" w:rsidP="00A1177F">
            <w:pPr>
              <w:tabs>
                <w:tab w:val="left" w:pos="954"/>
              </w:tabs>
              <w:rPr>
                <w:b/>
                <w:bCs/>
                <w:sz w:val="20"/>
                <w:szCs w:val="20"/>
              </w:rPr>
            </w:pPr>
          </w:p>
          <w:p w:rsidR="002405C1" w:rsidRPr="00A1177F" w:rsidRDefault="002405C1" w:rsidP="00A1177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405C1" w:rsidRPr="00A1177F" w:rsidRDefault="002405C1" w:rsidP="00A1177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  <w:vMerge w:val="restart"/>
          </w:tcPr>
          <w:p w:rsidR="002405C1" w:rsidRPr="00A1177F" w:rsidRDefault="002405C1" w:rsidP="00A1177F">
            <w:pPr>
              <w:jc w:val="center"/>
              <w:rPr>
                <w:b/>
                <w:bCs/>
                <w:sz w:val="20"/>
                <w:szCs w:val="20"/>
              </w:rPr>
            </w:pPr>
            <w:r w:rsidRPr="00A1177F">
              <w:rPr>
                <w:b/>
                <w:bCs/>
                <w:sz w:val="20"/>
                <w:szCs w:val="20"/>
              </w:rPr>
              <w:t>Стандарт</w:t>
            </w:r>
          </w:p>
        </w:tc>
        <w:tc>
          <w:tcPr>
            <w:tcW w:w="709" w:type="dxa"/>
            <w:vMerge w:val="restart"/>
            <w:textDirection w:val="btLr"/>
          </w:tcPr>
          <w:p w:rsidR="002405C1" w:rsidRPr="00A1177F" w:rsidRDefault="002405C1" w:rsidP="00A1177F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A1177F">
              <w:rPr>
                <w:b/>
                <w:bCs/>
                <w:sz w:val="20"/>
                <w:szCs w:val="20"/>
              </w:rPr>
              <w:t>Кодификатор</w:t>
            </w:r>
          </w:p>
          <w:p w:rsidR="002405C1" w:rsidRPr="00A1177F" w:rsidRDefault="002405C1" w:rsidP="00A1177F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</w:t>
            </w:r>
            <w:r w:rsidRPr="00A1177F">
              <w:rPr>
                <w:b/>
                <w:bCs/>
                <w:sz w:val="20"/>
                <w:szCs w:val="20"/>
              </w:rPr>
              <w:t>ОГЭ)</w:t>
            </w:r>
          </w:p>
        </w:tc>
        <w:tc>
          <w:tcPr>
            <w:tcW w:w="2551" w:type="dxa"/>
            <w:vMerge w:val="restart"/>
          </w:tcPr>
          <w:p w:rsidR="002405C1" w:rsidRPr="00A1177F" w:rsidRDefault="002405C1" w:rsidP="00A1177F">
            <w:pPr>
              <w:jc w:val="center"/>
              <w:rPr>
                <w:b/>
                <w:bCs/>
                <w:sz w:val="20"/>
                <w:szCs w:val="20"/>
              </w:rPr>
            </w:pPr>
            <w:r w:rsidRPr="00A1177F">
              <w:rPr>
                <w:b/>
                <w:bCs/>
                <w:sz w:val="20"/>
                <w:szCs w:val="20"/>
              </w:rPr>
              <w:t>Основные понятия и термины.</w:t>
            </w: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  <w:vMerge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99" w:type="dxa"/>
            <w:textDirection w:val="btLr"/>
          </w:tcPr>
          <w:p w:rsidR="002405C1" w:rsidRPr="00A1177F" w:rsidRDefault="002405C1" w:rsidP="00A1177F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A1177F">
              <w:rPr>
                <w:b/>
                <w:bCs/>
                <w:sz w:val="20"/>
                <w:szCs w:val="20"/>
              </w:rPr>
              <w:t xml:space="preserve">Планируемая </w:t>
            </w:r>
          </w:p>
        </w:tc>
        <w:tc>
          <w:tcPr>
            <w:tcW w:w="461" w:type="dxa"/>
            <w:textDirection w:val="btLr"/>
          </w:tcPr>
          <w:p w:rsidR="002405C1" w:rsidRPr="00A1177F" w:rsidRDefault="002405C1" w:rsidP="00FA0E9E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A1177F">
              <w:rPr>
                <w:b/>
                <w:bCs/>
                <w:sz w:val="20"/>
                <w:szCs w:val="20"/>
              </w:rPr>
              <w:t>Фактическая</w:t>
            </w:r>
          </w:p>
        </w:tc>
        <w:tc>
          <w:tcPr>
            <w:tcW w:w="2693" w:type="dxa"/>
            <w:vMerge/>
          </w:tcPr>
          <w:p w:rsidR="002405C1" w:rsidRPr="00A1177F" w:rsidRDefault="002405C1" w:rsidP="00A1177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  <w:vMerge/>
          </w:tcPr>
          <w:p w:rsidR="002405C1" w:rsidRPr="00A1177F" w:rsidRDefault="002405C1" w:rsidP="00A1177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2405C1" w:rsidRPr="00A1177F" w:rsidRDefault="002405C1" w:rsidP="00A1177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852546" w:rsidRDefault="002405C1" w:rsidP="0085254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  <w:r>
              <w:rPr>
                <w:b/>
                <w:bCs/>
                <w:sz w:val="20"/>
                <w:szCs w:val="20"/>
                <w:lang w:val="en-US"/>
              </w:rPr>
              <w:t>.</w:t>
            </w:r>
            <w:r>
              <w:rPr>
                <w:b/>
                <w:bCs/>
                <w:sz w:val="20"/>
                <w:szCs w:val="20"/>
              </w:rPr>
              <w:t>09.15</w:t>
            </w: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История развития зоологии.</w:t>
            </w:r>
          </w:p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</w:t>
            </w:r>
            <w:r w:rsidRPr="00A1177F">
              <w:rPr>
                <w:b/>
                <w:bCs/>
                <w:sz w:val="20"/>
                <w:szCs w:val="20"/>
              </w:rPr>
              <w:t>нать</w:t>
            </w:r>
            <w:r>
              <w:rPr>
                <w:b/>
                <w:bCs/>
                <w:sz w:val="20"/>
                <w:szCs w:val="20"/>
              </w:rPr>
              <w:t>:</w:t>
            </w:r>
          </w:p>
          <w:p w:rsidR="002405C1" w:rsidRPr="00A1177F" w:rsidRDefault="002405C1" w:rsidP="00A1177F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-признаки биологических объектов: живых организмов</w:t>
            </w:r>
            <w:r>
              <w:rPr>
                <w:sz w:val="20"/>
                <w:szCs w:val="20"/>
              </w:rPr>
              <w:t>.</w:t>
            </w:r>
          </w:p>
          <w:p w:rsidR="002405C1" w:rsidRDefault="002405C1" w:rsidP="00721455">
            <w:pPr>
              <w:jc w:val="both"/>
              <w:rPr>
                <w:sz w:val="20"/>
                <w:szCs w:val="20"/>
              </w:rPr>
            </w:pPr>
            <w:r w:rsidRPr="00A1177F">
              <w:rPr>
                <w:b/>
                <w:bCs/>
                <w:sz w:val="20"/>
                <w:szCs w:val="20"/>
              </w:rPr>
              <w:t>Уметь</w:t>
            </w:r>
            <w:r>
              <w:rPr>
                <w:b/>
                <w:bCs/>
                <w:sz w:val="20"/>
                <w:szCs w:val="20"/>
              </w:rPr>
              <w:t>:</w:t>
            </w:r>
          </w:p>
          <w:p w:rsidR="002405C1" w:rsidRPr="00A1177F" w:rsidRDefault="002405C1" w:rsidP="007214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-находить </w:t>
            </w:r>
            <w:r w:rsidRPr="00A1177F">
              <w:rPr>
                <w:sz w:val="20"/>
                <w:szCs w:val="20"/>
              </w:rPr>
              <w:t>в биологических словарях и справочниках значения биологических терминов;</w:t>
            </w:r>
          </w:p>
          <w:p w:rsidR="002405C1" w:rsidRPr="00721455" w:rsidRDefault="002405C1" w:rsidP="007214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-объяснять </w:t>
            </w:r>
            <w:r w:rsidRPr="00A1177F">
              <w:rPr>
                <w:sz w:val="20"/>
                <w:szCs w:val="20"/>
              </w:rPr>
              <w:t>роль биологии в формировании современной естественнонаучной картины мира, в практической деятельности людей и самого ученика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405C1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 w:rsidRPr="00566825">
              <w:rPr>
                <w:b/>
                <w:bCs/>
                <w:sz w:val="20"/>
                <w:szCs w:val="20"/>
              </w:rPr>
              <w:t>1.1</w:t>
            </w:r>
          </w:p>
          <w:p w:rsidR="002405C1" w:rsidRPr="00566825" w:rsidRDefault="002405C1" w:rsidP="006117D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2.1.12.1.2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Зоология. Систематические категории.</w:t>
            </w: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FA0E9E" w:rsidRDefault="002405C1" w:rsidP="0085254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0</w:t>
            </w:r>
            <w:r>
              <w:rPr>
                <w:b/>
                <w:bCs/>
                <w:sz w:val="20"/>
                <w:szCs w:val="20"/>
              </w:rPr>
              <w:t>7</w:t>
            </w:r>
            <w:r>
              <w:rPr>
                <w:b/>
                <w:bCs/>
                <w:sz w:val="20"/>
                <w:szCs w:val="20"/>
                <w:lang w:val="en-US"/>
              </w:rPr>
              <w:t>.09.</w:t>
            </w: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Современная зоология.</w:t>
            </w:r>
          </w:p>
          <w:p w:rsidR="002405C1" w:rsidRPr="003A3956" w:rsidRDefault="002405C1" w:rsidP="00A1177F">
            <w:pPr>
              <w:jc w:val="both"/>
              <w:rPr>
                <w:b/>
                <w:sz w:val="20"/>
                <w:szCs w:val="20"/>
              </w:rPr>
            </w:pPr>
            <w:r w:rsidRPr="003A3956">
              <w:rPr>
                <w:b/>
                <w:sz w:val="20"/>
                <w:szCs w:val="20"/>
              </w:rPr>
              <w:t>Входной контроль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:rsidR="002405C1" w:rsidRPr="00830C62" w:rsidRDefault="002405C1" w:rsidP="00DE5D86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DE5D86" w:rsidRDefault="002405C1" w:rsidP="00DE5D86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-разделы зоологии.</w:t>
            </w:r>
          </w:p>
          <w:p w:rsidR="002405C1" w:rsidRPr="00830C62" w:rsidRDefault="002405C1" w:rsidP="00DE5D86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DE5D86" w:rsidRDefault="002405C1" w:rsidP="00DF0CC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-находить </w:t>
            </w:r>
            <w:r w:rsidRPr="00DE5D86">
              <w:rPr>
                <w:sz w:val="20"/>
                <w:szCs w:val="20"/>
              </w:rPr>
              <w:t>в биологических словарях и справочниках значения биологических терминов;в различных источниках (в том числе с использованием информационных и коммуникационных технологий) необходимую информацию</w:t>
            </w:r>
            <w:r>
              <w:rPr>
                <w:sz w:val="20"/>
                <w:szCs w:val="20"/>
              </w:rPr>
              <w:t>;</w:t>
            </w:r>
          </w:p>
          <w:p w:rsidR="002405C1" w:rsidRPr="00DE5D86" w:rsidRDefault="002405C1" w:rsidP="00DE5D8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bCs/>
                <w:sz w:val="20"/>
                <w:szCs w:val="20"/>
              </w:rPr>
            </w:pPr>
            <w:r w:rsidRPr="00DE5D86">
              <w:rPr>
                <w:sz w:val="20"/>
                <w:szCs w:val="20"/>
              </w:rPr>
              <w:t>-объяснять роль биологии в формировании современной естественнонаучной</w:t>
            </w:r>
            <w:r w:rsidRPr="00830C62">
              <w:rPr>
                <w:sz w:val="20"/>
                <w:szCs w:val="20"/>
              </w:rPr>
              <w:t xml:space="preserve"> картины мира, в практической деятельности людей и самого ученика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405C1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1.1</w:t>
            </w:r>
          </w:p>
          <w:p w:rsidR="002405C1" w:rsidRDefault="002405C1" w:rsidP="00A1177F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2.1.2</w:t>
            </w:r>
          </w:p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2.8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 xml:space="preserve">Этология. Зоогеография. 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 xml:space="preserve">Энтомология. Ихтиология. Орнитология. Эволюция животных.  </w:t>
            </w: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FA0E9E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  <w:r>
              <w:rPr>
                <w:b/>
                <w:bCs/>
                <w:sz w:val="20"/>
                <w:szCs w:val="20"/>
                <w:lang w:val="en-US"/>
              </w:rPr>
              <w:t>.09.</w:t>
            </w:r>
            <w:r>
              <w:rPr>
                <w:b/>
                <w:bCs/>
                <w:sz w:val="20"/>
                <w:szCs w:val="20"/>
              </w:rPr>
              <w:t>15</w:t>
            </w:r>
          </w:p>
          <w:p w:rsidR="002405C1" w:rsidRPr="0077635C" w:rsidRDefault="002405C1" w:rsidP="00A1177F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Простейшие</w:t>
            </w:r>
            <w:r>
              <w:rPr>
                <w:sz w:val="20"/>
                <w:szCs w:val="20"/>
              </w:rPr>
              <w:t xml:space="preserve">. 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:rsidR="002405C1" w:rsidRPr="00830C62" w:rsidRDefault="002405C1" w:rsidP="00437866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437866" w:rsidRDefault="002405C1" w:rsidP="00437866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37866">
              <w:rPr>
                <w:sz w:val="20"/>
                <w:szCs w:val="20"/>
              </w:rPr>
              <w:t xml:space="preserve">признаки биологических объектов: </w:t>
            </w:r>
            <w:r>
              <w:rPr>
                <w:sz w:val="20"/>
                <w:szCs w:val="20"/>
              </w:rPr>
              <w:t>простейших животных, их особенности строения и многообразие</w:t>
            </w:r>
            <w:r w:rsidRPr="00437866">
              <w:rPr>
                <w:sz w:val="20"/>
                <w:szCs w:val="20"/>
              </w:rPr>
              <w:t>;</w:t>
            </w:r>
          </w:p>
          <w:p w:rsidR="002405C1" w:rsidRDefault="002405C1" w:rsidP="00437866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37866">
              <w:rPr>
                <w:sz w:val="20"/>
                <w:szCs w:val="20"/>
              </w:rPr>
              <w:t xml:space="preserve">сущность биологических процессов: питание, дыхание, выделение, </w:t>
            </w:r>
            <w:r>
              <w:rPr>
                <w:sz w:val="20"/>
                <w:szCs w:val="20"/>
              </w:rPr>
              <w:t>размножение простейших животных;</w:t>
            </w:r>
          </w:p>
          <w:p w:rsidR="002405C1" w:rsidRPr="00437866" w:rsidRDefault="002405C1" w:rsidP="00437866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-значение простейших в природе и жизни человека.</w:t>
            </w:r>
          </w:p>
          <w:p w:rsidR="002405C1" w:rsidRPr="00830C62" w:rsidRDefault="002405C1" w:rsidP="00437866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E53B89" w:rsidRDefault="002405C1" w:rsidP="00E53B89">
            <w:pPr>
              <w:jc w:val="both"/>
              <w:rPr>
                <w:sz w:val="20"/>
                <w:szCs w:val="20"/>
              </w:rPr>
            </w:pPr>
            <w:r w:rsidRPr="00E53B89">
              <w:rPr>
                <w:sz w:val="20"/>
                <w:szCs w:val="20"/>
              </w:rPr>
              <w:t>-находить в тексте учебника отличительные признаки простейших;</w:t>
            </w:r>
          </w:p>
          <w:p w:rsidR="002405C1" w:rsidRPr="00A1177F" w:rsidRDefault="002405C1" w:rsidP="00E53B8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53B89">
              <w:rPr>
                <w:sz w:val="20"/>
                <w:szCs w:val="20"/>
              </w:rPr>
              <w:t>-сравнивать биологические объекты (простейших) и делать выводы на основе сравнения; определять принадлежность простейших к определенной систематической</w:t>
            </w:r>
            <w:r w:rsidRPr="00830C62">
              <w:rPr>
                <w:sz w:val="20"/>
                <w:szCs w:val="20"/>
              </w:rPr>
              <w:t xml:space="preserve"> группе (классификация)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405C1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Default="002405C1" w:rsidP="00A1177F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1.1.1</w:t>
            </w:r>
          </w:p>
          <w:p w:rsidR="002405C1" w:rsidRDefault="002405C1" w:rsidP="00A1177F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2.1.3</w:t>
            </w:r>
          </w:p>
          <w:p w:rsidR="002405C1" w:rsidRDefault="002405C1" w:rsidP="00A1177F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2.5</w:t>
            </w:r>
          </w:p>
          <w:p w:rsidR="002405C1" w:rsidRDefault="002405C1" w:rsidP="00A1177F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2.6</w:t>
            </w:r>
          </w:p>
          <w:p w:rsidR="002405C1" w:rsidRPr="00B57D5C" w:rsidRDefault="002405C1" w:rsidP="00A1177F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2.8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 xml:space="preserve">Корненожки. Радиолярии. Солнечники. Споровики.  </w:t>
            </w:r>
          </w:p>
          <w:p w:rsidR="002405C1" w:rsidRPr="00A1177F" w:rsidRDefault="002405C1" w:rsidP="00E53B89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 xml:space="preserve">Циста. Раковина. Инфузории. </w:t>
            </w:r>
          </w:p>
          <w:p w:rsidR="002405C1" w:rsidRPr="00A1177F" w:rsidRDefault="002405C1" w:rsidP="00E53B89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 xml:space="preserve">Колония. </w:t>
            </w:r>
          </w:p>
          <w:p w:rsidR="002405C1" w:rsidRPr="00A1177F" w:rsidRDefault="002405C1" w:rsidP="00E53B89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Жгутиконосцы.</w:t>
            </w:r>
          </w:p>
        </w:tc>
      </w:tr>
      <w:tr w:rsidR="002405C1" w:rsidRPr="00A1177F" w:rsidTr="00A14006">
        <w:trPr>
          <w:cantSplit/>
          <w:trHeight w:val="268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FA0E9E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  <w:r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  <w:lang w:val="en-US"/>
              </w:rPr>
              <w:t>.09.</w:t>
            </w:r>
            <w:r>
              <w:rPr>
                <w:b/>
                <w:bCs/>
                <w:sz w:val="20"/>
                <w:szCs w:val="20"/>
              </w:rPr>
              <w:t>15</w:t>
            </w:r>
          </w:p>
          <w:p w:rsidR="002405C1" w:rsidRPr="0077635C" w:rsidRDefault="002405C1" w:rsidP="00A1177F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E53B89">
            <w:pPr>
              <w:jc w:val="both"/>
              <w:rPr>
                <w:sz w:val="20"/>
                <w:szCs w:val="20"/>
              </w:rPr>
            </w:pPr>
            <w:r w:rsidRPr="00A1177F">
              <w:rPr>
                <w:b/>
                <w:bCs/>
                <w:sz w:val="20"/>
                <w:szCs w:val="20"/>
              </w:rPr>
              <w:t xml:space="preserve">Лабораторная работа №1 </w:t>
            </w:r>
            <w:r w:rsidRPr="00A1177F">
              <w:rPr>
                <w:sz w:val="20"/>
                <w:szCs w:val="20"/>
              </w:rPr>
              <w:t>«Знакомство с многообразием простейших».</w:t>
            </w:r>
          </w:p>
        </w:tc>
        <w:tc>
          <w:tcPr>
            <w:tcW w:w="7371" w:type="dxa"/>
          </w:tcPr>
          <w:p w:rsidR="002405C1" w:rsidRPr="00830C62" w:rsidRDefault="002405C1" w:rsidP="00E53B89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437866" w:rsidRDefault="002405C1" w:rsidP="00E53B89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37866">
              <w:rPr>
                <w:sz w:val="20"/>
                <w:szCs w:val="20"/>
              </w:rPr>
              <w:t xml:space="preserve">признаки биологических объектов: </w:t>
            </w:r>
            <w:r>
              <w:rPr>
                <w:sz w:val="20"/>
                <w:szCs w:val="20"/>
              </w:rPr>
              <w:t>простейших животных, их особенности строения и многообразие</w:t>
            </w:r>
            <w:r w:rsidRPr="00437866">
              <w:rPr>
                <w:sz w:val="20"/>
                <w:szCs w:val="20"/>
              </w:rPr>
              <w:t>;</w:t>
            </w:r>
          </w:p>
          <w:p w:rsidR="002405C1" w:rsidRPr="00437866" w:rsidRDefault="002405C1" w:rsidP="00E53B89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37866">
              <w:rPr>
                <w:sz w:val="20"/>
                <w:szCs w:val="20"/>
              </w:rPr>
              <w:t xml:space="preserve">сущность биологических процессов: питание, дыхание, выделение, </w:t>
            </w:r>
            <w:r>
              <w:rPr>
                <w:sz w:val="20"/>
                <w:szCs w:val="20"/>
              </w:rPr>
              <w:t>размножение простейших животных;</w:t>
            </w:r>
          </w:p>
          <w:p w:rsidR="002405C1" w:rsidRPr="00E53B89" w:rsidRDefault="002405C1" w:rsidP="00E53B89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E53B89" w:rsidRDefault="002405C1" w:rsidP="00E53B89">
            <w:pPr>
              <w:jc w:val="both"/>
              <w:rPr>
                <w:sz w:val="20"/>
                <w:szCs w:val="20"/>
              </w:rPr>
            </w:pPr>
            <w:r w:rsidRPr="00E53B89">
              <w:rPr>
                <w:sz w:val="20"/>
                <w:szCs w:val="20"/>
              </w:rPr>
              <w:t>-проводить простые биологические исследования: рассматривать на готовых микропрепаратах и описывать простейших животных;</w:t>
            </w:r>
          </w:p>
          <w:p w:rsidR="002405C1" w:rsidRPr="00E53B89" w:rsidRDefault="002405C1" w:rsidP="00E53B8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53B89">
              <w:rPr>
                <w:sz w:val="20"/>
                <w:szCs w:val="20"/>
              </w:rPr>
              <w:t>-по результатам наблюдений распознавать и описывать на таблицах простейших животных;</w:t>
            </w:r>
          </w:p>
          <w:p w:rsidR="002405C1" w:rsidRPr="00A1177F" w:rsidRDefault="002405C1" w:rsidP="00E53B89">
            <w:pPr>
              <w:jc w:val="both"/>
              <w:rPr>
                <w:sz w:val="20"/>
                <w:szCs w:val="20"/>
              </w:rPr>
            </w:pPr>
            <w:r w:rsidRPr="00E53B89">
              <w:rPr>
                <w:sz w:val="20"/>
                <w:szCs w:val="20"/>
              </w:rPr>
              <w:t>-сравнивать биологические объекты (простейших) и делать выводы на основе сравнения; определять принадлежность простейших к определенной систематической</w:t>
            </w:r>
            <w:r w:rsidRPr="00830C62">
              <w:rPr>
                <w:sz w:val="20"/>
                <w:szCs w:val="20"/>
              </w:rPr>
              <w:t xml:space="preserve"> группе (классификация)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1.1.1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2.5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2.6</w:t>
            </w:r>
          </w:p>
          <w:p w:rsidR="002405C1" w:rsidRPr="00A1177F" w:rsidRDefault="002405C1" w:rsidP="00566825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2.8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FA0E9E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  <w:r>
              <w:rPr>
                <w:b/>
                <w:bCs/>
                <w:sz w:val="20"/>
                <w:szCs w:val="20"/>
              </w:rPr>
              <w:t>6</w:t>
            </w:r>
            <w:r>
              <w:rPr>
                <w:b/>
                <w:bCs/>
                <w:sz w:val="20"/>
                <w:szCs w:val="20"/>
                <w:lang w:val="en-US"/>
              </w:rPr>
              <w:t>.09.</w:t>
            </w:r>
            <w:r>
              <w:rPr>
                <w:b/>
                <w:bCs/>
                <w:sz w:val="20"/>
                <w:szCs w:val="20"/>
              </w:rPr>
              <w:t>15</w:t>
            </w:r>
          </w:p>
          <w:p w:rsidR="002405C1" w:rsidRPr="0077635C" w:rsidRDefault="002405C1" w:rsidP="00A1177F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Тип Губки. Классы: Известковые, Стеклянные, Обыкновенные.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:rsidR="002405C1" w:rsidRPr="00830C62" w:rsidRDefault="002405C1" w:rsidP="0045673B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Default="002405C1" w:rsidP="0045673B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37866">
              <w:rPr>
                <w:sz w:val="20"/>
                <w:szCs w:val="20"/>
              </w:rPr>
              <w:t xml:space="preserve">признаки биологических объектов: </w:t>
            </w:r>
            <w:r>
              <w:rPr>
                <w:sz w:val="20"/>
                <w:szCs w:val="20"/>
              </w:rPr>
              <w:t>губок, их особенности строения и многообразие</w:t>
            </w:r>
            <w:r w:rsidRPr="00437866">
              <w:rPr>
                <w:sz w:val="20"/>
                <w:szCs w:val="20"/>
              </w:rPr>
              <w:t>;</w:t>
            </w:r>
          </w:p>
          <w:p w:rsidR="002405C1" w:rsidRPr="00437866" w:rsidRDefault="002405C1" w:rsidP="0045673B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-значение губок в природе и жизни человека.</w:t>
            </w:r>
          </w:p>
          <w:p w:rsidR="002405C1" w:rsidRPr="00830C62" w:rsidRDefault="002405C1" w:rsidP="0045673B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E53B89" w:rsidRDefault="002405C1" w:rsidP="0045673B">
            <w:pPr>
              <w:jc w:val="both"/>
              <w:rPr>
                <w:sz w:val="20"/>
                <w:szCs w:val="20"/>
              </w:rPr>
            </w:pPr>
            <w:r w:rsidRPr="00E53B89">
              <w:rPr>
                <w:sz w:val="20"/>
                <w:szCs w:val="20"/>
              </w:rPr>
              <w:t xml:space="preserve">-находить в тексте учебника отличительные признаки </w:t>
            </w:r>
            <w:r>
              <w:rPr>
                <w:sz w:val="20"/>
                <w:szCs w:val="20"/>
              </w:rPr>
              <w:t>губок</w:t>
            </w:r>
            <w:r w:rsidRPr="00E53B89">
              <w:rPr>
                <w:sz w:val="20"/>
                <w:szCs w:val="20"/>
              </w:rPr>
              <w:t>;</w:t>
            </w:r>
          </w:p>
          <w:p w:rsidR="002405C1" w:rsidRPr="00A1177F" w:rsidRDefault="002405C1" w:rsidP="008E16BF">
            <w:pPr>
              <w:jc w:val="both"/>
              <w:rPr>
                <w:sz w:val="20"/>
                <w:szCs w:val="20"/>
              </w:rPr>
            </w:pPr>
            <w:r w:rsidRPr="00E53B89">
              <w:rPr>
                <w:sz w:val="20"/>
                <w:szCs w:val="20"/>
              </w:rPr>
              <w:t xml:space="preserve">-определять принадлежность </w:t>
            </w:r>
            <w:r>
              <w:rPr>
                <w:sz w:val="20"/>
                <w:szCs w:val="20"/>
              </w:rPr>
              <w:t>губок</w:t>
            </w:r>
            <w:r w:rsidRPr="00E53B89">
              <w:rPr>
                <w:sz w:val="20"/>
                <w:szCs w:val="20"/>
              </w:rPr>
              <w:t xml:space="preserve"> к определенной систематической</w:t>
            </w:r>
            <w:r w:rsidRPr="00830C62">
              <w:rPr>
                <w:sz w:val="20"/>
                <w:szCs w:val="20"/>
              </w:rPr>
              <w:t xml:space="preserve"> группе (классификация)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5668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Default="002405C1" w:rsidP="00566825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1.1.1</w:t>
            </w:r>
          </w:p>
          <w:p w:rsidR="002405C1" w:rsidRDefault="002405C1" w:rsidP="00566825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2.1.3</w:t>
            </w:r>
          </w:p>
          <w:p w:rsidR="002405C1" w:rsidRDefault="002405C1" w:rsidP="00566825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2.5</w:t>
            </w:r>
          </w:p>
          <w:p w:rsidR="002405C1" w:rsidRDefault="002405C1" w:rsidP="00566825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2.6</w:t>
            </w:r>
          </w:p>
          <w:p w:rsidR="002405C1" w:rsidRPr="00A1177F" w:rsidRDefault="002405C1" w:rsidP="00566825">
            <w:pPr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2.8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Губки. Скелетные иглы.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 xml:space="preserve">Клетки: специализация, слои клеток: наружный, внутренний. </w:t>
            </w: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FA0E9E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</w:t>
            </w:r>
            <w:r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  <w:lang w:val="en-US"/>
              </w:rPr>
              <w:t>.09.</w:t>
            </w:r>
            <w:r>
              <w:rPr>
                <w:b/>
                <w:bCs/>
                <w:sz w:val="20"/>
                <w:szCs w:val="20"/>
              </w:rPr>
              <w:t>15</w:t>
            </w:r>
          </w:p>
          <w:p w:rsidR="002405C1" w:rsidRPr="0077635C" w:rsidRDefault="002405C1" w:rsidP="00A1177F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Тип Кишечнополостные. Классы: Гидроидные, Сцифоидные, Полипы.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:rsidR="002405C1" w:rsidRPr="00830C62" w:rsidRDefault="002405C1" w:rsidP="004734F8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437866" w:rsidRDefault="002405C1" w:rsidP="004734F8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37866">
              <w:rPr>
                <w:sz w:val="20"/>
                <w:szCs w:val="20"/>
              </w:rPr>
              <w:t xml:space="preserve">признаки биологических объектов: </w:t>
            </w:r>
            <w:r>
              <w:rPr>
                <w:sz w:val="20"/>
                <w:szCs w:val="20"/>
              </w:rPr>
              <w:t>кишечнополостных животных, их особенности строения и многообразие</w:t>
            </w:r>
            <w:r w:rsidRPr="00437866">
              <w:rPr>
                <w:sz w:val="20"/>
                <w:szCs w:val="20"/>
              </w:rPr>
              <w:t>;</w:t>
            </w:r>
          </w:p>
          <w:p w:rsidR="002405C1" w:rsidRDefault="002405C1" w:rsidP="004734F8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37866">
              <w:rPr>
                <w:sz w:val="20"/>
                <w:szCs w:val="20"/>
              </w:rPr>
              <w:t xml:space="preserve">сущность биологических процессов: питание, дыхание, выделение, </w:t>
            </w:r>
            <w:r>
              <w:rPr>
                <w:sz w:val="20"/>
                <w:szCs w:val="20"/>
              </w:rPr>
              <w:t>размножение кишечнополостных животных;</w:t>
            </w:r>
          </w:p>
          <w:p w:rsidR="002405C1" w:rsidRPr="00437866" w:rsidRDefault="002405C1" w:rsidP="004734F8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-значение кишечнополостных в природе и жизни человека.</w:t>
            </w:r>
          </w:p>
          <w:p w:rsidR="002405C1" w:rsidRPr="00830C62" w:rsidRDefault="002405C1" w:rsidP="004734F8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E53B89" w:rsidRDefault="002405C1" w:rsidP="004734F8">
            <w:pPr>
              <w:jc w:val="both"/>
              <w:rPr>
                <w:sz w:val="20"/>
                <w:szCs w:val="20"/>
              </w:rPr>
            </w:pPr>
            <w:r w:rsidRPr="00E53B89">
              <w:rPr>
                <w:sz w:val="20"/>
                <w:szCs w:val="20"/>
              </w:rPr>
              <w:t xml:space="preserve">-находить в тексте учебника отличительные признаки </w:t>
            </w:r>
            <w:r>
              <w:rPr>
                <w:sz w:val="20"/>
                <w:szCs w:val="20"/>
              </w:rPr>
              <w:t>кишечнополостных</w:t>
            </w:r>
            <w:r w:rsidRPr="00E53B89">
              <w:rPr>
                <w:sz w:val="20"/>
                <w:szCs w:val="20"/>
              </w:rPr>
              <w:t>;</w:t>
            </w:r>
          </w:p>
          <w:p w:rsidR="002405C1" w:rsidRPr="00A1177F" w:rsidRDefault="002405C1" w:rsidP="00EA3E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E53B89">
              <w:rPr>
                <w:sz w:val="20"/>
                <w:szCs w:val="20"/>
              </w:rPr>
              <w:t xml:space="preserve">определять принадлежность </w:t>
            </w:r>
            <w:r>
              <w:rPr>
                <w:sz w:val="20"/>
                <w:szCs w:val="20"/>
              </w:rPr>
              <w:t>кишечнополостных</w:t>
            </w:r>
            <w:r w:rsidRPr="00E53B89">
              <w:rPr>
                <w:sz w:val="20"/>
                <w:szCs w:val="20"/>
              </w:rPr>
              <w:t xml:space="preserve"> к определенной систематической</w:t>
            </w:r>
            <w:r w:rsidRPr="00830C62">
              <w:rPr>
                <w:sz w:val="20"/>
                <w:szCs w:val="20"/>
              </w:rPr>
              <w:t xml:space="preserve"> группе (классификация)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709" w:type="dxa"/>
          </w:tcPr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5668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Default="002405C1" w:rsidP="00566825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1.1.1</w:t>
            </w:r>
          </w:p>
          <w:p w:rsidR="002405C1" w:rsidRDefault="002405C1" w:rsidP="00566825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2.1.3</w:t>
            </w:r>
          </w:p>
          <w:p w:rsidR="002405C1" w:rsidRDefault="002405C1" w:rsidP="00566825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2.5</w:t>
            </w:r>
          </w:p>
          <w:p w:rsidR="002405C1" w:rsidRDefault="002405C1" w:rsidP="00566825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2.6</w:t>
            </w:r>
          </w:p>
          <w:p w:rsidR="002405C1" w:rsidRPr="00A1177F" w:rsidRDefault="002405C1" w:rsidP="00566825">
            <w:pPr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2.8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Кишечная полость.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Лучевая симметрия.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Щупальца.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Эктодерма.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Энтодерма.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Клетки стрекательные.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Полип.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Медуза.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Коралл.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 xml:space="preserve">Регенерация. </w:t>
            </w: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5D691E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</w:t>
            </w:r>
            <w:r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  <w:lang w:val="en-US"/>
              </w:rPr>
              <w:t>.09.</w:t>
            </w:r>
            <w:r>
              <w:rPr>
                <w:b/>
                <w:bCs/>
                <w:sz w:val="20"/>
                <w:szCs w:val="20"/>
              </w:rPr>
              <w:t>15</w:t>
            </w:r>
          </w:p>
          <w:p w:rsidR="002405C1" w:rsidRPr="0077635C" w:rsidRDefault="002405C1" w:rsidP="00A1177F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Тип Плоские черви. Классы: Ресничные, Сосальщики, Ленточные.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:rsidR="002405C1" w:rsidRPr="00830C62" w:rsidRDefault="002405C1" w:rsidP="00AC294D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437866" w:rsidRDefault="002405C1" w:rsidP="00AC294D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37866">
              <w:rPr>
                <w:sz w:val="20"/>
                <w:szCs w:val="20"/>
              </w:rPr>
              <w:t xml:space="preserve">признаки биологических объектов: </w:t>
            </w:r>
            <w:r>
              <w:rPr>
                <w:sz w:val="20"/>
                <w:szCs w:val="20"/>
              </w:rPr>
              <w:t>плоских червей, их особенности строения и многообразие</w:t>
            </w:r>
            <w:r w:rsidRPr="00437866">
              <w:rPr>
                <w:sz w:val="20"/>
                <w:szCs w:val="20"/>
              </w:rPr>
              <w:t>;</w:t>
            </w:r>
          </w:p>
          <w:p w:rsidR="002405C1" w:rsidRDefault="002405C1" w:rsidP="00AC294D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37866">
              <w:rPr>
                <w:sz w:val="20"/>
                <w:szCs w:val="20"/>
              </w:rPr>
              <w:t xml:space="preserve">сущность биологических процессов: питание, дыхание, выделение, </w:t>
            </w:r>
            <w:r>
              <w:rPr>
                <w:sz w:val="20"/>
                <w:szCs w:val="20"/>
              </w:rPr>
              <w:t>размножение плоских червей;</w:t>
            </w:r>
          </w:p>
          <w:p w:rsidR="002405C1" w:rsidRPr="00437866" w:rsidRDefault="002405C1" w:rsidP="00AC294D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-приспособленность плоских червей к паразитическому образу жизни.</w:t>
            </w:r>
          </w:p>
          <w:p w:rsidR="002405C1" w:rsidRPr="00830C62" w:rsidRDefault="002405C1" w:rsidP="00AC294D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E53B89" w:rsidRDefault="002405C1" w:rsidP="00AC294D">
            <w:pPr>
              <w:jc w:val="both"/>
              <w:rPr>
                <w:sz w:val="20"/>
                <w:szCs w:val="20"/>
              </w:rPr>
            </w:pPr>
            <w:r w:rsidRPr="00E53B89">
              <w:rPr>
                <w:sz w:val="20"/>
                <w:szCs w:val="20"/>
              </w:rPr>
              <w:t xml:space="preserve">-находить в тексте учебника отличительные признаки </w:t>
            </w:r>
            <w:r>
              <w:rPr>
                <w:sz w:val="20"/>
                <w:szCs w:val="20"/>
              </w:rPr>
              <w:t>плоских червей</w:t>
            </w:r>
            <w:r w:rsidRPr="00E53B89">
              <w:rPr>
                <w:sz w:val="20"/>
                <w:szCs w:val="20"/>
              </w:rPr>
              <w:t>;</w:t>
            </w:r>
          </w:p>
          <w:p w:rsidR="002405C1" w:rsidRDefault="002405C1" w:rsidP="00AC29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E53B89">
              <w:rPr>
                <w:sz w:val="20"/>
                <w:szCs w:val="20"/>
              </w:rPr>
              <w:t xml:space="preserve">определять принадлежность </w:t>
            </w:r>
            <w:r>
              <w:rPr>
                <w:sz w:val="20"/>
                <w:szCs w:val="20"/>
              </w:rPr>
              <w:t>плоских червей</w:t>
            </w:r>
            <w:r w:rsidRPr="00E53B89">
              <w:rPr>
                <w:sz w:val="20"/>
                <w:szCs w:val="20"/>
              </w:rPr>
              <w:t xml:space="preserve"> к определенной систематической</w:t>
            </w:r>
            <w:r w:rsidRPr="00830C62">
              <w:rPr>
                <w:sz w:val="20"/>
                <w:szCs w:val="20"/>
              </w:rPr>
              <w:t xml:space="preserve"> группе (классификация)</w:t>
            </w:r>
            <w:r>
              <w:rPr>
                <w:sz w:val="20"/>
                <w:szCs w:val="20"/>
              </w:rPr>
              <w:t>;</w:t>
            </w:r>
          </w:p>
          <w:p w:rsidR="002405C1" w:rsidRPr="00AC294D" w:rsidRDefault="002405C1" w:rsidP="00AC29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AC294D">
              <w:rPr>
                <w:sz w:val="20"/>
                <w:szCs w:val="20"/>
              </w:rPr>
              <w:t>использовать приобретенные знания и умения в практической деятельности и повседневной жизни для соблюдения мер профилактики заболеваний, вызываемых</w:t>
            </w:r>
            <w:r w:rsidRPr="00830C62">
              <w:rPr>
                <w:sz w:val="20"/>
                <w:szCs w:val="20"/>
              </w:rPr>
              <w:t xml:space="preserve"> животными</w:t>
            </w:r>
            <w:r>
              <w:rPr>
                <w:sz w:val="20"/>
                <w:szCs w:val="20"/>
              </w:rPr>
              <w:t xml:space="preserve"> (гельминтоза).</w:t>
            </w:r>
          </w:p>
        </w:tc>
        <w:tc>
          <w:tcPr>
            <w:tcW w:w="709" w:type="dxa"/>
          </w:tcPr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1.1.1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2.6</w:t>
            </w:r>
          </w:p>
          <w:p w:rsidR="002405C1" w:rsidRPr="00A1177F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2.8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Кожно-мышечный мешок.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Гермафродит.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Хозяин промежуточный.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Хозяин окончательный.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Чередование поколений.</w:t>
            </w: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5D691E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</w:t>
            </w:r>
            <w:r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  <w:lang w:val="en-US"/>
              </w:rPr>
              <w:t>.09.</w:t>
            </w:r>
            <w:r>
              <w:rPr>
                <w:b/>
                <w:bCs/>
                <w:sz w:val="20"/>
                <w:szCs w:val="20"/>
              </w:rPr>
              <w:t>15</w:t>
            </w:r>
          </w:p>
          <w:p w:rsidR="002405C1" w:rsidRPr="0077635C" w:rsidRDefault="002405C1" w:rsidP="00A1177F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 xml:space="preserve">Тип Круглые черви. 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:rsidR="002405C1" w:rsidRPr="00830C62" w:rsidRDefault="002405C1" w:rsidP="00943910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437866" w:rsidRDefault="002405C1" w:rsidP="0094391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37866">
              <w:rPr>
                <w:sz w:val="20"/>
                <w:szCs w:val="20"/>
              </w:rPr>
              <w:t xml:space="preserve">признаки биологических объектов: </w:t>
            </w:r>
            <w:r>
              <w:rPr>
                <w:sz w:val="20"/>
                <w:szCs w:val="20"/>
              </w:rPr>
              <w:t>круглых червей, их особенности строения и многообразие</w:t>
            </w:r>
            <w:r w:rsidRPr="00437866">
              <w:rPr>
                <w:sz w:val="20"/>
                <w:szCs w:val="20"/>
              </w:rPr>
              <w:t>;</w:t>
            </w:r>
          </w:p>
          <w:p w:rsidR="002405C1" w:rsidRDefault="002405C1" w:rsidP="0094391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37866">
              <w:rPr>
                <w:sz w:val="20"/>
                <w:szCs w:val="20"/>
              </w:rPr>
              <w:t xml:space="preserve">сущность биологических процессов: питание, дыхание, выделение, </w:t>
            </w:r>
            <w:r>
              <w:rPr>
                <w:sz w:val="20"/>
                <w:szCs w:val="20"/>
              </w:rPr>
              <w:t>размножение круглых червей;</w:t>
            </w:r>
          </w:p>
          <w:p w:rsidR="002405C1" w:rsidRPr="00437866" w:rsidRDefault="002405C1" w:rsidP="0094391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-приспособленность круглых червей к паразитическому образу жизни.</w:t>
            </w:r>
          </w:p>
          <w:p w:rsidR="002405C1" w:rsidRPr="00830C62" w:rsidRDefault="002405C1" w:rsidP="00943910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E53B89" w:rsidRDefault="002405C1" w:rsidP="00943910">
            <w:pPr>
              <w:jc w:val="both"/>
              <w:rPr>
                <w:sz w:val="20"/>
                <w:szCs w:val="20"/>
              </w:rPr>
            </w:pPr>
            <w:r w:rsidRPr="00E53B89">
              <w:rPr>
                <w:sz w:val="20"/>
                <w:szCs w:val="20"/>
              </w:rPr>
              <w:t xml:space="preserve">-находить в тексте учебника отличительные признаки </w:t>
            </w:r>
            <w:r>
              <w:rPr>
                <w:sz w:val="20"/>
                <w:szCs w:val="20"/>
              </w:rPr>
              <w:t>круглых червей</w:t>
            </w:r>
            <w:r w:rsidRPr="00E53B89">
              <w:rPr>
                <w:sz w:val="20"/>
                <w:szCs w:val="20"/>
              </w:rPr>
              <w:t>;</w:t>
            </w:r>
          </w:p>
          <w:p w:rsidR="002405C1" w:rsidRDefault="002405C1" w:rsidP="009439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E53B89">
              <w:rPr>
                <w:sz w:val="20"/>
                <w:szCs w:val="20"/>
              </w:rPr>
              <w:t xml:space="preserve">определять принадлежность </w:t>
            </w:r>
            <w:r>
              <w:rPr>
                <w:sz w:val="20"/>
                <w:szCs w:val="20"/>
              </w:rPr>
              <w:t>круглых червей</w:t>
            </w:r>
            <w:r w:rsidRPr="00E53B89">
              <w:rPr>
                <w:sz w:val="20"/>
                <w:szCs w:val="20"/>
              </w:rPr>
              <w:t xml:space="preserve"> к определенной систематической</w:t>
            </w:r>
            <w:r w:rsidRPr="00830C62">
              <w:rPr>
                <w:sz w:val="20"/>
                <w:szCs w:val="20"/>
              </w:rPr>
              <w:t xml:space="preserve"> группе (классификация)</w:t>
            </w:r>
            <w:r>
              <w:rPr>
                <w:sz w:val="20"/>
                <w:szCs w:val="20"/>
              </w:rPr>
              <w:t>;</w:t>
            </w:r>
          </w:p>
          <w:p w:rsidR="002405C1" w:rsidRPr="00A1177F" w:rsidRDefault="002405C1" w:rsidP="009439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AC294D">
              <w:rPr>
                <w:sz w:val="20"/>
                <w:szCs w:val="20"/>
              </w:rPr>
              <w:t>использовать приобретенные знания и умения в практической деятельности и повседневной жизни для соблюдения мер профилактики заболеваний, вызываемых</w:t>
            </w:r>
            <w:r w:rsidRPr="00830C62">
              <w:rPr>
                <w:sz w:val="20"/>
                <w:szCs w:val="20"/>
              </w:rPr>
              <w:t xml:space="preserve"> животными</w:t>
            </w:r>
            <w:r>
              <w:rPr>
                <w:sz w:val="20"/>
                <w:szCs w:val="20"/>
              </w:rPr>
              <w:t xml:space="preserve"> (аскаридоз).</w:t>
            </w:r>
          </w:p>
        </w:tc>
        <w:tc>
          <w:tcPr>
            <w:tcW w:w="709" w:type="dxa"/>
          </w:tcPr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5668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Default="002405C1" w:rsidP="00566825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1.1.1</w:t>
            </w:r>
          </w:p>
          <w:p w:rsidR="002405C1" w:rsidRDefault="002405C1" w:rsidP="00566825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2.6</w:t>
            </w:r>
          </w:p>
          <w:p w:rsidR="002405C1" w:rsidRPr="00A1177F" w:rsidRDefault="002405C1" w:rsidP="00566825">
            <w:pPr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2.8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Системы: пищеварительная, выделительная, половая.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Мускулатура.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Анальное отверстие.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 xml:space="preserve">Разнополость. </w:t>
            </w: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5D691E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  <w:r>
              <w:rPr>
                <w:b/>
                <w:bCs/>
                <w:sz w:val="20"/>
                <w:szCs w:val="20"/>
                <w:lang w:val="en-US"/>
              </w:rPr>
              <w:t>.</w:t>
            </w:r>
            <w:r>
              <w:rPr>
                <w:b/>
                <w:bCs/>
                <w:sz w:val="20"/>
                <w:szCs w:val="20"/>
              </w:rPr>
              <w:t>09</w:t>
            </w:r>
            <w:r>
              <w:rPr>
                <w:b/>
                <w:bCs/>
                <w:sz w:val="20"/>
                <w:szCs w:val="20"/>
                <w:lang w:val="en-US"/>
              </w:rPr>
              <w:t>.</w:t>
            </w:r>
            <w:r>
              <w:rPr>
                <w:b/>
                <w:bCs/>
                <w:sz w:val="20"/>
                <w:szCs w:val="20"/>
              </w:rPr>
              <w:t>15</w:t>
            </w:r>
          </w:p>
          <w:p w:rsidR="002405C1" w:rsidRPr="0077635C" w:rsidRDefault="002405C1" w:rsidP="00A1177F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Тип Кольчатые черви. Классы: Многощетинковые, или Полихеты.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:rsidR="002405C1" w:rsidRPr="00830C62" w:rsidRDefault="002405C1" w:rsidP="000C77A1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437866" w:rsidRDefault="002405C1" w:rsidP="000C77A1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37866">
              <w:rPr>
                <w:sz w:val="20"/>
                <w:szCs w:val="20"/>
              </w:rPr>
              <w:t xml:space="preserve">признаки биологических объектов: </w:t>
            </w:r>
            <w:r>
              <w:rPr>
                <w:sz w:val="20"/>
                <w:szCs w:val="20"/>
              </w:rPr>
              <w:t>кольчатых червей, их особенности строения и многообразие</w:t>
            </w:r>
            <w:r w:rsidRPr="00437866">
              <w:rPr>
                <w:sz w:val="20"/>
                <w:szCs w:val="20"/>
              </w:rPr>
              <w:t>;</w:t>
            </w:r>
          </w:p>
          <w:p w:rsidR="002405C1" w:rsidRDefault="002405C1" w:rsidP="000C77A1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37866">
              <w:rPr>
                <w:sz w:val="20"/>
                <w:szCs w:val="20"/>
              </w:rPr>
              <w:t xml:space="preserve">сущность биологических процессов: питание, дыхание, выделение, </w:t>
            </w:r>
            <w:r>
              <w:rPr>
                <w:sz w:val="20"/>
                <w:szCs w:val="20"/>
              </w:rPr>
              <w:t>размножение кольчатых червей;</w:t>
            </w:r>
          </w:p>
          <w:p w:rsidR="002405C1" w:rsidRPr="00437866" w:rsidRDefault="002405C1" w:rsidP="000C77A1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-значение кольчатых червей в природе и жизни человека.</w:t>
            </w:r>
          </w:p>
          <w:p w:rsidR="002405C1" w:rsidRPr="00830C62" w:rsidRDefault="002405C1" w:rsidP="000C77A1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E53B89" w:rsidRDefault="002405C1" w:rsidP="000C77A1">
            <w:pPr>
              <w:jc w:val="both"/>
              <w:rPr>
                <w:sz w:val="20"/>
                <w:szCs w:val="20"/>
              </w:rPr>
            </w:pPr>
            <w:r w:rsidRPr="00E53B89">
              <w:rPr>
                <w:sz w:val="20"/>
                <w:szCs w:val="20"/>
              </w:rPr>
              <w:t xml:space="preserve">-находить в тексте учебника отличительные признаки </w:t>
            </w:r>
            <w:r>
              <w:rPr>
                <w:sz w:val="20"/>
                <w:szCs w:val="20"/>
              </w:rPr>
              <w:t>кольчатых червей</w:t>
            </w:r>
            <w:r w:rsidRPr="00E53B89">
              <w:rPr>
                <w:sz w:val="20"/>
                <w:szCs w:val="20"/>
              </w:rPr>
              <w:t>;</w:t>
            </w:r>
          </w:p>
          <w:p w:rsidR="002405C1" w:rsidRPr="00A1177F" w:rsidRDefault="002405C1" w:rsidP="000C77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E53B89">
              <w:rPr>
                <w:sz w:val="20"/>
                <w:szCs w:val="20"/>
              </w:rPr>
              <w:t xml:space="preserve">определять принадлежность </w:t>
            </w:r>
            <w:r>
              <w:rPr>
                <w:sz w:val="20"/>
                <w:szCs w:val="20"/>
              </w:rPr>
              <w:t>кольчатых червей</w:t>
            </w:r>
            <w:r w:rsidRPr="00E53B89">
              <w:rPr>
                <w:sz w:val="20"/>
                <w:szCs w:val="20"/>
              </w:rPr>
              <w:t xml:space="preserve"> к определенной систематической</w:t>
            </w:r>
            <w:r w:rsidRPr="00830C62">
              <w:rPr>
                <w:sz w:val="20"/>
                <w:szCs w:val="20"/>
              </w:rPr>
              <w:t xml:space="preserve"> группе (классификация)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709" w:type="dxa"/>
          </w:tcPr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1.1.1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2.1.3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2.6</w:t>
            </w:r>
          </w:p>
          <w:p w:rsidR="002405C1" w:rsidRPr="00A1177F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2.8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Параподия.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Замкнутая кровеносная система.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Полихеты.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Щетинки.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Окологлоточное кольцо.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Брюшная нервная цепочка.</w:t>
            </w:r>
          </w:p>
          <w:p w:rsidR="002405C1" w:rsidRPr="00A1177F" w:rsidRDefault="002405C1" w:rsidP="00A1177F">
            <w:pPr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Забота о потомстве.</w:t>
            </w: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7F12E4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0</w:t>
            </w:r>
            <w:r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  <w:lang w:val="en-US"/>
              </w:rPr>
              <w:t>.10.</w:t>
            </w:r>
            <w:r>
              <w:rPr>
                <w:b/>
                <w:bCs/>
                <w:sz w:val="20"/>
                <w:szCs w:val="20"/>
              </w:rPr>
              <w:t>15</w:t>
            </w:r>
          </w:p>
          <w:p w:rsidR="002405C1" w:rsidRPr="0077635C" w:rsidRDefault="002405C1" w:rsidP="00A1177F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rPr>
                <w:b/>
                <w:bCs/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Тип Кольчатые черви.</w:t>
            </w:r>
            <w:r>
              <w:rPr>
                <w:b/>
                <w:bCs/>
                <w:sz w:val="20"/>
                <w:szCs w:val="20"/>
              </w:rPr>
              <w:t>Лабораторная работа №2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«Знакомство с многообразием кольчатых червей».</w:t>
            </w:r>
          </w:p>
        </w:tc>
        <w:tc>
          <w:tcPr>
            <w:tcW w:w="7371" w:type="dxa"/>
          </w:tcPr>
          <w:p w:rsidR="002405C1" w:rsidRPr="00830C62" w:rsidRDefault="002405C1" w:rsidP="000C77A1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437866" w:rsidRDefault="002405C1" w:rsidP="000C77A1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37866">
              <w:rPr>
                <w:sz w:val="20"/>
                <w:szCs w:val="20"/>
              </w:rPr>
              <w:t xml:space="preserve">признаки биологических объектов: </w:t>
            </w:r>
            <w:r>
              <w:rPr>
                <w:sz w:val="20"/>
                <w:szCs w:val="20"/>
              </w:rPr>
              <w:t>кольчатых червей, их особенности строения и многообразие</w:t>
            </w:r>
            <w:r w:rsidRPr="00437866">
              <w:rPr>
                <w:sz w:val="20"/>
                <w:szCs w:val="20"/>
              </w:rPr>
              <w:t>;</w:t>
            </w:r>
          </w:p>
          <w:p w:rsidR="002405C1" w:rsidRPr="00437866" w:rsidRDefault="002405C1" w:rsidP="000C77A1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37866">
              <w:rPr>
                <w:sz w:val="20"/>
                <w:szCs w:val="20"/>
              </w:rPr>
              <w:t xml:space="preserve">сущность биологических процессов: </w:t>
            </w:r>
            <w:r>
              <w:rPr>
                <w:sz w:val="20"/>
                <w:szCs w:val="20"/>
              </w:rPr>
              <w:t>пищеварение, дыхание, выделение, передвижение кольчатых червей.</w:t>
            </w:r>
          </w:p>
          <w:p w:rsidR="002405C1" w:rsidRPr="00E53B89" w:rsidRDefault="002405C1" w:rsidP="000C77A1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0C77A1" w:rsidRDefault="002405C1" w:rsidP="000C77A1">
            <w:pPr>
              <w:jc w:val="both"/>
              <w:rPr>
                <w:sz w:val="20"/>
                <w:szCs w:val="20"/>
              </w:rPr>
            </w:pPr>
            <w:r w:rsidRPr="00E53B89">
              <w:rPr>
                <w:sz w:val="20"/>
                <w:szCs w:val="20"/>
              </w:rPr>
              <w:t xml:space="preserve">-проводить простые биологические исследования: рассматривать и описывать </w:t>
            </w:r>
            <w:r>
              <w:rPr>
                <w:sz w:val="20"/>
                <w:szCs w:val="20"/>
              </w:rPr>
              <w:t>кольчатых червей</w:t>
            </w:r>
            <w:r w:rsidRPr="00E53B89">
              <w:rPr>
                <w:sz w:val="20"/>
                <w:szCs w:val="20"/>
              </w:rPr>
              <w:t>;</w:t>
            </w:r>
          </w:p>
          <w:p w:rsidR="002405C1" w:rsidRPr="00A1177F" w:rsidRDefault="002405C1" w:rsidP="000C77A1">
            <w:pPr>
              <w:jc w:val="both"/>
              <w:rPr>
                <w:sz w:val="20"/>
                <w:szCs w:val="20"/>
              </w:rPr>
            </w:pPr>
            <w:r w:rsidRPr="00E53B89">
              <w:rPr>
                <w:sz w:val="20"/>
                <w:szCs w:val="20"/>
              </w:rPr>
              <w:t>-сравнивать биологические объекты (</w:t>
            </w:r>
            <w:r>
              <w:rPr>
                <w:sz w:val="20"/>
                <w:szCs w:val="20"/>
              </w:rPr>
              <w:t>кольчатых червей</w:t>
            </w:r>
            <w:r w:rsidRPr="00E53B89">
              <w:rPr>
                <w:sz w:val="20"/>
                <w:szCs w:val="20"/>
              </w:rPr>
              <w:t xml:space="preserve">) и делать выводы на основе сравнения; определять принадлежность </w:t>
            </w:r>
            <w:r>
              <w:rPr>
                <w:sz w:val="20"/>
                <w:szCs w:val="20"/>
              </w:rPr>
              <w:t>кольчатых червей</w:t>
            </w:r>
            <w:r w:rsidRPr="00E53B89">
              <w:rPr>
                <w:sz w:val="20"/>
                <w:szCs w:val="20"/>
              </w:rPr>
              <w:t xml:space="preserve"> к определенной систематической</w:t>
            </w:r>
            <w:r w:rsidRPr="00830C62">
              <w:rPr>
                <w:sz w:val="20"/>
                <w:szCs w:val="20"/>
              </w:rPr>
              <w:t xml:space="preserve"> группе (классификация)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1.1.1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2.1.3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2.5</w:t>
            </w:r>
          </w:p>
          <w:p w:rsidR="002405C1" w:rsidRPr="00A1177F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2.6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Олигохеты.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Диапауза.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Защитная капсула.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Пиявки.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Гирудин.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Анабиоз.</w:t>
            </w: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7F12E4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0</w:t>
            </w:r>
            <w:r>
              <w:rPr>
                <w:b/>
                <w:bCs/>
                <w:sz w:val="20"/>
                <w:szCs w:val="20"/>
              </w:rPr>
              <w:t>7</w:t>
            </w:r>
            <w:r>
              <w:rPr>
                <w:b/>
                <w:bCs/>
                <w:sz w:val="20"/>
                <w:szCs w:val="20"/>
                <w:lang w:val="en-US"/>
              </w:rPr>
              <w:t>.10.</w:t>
            </w:r>
            <w:r>
              <w:rPr>
                <w:b/>
                <w:bCs/>
                <w:sz w:val="20"/>
                <w:szCs w:val="20"/>
              </w:rPr>
              <w:t>15</w:t>
            </w:r>
          </w:p>
          <w:p w:rsidR="002405C1" w:rsidRPr="0077635C" w:rsidRDefault="002405C1" w:rsidP="00A1177F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Тип Моллюски.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:rsidR="002405C1" w:rsidRPr="00830C62" w:rsidRDefault="002405C1" w:rsidP="000C77A1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D1394D" w:rsidRDefault="002405C1" w:rsidP="00D1394D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D1394D">
              <w:rPr>
                <w:sz w:val="20"/>
                <w:szCs w:val="20"/>
              </w:rPr>
              <w:t xml:space="preserve">признаки биологических объектов: </w:t>
            </w:r>
            <w:r>
              <w:rPr>
                <w:sz w:val="20"/>
                <w:szCs w:val="20"/>
              </w:rPr>
              <w:t>моллюсков, их строение и многообразие</w:t>
            </w:r>
            <w:r w:rsidRPr="00D1394D">
              <w:rPr>
                <w:sz w:val="20"/>
                <w:szCs w:val="20"/>
              </w:rPr>
              <w:t>;</w:t>
            </w:r>
          </w:p>
          <w:p w:rsidR="002405C1" w:rsidRPr="00D1394D" w:rsidRDefault="002405C1" w:rsidP="00D1394D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D1394D">
              <w:rPr>
                <w:sz w:val="20"/>
                <w:szCs w:val="20"/>
              </w:rPr>
              <w:t xml:space="preserve">сущность биологических процессов: питание, дыхание, выделение, </w:t>
            </w:r>
            <w:r>
              <w:rPr>
                <w:sz w:val="20"/>
                <w:szCs w:val="20"/>
              </w:rPr>
              <w:t>размножение моллюсков.</w:t>
            </w:r>
          </w:p>
          <w:p w:rsidR="002405C1" w:rsidRPr="00830C62" w:rsidRDefault="002405C1" w:rsidP="000C77A1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8C06E6" w:rsidRDefault="002405C1" w:rsidP="008C06E6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Pr="008C06E6">
              <w:rPr>
                <w:sz w:val="20"/>
                <w:szCs w:val="20"/>
              </w:rPr>
              <w:t>находить в тексте учебника отличительные признаки моллюсков; в биологических словарях и справочниках значения биологических терминов;</w:t>
            </w:r>
          </w:p>
          <w:p w:rsidR="002405C1" w:rsidRPr="008C06E6" w:rsidRDefault="002405C1" w:rsidP="008C06E6">
            <w:pPr>
              <w:jc w:val="both"/>
              <w:rPr>
                <w:sz w:val="20"/>
                <w:szCs w:val="20"/>
              </w:rPr>
            </w:pPr>
            <w:r w:rsidRPr="008C06E6">
              <w:rPr>
                <w:sz w:val="20"/>
                <w:szCs w:val="20"/>
              </w:rPr>
              <w:t xml:space="preserve">-проводить простые биологические исследования ипо результатам исследования распознавать и описывать на таблицах </w:t>
            </w:r>
            <w:r>
              <w:rPr>
                <w:sz w:val="20"/>
                <w:szCs w:val="20"/>
              </w:rPr>
              <w:t>моллюсков;</w:t>
            </w:r>
          </w:p>
          <w:p w:rsidR="002405C1" w:rsidRPr="008C06E6" w:rsidRDefault="002405C1" w:rsidP="008C06E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8C06E6">
              <w:rPr>
                <w:sz w:val="20"/>
                <w:szCs w:val="20"/>
              </w:rPr>
              <w:t>сравнивать биологические объекты (моллюсков) и делать выводы на основе сравнения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1.1.1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2.5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2.6</w:t>
            </w:r>
          </w:p>
          <w:p w:rsidR="002405C1" w:rsidRPr="00A1177F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2.8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Моллюски.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Раковина.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Мантия.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Мантийная полость. Лёгкое.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Жабры. Сердце.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Тёрка. Железы: пищеварительная, слюнные. Глаза. Почки.</w:t>
            </w: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7F12E4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  <w:r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  <w:lang w:val="en-US"/>
              </w:rPr>
              <w:t>.10.</w:t>
            </w:r>
            <w:r>
              <w:rPr>
                <w:b/>
                <w:bCs/>
                <w:sz w:val="20"/>
                <w:szCs w:val="20"/>
              </w:rPr>
              <w:t>15</w:t>
            </w:r>
          </w:p>
          <w:p w:rsidR="002405C1" w:rsidRPr="0077635C" w:rsidRDefault="002405C1" w:rsidP="00A1177F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Классы: Брюхоногие, Двустворчатые, Головоногие.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:rsidR="002405C1" w:rsidRPr="00830C62" w:rsidRDefault="002405C1" w:rsidP="008C06E6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D1394D" w:rsidRDefault="002405C1" w:rsidP="008C06E6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D1394D">
              <w:rPr>
                <w:sz w:val="20"/>
                <w:szCs w:val="20"/>
              </w:rPr>
              <w:t xml:space="preserve">признаки биологических объектов: </w:t>
            </w:r>
            <w:r>
              <w:rPr>
                <w:sz w:val="20"/>
                <w:szCs w:val="20"/>
              </w:rPr>
              <w:t>представители классов моллюски, их строение и многообразие</w:t>
            </w:r>
            <w:r w:rsidRPr="00D1394D">
              <w:rPr>
                <w:sz w:val="20"/>
                <w:szCs w:val="20"/>
              </w:rPr>
              <w:t>;</w:t>
            </w:r>
          </w:p>
          <w:p w:rsidR="002405C1" w:rsidRPr="00D1394D" w:rsidRDefault="002405C1" w:rsidP="008C06E6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D1394D">
              <w:rPr>
                <w:sz w:val="20"/>
                <w:szCs w:val="20"/>
              </w:rPr>
              <w:t xml:space="preserve">сущность биологических процессов: питание, дыхание, выделение, </w:t>
            </w:r>
            <w:r>
              <w:rPr>
                <w:sz w:val="20"/>
                <w:szCs w:val="20"/>
              </w:rPr>
              <w:t>размножение моллюсков.</w:t>
            </w:r>
          </w:p>
          <w:p w:rsidR="002405C1" w:rsidRPr="00830C62" w:rsidRDefault="002405C1" w:rsidP="008C06E6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8C06E6" w:rsidRDefault="002405C1" w:rsidP="008C06E6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Pr="008C06E6">
              <w:rPr>
                <w:sz w:val="20"/>
                <w:szCs w:val="20"/>
              </w:rPr>
              <w:t>находить в тексте учебника отличительные признаки моллюсков; в биологических словарях и справочниках значения биологических терминов;</w:t>
            </w:r>
          </w:p>
          <w:p w:rsidR="002405C1" w:rsidRPr="008C06E6" w:rsidRDefault="002405C1" w:rsidP="008C06E6">
            <w:pPr>
              <w:jc w:val="both"/>
              <w:rPr>
                <w:sz w:val="20"/>
                <w:szCs w:val="20"/>
              </w:rPr>
            </w:pPr>
            <w:r w:rsidRPr="008C06E6">
              <w:rPr>
                <w:sz w:val="20"/>
                <w:szCs w:val="20"/>
              </w:rPr>
              <w:t xml:space="preserve">-проводить простые биологические исследования ипо результатам исследования распознавать и описывать на таблицах </w:t>
            </w:r>
            <w:r>
              <w:rPr>
                <w:sz w:val="20"/>
                <w:szCs w:val="20"/>
              </w:rPr>
              <w:t>классы моллюсков;</w:t>
            </w:r>
          </w:p>
          <w:p w:rsidR="002405C1" w:rsidRPr="00A1177F" w:rsidRDefault="002405C1" w:rsidP="008C06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8C06E6">
              <w:rPr>
                <w:sz w:val="20"/>
                <w:szCs w:val="20"/>
              </w:rPr>
              <w:t>сравнивать биологические объекты (</w:t>
            </w:r>
            <w:r>
              <w:rPr>
                <w:sz w:val="20"/>
                <w:szCs w:val="20"/>
              </w:rPr>
              <w:t xml:space="preserve">представителей классов </w:t>
            </w:r>
            <w:r w:rsidRPr="008C06E6">
              <w:rPr>
                <w:sz w:val="20"/>
                <w:szCs w:val="20"/>
              </w:rPr>
              <w:t>моллюсков) и делать выводы на основе сравнения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1.1.1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2.1.3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2.5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2.6</w:t>
            </w:r>
          </w:p>
          <w:p w:rsidR="002405C1" w:rsidRPr="00A1177F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2.8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Брюхоногие.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Двустворчатые.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Головоногие.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Реактивное движение.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Перламутр.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Чернильный мешок.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 xml:space="preserve">Жемчуг. 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7F12E4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  <w:r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  <w:lang w:val="en-US"/>
              </w:rPr>
              <w:t>.10.</w:t>
            </w:r>
            <w:r>
              <w:rPr>
                <w:b/>
                <w:bCs/>
                <w:sz w:val="20"/>
                <w:szCs w:val="20"/>
              </w:rPr>
              <w:t>15</w:t>
            </w:r>
          </w:p>
          <w:p w:rsidR="002405C1" w:rsidRPr="0077635C" w:rsidRDefault="002405C1" w:rsidP="00A1177F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 xml:space="preserve">Тип Иглокожие. 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:rsidR="002405C1" w:rsidRPr="00830C62" w:rsidRDefault="002405C1" w:rsidP="008C06E6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D1394D" w:rsidRDefault="002405C1" w:rsidP="008C06E6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D1394D">
              <w:rPr>
                <w:sz w:val="20"/>
                <w:szCs w:val="20"/>
              </w:rPr>
              <w:t xml:space="preserve">признаки биологических объектов: </w:t>
            </w:r>
            <w:r>
              <w:rPr>
                <w:sz w:val="20"/>
                <w:szCs w:val="20"/>
              </w:rPr>
              <w:t>иглокожих, их строение и многообразие</w:t>
            </w:r>
            <w:r w:rsidRPr="00D1394D">
              <w:rPr>
                <w:sz w:val="20"/>
                <w:szCs w:val="20"/>
              </w:rPr>
              <w:t>;</w:t>
            </w:r>
          </w:p>
          <w:p w:rsidR="002405C1" w:rsidRPr="00D1394D" w:rsidRDefault="002405C1" w:rsidP="008C06E6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D1394D">
              <w:rPr>
                <w:sz w:val="20"/>
                <w:szCs w:val="20"/>
              </w:rPr>
              <w:t xml:space="preserve">сущность биологических процессов: питание, дыхание, выделение, </w:t>
            </w:r>
            <w:r>
              <w:rPr>
                <w:sz w:val="20"/>
                <w:szCs w:val="20"/>
              </w:rPr>
              <w:t>размножение иглокожих.</w:t>
            </w:r>
          </w:p>
          <w:p w:rsidR="002405C1" w:rsidRPr="00830C62" w:rsidRDefault="002405C1" w:rsidP="008C06E6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8C06E6" w:rsidRDefault="002405C1" w:rsidP="008C06E6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Pr="008C06E6">
              <w:rPr>
                <w:sz w:val="20"/>
                <w:szCs w:val="20"/>
              </w:rPr>
              <w:t xml:space="preserve">находить в тексте учебника отличительные признаки </w:t>
            </w:r>
            <w:r>
              <w:rPr>
                <w:sz w:val="20"/>
                <w:szCs w:val="20"/>
              </w:rPr>
              <w:t>иглокожих</w:t>
            </w:r>
            <w:r w:rsidRPr="008C06E6">
              <w:rPr>
                <w:sz w:val="20"/>
                <w:szCs w:val="20"/>
              </w:rPr>
              <w:t>; в биологических словарях и справочниках значения биологических терминов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1.1.1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2.1.3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2.6</w:t>
            </w:r>
          </w:p>
          <w:p w:rsidR="002405C1" w:rsidRPr="00A1177F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2.8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Водно-сосудистая система.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Известковый скелет.</w:t>
            </w: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A14006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  <w:r>
              <w:rPr>
                <w:b/>
                <w:bCs/>
                <w:sz w:val="20"/>
                <w:szCs w:val="20"/>
                <w:lang w:val="en-US"/>
              </w:rPr>
              <w:t>.10.</w:t>
            </w:r>
            <w:r>
              <w:rPr>
                <w:b/>
                <w:bCs/>
                <w:sz w:val="20"/>
                <w:szCs w:val="20"/>
              </w:rPr>
              <w:t>15</w:t>
            </w:r>
          </w:p>
          <w:p w:rsidR="002405C1" w:rsidRPr="0077635C" w:rsidRDefault="002405C1" w:rsidP="00A1177F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 xml:space="preserve">Тип Членистоногие. </w:t>
            </w:r>
            <w:r w:rsidRPr="00A1177F">
              <w:rPr>
                <w:b/>
                <w:bCs/>
                <w:sz w:val="20"/>
                <w:szCs w:val="20"/>
              </w:rPr>
              <w:t>Лабораторная работа №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A1177F">
              <w:rPr>
                <w:sz w:val="20"/>
                <w:szCs w:val="20"/>
              </w:rPr>
              <w:t>«Знакомство с многообразием ракообразных».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:rsidR="002405C1" w:rsidRPr="00830C62" w:rsidRDefault="002405C1" w:rsidP="00AF20B7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437866" w:rsidRDefault="002405C1" w:rsidP="00AF20B7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37866">
              <w:rPr>
                <w:sz w:val="20"/>
                <w:szCs w:val="20"/>
              </w:rPr>
              <w:t xml:space="preserve">признаки биологических объектов: </w:t>
            </w:r>
            <w:r>
              <w:rPr>
                <w:sz w:val="20"/>
                <w:szCs w:val="20"/>
              </w:rPr>
              <w:t>ракообразных, паукообразных, насекомых, их особенности строения и многообразие</w:t>
            </w:r>
            <w:r w:rsidRPr="00437866">
              <w:rPr>
                <w:sz w:val="20"/>
                <w:szCs w:val="20"/>
              </w:rPr>
              <w:t>;</w:t>
            </w:r>
          </w:p>
          <w:p w:rsidR="002405C1" w:rsidRPr="00437866" w:rsidRDefault="002405C1" w:rsidP="00AF20B7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37866">
              <w:rPr>
                <w:sz w:val="20"/>
                <w:szCs w:val="20"/>
              </w:rPr>
              <w:t xml:space="preserve">сущность биологических процессов: </w:t>
            </w:r>
            <w:r>
              <w:rPr>
                <w:sz w:val="20"/>
                <w:szCs w:val="20"/>
              </w:rPr>
              <w:t>пищеварение, дыхание, выделение, передвижение членистоногих.</w:t>
            </w:r>
          </w:p>
          <w:p w:rsidR="002405C1" w:rsidRPr="00E53B89" w:rsidRDefault="002405C1" w:rsidP="00AF20B7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0C77A1" w:rsidRDefault="002405C1" w:rsidP="00AF20B7">
            <w:pPr>
              <w:jc w:val="both"/>
              <w:rPr>
                <w:sz w:val="20"/>
                <w:szCs w:val="20"/>
              </w:rPr>
            </w:pPr>
            <w:r w:rsidRPr="00E53B89">
              <w:rPr>
                <w:sz w:val="20"/>
                <w:szCs w:val="20"/>
              </w:rPr>
              <w:t xml:space="preserve">-проводить простые биологические исследования: рассматривать и описывать </w:t>
            </w:r>
            <w:r>
              <w:rPr>
                <w:sz w:val="20"/>
                <w:szCs w:val="20"/>
              </w:rPr>
              <w:t>ракообразных</w:t>
            </w:r>
            <w:r w:rsidRPr="00E53B89">
              <w:rPr>
                <w:sz w:val="20"/>
                <w:szCs w:val="20"/>
              </w:rPr>
              <w:t>;</w:t>
            </w:r>
          </w:p>
          <w:p w:rsidR="002405C1" w:rsidRPr="00A1177F" w:rsidRDefault="002405C1" w:rsidP="00CD3A87">
            <w:pPr>
              <w:jc w:val="both"/>
              <w:rPr>
                <w:sz w:val="20"/>
                <w:szCs w:val="20"/>
              </w:rPr>
            </w:pPr>
            <w:r w:rsidRPr="00E53B89">
              <w:rPr>
                <w:sz w:val="20"/>
                <w:szCs w:val="20"/>
              </w:rPr>
              <w:t>-сравнивать биологические объекты (</w:t>
            </w:r>
            <w:r>
              <w:rPr>
                <w:sz w:val="20"/>
                <w:szCs w:val="20"/>
              </w:rPr>
              <w:t>ракообразных</w:t>
            </w:r>
            <w:r w:rsidRPr="00E53B89">
              <w:rPr>
                <w:sz w:val="20"/>
                <w:szCs w:val="20"/>
              </w:rPr>
              <w:t xml:space="preserve">) и делать выводы на основе сравнения; определять принадлежность </w:t>
            </w:r>
            <w:r>
              <w:rPr>
                <w:sz w:val="20"/>
                <w:szCs w:val="20"/>
              </w:rPr>
              <w:t>ракообразных</w:t>
            </w:r>
            <w:r w:rsidRPr="00E53B89">
              <w:rPr>
                <w:sz w:val="20"/>
                <w:szCs w:val="20"/>
              </w:rPr>
              <w:t xml:space="preserve"> к определенной систематической</w:t>
            </w:r>
            <w:r w:rsidRPr="00830C62">
              <w:rPr>
                <w:sz w:val="20"/>
                <w:szCs w:val="20"/>
              </w:rPr>
              <w:t xml:space="preserve"> группе (классификация)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1.1.1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2.5</w:t>
            </w:r>
          </w:p>
          <w:p w:rsidR="002405C1" w:rsidRPr="00A1177F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2.6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Хитин. Сложные глаза. Мозаичное зрение. Развитие без превращения.</w:t>
            </w:r>
          </w:p>
          <w:p w:rsidR="002405C1" w:rsidRPr="00A1177F" w:rsidRDefault="002405C1" w:rsidP="00A1177F">
            <w:pPr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 xml:space="preserve">Паутинные бородавки. Паутина – ловчая сеть. 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 xml:space="preserve">Лёгочные мешки и трахеи. 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 xml:space="preserve">Партеногенез.  </w:t>
            </w: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A14006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</w:t>
            </w:r>
            <w:r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  <w:lang w:val="en-US"/>
              </w:rPr>
              <w:t>.10.</w:t>
            </w:r>
            <w:r>
              <w:rPr>
                <w:b/>
                <w:bCs/>
                <w:sz w:val="20"/>
                <w:szCs w:val="20"/>
              </w:rPr>
              <w:t>15</w:t>
            </w:r>
          </w:p>
          <w:p w:rsidR="002405C1" w:rsidRPr="0077635C" w:rsidRDefault="002405C1" w:rsidP="00A1177F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Класс Насекомые.</w:t>
            </w:r>
            <w:r w:rsidRPr="00A1177F">
              <w:rPr>
                <w:b/>
                <w:bCs/>
                <w:sz w:val="20"/>
                <w:szCs w:val="20"/>
              </w:rPr>
              <w:t xml:space="preserve"> Лабораторная работа №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A1177F">
              <w:rPr>
                <w:sz w:val="20"/>
                <w:szCs w:val="20"/>
              </w:rPr>
              <w:t>«Изучение представителей отрядов насекомых».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:rsidR="002405C1" w:rsidRPr="00830C62" w:rsidRDefault="002405C1" w:rsidP="001B0520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437866" w:rsidRDefault="002405C1" w:rsidP="001B052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37866">
              <w:rPr>
                <w:sz w:val="20"/>
                <w:szCs w:val="20"/>
              </w:rPr>
              <w:t xml:space="preserve">признаки биологических объектов: </w:t>
            </w:r>
            <w:r>
              <w:rPr>
                <w:sz w:val="20"/>
                <w:szCs w:val="20"/>
              </w:rPr>
              <w:t>насекомых, их особенности строения и многообразие</w:t>
            </w:r>
            <w:r w:rsidRPr="00437866">
              <w:rPr>
                <w:sz w:val="20"/>
                <w:szCs w:val="20"/>
              </w:rPr>
              <w:t>;</w:t>
            </w:r>
          </w:p>
          <w:p w:rsidR="002405C1" w:rsidRPr="00437866" w:rsidRDefault="002405C1" w:rsidP="001B052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37866">
              <w:rPr>
                <w:sz w:val="20"/>
                <w:szCs w:val="20"/>
              </w:rPr>
              <w:t xml:space="preserve">сущность биологических процессов: </w:t>
            </w:r>
            <w:r>
              <w:rPr>
                <w:sz w:val="20"/>
                <w:szCs w:val="20"/>
              </w:rPr>
              <w:t>дыхание, передвижение насекомых.</w:t>
            </w:r>
          </w:p>
          <w:p w:rsidR="002405C1" w:rsidRPr="00E53B89" w:rsidRDefault="002405C1" w:rsidP="001B0520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0C77A1" w:rsidRDefault="002405C1" w:rsidP="001B0520">
            <w:pPr>
              <w:jc w:val="both"/>
              <w:rPr>
                <w:sz w:val="20"/>
                <w:szCs w:val="20"/>
              </w:rPr>
            </w:pPr>
            <w:r w:rsidRPr="00E53B89">
              <w:rPr>
                <w:sz w:val="20"/>
                <w:szCs w:val="20"/>
              </w:rPr>
              <w:t xml:space="preserve">-проводить простые биологические исследования: рассматривать и описывать </w:t>
            </w:r>
            <w:r>
              <w:rPr>
                <w:sz w:val="20"/>
                <w:szCs w:val="20"/>
              </w:rPr>
              <w:t>представителей отрядов насекомых</w:t>
            </w:r>
            <w:r w:rsidRPr="00E53B89">
              <w:rPr>
                <w:sz w:val="20"/>
                <w:szCs w:val="20"/>
              </w:rPr>
              <w:t>;</w:t>
            </w:r>
          </w:p>
          <w:p w:rsidR="002405C1" w:rsidRPr="00A1177F" w:rsidRDefault="002405C1" w:rsidP="00572A82">
            <w:pPr>
              <w:jc w:val="both"/>
              <w:rPr>
                <w:sz w:val="20"/>
                <w:szCs w:val="20"/>
              </w:rPr>
            </w:pPr>
            <w:r w:rsidRPr="00E53B89">
              <w:rPr>
                <w:sz w:val="20"/>
                <w:szCs w:val="20"/>
              </w:rPr>
              <w:t>-сравнивать биологические объекты (</w:t>
            </w:r>
            <w:r>
              <w:rPr>
                <w:sz w:val="20"/>
                <w:szCs w:val="20"/>
              </w:rPr>
              <w:t>насекомых</w:t>
            </w:r>
            <w:r w:rsidRPr="00E53B89">
              <w:rPr>
                <w:sz w:val="20"/>
                <w:szCs w:val="20"/>
              </w:rPr>
              <w:t xml:space="preserve">) и делать выводы на основе сравнения; определять принадлежность </w:t>
            </w:r>
            <w:r>
              <w:rPr>
                <w:sz w:val="20"/>
                <w:szCs w:val="20"/>
              </w:rPr>
              <w:t>насекомых</w:t>
            </w:r>
            <w:r w:rsidRPr="00E53B89">
              <w:rPr>
                <w:sz w:val="20"/>
                <w:szCs w:val="20"/>
              </w:rPr>
              <w:t xml:space="preserve"> к определенной систематической</w:t>
            </w:r>
            <w:r w:rsidRPr="00830C62">
              <w:rPr>
                <w:sz w:val="20"/>
                <w:szCs w:val="20"/>
              </w:rPr>
              <w:t xml:space="preserve"> группе (классификация)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1.1.1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2.5</w:t>
            </w:r>
          </w:p>
          <w:p w:rsidR="002405C1" w:rsidRPr="00A1177F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2.6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Насекомые.</w:t>
            </w: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A14006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02.11.15</w:t>
            </w:r>
          </w:p>
          <w:p w:rsidR="002405C1" w:rsidRPr="00A14006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Отряды насекомых: Таракановые, Прямокрылые, Уховёртки, Подёнки.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:rsidR="002405C1" w:rsidRPr="00830C62" w:rsidRDefault="002405C1" w:rsidP="00572A82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437866" w:rsidRDefault="002405C1" w:rsidP="00572A82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37866">
              <w:rPr>
                <w:sz w:val="20"/>
                <w:szCs w:val="20"/>
              </w:rPr>
              <w:t xml:space="preserve">признаки биологических объектов: </w:t>
            </w:r>
            <w:r>
              <w:rPr>
                <w:sz w:val="20"/>
                <w:szCs w:val="20"/>
              </w:rPr>
              <w:t>отряды насекомых (</w:t>
            </w:r>
            <w:r w:rsidRPr="00A1177F">
              <w:rPr>
                <w:sz w:val="20"/>
                <w:szCs w:val="20"/>
              </w:rPr>
              <w:t>Таракановые, Прямокрылые, Уховёртки, Подёнки</w:t>
            </w:r>
            <w:r>
              <w:rPr>
                <w:sz w:val="20"/>
                <w:szCs w:val="20"/>
              </w:rPr>
              <w:t>), их особенности строения и многообразие</w:t>
            </w:r>
            <w:r w:rsidRPr="00437866">
              <w:rPr>
                <w:sz w:val="20"/>
                <w:szCs w:val="20"/>
              </w:rPr>
              <w:t>;</w:t>
            </w:r>
          </w:p>
          <w:p w:rsidR="002405C1" w:rsidRPr="00437866" w:rsidRDefault="002405C1" w:rsidP="00572A82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37866">
              <w:rPr>
                <w:sz w:val="20"/>
                <w:szCs w:val="20"/>
              </w:rPr>
              <w:t xml:space="preserve">сущность биологических процессов: </w:t>
            </w:r>
            <w:r>
              <w:rPr>
                <w:sz w:val="20"/>
                <w:szCs w:val="20"/>
              </w:rPr>
              <w:t>пищеварение, передвижение, значение представителей отрядов насекомых.</w:t>
            </w:r>
          </w:p>
          <w:p w:rsidR="002405C1" w:rsidRPr="00E53B89" w:rsidRDefault="002405C1" w:rsidP="00572A82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0C77A1" w:rsidRDefault="002405C1" w:rsidP="00572A82">
            <w:pPr>
              <w:jc w:val="both"/>
              <w:rPr>
                <w:sz w:val="20"/>
                <w:szCs w:val="20"/>
              </w:rPr>
            </w:pPr>
            <w:r w:rsidRPr="00E53B89">
              <w:rPr>
                <w:sz w:val="20"/>
                <w:szCs w:val="20"/>
              </w:rPr>
              <w:t xml:space="preserve">-проводить простые биологические исследования: рассматривать и описывать </w:t>
            </w:r>
            <w:r>
              <w:rPr>
                <w:sz w:val="20"/>
                <w:szCs w:val="20"/>
              </w:rPr>
              <w:t>отряды насекомых</w:t>
            </w:r>
            <w:r w:rsidRPr="00E53B89">
              <w:rPr>
                <w:sz w:val="20"/>
                <w:szCs w:val="20"/>
              </w:rPr>
              <w:t>;</w:t>
            </w:r>
          </w:p>
          <w:p w:rsidR="002405C1" w:rsidRPr="00A1177F" w:rsidRDefault="002405C1" w:rsidP="00DA6592">
            <w:pPr>
              <w:jc w:val="both"/>
              <w:rPr>
                <w:sz w:val="20"/>
                <w:szCs w:val="20"/>
              </w:rPr>
            </w:pPr>
            <w:r w:rsidRPr="00E53B89">
              <w:rPr>
                <w:sz w:val="20"/>
                <w:szCs w:val="20"/>
              </w:rPr>
              <w:t>-сравнивать биологические объекты (</w:t>
            </w:r>
            <w:r>
              <w:rPr>
                <w:sz w:val="20"/>
                <w:szCs w:val="20"/>
              </w:rPr>
              <w:t>отряды насекомых</w:t>
            </w:r>
            <w:r w:rsidRPr="00E53B89">
              <w:rPr>
                <w:sz w:val="20"/>
                <w:szCs w:val="20"/>
              </w:rPr>
              <w:t xml:space="preserve">) и делать выводы на основе сравнения; определять принадлежность </w:t>
            </w:r>
            <w:r>
              <w:rPr>
                <w:sz w:val="20"/>
                <w:szCs w:val="20"/>
              </w:rPr>
              <w:t>насекомых</w:t>
            </w:r>
            <w:r w:rsidRPr="00E53B89">
              <w:rPr>
                <w:sz w:val="20"/>
                <w:szCs w:val="20"/>
              </w:rPr>
              <w:t xml:space="preserve"> к определенной систематической</w:t>
            </w:r>
            <w:r w:rsidRPr="00830C62">
              <w:rPr>
                <w:sz w:val="20"/>
                <w:szCs w:val="20"/>
              </w:rPr>
              <w:t xml:space="preserve"> группе (классификация)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1.1.1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2.1.3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2.5</w:t>
            </w:r>
          </w:p>
          <w:p w:rsidR="002405C1" w:rsidRPr="00A1177F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2.6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Таракановые. Прямокрылые. Уховёртки. Подёнки.</w:t>
            </w: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A14006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  <w:r>
              <w:rPr>
                <w:b/>
                <w:bCs/>
                <w:sz w:val="20"/>
                <w:szCs w:val="20"/>
                <w:lang w:val="en-US"/>
              </w:rPr>
              <w:t>.1</w:t>
            </w:r>
            <w:r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  <w:lang w:val="en-US"/>
              </w:rPr>
              <w:t>.</w:t>
            </w:r>
            <w:r>
              <w:rPr>
                <w:b/>
                <w:bCs/>
                <w:sz w:val="20"/>
                <w:szCs w:val="20"/>
              </w:rPr>
              <w:t>15</w:t>
            </w:r>
          </w:p>
          <w:p w:rsidR="002405C1" w:rsidRPr="0077635C" w:rsidRDefault="002405C1" w:rsidP="00A1177F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Отряды насекомых: Стрекозы, Вши, Жуки, Клопы.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:rsidR="002405C1" w:rsidRPr="00830C62" w:rsidRDefault="002405C1" w:rsidP="00A423AB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437866" w:rsidRDefault="002405C1" w:rsidP="00A423A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37866">
              <w:rPr>
                <w:sz w:val="20"/>
                <w:szCs w:val="20"/>
              </w:rPr>
              <w:t xml:space="preserve">признаки биологических объектов: </w:t>
            </w:r>
            <w:r>
              <w:rPr>
                <w:sz w:val="20"/>
                <w:szCs w:val="20"/>
              </w:rPr>
              <w:t>отряды насекомых (Стрекозы, Вши, Жуки, Клопы), их особенности строения и многообразие, значение в природе и жизни человека</w:t>
            </w:r>
            <w:r w:rsidRPr="00437866">
              <w:rPr>
                <w:sz w:val="20"/>
                <w:szCs w:val="20"/>
              </w:rPr>
              <w:t>;</w:t>
            </w:r>
          </w:p>
          <w:p w:rsidR="002405C1" w:rsidRPr="00437866" w:rsidRDefault="002405C1" w:rsidP="00A423AB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37866">
              <w:rPr>
                <w:sz w:val="20"/>
                <w:szCs w:val="20"/>
              </w:rPr>
              <w:t xml:space="preserve">сущность биологических процессов: </w:t>
            </w:r>
            <w:r>
              <w:rPr>
                <w:sz w:val="20"/>
                <w:szCs w:val="20"/>
              </w:rPr>
              <w:t>пищеварение, передвижение, значение представителей отрядов насекомых.</w:t>
            </w:r>
          </w:p>
          <w:p w:rsidR="002405C1" w:rsidRPr="00E53B89" w:rsidRDefault="002405C1" w:rsidP="00A423AB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0C77A1" w:rsidRDefault="002405C1" w:rsidP="00A423AB">
            <w:pPr>
              <w:jc w:val="both"/>
              <w:rPr>
                <w:sz w:val="20"/>
                <w:szCs w:val="20"/>
              </w:rPr>
            </w:pPr>
            <w:r w:rsidRPr="00E53B89">
              <w:rPr>
                <w:sz w:val="20"/>
                <w:szCs w:val="20"/>
              </w:rPr>
              <w:t xml:space="preserve">-проводить простые биологические исследования: рассматривать и описывать </w:t>
            </w:r>
            <w:r>
              <w:rPr>
                <w:sz w:val="20"/>
                <w:szCs w:val="20"/>
              </w:rPr>
              <w:t>отряды насекомых</w:t>
            </w:r>
            <w:r w:rsidRPr="00E53B89">
              <w:rPr>
                <w:sz w:val="20"/>
                <w:szCs w:val="20"/>
              </w:rPr>
              <w:t>;</w:t>
            </w:r>
          </w:p>
          <w:p w:rsidR="002405C1" w:rsidRPr="00A1177F" w:rsidRDefault="002405C1" w:rsidP="00A423AB">
            <w:pPr>
              <w:jc w:val="both"/>
              <w:rPr>
                <w:sz w:val="20"/>
                <w:szCs w:val="20"/>
              </w:rPr>
            </w:pPr>
            <w:r w:rsidRPr="00E53B89">
              <w:rPr>
                <w:sz w:val="20"/>
                <w:szCs w:val="20"/>
              </w:rPr>
              <w:t>-сравнивать биологические объекты (</w:t>
            </w:r>
            <w:r>
              <w:rPr>
                <w:sz w:val="20"/>
                <w:szCs w:val="20"/>
              </w:rPr>
              <w:t>отряды насекомых</w:t>
            </w:r>
            <w:r w:rsidRPr="00E53B89">
              <w:rPr>
                <w:sz w:val="20"/>
                <w:szCs w:val="20"/>
              </w:rPr>
              <w:t xml:space="preserve">) и делать выводы на основе сравнения; определять принадлежность </w:t>
            </w:r>
            <w:r>
              <w:rPr>
                <w:sz w:val="20"/>
                <w:szCs w:val="20"/>
              </w:rPr>
              <w:t>насекомых</w:t>
            </w:r>
            <w:r w:rsidRPr="00E53B89">
              <w:rPr>
                <w:sz w:val="20"/>
                <w:szCs w:val="20"/>
              </w:rPr>
              <w:t xml:space="preserve"> к определенной систематической</w:t>
            </w:r>
            <w:r w:rsidRPr="00830C62">
              <w:rPr>
                <w:sz w:val="20"/>
                <w:szCs w:val="20"/>
              </w:rPr>
              <w:t xml:space="preserve"> группе (классификация)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1.1.1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2.1.3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2.5</w:t>
            </w:r>
          </w:p>
          <w:p w:rsidR="002405C1" w:rsidRPr="00A1177F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2.6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Стрекозы. Вши. Жуки. Клопы.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 xml:space="preserve">Развитие с превращением: яйцо </w:t>
            </w:r>
            <w:r w:rsidRPr="00A1177F">
              <w:rPr>
                <w:sz w:val="20"/>
                <w:szCs w:val="20"/>
              </w:rPr>
              <w:sym w:font="Symbol" w:char="F0AE"/>
            </w:r>
            <w:r w:rsidRPr="00A1177F">
              <w:rPr>
                <w:sz w:val="20"/>
                <w:szCs w:val="20"/>
              </w:rPr>
              <w:t xml:space="preserve"> личинка </w:t>
            </w:r>
            <w:r w:rsidRPr="00A1177F">
              <w:rPr>
                <w:sz w:val="20"/>
                <w:szCs w:val="20"/>
              </w:rPr>
              <w:sym w:font="Symbol" w:char="F0AE"/>
            </w:r>
            <w:r w:rsidRPr="00A1177F">
              <w:rPr>
                <w:sz w:val="20"/>
                <w:szCs w:val="20"/>
              </w:rPr>
              <w:t xml:space="preserve"> куколка </w:t>
            </w:r>
            <w:r w:rsidRPr="00A1177F">
              <w:rPr>
                <w:sz w:val="20"/>
                <w:szCs w:val="20"/>
              </w:rPr>
              <w:sym w:font="Symbol" w:char="F0AE"/>
            </w:r>
            <w:r w:rsidRPr="00A1177F">
              <w:rPr>
                <w:sz w:val="20"/>
                <w:szCs w:val="20"/>
              </w:rPr>
              <w:t xml:space="preserve"> взрослое насекомое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A14006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11</w:t>
            </w:r>
            <w:r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  <w:lang w:val="en-US"/>
              </w:rPr>
              <w:t>11.</w:t>
            </w:r>
            <w:r>
              <w:rPr>
                <w:b/>
                <w:bCs/>
                <w:sz w:val="20"/>
                <w:szCs w:val="20"/>
              </w:rPr>
              <w:t>15</w:t>
            </w:r>
          </w:p>
          <w:p w:rsidR="002405C1" w:rsidRPr="0077635C" w:rsidRDefault="002405C1" w:rsidP="00A1177F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Отряды насекомых: Чешуекрылые, Равнокрылые, Двукрылые, Блохи.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:rsidR="002405C1" w:rsidRPr="00830C62" w:rsidRDefault="002405C1" w:rsidP="00A423AB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437866" w:rsidRDefault="002405C1" w:rsidP="00A423A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37866">
              <w:rPr>
                <w:sz w:val="20"/>
                <w:szCs w:val="20"/>
              </w:rPr>
              <w:t xml:space="preserve">признаки биологических объектов: </w:t>
            </w:r>
            <w:r>
              <w:rPr>
                <w:sz w:val="20"/>
                <w:szCs w:val="20"/>
              </w:rPr>
              <w:t>отряды насекомых (</w:t>
            </w:r>
            <w:r w:rsidRPr="00A1177F">
              <w:rPr>
                <w:sz w:val="20"/>
                <w:szCs w:val="20"/>
              </w:rPr>
              <w:t>Чешуекрылые,</w:t>
            </w:r>
            <w:r>
              <w:rPr>
                <w:sz w:val="20"/>
                <w:szCs w:val="20"/>
              </w:rPr>
              <w:t xml:space="preserve"> Равнокрылые, Двукрылые, Блохи), их особенности строения и многообразие, значение в природе и жизни человека</w:t>
            </w:r>
            <w:r w:rsidRPr="00437866">
              <w:rPr>
                <w:sz w:val="20"/>
                <w:szCs w:val="20"/>
              </w:rPr>
              <w:t>;</w:t>
            </w:r>
          </w:p>
          <w:p w:rsidR="002405C1" w:rsidRPr="00437866" w:rsidRDefault="002405C1" w:rsidP="00A423AB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37866">
              <w:rPr>
                <w:sz w:val="20"/>
                <w:szCs w:val="20"/>
              </w:rPr>
              <w:t xml:space="preserve">сущность биологических процессов: </w:t>
            </w:r>
            <w:r>
              <w:rPr>
                <w:sz w:val="20"/>
                <w:szCs w:val="20"/>
              </w:rPr>
              <w:t>пищеварение, передвижение, значение представителей отрядов насекомых.</w:t>
            </w:r>
          </w:p>
          <w:p w:rsidR="002405C1" w:rsidRPr="00E53B89" w:rsidRDefault="002405C1" w:rsidP="00A423AB">
            <w:pPr>
              <w:tabs>
                <w:tab w:val="left" w:pos="2100"/>
              </w:tabs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0C77A1" w:rsidRDefault="002405C1" w:rsidP="00A423AB">
            <w:pPr>
              <w:jc w:val="both"/>
              <w:rPr>
                <w:sz w:val="20"/>
                <w:szCs w:val="20"/>
              </w:rPr>
            </w:pPr>
            <w:r w:rsidRPr="00E53B89">
              <w:rPr>
                <w:sz w:val="20"/>
                <w:szCs w:val="20"/>
              </w:rPr>
              <w:t xml:space="preserve">-проводить простые биологические исследования: рассматривать и описывать </w:t>
            </w:r>
            <w:r>
              <w:rPr>
                <w:sz w:val="20"/>
                <w:szCs w:val="20"/>
              </w:rPr>
              <w:t>отряды насекомых</w:t>
            </w:r>
            <w:r w:rsidRPr="00E53B89">
              <w:rPr>
                <w:sz w:val="20"/>
                <w:szCs w:val="20"/>
              </w:rPr>
              <w:t>;</w:t>
            </w:r>
          </w:p>
          <w:p w:rsidR="002405C1" w:rsidRPr="00A1177F" w:rsidRDefault="002405C1" w:rsidP="00A423AB">
            <w:pPr>
              <w:jc w:val="both"/>
              <w:rPr>
                <w:sz w:val="20"/>
                <w:szCs w:val="20"/>
              </w:rPr>
            </w:pPr>
            <w:r w:rsidRPr="00E53B89">
              <w:rPr>
                <w:sz w:val="20"/>
                <w:szCs w:val="20"/>
              </w:rPr>
              <w:t>-сравнивать биологические объекты (</w:t>
            </w:r>
            <w:r>
              <w:rPr>
                <w:sz w:val="20"/>
                <w:szCs w:val="20"/>
              </w:rPr>
              <w:t>отряды насекомых</w:t>
            </w:r>
            <w:r w:rsidRPr="00E53B89">
              <w:rPr>
                <w:sz w:val="20"/>
                <w:szCs w:val="20"/>
              </w:rPr>
              <w:t xml:space="preserve">) и делать выводы на основе сравнения; определять принадлежность </w:t>
            </w:r>
            <w:r>
              <w:rPr>
                <w:sz w:val="20"/>
                <w:szCs w:val="20"/>
              </w:rPr>
              <w:t>насекомых</w:t>
            </w:r>
            <w:r w:rsidRPr="00E53B89">
              <w:rPr>
                <w:sz w:val="20"/>
                <w:szCs w:val="20"/>
              </w:rPr>
              <w:t xml:space="preserve"> к определенной систематической</w:t>
            </w:r>
            <w:r w:rsidRPr="00830C62">
              <w:rPr>
                <w:sz w:val="20"/>
                <w:szCs w:val="20"/>
              </w:rPr>
              <w:t xml:space="preserve"> группе (классификация)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1.1.1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2.1.3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2.5</w:t>
            </w:r>
          </w:p>
          <w:p w:rsidR="002405C1" w:rsidRPr="00A1177F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2.6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Чешуекрылые, или Бабочки. Гусеница. Равнокрылые. Двукрылые. Блохи.</w:t>
            </w: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A14006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  <w:r>
              <w:rPr>
                <w:b/>
                <w:bCs/>
                <w:sz w:val="20"/>
                <w:szCs w:val="20"/>
              </w:rPr>
              <w:t>6</w:t>
            </w:r>
            <w:r>
              <w:rPr>
                <w:b/>
                <w:bCs/>
                <w:sz w:val="20"/>
                <w:szCs w:val="20"/>
                <w:lang w:val="en-US"/>
              </w:rPr>
              <w:t>.11.</w:t>
            </w:r>
            <w:r>
              <w:rPr>
                <w:b/>
                <w:bCs/>
                <w:sz w:val="20"/>
                <w:szCs w:val="20"/>
              </w:rPr>
              <w:t>15</w:t>
            </w:r>
          </w:p>
          <w:p w:rsidR="002405C1" w:rsidRPr="0077635C" w:rsidRDefault="002405C1" w:rsidP="00A1177F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Отряд насекомых: Перепончатокрылые.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:rsidR="002405C1" w:rsidRPr="00830C62" w:rsidRDefault="002405C1" w:rsidP="00A423AB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437866" w:rsidRDefault="002405C1" w:rsidP="00A423A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37866">
              <w:rPr>
                <w:sz w:val="20"/>
                <w:szCs w:val="20"/>
              </w:rPr>
              <w:t xml:space="preserve">признаки биологических объектов: </w:t>
            </w:r>
            <w:r>
              <w:rPr>
                <w:sz w:val="20"/>
                <w:szCs w:val="20"/>
              </w:rPr>
              <w:t>отряды насекомых (</w:t>
            </w:r>
            <w:r w:rsidRPr="00A1177F">
              <w:rPr>
                <w:sz w:val="20"/>
                <w:szCs w:val="20"/>
              </w:rPr>
              <w:t>Перепончатокрылые</w:t>
            </w:r>
            <w:r>
              <w:rPr>
                <w:sz w:val="20"/>
                <w:szCs w:val="20"/>
              </w:rPr>
              <w:t>), их особенности строения и многообразие, значение в природе и жизни человека</w:t>
            </w:r>
            <w:r w:rsidRPr="00437866">
              <w:rPr>
                <w:sz w:val="20"/>
                <w:szCs w:val="20"/>
              </w:rPr>
              <w:t>;</w:t>
            </w:r>
          </w:p>
          <w:p w:rsidR="002405C1" w:rsidRPr="00437866" w:rsidRDefault="002405C1" w:rsidP="00A423AB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37866">
              <w:rPr>
                <w:sz w:val="20"/>
                <w:szCs w:val="20"/>
              </w:rPr>
              <w:t xml:space="preserve">сущность биологических процессов: </w:t>
            </w:r>
            <w:r>
              <w:rPr>
                <w:sz w:val="20"/>
                <w:szCs w:val="20"/>
              </w:rPr>
              <w:t>пищеварение, передвижение, значение представителей перепончатокрылых.</w:t>
            </w:r>
          </w:p>
          <w:p w:rsidR="002405C1" w:rsidRPr="00E53B89" w:rsidRDefault="002405C1" w:rsidP="00A423AB">
            <w:pPr>
              <w:tabs>
                <w:tab w:val="left" w:pos="2100"/>
              </w:tabs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0C77A1" w:rsidRDefault="002405C1" w:rsidP="00A423AB">
            <w:pPr>
              <w:jc w:val="both"/>
              <w:rPr>
                <w:sz w:val="20"/>
                <w:szCs w:val="20"/>
              </w:rPr>
            </w:pPr>
            <w:r w:rsidRPr="00E53B89">
              <w:rPr>
                <w:sz w:val="20"/>
                <w:szCs w:val="20"/>
              </w:rPr>
              <w:t xml:space="preserve">-проводить простые биологические исследования: рассматривать и описывать </w:t>
            </w:r>
            <w:r>
              <w:rPr>
                <w:sz w:val="20"/>
                <w:szCs w:val="20"/>
              </w:rPr>
              <w:t>пере6пончатокрылых</w:t>
            </w:r>
            <w:r w:rsidRPr="00E53B89">
              <w:rPr>
                <w:sz w:val="20"/>
                <w:szCs w:val="20"/>
              </w:rPr>
              <w:t>;</w:t>
            </w:r>
          </w:p>
          <w:p w:rsidR="002405C1" w:rsidRPr="00A1177F" w:rsidRDefault="002405C1" w:rsidP="00A423AB">
            <w:pPr>
              <w:jc w:val="both"/>
              <w:rPr>
                <w:sz w:val="20"/>
                <w:szCs w:val="20"/>
              </w:rPr>
            </w:pPr>
            <w:r w:rsidRPr="00E53B89">
              <w:rPr>
                <w:sz w:val="20"/>
                <w:szCs w:val="20"/>
              </w:rPr>
              <w:t xml:space="preserve">-определять принадлежность </w:t>
            </w:r>
            <w:r>
              <w:rPr>
                <w:sz w:val="20"/>
                <w:szCs w:val="20"/>
              </w:rPr>
              <w:t>насекомых</w:t>
            </w:r>
            <w:r w:rsidRPr="00E53B89">
              <w:rPr>
                <w:sz w:val="20"/>
                <w:szCs w:val="20"/>
              </w:rPr>
              <w:t xml:space="preserve"> к определенной систематической</w:t>
            </w:r>
            <w:r w:rsidRPr="00830C62">
              <w:rPr>
                <w:sz w:val="20"/>
                <w:szCs w:val="20"/>
              </w:rPr>
              <w:t xml:space="preserve"> группе (классификация)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1.1.1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2.1.3</w:t>
            </w:r>
          </w:p>
          <w:p w:rsidR="002405C1" w:rsidRPr="00A1177F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2.6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Перепончатокрылые. Наездники.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 xml:space="preserve">Пчёлы: матка, трутни, рабочие. 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 xml:space="preserve">Мёд. Прополис. 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Воск. Соты.</w:t>
            </w: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A14006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  <w:r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  <w:lang w:val="en-US"/>
              </w:rPr>
              <w:t>.11.</w:t>
            </w:r>
            <w:r>
              <w:rPr>
                <w:b/>
                <w:bCs/>
                <w:sz w:val="20"/>
                <w:szCs w:val="20"/>
              </w:rPr>
              <w:t>15</w:t>
            </w:r>
          </w:p>
          <w:p w:rsidR="002405C1" w:rsidRPr="0077635C" w:rsidRDefault="002405C1" w:rsidP="00A1177F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5F0E8F" w:rsidRDefault="002405C1" w:rsidP="005D3F84">
            <w:pPr>
              <w:rPr>
                <w:sz w:val="20"/>
                <w:szCs w:val="20"/>
              </w:rPr>
            </w:pPr>
            <w:r w:rsidRPr="005F0E8F">
              <w:rPr>
                <w:b/>
                <w:bCs/>
                <w:sz w:val="20"/>
                <w:szCs w:val="20"/>
              </w:rPr>
              <w:t>Практическая работа №1</w:t>
            </w:r>
            <w:r w:rsidRPr="005F0E8F">
              <w:rPr>
                <w:sz w:val="20"/>
                <w:szCs w:val="20"/>
              </w:rPr>
              <w:t xml:space="preserve"> «Определение принадлежности животных к определённой систематической группе».</w:t>
            </w:r>
          </w:p>
        </w:tc>
        <w:tc>
          <w:tcPr>
            <w:tcW w:w="7371" w:type="dxa"/>
          </w:tcPr>
          <w:p w:rsidR="002405C1" w:rsidRPr="00830C62" w:rsidRDefault="002405C1" w:rsidP="005F0E8F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Default="002405C1" w:rsidP="005F0E8F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5F0E8F">
              <w:rPr>
                <w:sz w:val="20"/>
                <w:szCs w:val="20"/>
              </w:rPr>
              <w:t xml:space="preserve">признаки биологических объектов: </w:t>
            </w:r>
            <w:r>
              <w:rPr>
                <w:sz w:val="20"/>
                <w:szCs w:val="20"/>
              </w:rPr>
              <w:t>животных.</w:t>
            </w:r>
          </w:p>
          <w:p w:rsidR="002405C1" w:rsidRPr="00830C62" w:rsidRDefault="002405C1" w:rsidP="005F0E8F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5F0E8F" w:rsidRDefault="002405C1" w:rsidP="005F0E8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830C62">
              <w:rPr>
                <w:sz w:val="20"/>
                <w:szCs w:val="20"/>
              </w:rPr>
              <w:t>сравнивать биологические объекты (представителей отдельных систематических групп) и делать выводы на основе сравнения; определять принадлежность биологических объектов к определенной систематической группе (классификация)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1.1.1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2.1.3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2.5</w:t>
            </w:r>
          </w:p>
          <w:p w:rsidR="002405C1" w:rsidRPr="00A1177F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2.6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A14006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23.11.</w:t>
            </w:r>
            <w:r>
              <w:rPr>
                <w:b/>
                <w:bCs/>
                <w:sz w:val="20"/>
                <w:szCs w:val="20"/>
              </w:rPr>
              <w:t>15</w:t>
            </w:r>
          </w:p>
          <w:p w:rsidR="002405C1" w:rsidRPr="0077635C" w:rsidRDefault="002405C1" w:rsidP="00A1177F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5C4C62" w:rsidRDefault="002405C1" w:rsidP="00A1177F">
            <w:pPr>
              <w:rPr>
                <w:sz w:val="20"/>
                <w:szCs w:val="20"/>
                <w:u w:val="single"/>
              </w:rPr>
            </w:pPr>
            <w:r w:rsidRPr="005C4C62">
              <w:rPr>
                <w:b/>
                <w:bCs/>
                <w:sz w:val="20"/>
                <w:szCs w:val="20"/>
              </w:rPr>
              <w:t>Контрольно-обобщающий урок</w:t>
            </w:r>
            <w:r w:rsidRPr="005C4C62">
              <w:rPr>
                <w:sz w:val="20"/>
                <w:szCs w:val="20"/>
              </w:rPr>
              <w:t xml:space="preserve"> по теме: «Беспозвоночные животные». </w:t>
            </w:r>
            <w:r w:rsidRPr="005C4C62">
              <w:rPr>
                <w:sz w:val="20"/>
                <w:szCs w:val="20"/>
                <w:u w:val="single"/>
              </w:rPr>
              <w:t>Вредители лесов и сельского хозяйства Тюменской области.</w:t>
            </w:r>
          </w:p>
        </w:tc>
        <w:tc>
          <w:tcPr>
            <w:tcW w:w="7371" w:type="dxa"/>
          </w:tcPr>
          <w:p w:rsidR="002405C1" w:rsidRPr="00830C62" w:rsidRDefault="002405C1" w:rsidP="005F0E8F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B8290B" w:rsidRDefault="002405C1" w:rsidP="00B8290B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B8290B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знаки биологических объектов: животных</w:t>
            </w:r>
            <w:r w:rsidRPr="00B8290B">
              <w:rPr>
                <w:sz w:val="20"/>
                <w:szCs w:val="20"/>
              </w:rPr>
              <w:t>;</w:t>
            </w:r>
          </w:p>
          <w:p w:rsidR="002405C1" w:rsidRPr="00D642B5" w:rsidRDefault="002405C1" w:rsidP="00D642B5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D642B5">
              <w:rPr>
                <w:sz w:val="20"/>
                <w:szCs w:val="20"/>
              </w:rPr>
              <w:t>сущность биологических процессов: питание, дыхание, выделение, рост, развитие, размножение животных;</w:t>
            </w:r>
          </w:p>
          <w:p w:rsidR="002405C1" w:rsidRPr="00830C62" w:rsidRDefault="002405C1" w:rsidP="005F0E8F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D642B5" w:rsidRDefault="002405C1" w:rsidP="000133C0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Pr="00D642B5">
              <w:rPr>
                <w:sz w:val="20"/>
                <w:szCs w:val="20"/>
              </w:rPr>
              <w:t xml:space="preserve">объяснять родство, общность происхождения и эволюцию животных (на примере сопоставления отдельных групп); роль различных организмов в жизни человека и собственной деятельности; </w:t>
            </w:r>
          </w:p>
          <w:p w:rsidR="002405C1" w:rsidRPr="00D642B5" w:rsidRDefault="002405C1" w:rsidP="00D642B5">
            <w:pPr>
              <w:jc w:val="both"/>
              <w:rPr>
                <w:b/>
                <w:bCs/>
                <w:sz w:val="20"/>
                <w:szCs w:val="20"/>
              </w:rPr>
            </w:pPr>
            <w:r w:rsidRPr="00D642B5">
              <w:rPr>
                <w:sz w:val="20"/>
                <w:szCs w:val="20"/>
              </w:rPr>
              <w:t>-использовать приобретенные знания и умения в практической деятельности и повседневной жизни для соблюдения мер профилактики заболеваний, вызываемых животными.</w:t>
            </w:r>
          </w:p>
        </w:tc>
        <w:tc>
          <w:tcPr>
            <w:tcW w:w="709" w:type="dxa"/>
          </w:tcPr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1.1.1</w:t>
            </w:r>
          </w:p>
          <w:p w:rsidR="002405C1" w:rsidRPr="00A1177F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2.6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widowControl w:val="0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A14006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</w:t>
            </w:r>
            <w:r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  <w:lang w:val="en-US"/>
              </w:rPr>
              <w:t>.11.</w:t>
            </w:r>
            <w:r>
              <w:rPr>
                <w:b/>
                <w:bCs/>
                <w:sz w:val="20"/>
                <w:szCs w:val="20"/>
              </w:rPr>
              <w:t>15</w:t>
            </w:r>
          </w:p>
          <w:p w:rsidR="002405C1" w:rsidRPr="0077635C" w:rsidRDefault="002405C1" w:rsidP="00A1177F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Тип Хордовые. Подтипы: Бесчерепные и Черепные, или Позвоночные.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:rsidR="002405C1" w:rsidRPr="00830C62" w:rsidRDefault="002405C1" w:rsidP="00D642B5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D642B5" w:rsidRDefault="002405C1" w:rsidP="00D642B5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D642B5">
              <w:rPr>
                <w:sz w:val="20"/>
                <w:szCs w:val="20"/>
              </w:rPr>
              <w:t xml:space="preserve">признаки биологических объектов: </w:t>
            </w:r>
            <w:r>
              <w:rPr>
                <w:sz w:val="20"/>
                <w:szCs w:val="20"/>
              </w:rPr>
              <w:t>хордовых животных (бесчерепных и черепных).</w:t>
            </w:r>
          </w:p>
          <w:p w:rsidR="002405C1" w:rsidRPr="00830C62" w:rsidRDefault="002405C1" w:rsidP="00D642B5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D642B5" w:rsidRDefault="002405C1" w:rsidP="00D642B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Pr="00F24949">
              <w:rPr>
                <w:sz w:val="20"/>
                <w:szCs w:val="20"/>
              </w:rPr>
              <w:t>находить в</w:t>
            </w:r>
            <w:r w:rsidRPr="00830C62">
              <w:rPr>
                <w:sz w:val="20"/>
                <w:szCs w:val="20"/>
              </w:rPr>
              <w:t xml:space="preserve"> тексте учебника отличительные признаки </w:t>
            </w:r>
            <w:r>
              <w:rPr>
                <w:sz w:val="20"/>
                <w:szCs w:val="20"/>
              </w:rPr>
              <w:t>хордовых животных, бесчерепных и черепных</w:t>
            </w:r>
            <w:r w:rsidRPr="00830C62">
              <w:rPr>
                <w:sz w:val="20"/>
                <w:szCs w:val="20"/>
              </w:rPr>
              <w:t>;</w:t>
            </w:r>
          </w:p>
          <w:p w:rsidR="002405C1" w:rsidRPr="00830C62" w:rsidRDefault="002405C1" w:rsidP="00F2494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830C62">
              <w:rPr>
                <w:sz w:val="20"/>
                <w:szCs w:val="20"/>
              </w:rPr>
              <w:t>в биологических словарях и справочниках значения биологи</w:t>
            </w:r>
            <w:r>
              <w:rPr>
                <w:sz w:val="20"/>
                <w:szCs w:val="20"/>
              </w:rPr>
              <w:t>ческих терминов.</w:t>
            </w:r>
          </w:p>
          <w:p w:rsidR="002405C1" w:rsidRPr="00A1177F" w:rsidRDefault="002405C1" w:rsidP="00973F9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973F9E">
              <w:rPr>
                <w:sz w:val="20"/>
                <w:szCs w:val="20"/>
              </w:rPr>
              <w:t xml:space="preserve">объяснять </w:t>
            </w:r>
            <w:r w:rsidRPr="00830C62">
              <w:rPr>
                <w:sz w:val="20"/>
                <w:szCs w:val="20"/>
              </w:rPr>
              <w:t xml:space="preserve">родство, общность происхождения и эволюцию животных (на примере </w:t>
            </w:r>
            <w:r>
              <w:rPr>
                <w:sz w:val="20"/>
                <w:szCs w:val="20"/>
              </w:rPr>
              <w:t>бесчерепных и черепных</w:t>
            </w:r>
            <w:r w:rsidRPr="00830C62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1.1.1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2.6</w:t>
            </w:r>
          </w:p>
          <w:p w:rsidR="002405C1" w:rsidRPr="00A1177F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2.8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Хорда. Череп. Позвоночник.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Позвонок.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Бесчерепные.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Черепные, или Позвоночные.</w:t>
            </w: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A14006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30 </w:t>
            </w:r>
            <w:r>
              <w:rPr>
                <w:b/>
                <w:bCs/>
                <w:sz w:val="20"/>
                <w:szCs w:val="20"/>
                <w:lang w:val="en-US"/>
              </w:rPr>
              <w:t>.1</w:t>
            </w:r>
            <w:r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  <w:lang w:val="en-US"/>
              </w:rPr>
              <w:t>.</w:t>
            </w:r>
            <w:r>
              <w:rPr>
                <w:b/>
                <w:bCs/>
                <w:sz w:val="20"/>
                <w:szCs w:val="20"/>
              </w:rPr>
              <w:t>15</w:t>
            </w:r>
          </w:p>
          <w:p w:rsidR="002405C1" w:rsidRPr="0077635C" w:rsidRDefault="002405C1" w:rsidP="00A1177F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Классы рыб</w:t>
            </w:r>
            <w:r>
              <w:rPr>
                <w:sz w:val="20"/>
                <w:szCs w:val="20"/>
              </w:rPr>
              <w:t xml:space="preserve">. </w:t>
            </w:r>
            <w:r>
              <w:rPr>
                <w:b/>
                <w:bCs/>
                <w:sz w:val="20"/>
                <w:szCs w:val="20"/>
              </w:rPr>
              <w:t>Лабораторная работа №5</w:t>
            </w:r>
            <w:r w:rsidRPr="00A1177F">
              <w:rPr>
                <w:sz w:val="20"/>
                <w:szCs w:val="20"/>
              </w:rPr>
              <w:t>«Наблюдение за внешним строением и передвижением рыб».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:rsidR="002405C1" w:rsidRPr="00830C62" w:rsidRDefault="002405C1" w:rsidP="0019539B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437866" w:rsidRDefault="002405C1" w:rsidP="0019539B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37866">
              <w:rPr>
                <w:sz w:val="20"/>
                <w:szCs w:val="20"/>
              </w:rPr>
              <w:t xml:space="preserve">признаки биологических объектов: </w:t>
            </w:r>
            <w:r>
              <w:rPr>
                <w:sz w:val="20"/>
                <w:szCs w:val="20"/>
              </w:rPr>
              <w:t>классов рыб, их особенности строения и многообразие</w:t>
            </w:r>
            <w:r w:rsidRPr="00437866">
              <w:rPr>
                <w:sz w:val="20"/>
                <w:szCs w:val="20"/>
              </w:rPr>
              <w:t>;</w:t>
            </w:r>
          </w:p>
          <w:p w:rsidR="002405C1" w:rsidRPr="00437866" w:rsidRDefault="002405C1" w:rsidP="0019539B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37866">
              <w:rPr>
                <w:sz w:val="20"/>
                <w:szCs w:val="20"/>
              </w:rPr>
              <w:t xml:space="preserve">сущность биологических процессов: </w:t>
            </w:r>
            <w:r>
              <w:rPr>
                <w:sz w:val="20"/>
                <w:szCs w:val="20"/>
              </w:rPr>
              <w:t>передвижение рыб.</w:t>
            </w:r>
          </w:p>
          <w:p w:rsidR="002405C1" w:rsidRPr="00E53B89" w:rsidRDefault="002405C1" w:rsidP="0019539B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A6762E" w:rsidRDefault="002405C1" w:rsidP="00A6762E">
            <w:pPr>
              <w:jc w:val="both"/>
              <w:rPr>
                <w:sz w:val="20"/>
                <w:szCs w:val="20"/>
              </w:rPr>
            </w:pPr>
            <w:r w:rsidRPr="00E53B89">
              <w:rPr>
                <w:sz w:val="20"/>
                <w:szCs w:val="20"/>
              </w:rPr>
              <w:t xml:space="preserve">-проводить простые биологические исследования: рассматривать и описывать </w:t>
            </w:r>
            <w:r>
              <w:rPr>
                <w:sz w:val="20"/>
                <w:szCs w:val="20"/>
              </w:rPr>
              <w:t>внешнее строение и особенности передвижения рыб и на основе исследования делать выводы.</w:t>
            </w:r>
          </w:p>
        </w:tc>
        <w:tc>
          <w:tcPr>
            <w:tcW w:w="709" w:type="dxa"/>
          </w:tcPr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1.1.1</w:t>
            </w:r>
          </w:p>
          <w:p w:rsidR="002405C1" w:rsidRPr="00A1177F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2.6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Хрящевые рыбы.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Костные рыбы.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Чешуя. Плавательный пузырь. Боковая линия.</w:t>
            </w: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A14006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0</w:t>
            </w:r>
            <w:r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  <w:lang w:val="en-US"/>
              </w:rPr>
              <w:t>.12.</w:t>
            </w:r>
            <w:r>
              <w:rPr>
                <w:b/>
                <w:bCs/>
                <w:sz w:val="20"/>
                <w:szCs w:val="20"/>
              </w:rPr>
              <w:t>15</w:t>
            </w:r>
          </w:p>
          <w:p w:rsidR="002405C1" w:rsidRPr="0077635C" w:rsidRDefault="002405C1" w:rsidP="00A1177F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Класс Хрящевые рыбы</w:t>
            </w:r>
            <w:r>
              <w:rPr>
                <w:sz w:val="20"/>
                <w:szCs w:val="20"/>
              </w:rPr>
              <w:t>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:rsidR="002405C1" w:rsidRPr="00830C62" w:rsidRDefault="002405C1" w:rsidP="006D4FD2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D1394D" w:rsidRDefault="002405C1" w:rsidP="006D4FD2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D1394D">
              <w:rPr>
                <w:sz w:val="20"/>
                <w:szCs w:val="20"/>
              </w:rPr>
              <w:t xml:space="preserve">признаки биологических объектов: </w:t>
            </w:r>
            <w:r>
              <w:rPr>
                <w:sz w:val="20"/>
                <w:szCs w:val="20"/>
              </w:rPr>
              <w:t>представителей класса Хрящевых рыб, их строение и многообразие</w:t>
            </w:r>
            <w:r w:rsidRPr="00D1394D">
              <w:rPr>
                <w:sz w:val="20"/>
                <w:szCs w:val="20"/>
              </w:rPr>
              <w:t>;</w:t>
            </w:r>
          </w:p>
          <w:p w:rsidR="002405C1" w:rsidRPr="00D1394D" w:rsidRDefault="002405C1" w:rsidP="006D4FD2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D1394D">
              <w:rPr>
                <w:sz w:val="20"/>
                <w:szCs w:val="20"/>
              </w:rPr>
              <w:t xml:space="preserve">сущность биологических процессов: питание, дыхание, выделение, </w:t>
            </w:r>
            <w:r>
              <w:rPr>
                <w:sz w:val="20"/>
                <w:szCs w:val="20"/>
              </w:rPr>
              <w:t>размножение и значение хрящевых рыб в природе и жизни человека.</w:t>
            </w:r>
          </w:p>
          <w:p w:rsidR="002405C1" w:rsidRPr="00830C62" w:rsidRDefault="002405C1" w:rsidP="006D4FD2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8C06E6" w:rsidRDefault="002405C1" w:rsidP="006D4FD2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Pr="008C06E6">
              <w:rPr>
                <w:sz w:val="20"/>
                <w:szCs w:val="20"/>
              </w:rPr>
              <w:t xml:space="preserve">находить в тексте учебника отличительные признаки </w:t>
            </w:r>
            <w:r>
              <w:rPr>
                <w:sz w:val="20"/>
                <w:szCs w:val="20"/>
              </w:rPr>
              <w:t>хрящевых рыб</w:t>
            </w:r>
            <w:r w:rsidRPr="008C06E6">
              <w:rPr>
                <w:sz w:val="20"/>
                <w:szCs w:val="20"/>
              </w:rPr>
              <w:t>; в биологических словарях и справочниках значения биологических терминов;</w:t>
            </w:r>
          </w:p>
          <w:p w:rsidR="002405C1" w:rsidRPr="008C06E6" w:rsidRDefault="002405C1" w:rsidP="006D4FD2">
            <w:pPr>
              <w:jc w:val="both"/>
              <w:rPr>
                <w:sz w:val="20"/>
                <w:szCs w:val="20"/>
              </w:rPr>
            </w:pPr>
            <w:r w:rsidRPr="008C06E6">
              <w:rPr>
                <w:sz w:val="20"/>
                <w:szCs w:val="20"/>
              </w:rPr>
              <w:t xml:space="preserve">-проводить простые биологические исследования ипо результатам исследования распознавать и описывать на таблицах </w:t>
            </w:r>
            <w:r>
              <w:rPr>
                <w:sz w:val="20"/>
                <w:szCs w:val="20"/>
              </w:rPr>
              <w:t>представителей хрящевых рыб;</w:t>
            </w:r>
          </w:p>
          <w:p w:rsidR="002405C1" w:rsidRPr="00A1177F" w:rsidRDefault="002405C1" w:rsidP="00CE570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8C06E6">
              <w:rPr>
                <w:sz w:val="20"/>
                <w:szCs w:val="20"/>
              </w:rPr>
              <w:t>сравнивать биологические объекты (</w:t>
            </w:r>
            <w:r>
              <w:rPr>
                <w:sz w:val="20"/>
                <w:szCs w:val="20"/>
              </w:rPr>
              <w:t>представителей хрящевых рыб</w:t>
            </w:r>
            <w:r w:rsidRPr="008C06E6">
              <w:rPr>
                <w:sz w:val="20"/>
                <w:szCs w:val="20"/>
              </w:rPr>
              <w:t>) и делать выводы на основе сравнения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1.1.1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2.1.3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2.5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2.6</w:t>
            </w:r>
          </w:p>
          <w:p w:rsidR="002405C1" w:rsidRPr="00A1177F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2.8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Хрящевые рыбы: акулы, скаты, химеры.</w:t>
            </w: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A14006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0</w:t>
            </w:r>
            <w:r>
              <w:rPr>
                <w:b/>
                <w:bCs/>
                <w:sz w:val="20"/>
                <w:szCs w:val="20"/>
              </w:rPr>
              <w:t>7</w:t>
            </w:r>
            <w:r>
              <w:rPr>
                <w:b/>
                <w:bCs/>
                <w:sz w:val="20"/>
                <w:szCs w:val="20"/>
                <w:lang w:val="en-US"/>
              </w:rPr>
              <w:t>.12.</w:t>
            </w:r>
            <w:r>
              <w:rPr>
                <w:b/>
                <w:bCs/>
                <w:sz w:val="20"/>
                <w:szCs w:val="20"/>
              </w:rPr>
              <w:t>15</w:t>
            </w:r>
          </w:p>
          <w:p w:rsidR="002405C1" w:rsidRPr="0077635C" w:rsidRDefault="002405C1" w:rsidP="00A1177F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6E32AE" w:rsidRDefault="002405C1" w:rsidP="00A1177F">
            <w:pPr>
              <w:rPr>
                <w:sz w:val="20"/>
                <w:szCs w:val="20"/>
              </w:rPr>
            </w:pPr>
            <w:r w:rsidRPr="006E32AE">
              <w:rPr>
                <w:sz w:val="20"/>
                <w:szCs w:val="20"/>
              </w:rPr>
              <w:t xml:space="preserve">Класс Костные рыбы. </w:t>
            </w:r>
          </w:p>
          <w:p w:rsidR="002405C1" w:rsidRPr="00A1177F" w:rsidRDefault="002405C1" w:rsidP="006E32AE">
            <w:pPr>
              <w:rPr>
                <w:sz w:val="20"/>
                <w:szCs w:val="20"/>
                <w:u w:val="single"/>
              </w:rPr>
            </w:pPr>
            <w:r w:rsidRPr="006E32AE">
              <w:rPr>
                <w:sz w:val="20"/>
                <w:szCs w:val="20"/>
                <w:u w:val="single"/>
              </w:rPr>
              <w:t>Разнообразие рыб Тюменской области.</w:t>
            </w:r>
          </w:p>
        </w:tc>
        <w:tc>
          <w:tcPr>
            <w:tcW w:w="7371" w:type="dxa"/>
          </w:tcPr>
          <w:p w:rsidR="002405C1" w:rsidRPr="00830C62" w:rsidRDefault="002405C1" w:rsidP="00CE5706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D1394D" w:rsidRDefault="002405C1" w:rsidP="00CE5706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D1394D">
              <w:rPr>
                <w:sz w:val="20"/>
                <w:szCs w:val="20"/>
              </w:rPr>
              <w:t xml:space="preserve">признаки биологических объектов: </w:t>
            </w:r>
            <w:r>
              <w:rPr>
                <w:sz w:val="20"/>
                <w:szCs w:val="20"/>
              </w:rPr>
              <w:t>представителей класса Костных рыб, их строение и многообразие</w:t>
            </w:r>
            <w:r w:rsidRPr="00D1394D">
              <w:rPr>
                <w:sz w:val="20"/>
                <w:szCs w:val="20"/>
              </w:rPr>
              <w:t>;</w:t>
            </w:r>
          </w:p>
          <w:p w:rsidR="002405C1" w:rsidRPr="00D1394D" w:rsidRDefault="002405C1" w:rsidP="00CE5706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D1394D">
              <w:rPr>
                <w:sz w:val="20"/>
                <w:szCs w:val="20"/>
              </w:rPr>
              <w:t xml:space="preserve">сущность биологических процессов: питание, дыхание, выделение, </w:t>
            </w:r>
            <w:r>
              <w:rPr>
                <w:sz w:val="20"/>
                <w:szCs w:val="20"/>
              </w:rPr>
              <w:t>размножение костных рыб, их значение в природе и жизни человека.</w:t>
            </w:r>
          </w:p>
          <w:p w:rsidR="002405C1" w:rsidRPr="00830C62" w:rsidRDefault="002405C1" w:rsidP="00CE5706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8C06E6" w:rsidRDefault="002405C1" w:rsidP="00CE5706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Pr="008C06E6">
              <w:rPr>
                <w:sz w:val="20"/>
                <w:szCs w:val="20"/>
              </w:rPr>
              <w:t xml:space="preserve">находить в тексте учебника отличительные признаки </w:t>
            </w:r>
            <w:r>
              <w:rPr>
                <w:sz w:val="20"/>
                <w:szCs w:val="20"/>
              </w:rPr>
              <w:t>костных рыб</w:t>
            </w:r>
            <w:r w:rsidRPr="008C06E6">
              <w:rPr>
                <w:sz w:val="20"/>
                <w:szCs w:val="20"/>
              </w:rPr>
              <w:t>; в биологических словарях и справочниках значения биологических терминов;</w:t>
            </w:r>
          </w:p>
          <w:p w:rsidR="002405C1" w:rsidRPr="008C06E6" w:rsidRDefault="002405C1" w:rsidP="00CE5706">
            <w:pPr>
              <w:jc w:val="both"/>
              <w:rPr>
                <w:sz w:val="20"/>
                <w:szCs w:val="20"/>
              </w:rPr>
            </w:pPr>
            <w:r w:rsidRPr="008C06E6">
              <w:rPr>
                <w:sz w:val="20"/>
                <w:szCs w:val="20"/>
              </w:rPr>
              <w:t xml:space="preserve">-проводить простые биологические исследования ипо результатам исследования распознавать и описывать на таблицах </w:t>
            </w:r>
            <w:r>
              <w:rPr>
                <w:sz w:val="20"/>
                <w:szCs w:val="20"/>
              </w:rPr>
              <w:t>костных рыб;</w:t>
            </w:r>
          </w:p>
          <w:p w:rsidR="002405C1" w:rsidRPr="00A1177F" w:rsidRDefault="002405C1" w:rsidP="00CE570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8C06E6">
              <w:rPr>
                <w:sz w:val="20"/>
                <w:szCs w:val="20"/>
              </w:rPr>
              <w:t>сравнивать биологические объекты (</w:t>
            </w:r>
            <w:r>
              <w:rPr>
                <w:sz w:val="20"/>
                <w:szCs w:val="20"/>
              </w:rPr>
              <w:t>представителей костных рыб</w:t>
            </w:r>
            <w:r w:rsidRPr="008C06E6">
              <w:rPr>
                <w:sz w:val="20"/>
                <w:szCs w:val="20"/>
              </w:rPr>
              <w:t>) и делать выводы на основе сравнения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1.1.1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2.1.3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2.5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2.6</w:t>
            </w:r>
          </w:p>
          <w:p w:rsidR="002405C1" w:rsidRPr="00A1177F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2.8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Костные рыбы: Осетрообразные Сельдеобразные ЛососеобразныеКарпообразныеОкунеобразные</w:t>
            </w: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A14006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0</w:t>
            </w:r>
            <w:r>
              <w:rPr>
                <w:b/>
                <w:bCs/>
                <w:sz w:val="20"/>
                <w:szCs w:val="20"/>
              </w:rPr>
              <w:t>9</w:t>
            </w:r>
            <w:r>
              <w:rPr>
                <w:b/>
                <w:bCs/>
                <w:sz w:val="20"/>
                <w:szCs w:val="20"/>
                <w:lang w:val="en-US"/>
              </w:rPr>
              <w:t>.12.</w:t>
            </w: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 xml:space="preserve">Класс Земноводные, или Амфибии. 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:rsidR="002405C1" w:rsidRPr="00830C62" w:rsidRDefault="002405C1" w:rsidP="00CE5706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D1394D" w:rsidRDefault="002405C1" w:rsidP="00CE5706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D1394D">
              <w:rPr>
                <w:sz w:val="20"/>
                <w:szCs w:val="20"/>
              </w:rPr>
              <w:t xml:space="preserve">признаки биологических объектов: </w:t>
            </w:r>
            <w:r>
              <w:rPr>
                <w:sz w:val="20"/>
                <w:szCs w:val="20"/>
              </w:rPr>
              <w:t>представители класса Земноводные, их строение, многообразие и приспособление к наземно-водному образу жизни</w:t>
            </w:r>
            <w:r w:rsidRPr="00D1394D">
              <w:rPr>
                <w:sz w:val="20"/>
                <w:szCs w:val="20"/>
              </w:rPr>
              <w:t>;</w:t>
            </w:r>
          </w:p>
          <w:p w:rsidR="002405C1" w:rsidRPr="00D1394D" w:rsidRDefault="002405C1" w:rsidP="00CE5706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D1394D">
              <w:rPr>
                <w:sz w:val="20"/>
                <w:szCs w:val="20"/>
              </w:rPr>
              <w:t xml:space="preserve">сущность биологических процессов: питание, дыхание, выделение, </w:t>
            </w:r>
            <w:r>
              <w:rPr>
                <w:sz w:val="20"/>
                <w:szCs w:val="20"/>
              </w:rPr>
              <w:t>размножение земноводных.</w:t>
            </w:r>
          </w:p>
          <w:p w:rsidR="002405C1" w:rsidRPr="00830C62" w:rsidRDefault="002405C1" w:rsidP="00CE5706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8C06E6" w:rsidRDefault="002405C1" w:rsidP="00CE5706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Pr="008C06E6">
              <w:rPr>
                <w:sz w:val="20"/>
                <w:szCs w:val="20"/>
              </w:rPr>
              <w:t xml:space="preserve">находить в тексте учебника отличительные признаки </w:t>
            </w:r>
            <w:r>
              <w:rPr>
                <w:sz w:val="20"/>
                <w:szCs w:val="20"/>
              </w:rPr>
              <w:t>земноводных</w:t>
            </w:r>
            <w:r w:rsidRPr="008C06E6">
              <w:rPr>
                <w:sz w:val="20"/>
                <w:szCs w:val="20"/>
              </w:rPr>
              <w:t>; в биологических словарях и справочниках значения биологических терминов;</w:t>
            </w:r>
          </w:p>
          <w:p w:rsidR="002405C1" w:rsidRPr="008C06E6" w:rsidRDefault="002405C1" w:rsidP="00CE5706">
            <w:pPr>
              <w:jc w:val="both"/>
              <w:rPr>
                <w:sz w:val="20"/>
                <w:szCs w:val="20"/>
              </w:rPr>
            </w:pPr>
            <w:r w:rsidRPr="008C06E6">
              <w:rPr>
                <w:sz w:val="20"/>
                <w:szCs w:val="20"/>
              </w:rPr>
              <w:t xml:space="preserve">-проводить простые биологические исследования ипо результатам исследования распознавать и описывать на таблицах </w:t>
            </w:r>
            <w:r>
              <w:rPr>
                <w:sz w:val="20"/>
                <w:szCs w:val="20"/>
              </w:rPr>
              <w:t>класса земноводных;</w:t>
            </w:r>
          </w:p>
          <w:p w:rsidR="002405C1" w:rsidRPr="00A1177F" w:rsidRDefault="002405C1" w:rsidP="00CE570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8C06E6">
              <w:rPr>
                <w:sz w:val="20"/>
                <w:szCs w:val="20"/>
              </w:rPr>
              <w:t>сравнивать биологические объекты (</w:t>
            </w:r>
            <w:r>
              <w:rPr>
                <w:sz w:val="20"/>
                <w:szCs w:val="20"/>
              </w:rPr>
              <w:t>представителей земноводных</w:t>
            </w:r>
            <w:r w:rsidRPr="008C06E6">
              <w:rPr>
                <w:sz w:val="20"/>
                <w:szCs w:val="20"/>
              </w:rPr>
              <w:t>) и делать выводы на основе сравнения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1.1.1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2.1.3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2.5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2.6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2.8</w:t>
            </w:r>
          </w:p>
          <w:p w:rsidR="002405C1" w:rsidRPr="00A1177F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Земноводные: Безногие, Хвостатые, Бесхвостые.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 xml:space="preserve">Головастик. 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A14006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14.12.</w:t>
            </w:r>
            <w:r>
              <w:rPr>
                <w:b/>
                <w:bCs/>
                <w:sz w:val="20"/>
                <w:szCs w:val="20"/>
              </w:rPr>
              <w:t>15</w:t>
            </w:r>
          </w:p>
          <w:p w:rsidR="002405C1" w:rsidRPr="0077635C" w:rsidRDefault="002405C1" w:rsidP="00A1177F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Класс Пресмыкающиеся. Отряд Чешуйчатые.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:rsidR="002405C1" w:rsidRPr="00830C62" w:rsidRDefault="002405C1" w:rsidP="00CE5706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D1394D" w:rsidRDefault="002405C1" w:rsidP="00CE5706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D1394D">
              <w:rPr>
                <w:sz w:val="20"/>
                <w:szCs w:val="20"/>
              </w:rPr>
              <w:t xml:space="preserve">признаки биологических объектов: </w:t>
            </w:r>
            <w:r>
              <w:rPr>
                <w:sz w:val="20"/>
                <w:szCs w:val="20"/>
              </w:rPr>
              <w:t>представители класса Пресмыкающиеся и отряда Чешуйчатые, их строение, многообразие и приспособление к наземному образу жизни</w:t>
            </w:r>
            <w:r w:rsidRPr="00D1394D">
              <w:rPr>
                <w:sz w:val="20"/>
                <w:szCs w:val="20"/>
              </w:rPr>
              <w:t>;</w:t>
            </w:r>
          </w:p>
          <w:p w:rsidR="002405C1" w:rsidRPr="00D1394D" w:rsidRDefault="002405C1" w:rsidP="00CE5706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D1394D">
              <w:rPr>
                <w:sz w:val="20"/>
                <w:szCs w:val="20"/>
              </w:rPr>
              <w:t xml:space="preserve">сущность биологических процессов: питание, дыхание, выделение, </w:t>
            </w:r>
            <w:r>
              <w:rPr>
                <w:sz w:val="20"/>
                <w:szCs w:val="20"/>
              </w:rPr>
              <w:t>размножение пресмыкающихся.</w:t>
            </w:r>
          </w:p>
          <w:p w:rsidR="002405C1" w:rsidRPr="00830C62" w:rsidRDefault="002405C1" w:rsidP="00CE5706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8C06E6" w:rsidRDefault="002405C1" w:rsidP="00CE5706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Pr="008C06E6">
              <w:rPr>
                <w:sz w:val="20"/>
                <w:szCs w:val="20"/>
              </w:rPr>
              <w:t xml:space="preserve">находить в тексте учебника отличительные признаки </w:t>
            </w:r>
            <w:r>
              <w:rPr>
                <w:sz w:val="20"/>
                <w:szCs w:val="20"/>
              </w:rPr>
              <w:t>пресмыкающихся</w:t>
            </w:r>
            <w:r w:rsidRPr="008C06E6">
              <w:rPr>
                <w:sz w:val="20"/>
                <w:szCs w:val="20"/>
              </w:rPr>
              <w:t xml:space="preserve">; </w:t>
            </w:r>
          </w:p>
          <w:p w:rsidR="002405C1" w:rsidRPr="00465A48" w:rsidRDefault="002405C1" w:rsidP="00CE5706">
            <w:pPr>
              <w:jc w:val="both"/>
              <w:rPr>
                <w:sz w:val="20"/>
                <w:szCs w:val="20"/>
              </w:rPr>
            </w:pPr>
            <w:r w:rsidRPr="008C06E6">
              <w:rPr>
                <w:sz w:val="20"/>
                <w:szCs w:val="20"/>
              </w:rPr>
              <w:t xml:space="preserve">-проводить простые биологические исследования ипо результатам исследования распознавать и описывать на таблицах </w:t>
            </w:r>
            <w:r>
              <w:rPr>
                <w:sz w:val="20"/>
                <w:szCs w:val="20"/>
              </w:rPr>
              <w:t xml:space="preserve">представителей </w:t>
            </w:r>
            <w:r w:rsidRPr="00465A48">
              <w:rPr>
                <w:sz w:val="20"/>
                <w:szCs w:val="20"/>
              </w:rPr>
              <w:t>класса пресмыкающихся;</w:t>
            </w:r>
          </w:p>
          <w:p w:rsidR="002405C1" w:rsidRPr="00465A48" w:rsidRDefault="002405C1" w:rsidP="00465A48">
            <w:pPr>
              <w:jc w:val="both"/>
              <w:rPr>
                <w:b/>
                <w:bCs/>
                <w:sz w:val="20"/>
                <w:szCs w:val="20"/>
              </w:rPr>
            </w:pPr>
            <w:r w:rsidRPr="00465A48">
              <w:rPr>
                <w:sz w:val="20"/>
                <w:szCs w:val="20"/>
              </w:rPr>
              <w:t>-использовать приобретенные знания и умения в практической деятельности и повседневной жизни для оказания первой помощи при укусах животных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1.1.1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2.1.3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2.6</w:t>
            </w:r>
          </w:p>
          <w:p w:rsidR="002405C1" w:rsidRPr="00A1177F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2.8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Пресмыкающиеся. Чешучатые.</w:t>
            </w: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A14006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  <w:r>
              <w:rPr>
                <w:b/>
                <w:bCs/>
                <w:sz w:val="20"/>
                <w:szCs w:val="20"/>
              </w:rPr>
              <w:t>6</w:t>
            </w:r>
            <w:r>
              <w:rPr>
                <w:b/>
                <w:bCs/>
                <w:sz w:val="20"/>
                <w:szCs w:val="20"/>
                <w:lang w:val="en-US"/>
              </w:rPr>
              <w:t>.12.</w:t>
            </w:r>
            <w:r>
              <w:rPr>
                <w:b/>
                <w:bCs/>
                <w:sz w:val="20"/>
                <w:szCs w:val="20"/>
              </w:rPr>
              <w:t>15</w:t>
            </w:r>
          </w:p>
          <w:p w:rsidR="002405C1" w:rsidRPr="0077635C" w:rsidRDefault="002405C1" w:rsidP="00A1177F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566825">
            <w:pPr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 xml:space="preserve">Отряды пресмыкающихся: Черепахи и Крокодилы. </w:t>
            </w:r>
          </w:p>
          <w:p w:rsidR="002405C1" w:rsidRPr="006E32AE" w:rsidRDefault="002405C1" w:rsidP="00566825">
            <w:pPr>
              <w:rPr>
                <w:sz w:val="20"/>
                <w:szCs w:val="20"/>
                <w:u w:val="single"/>
              </w:rPr>
            </w:pPr>
            <w:r w:rsidRPr="006E32AE">
              <w:rPr>
                <w:sz w:val="20"/>
                <w:szCs w:val="20"/>
                <w:u w:val="single"/>
              </w:rPr>
              <w:t>Редкие и охраняемые пресмыкающиеся нашего края.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:rsidR="002405C1" w:rsidRPr="00830C62" w:rsidRDefault="002405C1" w:rsidP="00465A48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D1394D" w:rsidRDefault="002405C1" w:rsidP="00465A48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D1394D">
              <w:rPr>
                <w:sz w:val="20"/>
                <w:szCs w:val="20"/>
              </w:rPr>
              <w:t xml:space="preserve">признаки биологических объектов: </w:t>
            </w:r>
            <w:r>
              <w:rPr>
                <w:sz w:val="20"/>
                <w:szCs w:val="20"/>
              </w:rPr>
              <w:t>представители класса Пресмыкающиеся и отрядов Черепахи и Крокодилы, их строение, многообразие и приспособление к наземному образу жизни</w:t>
            </w:r>
            <w:r w:rsidRPr="00D1394D">
              <w:rPr>
                <w:sz w:val="20"/>
                <w:szCs w:val="20"/>
              </w:rPr>
              <w:t>;</w:t>
            </w:r>
          </w:p>
          <w:p w:rsidR="002405C1" w:rsidRPr="00D1394D" w:rsidRDefault="002405C1" w:rsidP="00465A48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D1394D">
              <w:rPr>
                <w:sz w:val="20"/>
                <w:szCs w:val="20"/>
              </w:rPr>
              <w:t xml:space="preserve">сущность биологических процессов: питание, дыхание, выделение, </w:t>
            </w:r>
            <w:r>
              <w:rPr>
                <w:sz w:val="20"/>
                <w:szCs w:val="20"/>
              </w:rPr>
              <w:t>размножение черепах и крокодилов.</w:t>
            </w:r>
          </w:p>
          <w:p w:rsidR="002405C1" w:rsidRPr="00830C62" w:rsidRDefault="002405C1" w:rsidP="00465A48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8C06E6" w:rsidRDefault="002405C1" w:rsidP="00465A48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Pr="008C06E6">
              <w:rPr>
                <w:sz w:val="20"/>
                <w:szCs w:val="20"/>
              </w:rPr>
              <w:t xml:space="preserve">находить в тексте учебника отличительные признаки </w:t>
            </w:r>
            <w:r>
              <w:rPr>
                <w:sz w:val="20"/>
                <w:szCs w:val="20"/>
              </w:rPr>
              <w:t>черепах и крокодилов</w:t>
            </w:r>
            <w:r w:rsidRPr="008C06E6">
              <w:rPr>
                <w:sz w:val="20"/>
                <w:szCs w:val="20"/>
              </w:rPr>
              <w:t xml:space="preserve">; </w:t>
            </w:r>
          </w:p>
          <w:p w:rsidR="002405C1" w:rsidRPr="00465A48" w:rsidRDefault="002405C1" w:rsidP="00465A48">
            <w:pPr>
              <w:jc w:val="both"/>
              <w:rPr>
                <w:sz w:val="20"/>
                <w:szCs w:val="20"/>
              </w:rPr>
            </w:pPr>
            <w:r w:rsidRPr="008C06E6">
              <w:rPr>
                <w:sz w:val="20"/>
                <w:szCs w:val="20"/>
              </w:rPr>
              <w:t xml:space="preserve">-по результатам исследования распознавать и описывать на таблицах </w:t>
            </w:r>
            <w:r>
              <w:rPr>
                <w:sz w:val="20"/>
                <w:szCs w:val="20"/>
              </w:rPr>
              <w:t>представителей черепах и крокодилов</w:t>
            </w:r>
            <w:r w:rsidRPr="00465A48">
              <w:rPr>
                <w:sz w:val="20"/>
                <w:szCs w:val="20"/>
              </w:rPr>
              <w:t>;</w:t>
            </w:r>
          </w:p>
        </w:tc>
        <w:tc>
          <w:tcPr>
            <w:tcW w:w="709" w:type="dxa"/>
          </w:tcPr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1.1.1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2.1.3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2.6</w:t>
            </w:r>
          </w:p>
          <w:p w:rsidR="002405C1" w:rsidRPr="00A1177F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2.8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Черепахи. Крокодилы.</w:t>
            </w: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A14006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  <w:r>
              <w:rPr>
                <w:b/>
                <w:bCs/>
                <w:sz w:val="20"/>
                <w:szCs w:val="20"/>
                <w:lang w:val="en-US"/>
              </w:rPr>
              <w:t>.12.</w:t>
            </w:r>
            <w:r>
              <w:rPr>
                <w:b/>
                <w:bCs/>
                <w:sz w:val="20"/>
                <w:szCs w:val="20"/>
              </w:rPr>
              <w:t>15</w:t>
            </w:r>
          </w:p>
          <w:p w:rsidR="002405C1" w:rsidRPr="0077635C" w:rsidRDefault="002405C1" w:rsidP="00A1177F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Класс Птицы. Отряд Пингвины.</w:t>
            </w:r>
            <w:r>
              <w:rPr>
                <w:b/>
                <w:bCs/>
                <w:sz w:val="20"/>
                <w:szCs w:val="20"/>
              </w:rPr>
              <w:t xml:space="preserve"> Лабораторная работа №6</w:t>
            </w:r>
            <w:r w:rsidRPr="00A1177F">
              <w:rPr>
                <w:sz w:val="20"/>
                <w:szCs w:val="20"/>
              </w:rPr>
              <w:t>«Изучение внешнего строения птиц в связи с образом жизни».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:rsidR="002405C1" w:rsidRPr="00830C62" w:rsidRDefault="002405C1" w:rsidP="00C55EEA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437866" w:rsidRDefault="002405C1" w:rsidP="00C55EEA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37866">
              <w:rPr>
                <w:sz w:val="20"/>
                <w:szCs w:val="20"/>
              </w:rPr>
              <w:t xml:space="preserve">признаки биологических объектов: </w:t>
            </w:r>
            <w:r>
              <w:rPr>
                <w:sz w:val="20"/>
                <w:szCs w:val="20"/>
              </w:rPr>
              <w:t>птиц, их особенности строение, многообразие и приспособленность к среде обитания</w:t>
            </w:r>
            <w:r w:rsidRPr="00437866">
              <w:rPr>
                <w:sz w:val="20"/>
                <w:szCs w:val="20"/>
              </w:rPr>
              <w:t>;</w:t>
            </w:r>
            <w:r w:rsidRPr="00A1177F">
              <w:rPr>
                <w:sz w:val="20"/>
                <w:szCs w:val="20"/>
              </w:rPr>
              <w:t xml:space="preserve"> особенности отряда пингвинов</w:t>
            </w:r>
            <w:r>
              <w:rPr>
                <w:sz w:val="20"/>
                <w:szCs w:val="20"/>
              </w:rPr>
              <w:t>;</w:t>
            </w:r>
          </w:p>
          <w:p w:rsidR="002405C1" w:rsidRPr="00437866" w:rsidRDefault="002405C1" w:rsidP="00C55EEA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37866">
              <w:rPr>
                <w:sz w:val="20"/>
                <w:szCs w:val="20"/>
              </w:rPr>
              <w:t>сущность биологических процессов: питание, дыхание, выделение,</w:t>
            </w:r>
            <w:r>
              <w:rPr>
                <w:sz w:val="20"/>
                <w:szCs w:val="20"/>
              </w:rPr>
              <w:t xml:space="preserve"> передвижение иразмножение птиц.</w:t>
            </w:r>
          </w:p>
          <w:p w:rsidR="002405C1" w:rsidRPr="00014492" w:rsidRDefault="002405C1" w:rsidP="00C55EEA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E53B89" w:rsidRDefault="002405C1" w:rsidP="00C55E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53B89">
              <w:rPr>
                <w:sz w:val="20"/>
                <w:szCs w:val="20"/>
              </w:rPr>
              <w:t xml:space="preserve">-по результатам наблюдений распознавать и описывать на таблицах </w:t>
            </w:r>
            <w:r>
              <w:rPr>
                <w:sz w:val="20"/>
                <w:szCs w:val="20"/>
              </w:rPr>
              <w:t>особенности внешнее строение птиц в связи с полётом</w:t>
            </w:r>
            <w:r w:rsidRPr="00E53B89">
              <w:rPr>
                <w:sz w:val="20"/>
                <w:szCs w:val="20"/>
              </w:rPr>
              <w:t>;</w:t>
            </w:r>
          </w:p>
          <w:p w:rsidR="002405C1" w:rsidRPr="00A1177F" w:rsidRDefault="002405C1" w:rsidP="00C55EE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E53B89">
              <w:rPr>
                <w:sz w:val="20"/>
                <w:szCs w:val="20"/>
              </w:rPr>
              <w:t xml:space="preserve">определять принадлежность </w:t>
            </w:r>
            <w:r>
              <w:rPr>
                <w:sz w:val="20"/>
                <w:szCs w:val="20"/>
              </w:rPr>
              <w:t>пингвинов</w:t>
            </w:r>
            <w:r w:rsidRPr="00E53B89">
              <w:rPr>
                <w:sz w:val="20"/>
                <w:szCs w:val="20"/>
              </w:rPr>
              <w:t xml:space="preserve"> к определенной систематической</w:t>
            </w:r>
            <w:r w:rsidRPr="00830C62">
              <w:rPr>
                <w:sz w:val="20"/>
                <w:szCs w:val="20"/>
              </w:rPr>
              <w:t xml:space="preserve"> группе (классификация)</w:t>
            </w:r>
            <w:r w:rsidRPr="00A1177F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1.1.1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2.1.3</w:t>
            </w:r>
          </w:p>
          <w:p w:rsidR="002405C1" w:rsidRPr="00A1177F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2.6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Гнездовые птицы.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Выводковые птицы.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Инкубация.</w:t>
            </w: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A14006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</w:t>
            </w:r>
            <w:r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  <w:lang w:val="en-US"/>
              </w:rPr>
              <w:t>.12.</w:t>
            </w:r>
            <w:r>
              <w:rPr>
                <w:b/>
                <w:bCs/>
                <w:sz w:val="20"/>
                <w:szCs w:val="20"/>
              </w:rPr>
              <w:t>15</w:t>
            </w:r>
          </w:p>
          <w:p w:rsidR="002405C1" w:rsidRPr="0077635C" w:rsidRDefault="002405C1" w:rsidP="00A1177F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014492">
            <w:pPr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Отряды птиц: Страусообразные, Нандуобразные</w:t>
            </w:r>
            <w:r>
              <w:rPr>
                <w:sz w:val="20"/>
                <w:szCs w:val="20"/>
              </w:rPr>
              <w:t>, Казуарообразные, Гусеобразные.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:rsidR="002405C1" w:rsidRPr="00830C62" w:rsidRDefault="002405C1" w:rsidP="00014492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437866" w:rsidRDefault="002405C1" w:rsidP="000144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37866">
              <w:rPr>
                <w:sz w:val="20"/>
                <w:szCs w:val="20"/>
              </w:rPr>
              <w:t xml:space="preserve">признаки биологических объектов: </w:t>
            </w:r>
            <w:r>
              <w:rPr>
                <w:sz w:val="20"/>
                <w:szCs w:val="20"/>
              </w:rPr>
              <w:t>отрядов птиц (</w:t>
            </w:r>
            <w:r w:rsidRPr="00A1177F">
              <w:rPr>
                <w:sz w:val="20"/>
                <w:szCs w:val="20"/>
              </w:rPr>
              <w:t>Страусообразные, Нандуобразные</w:t>
            </w:r>
            <w:r>
              <w:rPr>
                <w:sz w:val="20"/>
                <w:szCs w:val="20"/>
              </w:rPr>
              <w:t>, Казуарообразные, Гусеобразные), их особенности строения и многообразие</w:t>
            </w:r>
            <w:r w:rsidRPr="00437866">
              <w:rPr>
                <w:sz w:val="20"/>
                <w:szCs w:val="20"/>
              </w:rPr>
              <w:t>;</w:t>
            </w:r>
          </w:p>
          <w:p w:rsidR="002405C1" w:rsidRPr="00437866" w:rsidRDefault="002405C1" w:rsidP="00014492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37866">
              <w:rPr>
                <w:sz w:val="20"/>
                <w:szCs w:val="20"/>
              </w:rPr>
              <w:t xml:space="preserve">сущность биологических процессов: </w:t>
            </w:r>
            <w:r>
              <w:rPr>
                <w:sz w:val="20"/>
                <w:szCs w:val="20"/>
              </w:rPr>
              <w:t>пищеварение, передвижение, значение представителей отрядов птиц.</w:t>
            </w:r>
          </w:p>
          <w:p w:rsidR="002405C1" w:rsidRPr="00E53B89" w:rsidRDefault="002405C1" w:rsidP="00014492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0C77A1" w:rsidRDefault="002405C1" w:rsidP="00014492">
            <w:pPr>
              <w:jc w:val="both"/>
              <w:rPr>
                <w:sz w:val="20"/>
                <w:szCs w:val="20"/>
              </w:rPr>
            </w:pPr>
            <w:r w:rsidRPr="00E53B89">
              <w:rPr>
                <w:sz w:val="20"/>
                <w:szCs w:val="20"/>
              </w:rPr>
              <w:t xml:space="preserve">-проводить простые биологические исследования: рассматривать и описывать </w:t>
            </w:r>
            <w:r>
              <w:rPr>
                <w:sz w:val="20"/>
                <w:szCs w:val="20"/>
              </w:rPr>
              <w:t>отряды птиц</w:t>
            </w:r>
            <w:r w:rsidRPr="00E53B89">
              <w:rPr>
                <w:sz w:val="20"/>
                <w:szCs w:val="20"/>
              </w:rPr>
              <w:t>;</w:t>
            </w:r>
          </w:p>
          <w:p w:rsidR="002405C1" w:rsidRPr="00A1177F" w:rsidRDefault="002405C1" w:rsidP="00014492">
            <w:pPr>
              <w:jc w:val="both"/>
              <w:rPr>
                <w:sz w:val="20"/>
                <w:szCs w:val="20"/>
              </w:rPr>
            </w:pPr>
            <w:r w:rsidRPr="00E53B89">
              <w:rPr>
                <w:sz w:val="20"/>
                <w:szCs w:val="20"/>
              </w:rPr>
              <w:t>-сравнивать биологические объекты (</w:t>
            </w:r>
            <w:r>
              <w:rPr>
                <w:sz w:val="20"/>
                <w:szCs w:val="20"/>
              </w:rPr>
              <w:t>отряды птиц</w:t>
            </w:r>
            <w:r w:rsidRPr="00E53B89">
              <w:rPr>
                <w:sz w:val="20"/>
                <w:szCs w:val="20"/>
              </w:rPr>
              <w:t xml:space="preserve">) и делать выводы на основе сравнения; определять принадлежность </w:t>
            </w:r>
            <w:r>
              <w:rPr>
                <w:sz w:val="20"/>
                <w:szCs w:val="20"/>
              </w:rPr>
              <w:t>птиц</w:t>
            </w:r>
            <w:r w:rsidRPr="00E53B89">
              <w:rPr>
                <w:sz w:val="20"/>
                <w:szCs w:val="20"/>
              </w:rPr>
              <w:t xml:space="preserve"> к определенной систематической</w:t>
            </w:r>
            <w:r w:rsidRPr="00830C62">
              <w:rPr>
                <w:sz w:val="20"/>
                <w:szCs w:val="20"/>
              </w:rPr>
              <w:t xml:space="preserve"> группе (классификация)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1.1.1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2.1.3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2.5</w:t>
            </w:r>
          </w:p>
          <w:p w:rsidR="002405C1" w:rsidRPr="00A1177F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2.6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A14006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 w:rsidRPr="00A14006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8.</w:t>
            </w:r>
            <w:r w:rsidRPr="00A14006">
              <w:rPr>
                <w:b/>
                <w:bCs/>
                <w:sz w:val="20"/>
                <w:szCs w:val="20"/>
              </w:rPr>
              <w:t>12.</w:t>
            </w:r>
            <w:r>
              <w:rPr>
                <w:b/>
                <w:bCs/>
                <w:sz w:val="20"/>
                <w:szCs w:val="20"/>
              </w:rPr>
              <w:t>15</w:t>
            </w:r>
          </w:p>
          <w:p w:rsidR="002405C1" w:rsidRPr="00A14006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Отряды птиц: Дневные хищные, Совы, Куриные.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:rsidR="002405C1" w:rsidRPr="00830C62" w:rsidRDefault="002405C1" w:rsidP="00014492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437866" w:rsidRDefault="002405C1" w:rsidP="000144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37866">
              <w:rPr>
                <w:sz w:val="20"/>
                <w:szCs w:val="20"/>
              </w:rPr>
              <w:t xml:space="preserve">признаки биологических объектов: </w:t>
            </w:r>
            <w:r>
              <w:rPr>
                <w:sz w:val="20"/>
                <w:szCs w:val="20"/>
              </w:rPr>
              <w:t>отрядов птиц (</w:t>
            </w:r>
            <w:r w:rsidRPr="00A1177F">
              <w:rPr>
                <w:sz w:val="20"/>
                <w:szCs w:val="20"/>
              </w:rPr>
              <w:t>Дневные хищные, Совы, Куриные</w:t>
            </w:r>
            <w:r>
              <w:rPr>
                <w:sz w:val="20"/>
                <w:szCs w:val="20"/>
              </w:rPr>
              <w:t>), их особенности строения и многообразие;</w:t>
            </w:r>
          </w:p>
          <w:p w:rsidR="002405C1" w:rsidRPr="00437866" w:rsidRDefault="002405C1" w:rsidP="00014492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37866">
              <w:rPr>
                <w:sz w:val="20"/>
                <w:szCs w:val="20"/>
              </w:rPr>
              <w:t xml:space="preserve">сущность биологических процессов: </w:t>
            </w:r>
            <w:r>
              <w:rPr>
                <w:sz w:val="20"/>
                <w:szCs w:val="20"/>
              </w:rPr>
              <w:t>пищеварение, передвижение, значение представителей отрядов птиц.</w:t>
            </w:r>
          </w:p>
          <w:p w:rsidR="002405C1" w:rsidRPr="00E53B89" w:rsidRDefault="002405C1" w:rsidP="00014492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0C77A1" w:rsidRDefault="002405C1" w:rsidP="00014492">
            <w:pPr>
              <w:jc w:val="both"/>
              <w:rPr>
                <w:sz w:val="20"/>
                <w:szCs w:val="20"/>
              </w:rPr>
            </w:pPr>
            <w:r w:rsidRPr="00E53B89">
              <w:rPr>
                <w:sz w:val="20"/>
                <w:szCs w:val="20"/>
              </w:rPr>
              <w:t xml:space="preserve">-проводить простые биологические исследования: рассматривать и описывать </w:t>
            </w:r>
            <w:r>
              <w:rPr>
                <w:sz w:val="20"/>
                <w:szCs w:val="20"/>
              </w:rPr>
              <w:t>отряды птиц</w:t>
            </w:r>
            <w:r w:rsidRPr="00E53B89">
              <w:rPr>
                <w:sz w:val="20"/>
                <w:szCs w:val="20"/>
              </w:rPr>
              <w:t>;</w:t>
            </w:r>
          </w:p>
          <w:p w:rsidR="002405C1" w:rsidRPr="00A1177F" w:rsidRDefault="002405C1" w:rsidP="00014492">
            <w:pPr>
              <w:jc w:val="both"/>
              <w:rPr>
                <w:sz w:val="20"/>
                <w:szCs w:val="20"/>
              </w:rPr>
            </w:pPr>
            <w:r w:rsidRPr="00E53B89">
              <w:rPr>
                <w:sz w:val="20"/>
                <w:szCs w:val="20"/>
              </w:rPr>
              <w:t>-сравнивать биологические объекты (</w:t>
            </w:r>
            <w:r>
              <w:rPr>
                <w:sz w:val="20"/>
                <w:szCs w:val="20"/>
              </w:rPr>
              <w:t>отряды птиц</w:t>
            </w:r>
            <w:r w:rsidRPr="00E53B89">
              <w:rPr>
                <w:sz w:val="20"/>
                <w:szCs w:val="20"/>
              </w:rPr>
              <w:t xml:space="preserve">) и делать выводы на основе сравнения; определять принадлежность </w:t>
            </w:r>
            <w:r>
              <w:rPr>
                <w:sz w:val="20"/>
                <w:szCs w:val="20"/>
              </w:rPr>
              <w:t>птиц</w:t>
            </w:r>
            <w:r w:rsidRPr="00E53B89">
              <w:rPr>
                <w:sz w:val="20"/>
                <w:szCs w:val="20"/>
              </w:rPr>
              <w:t xml:space="preserve"> к определенной систематической</w:t>
            </w:r>
            <w:r w:rsidRPr="00830C62">
              <w:rPr>
                <w:sz w:val="20"/>
                <w:szCs w:val="20"/>
              </w:rPr>
              <w:t xml:space="preserve"> группе (классификация)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1.1.1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2.1.3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2.5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2.6</w:t>
            </w:r>
          </w:p>
          <w:p w:rsidR="002405C1" w:rsidRPr="00A1177F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A14006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11.01.16</w:t>
            </w:r>
          </w:p>
          <w:p w:rsidR="002405C1" w:rsidRPr="0077635C" w:rsidRDefault="002405C1" w:rsidP="00A1177F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Отряды птиц</w:t>
            </w:r>
            <w:r>
              <w:rPr>
                <w:sz w:val="20"/>
                <w:szCs w:val="20"/>
              </w:rPr>
              <w:t>: Воробьинообразные, Голенастые</w:t>
            </w:r>
            <w:r w:rsidRPr="00A1177F">
              <w:rPr>
                <w:sz w:val="20"/>
                <w:szCs w:val="20"/>
              </w:rPr>
              <w:t>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:rsidR="002405C1" w:rsidRPr="00830C62" w:rsidRDefault="002405C1" w:rsidP="00014492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437866" w:rsidRDefault="002405C1" w:rsidP="000144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37866">
              <w:rPr>
                <w:sz w:val="20"/>
                <w:szCs w:val="20"/>
              </w:rPr>
              <w:t xml:space="preserve">признаки биологических объектов: </w:t>
            </w:r>
            <w:r>
              <w:rPr>
                <w:sz w:val="20"/>
                <w:szCs w:val="20"/>
              </w:rPr>
              <w:t>отрядов птиц (Воробьинообразные, Голенастые), их особенности строения и многообразие;</w:t>
            </w:r>
          </w:p>
          <w:p w:rsidR="002405C1" w:rsidRPr="00437866" w:rsidRDefault="002405C1" w:rsidP="00014492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37866">
              <w:rPr>
                <w:sz w:val="20"/>
                <w:szCs w:val="20"/>
              </w:rPr>
              <w:t xml:space="preserve">сущность биологических процессов: </w:t>
            </w:r>
            <w:r>
              <w:rPr>
                <w:sz w:val="20"/>
                <w:szCs w:val="20"/>
              </w:rPr>
              <w:t>пищеварение, передвижение, значение представителей отрядов птиц.</w:t>
            </w:r>
          </w:p>
          <w:p w:rsidR="002405C1" w:rsidRPr="00E53B89" w:rsidRDefault="002405C1" w:rsidP="00014492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0C77A1" w:rsidRDefault="002405C1" w:rsidP="00014492">
            <w:pPr>
              <w:jc w:val="both"/>
              <w:rPr>
                <w:sz w:val="20"/>
                <w:szCs w:val="20"/>
              </w:rPr>
            </w:pPr>
            <w:r w:rsidRPr="00E53B89">
              <w:rPr>
                <w:sz w:val="20"/>
                <w:szCs w:val="20"/>
              </w:rPr>
              <w:t xml:space="preserve">-проводить простые биологические исследования: рассматривать и описывать </w:t>
            </w:r>
            <w:r>
              <w:rPr>
                <w:sz w:val="20"/>
                <w:szCs w:val="20"/>
              </w:rPr>
              <w:t>отряды птиц</w:t>
            </w:r>
            <w:r w:rsidRPr="00E53B89">
              <w:rPr>
                <w:sz w:val="20"/>
                <w:szCs w:val="20"/>
              </w:rPr>
              <w:t>;</w:t>
            </w:r>
          </w:p>
          <w:p w:rsidR="002405C1" w:rsidRPr="00A1177F" w:rsidRDefault="002405C1" w:rsidP="00014492">
            <w:pPr>
              <w:jc w:val="both"/>
              <w:rPr>
                <w:sz w:val="20"/>
                <w:szCs w:val="20"/>
              </w:rPr>
            </w:pPr>
            <w:r w:rsidRPr="00E53B89">
              <w:rPr>
                <w:sz w:val="20"/>
                <w:szCs w:val="20"/>
              </w:rPr>
              <w:t>-сравнивать биологические объекты (</w:t>
            </w:r>
            <w:r>
              <w:rPr>
                <w:sz w:val="20"/>
                <w:szCs w:val="20"/>
              </w:rPr>
              <w:t>отряды птиц</w:t>
            </w:r>
            <w:r w:rsidRPr="00E53B89">
              <w:rPr>
                <w:sz w:val="20"/>
                <w:szCs w:val="20"/>
              </w:rPr>
              <w:t xml:space="preserve">) и делать выводы на основе сравнения; определять принадлежность </w:t>
            </w:r>
            <w:r>
              <w:rPr>
                <w:sz w:val="20"/>
                <w:szCs w:val="20"/>
              </w:rPr>
              <w:t>птиц</w:t>
            </w:r>
            <w:r w:rsidRPr="00E53B89">
              <w:rPr>
                <w:sz w:val="20"/>
                <w:szCs w:val="20"/>
              </w:rPr>
              <w:t xml:space="preserve"> к определенной систематической</w:t>
            </w:r>
            <w:r w:rsidRPr="00830C62">
              <w:rPr>
                <w:sz w:val="20"/>
                <w:szCs w:val="20"/>
              </w:rPr>
              <w:t xml:space="preserve"> группе (классификация)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1.1.1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2.1.3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2.5</w:t>
            </w:r>
          </w:p>
          <w:p w:rsidR="002405C1" w:rsidRPr="00A1177F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2.6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A14006" w:rsidRDefault="002405C1" w:rsidP="007D1C6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13.01.16</w:t>
            </w:r>
          </w:p>
          <w:p w:rsidR="002405C1" w:rsidRPr="0077635C" w:rsidRDefault="002405C1" w:rsidP="00A1177F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32662E" w:rsidRDefault="002405C1" w:rsidP="00A1177F">
            <w:pPr>
              <w:jc w:val="both"/>
              <w:rPr>
                <w:sz w:val="20"/>
                <w:szCs w:val="20"/>
                <w:u w:val="single"/>
              </w:rPr>
            </w:pPr>
            <w:r w:rsidRPr="0032662E">
              <w:rPr>
                <w:b/>
                <w:bCs/>
                <w:sz w:val="20"/>
                <w:szCs w:val="20"/>
                <w:u w:val="single"/>
              </w:rPr>
              <w:t xml:space="preserve">Экскурсия №1 </w:t>
            </w:r>
            <w:r w:rsidRPr="0032662E">
              <w:rPr>
                <w:sz w:val="20"/>
                <w:szCs w:val="20"/>
                <w:u w:val="single"/>
              </w:rPr>
              <w:t>«Изучение многообразия птиц родного края».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:rsidR="002405C1" w:rsidRPr="00830C62" w:rsidRDefault="002405C1" w:rsidP="00014492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437866" w:rsidRDefault="002405C1" w:rsidP="000144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37866">
              <w:rPr>
                <w:sz w:val="20"/>
                <w:szCs w:val="20"/>
              </w:rPr>
              <w:t xml:space="preserve">признаки биологических объектов: </w:t>
            </w:r>
            <w:r>
              <w:rPr>
                <w:sz w:val="20"/>
                <w:szCs w:val="20"/>
              </w:rPr>
              <w:t>отрядов птиц их многообразие, значение в природе и жизни человека</w:t>
            </w:r>
            <w:r w:rsidRPr="00437866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представителей </w:t>
            </w:r>
          </w:p>
          <w:p w:rsidR="002405C1" w:rsidRPr="00437866" w:rsidRDefault="002405C1" w:rsidP="00014492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37866">
              <w:rPr>
                <w:sz w:val="20"/>
                <w:szCs w:val="20"/>
              </w:rPr>
              <w:t xml:space="preserve">сущность биологических процессов: </w:t>
            </w:r>
            <w:r>
              <w:rPr>
                <w:sz w:val="20"/>
                <w:szCs w:val="20"/>
              </w:rPr>
              <w:t>питание, передвижение.</w:t>
            </w:r>
          </w:p>
          <w:p w:rsidR="002405C1" w:rsidRPr="00E53B89" w:rsidRDefault="002405C1" w:rsidP="00014492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Default="002405C1" w:rsidP="00014492">
            <w:pPr>
              <w:jc w:val="both"/>
              <w:rPr>
                <w:sz w:val="20"/>
                <w:szCs w:val="20"/>
              </w:rPr>
            </w:pPr>
            <w:r w:rsidRPr="00E53B89">
              <w:rPr>
                <w:sz w:val="20"/>
                <w:szCs w:val="20"/>
              </w:rPr>
              <w:t xml:space="preserve">-проводить простые биологические исследования: рассматривать и описывать </w:t>
            </w:r>
            <w:r>
              <w:rPr>
                <w:sz w:val="20"/>
                <w:szCs w:val="20"/>
              </w:rPr>
              <w:t>отряды птиц</w:t>
            </w:r>
            <w:r w:rsidRPr="00E53B89">
              <w:rPr>
                <w:sz w:val="20"/>
                <w:szCs w:val="20"/>
              </w:rPr>
              <w:t>;</w:t>
            </w:r>
          </w:p>
          <w:p w:rsidR="002405C1" w:rsidRPr="000C77A1" w:rsidRDefault="002405C1" w:rsidP="000144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830C62">
              <w:rPr>
                <w:sz w:val="20"/>
                <w:szCs w:val="20"/>
              </w:rPr>
              <w:t>по результатам наблюдений распознавать и описывать наиболее распространенны</w:t>
            </w:r>
            <w:r>
              <w:rPr>
                <w:sz w:val="20"/>
                <w:szCs w:val="20"/>
              </w:rPr>
              <w:t>х птиц своей местности;</w:t>
            </w:r>
          </w:p>
          <w:p w:rsidR="002405C1" w:rsidRPr="00A1177F" w:rsidRDefault="002405C1" w:rsidP="00014492">
            <w:pPr>
              <w:jc w:val="both"/>
              <w:rPr>
                <w:sz w:val="20"/>
                <w:szCs w:val="20"/>
              </w:rPr>
            </w:pPr>
            <w:r w:rsidRPr="00E53B89">
              <w:rPr>
                <w:sz w:val="20"/>
                <w:szCs w:val="20"/>
              </w:rPr>
              <w:t>-сравнивать биологические объекты (</w:t>
            </w:r>
            <w:r>
              <w:rPr>
                <w:sz w:val="20"/>
                <w:szCs w:val="20"/>
              </w:rPr>
              <w:t>отряды птиц</w:t>
            </w:r>
            <w:r w:rsidRPr="00E53B89">
              <w:rPr>
                <w:sz w:val="20"/>
                <w:szCs w:val="20"/>
              </w:rPr>
              <w:t xml:space="preserve">) и делать выводы на основе сравнения; определять принадлежность </w:t>
            </w:r>
            <w:r>
              <w:rPr>
                <w:sz w:val="20"/>
                <w:szCs w:val="20"/>
              </w:rPr>
              <w:t>птиц</w:t>
            </w:r>
            <w:r w:rsidRPr="00E53B89">
              <w:rPr>
                <w:sz w:val="20"/>
                <w:szCs w:val="20"/>
              </w:rPr>
              <w:t xml:space="preserve"> к определенной систематической</w:t>
            </w:r>
            <w:r w:rsidRPr="00830C62">
              <w:rPr>
                <w:sz w:val="20"/>
                <w:szCs w:val="20"/>
              </w:rPr>
              <w:t xml:space="preserve"> группе (классификация)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1.1.1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2.1.3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2.5</w:t>
            </w:r>
          </w:p>
          <w:p w:rsidR="002405C1" w:rsidRPr="00A1177F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2.6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A14006" w:rsidRDefault="002405C1" w:rsidP="007D1C6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18.01.16</w:t>
            </w:r>
          </w:p>
          <w:p w:rsidR="002405C1" w:rsidRPr="0077635C" w:rsidRDefault="002405C1" w:rsidP="007D1C6A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 xml:space="preserve">Класс Млекопитающие. Отряды: Однопроходные, Сумчатые, Насекомоядные, Рукокрылые. 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:rsidR="002405C1" w:rsidRPr="00830C62" w:rsidRDefault="002405C1" w:rsidP="000F69B4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437866" w:rsidRDefault="002405C1" w:rsidP="000F69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37866">
              <w:rPr>
                <w:sz w:val="20"/>
                <w:szCs w:val="20"/>
              </w:rPr>
              <w:t xml:space="preserve">признаки биологических объектов: </w:t>
            </w:r>
            <w:r>
              <w:rPr>
                <w:sz w:val="20"/>
                <w:szCs w:val="20"/>
              </w:rPr>
              <w:t>отрядов млекопитающих (</w:t>
            </w:r>
            <w:r w:rsidRPr="00A1177F">
              <w:rPr>
                <w:sz w:val="20"/>
                <w:szCs w:val="20"/>
              </w:rPr>
              <w:t>Однопроходные, Сумчатые, Насекомоядные, Рукокрылые</w:t>
            </w:r>
            <w:r>
              <w:rPr>
                <w:sz w:val="20"/>
                <w:szCs w:val="20"/>
              </w:rPr>
              <w:t>), их особенности строения и многообразие; общую характеристику млекопитающих.</w:t>
            </w:r>
          </w:p>
          <w:p w:rsidR="002405C1" w:rsidRPr="00437866" w:rsidRDefault="002405C1" w:rsidP="000F69B4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37866">
              <w:rPr>
                <w:sz w:val="20"/>
                <w:szCs w:val="20"/>
              </w:rPr>
              <w:t xml:space="preserve">сущность биологических процессов: </w:t>
            </w:r>
            <w:r>
              <w:rPr>
                <w:sz w:val="20"/>
                <w:szCs w:val="20"/>
              </w:rPr>
              <w:t>питание, размножение, дыхание, передвижение; значение млекопитающих.</w:t>
            </w:r>
          </w:p>
          <w:p w:rsidR="002405C1" w:rsidRPr="00E53B89" w:rsidRDefault="002405C1" w:rsidP="000F69B4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0C77A1" w:rsidRDefault="002405C1" w:rsidP="000F69B4">
            <w:pPr>
              <w:jc w:val="both"/>
              <w:rPr>
                <w:sz w:val="20"/>
                <w:szCs w:val="20"/>
              </w:rPr>
            </w:pPr>
            <w:r w:rsidRPr="00E53B89">
              <w:rPr>
                <w:sz w:val="20"/>
                <w:szCs w:val="20"/>
              </w:rPr>
              <w:t xml:space="preserve">-проводить простые биологические исследования: рассматривать и описывать </w:t>
            </w:r>
            <w:r>
              <w:rPr>
                <w:sz w:val="20"/>
                <w:szCs w:val="20"/>
              </w:rPr>
              <w:t>отряды млекопитающих</w:t>
            </w:r>
            <w:r w:rsidRPr="00E53B89">
              <w:rPr>
                <w:sz w:val="20"/>
                <w:szCs w:val="20"/>
              </w:rPr>
              <w:t>;</w:t>
            </w:r>
          </w:p>
          <w:p w:rsidR="002405C1" w:rsidRPr="00A1177F" w:rsidRDefault="002405C1" w:rsidP="0066712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E53B89">
              <w:rPr>
                <w:sz w:val="20"/>
                <w:szCs w:val="20"/>
              </w:rPr>
              <w:t xml:space="preserve">определять принадлежность </w:t>
            </w:r>
            <w:r>
              <w:rPr>
                <w:sz w:val="20"/>
                <w:szCs w:val="20"/>
              </w:rPr>
              <w:t>млекопитающих</w:t>
            </w:r>
            <w:r w:rsidRPr="00E53B89">
              <w:rPr>
                <w:sz w:val="20"/>
                <w:szCs w:val="20"/>
              </w:rPr>
              <w:t xml:space="preserve"> к определенной систематической</w:t>
            </w:r>
            <w:r w:rsidRPr="00830C62">
              <w:rPr>
                <w:sz w:val="20"/>
                <w:szCs w:val="20"/>
              </w:rPr>
              <w:t xml:space="preserve"> группе (классификация)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1.1.1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2.1.3</w:t>
            </w:r>
          </w:p>
          <w:p w:rsidR="002405C1" w:rsidRPr="00A1177F" w:rsidRDefault="002405C1" w:rsidP="00566825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2.6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Первозвери, или Яйцекладущие. Настоящие звери.</w:t>
            </w: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A14006" w:rsidRDefault="002405C1" w:rsidP="007D1C6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20.01.16</w:t>
            </w:r>
          </w:p>
          <w:p w:rsidR="002405C1" w:rsidRPr="001327ED" w:rsidRDefault="002405C1" w:rsidP="007D1C6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 xml:space="preserve">Отряды млекопитающих: Грызуны, Зайцеобразные. 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:rsidR="002405C1" w:rsidRPr="00830C62" w:rsidRDefault="002405C1" w:rsidP="00704455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437866" w:rsidRDefault="002405C1" w:rsidP="007044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37866">
              <w:rPr>
                <w:sz w:val="20"/>
                <w:szCs w:val="20"/>
              </w:rPr>
              <w:t xml:space="preserve">признаки биологических объектов: </w:t>
            </w:r>
            <w:r>
              <w:rPr>
                <w:sz w:val="20"/>
                <w:szCs w:val="20"/>
              </w:rPr>
              <w:t>отрядов млекопитающих (</w:t>
            </w:r>
            <w:r w:rsidRPr="00A1177F">
              <w:rPr>
                <w:sz w:val="20"/>
                <w:szCs w:val="20"/>
              </w:rPr>
              <w:t>Грызуны, Зайцеобразные</w:t>
            </w:r>
            <w:r>
              <w:rPr>
                <w:sz w:val="20"/>
                <w:szCs w:val="20"/>
              </w:rPr>
              <w:t>), их особенности строения и многообразие;</w:t>
            </w:r>
          </w:p>
          <w:p w:rsidR="002405C1" w:rsidRPr="00437866" w:rsidRDefault="002405C1" w:rsidP="00704455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37866">
              <w:rPr>
                <w:sz w:val="20"/>
                <w:szCs w:val="20"/>
              </w:rPr>
              <w:t xml:space="preserve">сущность биологических процессов: </w:t>
            </w:r>
            <w:r>
              <w:rPr>
                <w:sz w:val="20"/>
                <w:szCs w:val="20"/>
              </w:rPr>
              <w:t>питание, размножение, дыхание, передвижение; значение представителей отрядов млекопитающих.</w:t>
            </w:r>
          </w:p>
          <w:p w:rsidR="002405C1" w:rsidRPr="00E53B89" w:rsidRDefault="002405C1" w:rsidP="00704455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Default="002405C1" w:rsidP="00704455">
            <w:pPr>
              <w:jc w:val="both"/>
              <w:rPr>
                <w:sz w:val="20"/>
                <w:szCs w:val="20"/>
              </w:rPr>
            </w:pPr>
            <w:r w:rsidRPr="00E53B89">
              <w:rPr>
                <w:sz w:val="20"/>
                <w:szCs w:val="20"/>
              </w:rPr>
              <w:t xml:space="preserve">-проводить простые биологические исследования: рассматривать и описывать </w:t>
            </w:r>
            <w:r>
              <w:rPr>
                <w:sz w:val="20"/>
                <w:szCs w:val="20"/>
              </w:rPr>
              <w:t>представителей отрядов млекопитающих</w:t>
            </w:r>
            <w:r w:rsidRPr="00E53B89">
              <w:rPr>
                <w:sz w:val="20"/>
                <w:szCs w:val="20"/>
              </w:rPr>
              <w:t>;</w:t>
            </w:r>
          </w:p>
          <w:p w:rsidR="002405C1" w:rsidRPr="000C77A1" w:rsidRDefault="002405C1" w:rsidP="007044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830C62">
              <w:rPr>
                <w:sz w:val="20"/>
                <w:szCs w:val="20"/>
              </w:rPr>
              <w:t>по результатам наблюдений распознавать и описывать наиболее распространенны</w:t>
            </w:r>
            <w:r>
              <w:rPr>
                <w:sz w:val="20"/>
                <w:szCs w:val="20"/>
              </w:rPr>
              <w:t>х грызунов и зайцеобразных своей местности;</w:t>
            </w:r>
          </w:p>
          <w:p w:rsidR="002405C1" w:rsidRPr="00A1177F" w:rsidRDefault="002405C1" w:rsidP="007044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E53B89">
              <w:rPr>
                <w:sz w:val="20"/>
                <w:szCs w:val="20"/>
              </w:rPr>
              <w:t xml:space="preserve">определять принадлежность </w:t>
            </w:r>
            <w:r>
              <w:rPr>
                <w:sz w:val="20"/>
                <w:szCs w:val="20"/>
              </w:rPr>
              <w:t>млекопитающих</w:t>
            </w:r>
            <w:r w:rsidRPr="00E53B89">
              <w:rPr>
                <w:sz w:val="20"/>
                <w:szCs w:val="20"/>
              </w:rPr>
              <w:t xml:space="preserve"> к определенной систематической</w:t>
            </w:r>
            <w:r w:rsidRPr="00830C62">
              <w:rPr>
                <w:sz w:val="20"/>
                <w:szCs w:val="20"/>
              </w:rPr>
              <w:t xml:space="preserve"> группе (классификация)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1.1.1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2.1.3</w:t>
            </w:r>
          </w:p>
          <w:p w:rsidR="002405C1" w:rsidRPr="00A1177F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2.6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Резцы</w:t>
            </w: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A14006" w:rsidRDefault="002405C1" w:rsidP="007D1C6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25.01.16</w:t>
            </w:r>
          </w:p>
          <w:p w:rsidR="002405C1" w:rsidRPr="0077635C" w:rsidRDefault="002405C1" w:rsidP="007D1C6A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Отряды млекопитающих: Китообразные, Ластоногие, Хоботные, Хищные.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:rsidR="002405C1" w:rsidRPr="00830C62" w:rsidRDefault="002405C1" w:rsidP="00704455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437866" w:rsidRDefault="002405C1" w:rsidP="007044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37866">
              <w:rPr>
                <w:sz w:val="20"/>
                <w:szCs w:val="20"/>
              </w:rPr>
              <w:t xml:space="preserve">признаки биологических объектов: </w:t>
            </w:r>
            <w:r>
              <w:rPr>
                <w:sz w:val="20"/>
                <w:szCs w:val="20"/>
              </w:rPr>
              <w:t>отрядов млекопитающих (</w:t>
            </w:r>
            <w:r w:rsidRPr="00A1177F">
              <w:rPr>
                <w:sz w:val="20"/>
                <w:szCs w:val="20"/>
              </w:rPr>
              <w:t>Китообразные, Ластоногие, Хоботные, Хищные</w:t>
            </w:r>
            <w:r>
              <w:rPr>
                <w:sz w:val="20"/>
                <w:szCs w:val="20"/>
              </w:rPr>
              <w:t>), их особенности строения и многообразие;</w:t>
            </w:r>
          </w:p>
          <w:p w:rsidR="002405C1" w:rsidRPr="00437866" w:rsidRDefault="002405C1" w:rsidP="00704455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37866">
              <w:rPr>
                <w:sz w:val="20"/>
                <w:szCs w:val="20"/>
              </w:rPr>
              <w:t xml:space="preserve">сущность биологических процессов: </w:t>
            </w:r>
            <w:r>
              <w:rPr>
                <w:sz w:val="20"/>
                <w:szCs w:val="20"/>
              </w:rPr>
              <w:t>питание, размножение, дыхание, передвижение; значение представителей отрядов млекопитающих.</w:t>
            </w:r>
          </w:p>
          <w:p w:rsidR="002405C1" w:rsidRPr="00E53B89" w:rsidRDefault="002405C1" w:rsidP="00704455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Default="002405C1" w:rsidP="00704455">
            <w:pPr>
              <w:jc w:val="both"/>
              <w:rPr>
                <w:sz w:val="20"/>
                <w:szCs w:val="20"/>
              </w:rPr>
            </w:pPr>
            <w:r w:rsidRPr="00E53B89">
              <w:rPr>
                <w:sz w:val="20"/>
                <w:szCs w:val="20"/>
              </w:rPr>
              <w:t xml:space="preserve">-проводить простые биологические исследования: рассматривать и описывать </w:t>
            </w:r>
            <w:r>
              <w:rPr>
                <w:sz w:val="20"/>
                <w:szCs w:val="20"/>
              </w:rPr>
              <w:t>представителей отрядов млекопитающих</w:t>
            </w:r>
            <w:r w:rsidRPr="00E53B89">
              <w:rPr>
                <w:sz w:val="20"/>
                <w:szCs w:val="20"/>
              </w:rPr>
              <w:t>;</w:t>
            </w:r>
          </w:p>
          <w:p w:rsidR="002405C1" w:rsidRPr="000C77A1" w:rsidRDefault="002405C1" w:rsidP="007044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830C62">
              <w:rPr>
                <w:sz w:val="20"/>
                <w:szCs w:val="20"/>
              </w:rPr>
              <w:t>по результатам наблюдений распознавать и описывать наиболее распространенны</w:t>
            </w:r>
            <w:r>
              <w:rPr>
                <w:sz w:val="20"/>
                <w:szCs w:val="20"/>
              </w:rPr>
              <w:t>х хищных своей местности;</w:t>
            </w:r>
          </w:p>
          <w:p w:rsidR="002405C1" w:rsidRPr="00A1177F" w:rsidRDefault="002405C1" w:rsidP="007044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E53B89">
              <w:rPr>
                <w:sz w:val="20"/>
                <w:szCs w:val="20"/>
              </w:rPr>
              <w:t xml:space="preserve">определять принадлежность </w:t>
            </w:r>
            <w:r>
              <w:rPr>
                <w:sz w:val="20"/>
                <w:szCs w:val="20"/>
              </w:rPr>
              <w:t>млекопитающих</w:t>
            </w:r>
            <w:r w:rsidRPr="00E53B89">
              <w:rPr>
                <w:sz w:val="20"/>
                <w:szCs w:val="20"/>
              </w:rPr>
              <w:t xml:space="preserve"> к определенной систематической</w:t>
            </w:r>
            <w:r w:rsidRPr="00830C62">
              <w:rPr>
                <w:sz w:val="20"/>
                <w:szCs w:val="20"/>
              </w:rPr>
              <w:t xml:space="preserve"> группе (классификация)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1.1.1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2.1.3</w:t>
            </w:r>
          </w:p>
          <w:p w:rsidR="002405C1" w:rsidRPr="00A1177F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2.6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Миграции. Цедильный аппарат. Бивни. Хобот. Хищные зубы.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A14006" w:rsidRDefault="002405C1" w:rsidP="00E437C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27.01.16</w:t>
            </w:r>
          </w:p>
          <w:p w:rsidR="002405C1" w:rsidRPr="0077635C" w:rsidRDefault="002405C1" w:rsidP="007D1C6A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Отряды млекопитающих: Парнокопытные, Непарнокопытные.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:rsidR="002405C1" w:rsidRPr="00830C62" w:rsidRDefault="002405C1" w:rsidP="00704455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437866" w:rsidRDefault="002405C1" w:rsidP="007044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37866">
              <w:rPr>
                <w:sz w:val="20"/>
                <w:szCs w:val="20"/>
              </w:rPr>
              <w:t xml:space="preserve">признаки биологических объектов: </w:t>
            </w:r>
            <w:r>
              <w:rPr>
                <w:sz w:val="20"/>
                <w:szCs w:val="20"/>
              </w:rPr>
              <w:t>отрядов млекопитающих (</w:t>
            </w:r>
            <w:r w:rsidRPr="00A1177F">
              <w:rPr>
                <w:sz w:val="20"/>
                <w:szCs w:val="20"/>
              </w:rPr>
              <w:t>Парнокопытные, Непарнокопытные</w:t>
            </w:r>
            <w:r>
              <w:rPr>
                <w:sz w:val="20"/>
                <w:szCs w:val="20"/>
              </w:rPr>
              <w:t>), их особенности строения и многообразие;</w:t>
            </w:r>
          </w:p>
          <w:p w:rsidR="002405C1" w:rsidRPr="00437866" w:rsidRDefault="002405C1" w:rsidP="00704455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37866">
              <w:rPr>
                <w:sz w:val="20"/>
                <w:szCs w:val="20"/>
              </w:rPr>
              <w:t xml:space="preserve">сущность биологических процессов: </w:t>
            </w:r>
            <w:r>
              <w:rPr>
                <w:sz w:val="20"/>
                <w:szCs w:val="20"/>
              </w:rPr>
              <w:t>питание, размножение, дыхание, передвижение; значение представителей отрядов млекопитающих.</w:t>
            </w:r>
          </w:p>
          <w:p w:rsidR="002405C1" w:rsidRPr="00E53B89" w:rsidRDefault="002405C1" w:rsidP="00704455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Default="002405C1" w:rsidP="00704455">
            <w:pPr>
              <w:jc w:val="both"/>
              <w:rPr>
                <w:sz w:val="20"/>
                <w:szCs w:val="20"/>
              </w:rPr>
            </w:pPr>
            <w:r w:rsidRPr="00E53B89">
              <w:rPr>
                <w:sz w:val="20"/>
                <w:szCs w:val="20"/>
              </w:rPr>
              <w:t xml:space="preserve">-проводить простые биологические исследования: рассматривать и описывать </w:t>
            </w:r>
            <w:r>
              <w:rPr>
                <w:sz w:val="20"/>
                <w:szCs w:val="20"/>
              </w:rPr>
              <w:t>представителей отрядов млекопитающих</w:t>
            </w:r>
            <w:r w:rsidRPr="00E53B89">
              <w:rPr>
                <w:sz w:val="20"/>
                <w:szCs w:val="20"/>
              </w:rPr>
              <w:t>;</w:t>
            </w:r>
          </w:p>
          <w:p w:rsidR="002405C1" w:rsidRPr="000C77A1" w:rsidRDefault="002405C1" w:rsidP="007044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830C62">
              <w:rPr>
                <w:sz w:val="20"/>
                <w:szCs w:val="20"/>
              </w:rPr>
              <w:t>по результатам наблюдений распознавать и описывать наиболее распространенны</w:t>
            </w:r>
            <w:r>
              <w:rPr>
                <w:sz w:val="20"/>
                <w:szCs w:val="20"/>
              </w:rPr>
              <w:t>х парнокопытных и непарнокопытных своей местности;</w:t>
            </w:r>
          </w:p>
          <w:p w:rsidR="002405C1" w:rsidRPr="00A1177F" w:rsidRDefault="002405C1" w:rsidP="007044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E53B89">
              <w:rPr>
                <w:sz w:val="20"/>
                <w:szCs w:val="20"/>
              </w:rPr>
              <w:t xml:space="preserve">определять принадлежность </w:t>
            </w:r>
            <w:r>
              <w:rPr>
                <w:sz w:val="20"/>
                <w:szCs w:val="20"/>
              </w:rPr>
              <w:t>млекопитающих</w:t>
            </w:r>
            <w:r w:rsidRPr="00E53B89">
              <w:rPr>
                <w:sz w:val="20"/>
                <w:szCs w:val="20"/>
              </w:rPr>
              <w:t xml:space="preserve"> к определенной систематической</w:t>
            </w:r>
            <w:r w:rsidRPr="00830C62">
              <w:rPr>
                <w:sz w:val="20"/>
                <w:szCs w:val="20"/>
              </w:rPr>
              <w:t xml:space="preserve"> группе (классификация)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1.1.1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2.1.3</w:t>
            </w:r>
          </w:p>
          <w:p w:rsidR="002405C1" w:rsidRPr="00A1177F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2.6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Копыто. Рога. Сложный желудок. Жвачка.</w:t>
            </w: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A14006" w:rsidRDefault="002405C1" w:rsidP="00E437C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01.02.16</w:t>
            </w:r>
          </w:p>
          <w:p w:rsidR="002405C1" w:rsidRPr="001327ED" w:rsidRDefault="002405C1" w:rsidP="00E437C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Отряды млекопитающих: Приматы.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:rsidR="002405C1" w:rsidRPr="00830C62" w:rsidRDefault="002405C1" w:rsidP="009E168E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437866" w:rsidRDefault="002405C1" w:rsidP="009E16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37866">
              <w:rPr>
                <w:sz w:val="20"/>
                <w:szCs w:val="20"/>
              </w:rPr>
              <w:t xml:space="preserve">признаки биологических объектов: </w:t>
            </w:r>
            <w:r>
              <w:rPr>
                <w:sz w:val="20"/>
                <w:szCs w:val="20"/>
              </w:rPr>
              <w:t>отряда Приматы, их особенности строения и многообразие;</w:t>
            </w:r>
          </w:p>
          <w:p w:rsidR="002405C1" w:rsidRPr="00437866" w:rsidRDefault="002405C1" w:rsidP="009E168E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37866">
              <w:rPr>
                <w:sz w:val="20"/>
                <w:szCs w:val="20"/>
              </w:rPr>
              <w:t xml:space="preserve">сущность биологических процессов: </w:t>
            </w:r>
            <w:r>
              <w:rPr>
                <w:sz w:val="20"/>
                <w:szCs w:val="20"/>
              </w:rPr>
              <w:t>питание, размножение, дыхание, передвижение; значение представителей приматов.</w:t>
            </w:r>
          </w:p>
          <w:p w:rsidR="002405C1" w:rsidRPr="00E53B89" w:rsidRDefault="002405C1" w:rsidP="009E168E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0C77A1" w:rsidRDefault="002405C1" w:rsidP="009E168E">
            <w:pPr>
              <w:jc w:val="both"/>
              <w:rPr>
                <w:sz w:val="20"/>
                <w:szCs w:val="20"/>
              </w:rPr>
            </w:pPr>
            <w:r w:rsidRPr="00E53B89">
              <w:rPr>
                <w:sz w:val="20"/>
                <w:szCs w:val="20"/>
              </w:rPr>
              <w:t xml:space="preserve">-проводить простые биологические исследования: рассматривать и описывать </w:t>
            </w:r>
            <w:r>
              <w:rPr>
                <w:sz w:val="20"/>
                <w:szCs w:val="20"/>
              </w:rPr>
              <w:t>представителей приматов</w:t>
            </w:r>
            <w:r w:rsidRPr="00E53B89">
              <w:rPr>
                <w:sz w:val="20"/>
                <w:szCs w:val="20"/>
              </w:rPr>
              <w:t>;</w:t>
            </w:r>
          </w:p>
          <w:p w:rsidR="002405C1" w:rsidRPr="00A1177F" w:rsidRDefault="002405C1" w:rsidP="009E16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E53B89">
              <w:rPr>
                <w:sz w:val="20"/>
                <w:szCs w:val="20"/>
              </w:rPr>
              <w:t xml:space="preserve">определять принадлежность </w:t>
            </w:r>
            <w:r>
              <w:rPr>
                <w:sz w:val="20"/>
                <w:szCs w:val="20"/>
              </w:rPr>
              <w:t>приматов</w:t>
            </w:r>
            <w:r w:rsidRPr="00E53B89">
              <w:rPr>
                <w:sz w:val="20"/>
                <w:szCs w:val="20"/>
              </w:rPr>
              <w:t xml:space="preserve"> к определенной систематической</w:t>
            </w:r>
            <w:r w:rsidRPr="00830C62">
              <w:rPr>
                <w:sz w:val="20"/>
                <w:szCs w:val="20"/>
              </w:rPr>
              <w:t xml:space="preserve"> группе (классификация)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1.1.1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2.1.3</w:t>
            </w:r>
          </w:p>
          <w:p w:rsidR="002405C1" w:rsidRPr="00A1177F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2.6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Приматы. Человекообразные обезьяны.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A14006" w:rsidRDefault="002405C1" w:rsidP="00E437C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03.02.16</w:t>
            </w:r>
          </w:p>
          <w:p w:rsidR="002405C1" w:rsidRPr="0077635C" w:rsidRDefault="002405C1" w:rsidP="00E437CA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E620C5">
              <w:rPr>
                <w:b/>
                <w:bCs/>
                <w:sz w:val="20"/>
                <w:szCs w:val="20"/>
              </w:rPr>
              <w:t>Контро</w:t>
            </w:r>
            <w:r>
              <w:rPr>
                <w:b/>
                <w:bCs/>
                <w:sz w:val="20"/>
                <w:szCs w:val="20"/>
              </w:rPr>
              <w:t>л</w:t>
            </w:r>
            <w:r w:rsidRPr="00E620C5">
              <w:rPr>
                <w:b/>
                <w:bCs/>
                <w:sz w:val="20"/>
                <w:szCs w:val="20"/>
              </w:rPr>
              <w:t>ьно-</w:t>
            </w:r>
            <w:r>
              <w:rPr>
                <w:b/>
                <w:bCs/>
                <w:sz w:val="20"/>
                <w:szCs w:val="20"/>
              </w:rPr>
              <w:t>о</w:t>
            </w:r>
            <w:r w:rsidRPr="00E620C5">
              <w:rPr>
                <w:b/>
                <w:bCs/>
                <w:sz w:val="20"/>
                <w:szCs w:val="20"/>
              </w:rPr>
              <w:t>бобщающий</w:t>
            </w:r>
            <w:r>
              <w:rPr>
                <w:sz w:val="20"/>
                <w:szCs w:val="20"/>
              </w:rPr>
              <w:t xml:space="preserve"> урок по теме: «Хордовые».</w:t>
            </w:r>
          </w:p>
        </w:tc>
        <w:tc>
          <w:tcPr>
            <w:tcW w:w="7371" w:type="dxa"/>
          </w:tcPr>
          <w:p w:rsidR="002405C1" w:rsidRPr="00830C62" w:rsidRDefault="002405C1" w:rsidP="00FC515C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FC515C" w:rsidRDefault="002405C1" w:rsidP="00FC515C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FC515C">
              <w:rPr>
                <w:sz w:val="20"/>
                <w:szCs w:val="20"/>
              </w:rPr>
              <w:t xml:space="preserve">признаки биологических объектов: </w:t>
            </w:r>
            <w:r>
              <w:rPr>
                <w:sz w:val="20"/>
                <w:szCs w:val="20"/>
              </w:rPr>
              <w:t>хордовых животных</w:t>
            </w:r>
            <w:r w:rsidRPr="00FC515C">
              <w:rPr>
                <w:sz w:val="20"/>
                <w:szCs w:val="20"/>
              </w:rPr>
              <w:t>;</w:t>
            </w:r>
          </w:p>
          <w:p w:rsidR="002405C1" w:rsidRPr="00FC515C" w:rsidRDefault="002405C1" w:rsidP="00FC515C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FC515C">
              <w:rPr>
                <w:sz w:val="20"/>
                <w:szCs w:val="20"/>
              </w:rPr>
              <w:t>сущность биологических процессов: питание, дыхание, выделение, размножение хордовых животных;</w:t>
            </w:r>
          </w:p>
          <w:p w:rsidR="002405C1" w:rsidRPr="00830C62" w:rsidRDefault="002405C1" w:rsidP="00FC515C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A1177F" w:rsidRDefault="002405C1" w:rsidP="00FC515C">
            <w:pPr>
              <w:jc w:val="both"/>
              <w:rPr>
                <w:sz w:val="20"/>
                <w:szCs w:val="20"/>
              </w:rPr>
            </w:pPr>
            <w:r w:rsidRPr="00FC515C">
              <w:rPr>
                <w:sz w:val="20"/>
                <w:szCs w:val="20"/>
              </w:rPr>
              <w:t>-объяснять родство, общность происхождения и эволюцию животных (на примере сопоставления</w:t>
            </w:r>
            <w:r w:rsidRPr="00830C62">
              <w:rPr>
                <w:sz w:val="20"/>
                <w:szCs w:val="20"/>
              </w:rPr>
              <w:t xml:space="preserve"> отдельных групп); роль различных организмов в жизни</w:t>
            </w:r>
            <w:r>
              <w:rPr>
                <w:sz w:val="20"/>
                <w:szCs w:val="20"/>
              </w:rPr>
              <w:t xml:space="preserve"> человека</w:t>
            </w:r>
            <w:r w:rsidRPr="00830C62">
              <w:rPr>
                <w:sz w:val="20"/>
                <w:szCs w:val="20"/>
              </w:rPr>
              <w:t>;взаимосвязи организмов и окружающей среды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1.1.1</w:t>
            </w:r>
          </w:p>
          <w:p w:rsidR="002405C1" w:rsidRDefault="002405C1" w:rsidP="0056682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2.1.3</w:t>
            </w:r>
          </w:p>
          <w:p w:rsidR="002405C1" w:rsidRPr="00A1177F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2.6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A14006" w:rsidRDefault="002405C1" w:rsidP="00E437C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08.02.16</w:t>
            </w:r>
          </w:p>
          <w:p w:rsidR="002405C1" w:rsidRPr="0077635C" w:rsidRDefault="002405C1" w:rsidP="00E437CA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FC515C" w:rsidRDefault="002405C1" w:rsidP="00A1177F">
            <w:pPr>
              <w:jc w:val="both"/>
              <w:rPr>
                <w:sz w:val="20"/>
                <w:szCs w:val="20"/>
              </w:rPr>
            </w:pPr>
            <w:r w:rsidRPr="00FC515C">
              <w:rPr>
                <w:b/>
                <w:bCs/>
                <w:sz w:val="20"/>
                <w:szCs w:val="20"/>
              </w:rPr>
              <w:t>Лабораторная работа №7</w:t>
            </w:r>
            <w:r w:rsidRPr="00FC515C">
              <w:rPr>
                <w:sz w:val="20"/>
                <w:szCs w:val="20"/>
              </w:rPr>
              <w:t xml:space="preserve"> «Распознавание животных разных типов».</w:t>
            </w:r>
          </w:p>
        </w:tc>
        <w:tc>
          <w:tcPr>
            <w:tcW w:w="7371" w:type="dxa"/>
          </w:tcPr>
          <w:p w:rsidR="002405C1" w:rsidRPr="00830C62" w:rsidRDefault="002405C1" w:rsidP="00FC515C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FC515C" w:rsidRDefault="002405C1" w:rsidP="00FC515C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FC515C">
              <w:rPr>
                <w:sz w:val="20"/>
                <w:szCs w:val="20"/>
              </w:rPr>
              <w:t xml:space="preserve">признаки биологических объектов: </w:t>
            </w:r>
            <w:r>
              <w:rPr>
                <w:sz w:val="20"/>
                <w:szCs w:val="20"/>
              </w:rPr>
              <w:t>животных разных типов</w:t>
            </w:r>
            <w:r w:rsidRPr="00FC515C">
              <w:rPr>
                <w:sz w:val="20"/>
                <w:szCs w:val="20"/>
              </w:rPr>
              <w:t>;</w:t>
            </w:r>
          </w:p>
          <w:p w:rsidR="002405C1" w:rsidRPr="00830C62" w:rsidRDefault="002405C1" w:rsidP="00FC515C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FC515C" w:rsidRDefault="002405C1" w:rsidP="00FC51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Pr="00830C62">
              <w:rPr>
                <w:b/>
                <w:bCs/>
                <w:sz w:val="20"/>
                <w:szCs w:val="20"/>
              </w:rPr>
              <w:t>находить</w:t>
            </w:r>
            <w:r w:rsidRPr="00830C62">
              <w:rPr>
                <w:sz w:val="20"/>
                <w:szCs w:val="20"/>
              </w:rPr>
              <w:t xml:space="preserve">в тексте учебника отличительные признаки основных систематических групп;в биологических словарях и справочниках значения биологических терминов;в различных источниках (в том числе с использованием информационных и коммуникационных технологий) необходимую информацию </w:t>
            </w:r>
            <w:r>
              <w:rPr>
                <w:sz w:val="20"/>
                <w:szCs w:val="20"/>
              </w:rPr>
              <w:t>о животных</w:t>
            </w:r>
            <w:r w:rsidRPr="00830C62">
              <w:rPr>
                <w:sz w:val="20"/>
                <w:szCs w:val="20"/>
              </w:rPr>
              <w:t>;</w:t>
            </w:r>
          </w:p>
          <w:p w:rsidR="002405C1" w:rsidRDefault="002405C1" w:rsidP="00B0051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Pr="00830C62">
              <w:rPr>
                <w:sz w:val="20"/>
                <w:szCs w:val="20"/>
              </w:rPr>
              <w:t>по результатам наблюдений распознавать и описывать на таблицах</w:t>
            </w:r>
            <w:r>
              <w:rPr>
                <w:sz w:val="20"/>
                <w:szCs w:val="20"/>
              </w:rPr>
              <w:t xml:space="preserve"> и коллекциях</w:t>
            </w:r>
            <w:r w:rsidRPr="00830C62">
              <w:rPr>
                <w:sz w:val="20"/>
                <w:szCs w:val="20"/>
              </w:rPr>
              <w:t xml:space="preserve"> животных от</w:t>
            </w:r>
            <w:r>
              <w:rPr>
                <w:sz w:val="20"/>
                <w:szCs w:val="20"/>
              </w:rPr>
              <w:t xml:space="preserve">дельных типов, </w:t>
            </w:r>
            <w:r w:rsidRPr="00830C62">
              <w:rPr>
                <w:sz w:val="20"/>
                <w:szCs w:val="20"/>
              </w:rPr>
              <w:t>наиболее распростран</w:t>
            </w:r>
            <w:r>
              <w:rPr>
                <w:sz w:val="20"/>
                <w:szCs w:val="20"/>
              </w:rPr>
              <w:t xml:space="preserve">енных животных своей местности; </w:t>
            </w:r>
          </w:p>
          <w:p w:rsidR="002405C1" w:rsidRPr="00B0051B" w:rsidRDefault="002405C1" w:rsidP="00B0051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830C62">
              <w:rPr>
                <w:sz w:val="20"/>
                <w:szCs w:val="20"/>
              </w:rPr>
              <w:t>сравнивать биологические объекты (представителей отдельных систематических групп) и делать выводы на основе сравнения; определять принадлежность биологических объектов к определенной систематической группе (классификация)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5668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Default="002405C1" w:rsidP="007B5DAE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1.2.1</w:t>
            </w:r>
          </w:p>
          <w:p w:rsidR="002405C1" w:rsidRDefault="002405C1" w:rsidP="007B5DAE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2.5</w:t>
            </w:r>
          </w:p>
          <w:p w:rsidR="002405C1" w:rsidRDefault="002405C1" w:rsidP="007B5DAE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2.6</w:t>
            </w:r>
          </w:p>
          <w:p w:rsidR="002405C1" w:rsidRPr="00A1177F" w:rsidRDefault="002405C1" w:rsidP="007B5DA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2.8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A14006" w:rsidRDefault="002405C1" w:rsidP="00E437C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10.02.16</w:t>
            </w:r>
          </w:p>
          <w:p w:rsidR="002405C1" w:rsidRPr="0077635C" w:rsidRDefault="002405C1" w:rsidP="00E437CA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Покровы тела.</w:t>
            </w:r>
            <w:r w:rsidRPr="00A1177F">
              <w:rPr>
                <w:b/>
                <w:bCs/>
                <w:sz w:val="20"/>
                <w:szCs w:val="20"/>
              </w:rPr>
              <w:t xml:space="preserve"> Лабораторная работа №</w:t>
            </w:r>
            <w:r>
              <w:rPr>
                <w:b/>
                <w:bCs/>
                <w:sz w:val="20"/>
                <w:szCs w:val="20"/>
              </w:rPr>
              <w:t>8</w:t>
            </w:r>
            <w:r w:rsidRPr="00A1177F">
              <w:rPr>
                <w:sz w:val="20"/>
                <w:szCs w:val="20"/>
              </w:rPr>
              <w:t>«Изучение особенностей различных покровов тела».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:rsidR="002405C1" w:rsidRPr="00830C62" w:rsidRDefault="002405C1" w:rsidP="003B7720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830C62" w:rsidRDefault="002405C1" w:rsidP="003B772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B7720">
              <w:rPr>
                <w:sz w:val="20"/>
                <w:szCs w:val="20"/>
              </w:rPr>
              <w:t xml:space="preserve">признаки биологических объектов: </w:t>
            </w:r>
            <w:r>
              <w:rPr>
                <w:sz w:val="20"/>
                <w:szCs w:val="20"/>
              </w:rPr>
              <w:t>покровы животных</w:t>
            </w:r>
            <w:r w:rsidRPr="00830C62">
              <w:rPr>
                <w:sz w:val="20"/>
                <w:szCs w:val="20"/>
              </w:rPr>
              <w:t>;</w:t>
            </w:r>
          </w:p>
          <w:p w:rsidR="002405C1" w:rsidRPr="00830C62" w:rsidRDefault="002405C1" w:rsidP="003B7720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3B7720" w:rsidRDefault="002405C1" w:rsidP="003B7720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Pr="003B7720">
              <w:rPr>
                <w:sz w:val="20"/>
                <w:szCs w:val="20"/>
              </w:rPr>
              <w:t xml:space="preserve">находить в различных источниках (в том числе с использованием информационных и коммуникационных технологий) необходимую информацию о покровах тела животных; </w:t>
            </w:r>
          </w:p>
          <w:p w:rsidR="002405C1" w:rsidRPr="00A1177F" w:rsidRDefault="002405C1" w:rsidP="003B772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3B7720">
              <w:rPr>
                <w:sz w:val="20"/>
                <w:szCs w:val="20"/>
              </w:rPr>
              <w:t>-по результатам</w:t>
            </w:r>
            <w:r w:rsidRPr="00830C62">
              <w:rPr>
                <w:sz w:val="20"/>
                <w:szCs w:val="20"/>
              </w:rPr>
              <w:t xml:space="preserve"> наблюдений распознавать и описывать на таблицах </w:t>
            </w:r>
            <w:r>
              <w:rPr>
                <w:sz w:val="20"/>
                <w:szCs w:val="20"/>
              </w:rPr>
              <w:t>покровы тела</w:t>
            </w:r>
            <w:r w:rsidRPr="00830C62">
              <w:rPr>
                <w:sz w:val="20"/>
                <w:szCs w:val="20"/>
              </w:rPr>
              <w:t xml:space="preserve"> животных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405C1" w:rsidRDefault="002405C1" w:rsidP="00B57D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B57D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Default="002405C1" w:rsidP="00B57D5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1.2.1</w:t>
            </w:r>
          </w:p>
          <w:p w:rsidR="002405C1" w:rsidRPr="00A1177F" w:rsidRDefault="002405C1" w:rsidP="00B57D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2.8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Плоский эпителий. Кутикула. Эпидермис. Собственно кожа.</w:t>
            </w:r>
          </w:p>
        </w:tc>
      </w:tr>
      <w:tr w:rsidR="002405C1" w:rsidRPr="00A1177F" w:rsidTr="00A14006">
        <w:trPr>
          <w:cantSplit/>
          <w:trHeight w:val="1677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A14006" w:rsidRDefault="002405C1" w:rsidP="00E437C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15.02.16</w:t>
            </w:r>
          </w:p>
          <w:p w:rsidR="002405C1" w:rsidRPr="001327ED" w:rsidRDefault="002405C1" w:rsidP="00E437C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Опорно-двигательная система.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:rsidR="002405C1" w:rsidRPr="00830C62" w:rsidRDefault="002405C1" w:rsidP="00702CCE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830C62" w:rsidRDefault="002405C1" w:rsidP="00702CCE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B7720">
              <w:rPr>
                <w:sz w:val="20"/>
                <w:szCs w:val="20"/>
              </w:rPr>
              <w:t xml:space="preserve">признаки биологических объектов: </w:t>
            </w:r>
            <w:r>
              <w:rPr>
                <w:sz w:val="20"/>
                <w:szCs w:val="20"/>
              </w:rPr>
              <w:t>особенности опорно-двигательной системы</w:t>
            </w:r>
            <w:r w:rsidRPr="00830C62">
              <w:rPr>
                <w:sz w:val="20"/>
                <w:szCs w:val="20"/>
              </w:rPr>
              <w:t>;</w:t>
            </w:r>
          </w:p>
          <w:p w:rsidR="002405C1" w:rsidRPr="00830C62" w:rsidRDefault="002405C1" w:rsidP="00702CCE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3B7720" w:rsidRDefault="002405C1" w:rsidP="00702CCE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Pr="003B7720">
              <w:rPr>
                <w:sz w:val="20"/>
                <w:szCs w:val="20"/>
              </w:rPr>
              <w:t xml:space="preserve">находить в различных источниках (в том числе с использованием информационных и коммуникационных технологий) необходимую информацию </w:t>
            </w:r>
            <w:r>
              <w:rPr>
                <w:sz w:val="20"/>
                <w:szCs w:val="20"/>
              </w:rPr>
              <w:t>об опорно-двигательной системе</w:t>
            </w:r>
            <w:r w:rsidRPr="003B7720">
              <w:rPr>
                <w:sz w:val="20"/>
                <w:szCs w:val="20"/>
              </w:rPr>
              <w:t xml:space="preserve">; </w:t>
            </w:r>
          </w:p>
          <w:p w:rsidR="002405C1" w:rsidRPr="00A1177F" w:rsidRDefault="002405C1" w:rsidP="00CA47AD">
            <w:pPr>
              <w:jc w:val="both"/>
              <w:rPr>
                <w:sz w:val="20"/>
                <w:szCs w:val="20"/>
              </w:rPr>
            </w:pPr>
            <w:r w:rsidRPr="003B7720">
              <w:rPr>
                <w:sz w:val="20"/>
                <w:szCs w:val="20"/>
              </w:rPr>
              <w:t>-по результатам</w:t>
            </w:r>
            <w:r w:rsidRPr="00830C62">
              <w:rPr>
                <w:sz w:val="20"/>
                <w:szCs w:val="20"/>
              </w:rPr>
              <w:t xml:space="preserve"> наблюдений распознавать и описывать на таблиц</w:t>
            </w:r>
            <w:r>
              <w:rPr>
                <w:sz w:val="20"/>
                <w:szCs w:val="20"/>
              </w:rPr>
              <w:t>ах основные отделы опорно-двигательной системы.</w:t>
            </w:r>
          </w:p>
        </w:tc>
        <w:tc>
          <w:tcPr>
            <w:tcW w:w="709" w:type="dxa"/>
          </w:tcPr>
          <w:p w:rsidR="002405C1" w:rsidRDefault="002405C1" w:rsidP="00B57D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B57D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Default="002405C1" w:rsidP="00B57D5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1.2.1</w:t>
            </w:r>
          </w:p>
          <w:p w:rsidR="002405C1" w:rsidRDefault="002405C1" w:rsidP="00B57D5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2.34</w:t>
            </w:r>
          </w:p>
          <w:p w:rsidR="002405C1" w:rsidRPr="00A1177F" w:rsidRDefault="002405C1" w:rsidP="00B57D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2.8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Наружный скелет. Осевой скелет. Позвоночник. Позвонок. Сустав. Скелет конечностей, поясов.</w:t>
            </w: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1327ED" w:rsidRDefault="002405C1" w:rsidP="00A1400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17.02.16</w:t>
            </w: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 xml:space="preserve">Способы передвижения животных. 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:rsidR="002405C1" w:rsidRPr="00830C62" w:rsidRDefault="002405C1" w:rsidP="001A1B52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1A1B52" w:rsidRDefault="002405C1" w:rsidP="001A1B52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1A1B52">
              <w:rPr>
                <w:sz w:val="20"/>
                <w:szCs w:val="20"/>
              </w:rPr>
              <w:t xml:space="preserve">сущность биологических процессов: </w:t>
            </w:r>
            <w:r>
              <w:rPr>
                <w:sz w:val="20"/>
                <w:szCs w:val="20"/>
              </w:rPr>
              <w:t>способы передвижения животных</w:t>
            </w:r>
            <w:r w:rsidRPr="001A1B52">
              <w:rPr>
                <w:sz w:val="20"/>
                <w:szCs w:val="20"/>
              </w:rPr>
              <w:t>;</w:t>
            </w:r>
          </w:p>
          <w:p w:rsidR="002405C1" w:rsidRPr="00830C62" w:rsidRDefault="002405C1" w:rsidP="001A1B52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F752F8" w:rsidRDefault="002405C1" w:rsidP="001A1B52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Pr="003B7720">
              <w:rPr>
                <w:sz w:val="20"/>
                <w:szCs w:val="20"/>
              </w:rPr>
              <w:t xml:space="preserve">находить в различных источниках (в том числе с использованием информационных и коммуникационных технологий) необходимую информацию о </w:t>
            </w:r>
            <w:r>
              <w:rPr>
                <w:sz w:val="20"/>
                <w:szCs w:val="20"/>
              </w:rPr>
              <w:t xml:space="preserve">способах передвижения </w:t>
            </w:r>
            <w:r w:rsidRPr="003B7720">
              <w:rPr>
                <w:sz w:val="20"/>
                <w:szCs w:val="20"/>
              </w:rPr>
              <w:t>животных</w:t>
            </w:r>
            <w:r>
              <w:rPr>
                <w:sz w:val="20"/>
                <w:szCs w:val="20"/>
              </w:rPr>
              <w:t xml:space="preserve"> в связи с образов жизни.</w:t>
            </w:r>
          </w:p>
        </w:tc>
        <w:tc>
          <w:tcPr>
            <w:tcW w:w="709" w:type="dxa"/>
          </w:tcPr>
          <w:p w:rsidR="002405C1" w:rsidRDefault="002405C1" w:rsidP="00B57D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B57D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Default="002405C1" w:rsidP="00B57D5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1.2.1</w:t>
            </w:r>
          </w:p>
          <w:p w:rsidR="002405C1" w:rsidRPr="00A1177F" w:rsidRDefault="002405C1" w:rsidP="00B57D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2.8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Движение. Полости тела: первичная, вторичная, смешанная.</w:t>
            </w: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1327ED" w:rsidRDefault="002405C1" w:rsidP="00A1400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24.02.16</w:t>
            </w: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Органы дыхания и газообмен.</w:t>
            </w:r>
            <w:r>
              <w:rPr>
                <w:b/>
                <w:bCs/>
                <w:sz w:val="20"/>
                <w:szCs w:val="20"/>
              </w:rPr>
              <w:t xml:space="preserve"> Лабораторная работа №9</w:t>
            </w:r>
            <w:r w:rsidRPr="00A1177F">
              <w:rPr>
                <w:sz w:val="20"/>
                <w:szCs w:val="20"/>
              </w:rPr>
              <w:t>«Изучение способов дыхания животных».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:rsidR="002405C1" w:rsidRDefault="002405C1" w:rsidP="00C971DA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C971DA" w:rsidRDefault="002405C1" w:rsidP="00C971DA">
            <w:pPr>
              <w:jc w:val="both"/>
              <w:rPr>
                <w:b/>
                <w:bCs/>
                <w:sz w:val="20"/>
                <w:szCs w:val="20"/>
              </w:rPr>
            </w:pPr>
            <w:r w:rsidRPr="00C971DA">
              <w:rPr>
                <w:sz w:val="20"/>
                <w:szCs w:val="20"/>
              </w:rPr>
              <w:t xml:space="preserve">-признаки биологических объектов: </w:t>
            </w:r>
            <w:r>
              <w:rPr>
                <w:sz w:val="20"/>
                <w:szCs w:val="20"/>
              </w:rPr>
              <w:t>органы дыхания, особенности строения</w:t>
            </w:r>
            <w:r w:rsidRPr="00C971DA">
              <w:rPr>
                <w:sz w:val="20"/>
                <w:szCs w:val="20"/>
              </w:rPr>
              <w:t>;</w:t>
            </w:r>
          </w:p>
          <w:p w:rsidR="002405C1" w:rsidRPr="00C971DA" w:rsidRDefault="002405C1" w:rsidP="00C971DA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C971DA">
              <w:rPr>
                <w:sz w:val="20"/>
                <w:szCs w:val="20"/>
              </w:rPr>
              <w:t xml:space="preserve">сущность биологических процессов: </w:t>
            </w:r>
            <w:r>
              <w:rPr>
                <w:sz w:val="20"/>
                <w:szCs w:val="20"/>
              </w:rPr>
              <w:t>дыхание животных.</w:t>
            </w:r>
          </w:p>
          <w:p w:rsidR="002405C1" w:rsidRPr="00830C62" w:rsidRDefault="002405C1" w:rsidP="00C971DA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3B7720" w:rsidRDefault="002405C1" w:rsidP="00C971DA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Pr="003B7720">
              <w:rPr>
                <w:sz w:val="20"/>
                <w:szCs w:val="20"/>
              </w:rPr>
              <w:t>находить в различных источниках (в том числе с использованием информационных и коммуникационных технологий) необходимую информацию о</w:t>
            </w:r>
            <w:r>
              <w:rPr>
                <w:sz w:val="20"/>
                <w:szCs w:val="20"/>
              </w:rPr>
              <w:t>борганах дыхания животных</w:t>
            </w:r>
            <w:r w:rsidRPr="003B7720">
              <w:rPr>
                <w:sz w:val="20"/>
                <w:szCs w:val="20"/>
              </w:rPr>
              <w:t xml:space="preserve">; </w:t>
            </w:r>
          </w:p>
          <w:p w:rsidR="002405C1" w:rsidRDefault="002405C1" w:rsidP="00C971DA">
            <w:pPr>
              <w:jc w:val="both"/>
              <w:rPr>
                <w:sz w:val="20"/>
                <w:szCs w:val="20"/>
              </w:rPr>
            </w:pPr>
            <w:r w:rsidRPr="003B7720">
              <w:rPr>
                <w:sz w:val="20"/>
                <w:szCs w:val="20"/>
              </w:rPr>
              <w:t>-по результатам</w:t>
            </w:r>
            <w:r w:rsidRPr="00830C62">
              <w:rPr>
                <w:sz w:val="20"/>
                <w:szCs w:val="20"/>
              </w:rPr>
              <w:t xml:space="preserve"> наблюдений распознавать и описывать на таблицах </w:t>
            </w:r>
            <w:r>
              <w:rPr>
                <w:sz w:val="20"/>
                <w:szCs w:val="20"/>
              </w:rPr>
              <w:t>органы дыхания</w:t>
            </w:r>
            <w:r w:rsidRPr="00830C62">
              <w:rPr>
                <w:sz w:val="20"/>
                <w:szCs w:val="20"/>
              </w:rPr>
              <w:t xml:space="preserve"> животных</w:t>
            </w:r>
            <w:r>
              <w:rPr>
                <w:sz w:val="20"/>
                <w:szCs w:val="20"/>
              </w:rPr>
              <w:t>;</w:t>
            </w:r>
          </w:p>
          <w:p w:rsidR="002405C1" w:rsidRPr="00A1177F" w:rsidRDefault="002405C1" w:rsidP="00C971D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830C62">
              <w:rPr>
                <w:sz w:val="20"/>
                <w:szCs w:val="20"/>
              </w:rPr>
              <w:t>сравнивать биологические объекты (</w:t>
            </w:r>
            <w:r>
              <w:rPr>
                <w:sz w:val="20"/>
                <w:szCs w:val="20"/>
              </w:rPr>
              <w:t>органы дыхания животных</w:t>
            </w:r>
            <w:r w:rsidRPr="00830C62">
              <w:rPr>
                <w:sz w:val="20"/>
                <w:szCs w:val="20"/>
              </w:rPr>
              <w:t>) и делать выводы на основе сравнения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405C1" w:rsidRDefault="002405C1" w:rsidP="00B57D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B57D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Default="002405C1" w:rsidP="00B57D5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1.2.1</w:t>
            </w:r>
          </w:p>
          <w:p w:rsidR="002405C1" w:rsidRDefault="002405C1" w:rsidP="00B57D5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2.3.4</w:t>
            </w:r>
          </w:p>
          <w:p w:rsidR="002405C1" w:rsidRPr="00A1177F" w:rsidRDefault="002405C1" w:rsidP="00B57D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2.8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Диффузия. Жабры. Трахеи. Бронхи. Легкие. Альвеолы. Диафрагма. Легочные перегородки.</w:t>
            </w:r>
          </w:p>
        </w:tc>
      </w:tr>
      <w:tr w:rsidR="002405C1" w:rsidRPr="00A1177F" w:rsidTr="00A14006">
        <w:trPr>
          <w:cantSplit/>
          <w:trHeight w:val="1906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743E91" w:rsidRDefault="002405C1" w:rsidP="0009452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27.02.16</w:t>
            </w: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Органы пищеварения. Обмен веществ.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:rsidR="002405C1" w:rsidRDefault="002405C1" w:rsidP="00D17948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C971DA" w:rsidRDefault="002405C1" w:rsidP="00D17948">
            <w:pPr>
              <w:jc w:val="both"/>
              <w:rPr>
                <w:b/>
                <w:bCs/>
                <w:sz w:val="20"/>
                <w:szCs w:val="20"/>
              </w:rPr>
            </w:pPr>
            <w:r w:rsidRPr="00C971DA">
              <w:rPr>
                <w:sz w:val="20"/>
                <w:szCs w:val="20"/>
              </w:rPr>
              <w:t xml:space="preserve">-признаки биологических объектов: </w:t>
            </w:r>
            <w:r>
              <w:rPr>
                <w:sz w:val="20"/>
                <w:szCs w:val="20"/>
              </w:rPr>
              <w:t>органы пищеварения, особенности строения</w:t>
            </w:r>
            <w:r w:rsidRPr="00C971DA">
              <w:rPr>
                <w:sz w:val="20"/>
                <w:szCs w:val="20"/>
              </w:rPr>
              <w:t>;</w:t>
            </w:r>
          </w:p>
          <w:p w:rsidR="002405C1" w:rsidRPr="00C971DA" w:rsidRDefault="002405C1" w:rsidP="00D17948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C971DA">
              <w:rPr>
                <w:sz w:val="20"/>
                <w:szCs w:val="20"/>
              </w:rPr>
              <w:t>сущность биологических процессов: обмен веществ и превращения энергии</w:t>
            </w:r>
            <w:r>
              <w:rPr>
                <w:sz w:val="20"/>
                <w:szCs w:val="20"/>
              </w:rPr>
              <w:t>, питание  животных.</w:t>
            </w:r>
          </w:p>
          <w:p w:rsidR="002405C1" w:rsidRPr="00830C62" w:rsidRDefault="002405C1" w:rsidP="00D17948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3B7720" w:rsidRDefault="002405C1" w:rsidP="00D17948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Pr="003B7720">
              <w:rPr>
                <w:sz w:val="20"/>
                <w:szCs w:val="20"/>
              </w:rPr>
              <w:t>находить в различных источниках (в том числе с использованием информационных и коммуникационных технологий) необходимую информацию о</w:t>
            </w:r>
            <w:r>
              <w:rPr>
                <w:sz w:val="20"/>
                <w:szCs w:val="20"/>
              </w:rPr>
              <w:t>борганах пищеварительной системы животных</w:t>
            </w:r>
            <w:r w:rsidRPr="003B7720">
              <w:rPr>
                <w:sz w:val="20"/>
                <w:szCs w:val="20"/>
              </w:rPr>
              <w:t xml:space="preserve">; </w:t>
            </w:r>
          </w:p>
          <w:p w:rsidR="002405C1" w:rsidRDefault="002405C1" w:rsidP="00D17948">
            <w:pPr>
              <w:jc w:val="both"/>
              <w:rPr>
                <w:sz w:val="20"/>
                <w:szCs w:val="20"/>
              </w:rPr>
            </w:pPr>
            <w:r w:rsidRPr="003B7720">
              <w:rPr>
                <w:sz w:val="20"/>
                <w:szCs w:val="20"/>
              </w:rPr>
              <w:t>-по результатам</w:t>
            </w:r>
            <w:r w:rsidRPr="00830C62">
              <w:rPr>
                <w:sz w:val="20"/>
                <w:szCs w:val="20"/>
              </w:rPr>
              <w:t xml:space="preserve"> наблюдений распознавать и описывать на таблицах </w:t>
            </w:r>
            <w:r>
              <w:rPr>
                <w:sz w:val="20"/>
                <w:szCs w:val="20"/>
              </w:rPr>
              <w:t xml:space="preserve">органы пищеварительной системы </w:t>
            </w:r>
            <w:r w:rsidRPr="00830C62">
              <w:rPr>
                <w:sz w:val="20"/>
                <w:szCs w:val="20"/>
              </w:rPr>
              <w:t>животных</w:t>
            </w:r>
            <w:r>
              <w:rPr>
                <w:sz w:val="20"/>
                <w:szCs w:val="20"/>
              </w:rPr>
              <w:t>;</w:t>
            </w:r>
          </w:p>
          <w:p w:rsidR="002405C1" w:rsidRPr="00A1177F" w:rsidRDefault="002405C1" w:rsidP="00D1794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830C62">
              <w:rPr>
                <w:sz w:val="20"/>
                <w:szCs w:val="20"/>
              </w:rPr>
              <w:t>сравнивать биологические объекты (</w:t>
            </w:r>
            <w:r>
              <w:rPr>
                <w:sz w:val="20"/>
                <w:szCs w:val="20"/>
              </w:rPr>
              <w:t>органы пищеварительной системы животных</w:t>
            </w:r>
            <w:r w:rsidRPr="00830C62">
              <w:rPr>
                <w:sz w:val="20"/>
                <w:szCs w:val="20"/>
              </w:rPr>
              <w:t>) и делать выводы на основе сравнения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405C1" w:rsidRDefault="002405C1" w:rsidP="00B57D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B57D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Default="002405C1" w:rsidP="00B57D5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1.2.1</w:t>
            </w:r>
          </w:p>
          <w:p w:rsidR="002405C1" w:rsidRDefault="002405C1" w:rsidP="00B57D5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2.3.4</w:t>
            </w:r>
          </w:p>
          <w:p w:rsidR="002405C1" w:rsidRPr="00A1177F" w:rsidRDefault="002405C1" w:rsidP="00B57D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2.8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Обмен веществ. Превращение энергии. Ферменты.</w:t>
            </w: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1327ED" w:rsidRDefault="002405C1" w:rsidP="0009452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29.02.16</w:t>
            </w: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Кровеносная система. Кровь.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:rsidR="002405C1" w:rsidRDefault="002405C1" w:rsidP="00D17948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C971DA" w:rsidRDefault="002405C1" w:rsidP="00D17948">
            <w:pPr>
              <w:jc w:val="both"/>
              <w:rPr>
                <w:b/>
                <w:bCs/>
                <w:sz w:val="20"/>
                <w:szCs w:val="20"/>
              </w:rPr>
            </w:pPr>
            <w:r w:rsidRPr="00C971DA">
              <w:rPr>
                <w:sz w:val="20"/>
                <w:szCs w:val="20"/>
              </w:rPr>
              <w:t xml:space="preserve">-признаки биологических объектов: </w:t>
            </w:r>
            <w:r>
              <w:rPr>
                <w:sz w:val="20"/>
                <w:szCs w:val="20"/>
              </w:rPr>
              <w:t>органы кровеносной системы, состав и функции крови</w:t>
            </w:r>
            <w:r w:rsidRPr="00C971DA">
              <w:rPr>
                <w:sz w:val="20"/>
                <w:szCs w:val="20"/>
              </w:rPr>
              <w:t>;</w:t>
            </w:r>
          </w:p>
          <w:p w:rsidR="002405C1" w:rsidRPr="00C971DA" w:rsidRDefault="002405C1" w:rsidP="00D17948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C971DA">
              <w:rPr>
                <w:sz w:val="20"/>
                <w:szCs w:val="20"/>
              </w:rPr>
              <w:t xml:space="preserve">сущность биологических процессов: </w:t>
            </w:r>
            <w:r>
              <w:rPr>
                <w:sz w:val="20"/>
                <w:szCs w:val="20"/>
              </w:rPr>
              <w:t>кровообращение у животных.</w:t>
            </w:r>
          </w:p>
          <w:p w:rsidR="002405C1" w:rsidRPr="00830C62" w:rsidRDefault="002405C1" w:rsidP="00D17948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3B7720" w:rsidRDefault="002405C1" w:rsidP="00D17948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Pr="003B7720">
              <w:rPr>
                <w:sz w:val="20"/>
                <w:szCs w:val="20"/>
              </w:rPr>
              <w:t>находить в различных источниках (в том числе с использованием информационных и коммуникационных технологий) необходимую информацию о</w:t>
            </w:r>
            <w:r>
              <w:rPr>
                <w:sz w:val="20"/>
                <w:szCs w:val="20"/>
              </w:rPr>
              <w:t>борганах кровеносной системы животных</w:t>
            </w:r>
            <w:r w:rsidRPr="003B7720">
              <w:rPr>
                <w:sz w:val="20"/>
                <w:szCs w:val="20"/>
              </w:rPr>
              <w:t>;</w:t>
            </w:r>
          </w:p>
          <w:p w:rsidR="002405C1" w:rsidRDefault="002405C1" w:rsidP="00D17948">
            <w:pPr>
              <w:jc w:val="both"/>
              <w:rPr>
                <w:sz w:val="20"/>
                <w:szCs w:val="20"/>
              </w:rPr>
            </w:pPr>
            <w:r w:rsidRPr="003B7720">
              <w:rPr>
                <w:sz w:val="20"/>
                <w:szCs w:val="20"/>
              </w:rPr>
              <w:t>-по результатам</w:t>
            </w:r>
            <w:r w:rsidRPr="00830C62">
              <w:rPr>
                <w:sz w:val="20"/>
                <w:szCs w:val="20"/>
              </w:rPr>
              <w:t xml:space="preserve"> наблюдений распознавать и описывать на таблицах </w:t>
            </w:r>
            <w:r>
              <w:rPr>
                <w:sz w:val="20"/>
                <w:szCs w:val="20"/>
              </w:rPr>
              <w:t>органы кровеносной системы</w:t>
            </w:r>
            <w:r w:rsidRPr="00830C62">
              <w:rPr>
                <w:sz w:val="20"/>
                <w:szCs w:val="20"/>
              </w:rPr>
              <w:t xml:space="preserve"> животных</w:t>
            </w:r>
            <w:r>
              <w:rPr>
                <w:sz w:val="20"/>
                <w:szCs w:val="20"/>
              </w:rPr>
              <w:t>;</w:t>
            </w:r>
          </w:p>
          <w:p w:rsidR="002405C1" w:rsidRPr="00A1177F" w:rsidRDefault="002405C1" w:rsidP="00865E4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830C62">
              <w:rPr>
                <w:sz w:val="20"/>
                <w:szCs w:val="20"/>
              </w:rPr>
              <w:t>сравнивать биологические объекты (</w:t>
            </w:r>
            <w:r>
              <w:rPr>
                <w:sz w:val="20"/>
                <w:szCs w:val="20"/>
              </w:rPr>
              <w:t>органы кровеносной системы животных</w:t>
            </w:r>
            <w:r w:rsidRPr="00830C62">
              <w:rPr>
                <w:sz w:val="20"/>
                <w:szCs w:val="20"/>
              </w:rPr>
              <w:t>) и делать выводы на основе сравнения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405C1" w:rsidRDefault="002405C1" w:rsidP="00B57D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B57D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Default="002405C1" w:rsidP="00B57D5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1.2.1</w:t>
            </w:r>
          </w:p>
          <w:p w:rsidR="002405C1" w:rsidRDefault="002405C1" w:rsidP="00B57D5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2.3.4</w:t>
            </w:r>
          </w:p>
          <w:p w:rsidR="002405C1" w:rsidRPr="00A1177F" w:rsidRDefault="002405C1" w:rsidP="00B57D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2.8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Сердце. Капилляры. Артерии. Вены. Аорта. Фагоцитоз. Плазма. Лейкоциты. Эритроциты. Гемоглобин. Кровь.</w:t>
            </w: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743E91" w:rsidRDefault="002405C1" w:rsidP="0009452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02.03.16</w:t>
            </w: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Органы выделения.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:rsidR="002405C1" w:rsidRDefault="002405C1" w:rsidP="00865E41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C971DA" w:rsidRDefault="002405C1" w:rsidP="00865E41">
            <w:pPr>
              <w:jc w:val="both"/>
              <w:rPr>
                <w:b/>
                <w:bCs/>
                <w:sz w:val="20"/>
                <w:szCs w:val="20"/>
              </w:rPr>
            </w:pPr>
            <w:r w:rsidRPr="00C971DA">
              <w:rPr>
                <w:sz w:val="20"/>
                <w:szCs w:val="20"/>
              </w:rPr>
              <w:t xml:space="preserve">-признаки биологических объектов: </w:t>
            </w:r>
            <w:r>
              <w:rPr>
                <w:sz w:val="20"/>
                <w:szCs w:val="20"/>
              </w:rPr>
              <w:t>органы выделения, их строение</w:t>
            </w:r>
            <w:r w:rsidRPr="00C971DA">
              <w:rPr>
                <w:sz w:val="20"/>
                <w:szCs w:val="20"/>
              </w:rPr>
              <w:t>;</w:t>
            </w:r>
          </w:p>
          <w:p w:rsidR="002405C1" w:rsidRPr="00C971DA" w:rsidRDefault="002405C1" w:rsidP="00865E41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C971DA">
              <w:rPr>
                <w:sz w:val="20"/>
                <w:szCs w:val="20"/>
              </w:rPr>
              <w:t xml:space="preserve">сущность биологических процессов: </w:t>
            </w:r>
            <w:r>
              <w:rPr>
                <w:sz w:val="20"/>
                <w:szCs w:val="20"/>
              </w:rPr>
              <w:t>выделение у животных.</w:t>
            </w:r>
          </w:p>
          <w:p w:rsidR="002405C1" w:rsidRPr="00830C62" w:rsidRDefault="002405C1" w:rsidP="00865E41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3B7720" w:rsidRDefault="002405C1" w:rsidP="00865E41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Pr="003B7720">
              <w:rPr>
                <w:sz w:val="20"/>
                <w:szCs w:val="20"/>
              </w:rPr>
              <w:t>находить в различных источниках (в том числе с использованием информационных и коммуникационных технологий) необходимую информацию о</w:t>
            </w:r>
            <w:r>
              <w:rPr>
                <w:sz w:val="20"/>
                <w:szCs w:val="20"/>
              </w:rPr>
              <w:t>борганах выделения животных</w:t>
            </w:r>
            <w:r w:rsidRPr="003B7720">
              <w:rPr>
                <w:sz w:val="20"/>
                <w:szCs w:val="20"/>
              </w:rPr>
              <w:t xml:space="preserve">; </w:t>
            </w:r>
          </w:p>
          <w:p w:rsidR="002405C1" w:rsidRDefault="002405C1" w:rsidP="00865E41">
            <w:pPr>
              <w:jc w:val="both"/>
              <w:rPr>
                <w:sz w:val="20"/>
                <w:szCs w:val="20"/>
              </w:rPr>
            </w:pPr>
            <w:r w:rsidRPr="003B7720">
              <w:rPr>
                <w:sz w:val="20"/>
                <w:szCs w:val="20"/>
              </w:rPr>
              <w:t>-по результатам</w:t>
            </w:r>
            <w:r w:rsidRPr="00830C62">
              <w:rPr>
                <w:sz w:val="20"/>
                <w:szCs w:val="20"/>
              </w:rPr>
              <w:t xml:space="preserve"> наблюдений распознавать и описывать на таблицах </w:t>
            </w:r>
            <w:r>
              <w:rPr>
                <w:sz w:val="20"/>
                <w:szCs w:val="20"/>
              </w:rPr>
              <w:t>органы выделения</w:t>
            </w:r>
            <w:r w:rsidRPr="00830C62">
              <w:rPr>
                <w:sz w:val="20"/>
                <w:szCs w:val="20"/>
              </w:rPr>
              <w:t xml:space="preserve"> животных</w:t>
            </w:r>
            <w:r>
              <w:rPr>
                <w:sz w:val="20"/>
                <w:szCs w:val="20"/>
              </w:rPr>
              <w:t>;</w:t>
            </w:r>
          </w:p>
          <w:p w:rsidR="002405C1" w:rsidRPr="00A1177F" w:rsidRDefault="002405C1" w:rsidP="00201E3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830C62">
              <w:rPr>
                <w:sz w:val="20"/>
                <w:szCs w:val="20"/>
              </w:rPr>
              <w:t>сравнивать биологические объекты (</w:t>
            </w:r>
            <w:r>
              <w:rPr>
                <w:sz w:val="20"/>
                <w:szCs w:val="20"/>
              </w:rPr>
              <w:t>органы выделения животных</w:t>
            </w:r>
            <w:r w:rsidRPr="00830C62">
              <w:rPr>
                <w:sz w:val="20"/>
                <w:szCs w:val="20"/>
              </w:rPr>
              <w:t>) и делать выводы на основе сравнения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405C1" w:rsidRDefault="002405C1" w:rsidP="00B57D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B57D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Default="002405C1" w:rsidP="00B57D5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1.2.1</w:t>
            </w:r>
          </w:p>
          <w:p w:rsidR="002405C1" w:rsidRDefault="002405C1" w:rsidP="00B57D5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2.3.4</w:t>
            </w:r>
          </w:p>
          <w:p w:rsidR="002405C1" w:rsidRPr="00A1177F" w:rsidRDefault="002405C1" w:rsidP="00B57D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2.8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Канальцы – извилистые трубки. Почка. Мочеточник. Мочевой пузырь. Моча.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743E91" w:rsidRDefault="002405C1" w:rsidP="0009452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05.03.16</w:t>
            </w: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E16D1A" w:rsidRDefault="002405C1" w:rsidP="00A1177F">
            <w:pPr>
              <w:jc w:val="both"/>
              <w:rPr>
                <w:sz w:val="20"/>
                <w:szCs w:val="20"/>
              </w:rPr>
            </w:pPr>
            <w:r w:rsidRPr="00E16D1A">
              <w:rPr>
                <w:sz w:val="20"/>
                <w:szCs w:val="20"/>
              </w:rPr>
              <w:t>Нервная система.</w:t>
            </w:r>
            <w:r w:rsidRPr="00E16D1A">
              <w:rPr>
                <w:b/>
                <w:bCs/>
                <w:sz w:val="20"/>
                <w:szCs w:val="20"/>
              </w:rPr>
              <w:t xml:space="preserve"> Практическая работа№2 </w:t>
            </w:r>
            <w:r w:rsidRPr="00E16D1A">
              <w:rPr>
                <w:sz w:val="20"/>
                <w:szCs w:val="20"/>
              </w:rPr>
              <w:t>«Наблюдение за поведением животных».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:rsidR="002405C1" w:rsidRDefault="002405C1" w:rsidP="00E16D1A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C971DA" w:rsidRDefault="002405C1" w:rsidP="00E16D1A">
            <w:pPr>
              <w:jc w:val="both"/>
              <w:rPr>
                <w:b/>
                <w:bCs/>
                <w:sz w:val="20"/>
                <w:szCs w:val="20"/>
              </w:rPr>
            </w:pPr>
            <w:r w:rsidRPr="00C971DA">
              <w:rPr>
                <w:sz w:val="20"/>
                <w:szCs w:val="20"/>
              </w:rPr>
              <w:t xml:space="preserve">-признаки биологических объектов: </w:t>
            </w:r>
            <w:r>
              <w:rPr>
                <w:sz w:val="20"/>
                <w:szCs w:val="20"/>
              </w:rPr>
              <w:t>особенности строения нервной системы</w:t>
            </w:r>
            <w:r w:rsidRPr="00C971DA">
              <w:rPr>
                <w:sz w:val="20"/>
                <w:szCs w:val="20"/>
              </w:rPr>
              <w:t>;</w:t>
            </w:r>
          </w:p>
          <w:p w:rsidR="002405C1" w:rsidRPr="00C971DA" w:rsidRDefault="002405C1" w:rsidP="00E16D1A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C971DA">
              <w:rPr>
                <w:sz w:val="20"/>
                <w:szCs w:val="20"/>
              </w:rPr>
              <w:t xml:space="preserve">сущность биологических процессов: </w:t>
            </w:r>
            <w:r>
              <w:rPr>
                <w:sz w:val="20"/>
                <w:szCs w:val="20"/>
              </w:rPr>
              <w:t>раздражимость, рефлекторная деятельность у животных.</w:t>
            </w:r>
          </w:p>
          <w:p w:rsidR="002405C1" w:rsidRPr="00830C62" w:rsidRDefault="002405C1" w:rsidP="00E16D1A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3B7720" w:rsidRDefault="002405C1" w:rsidP="00E16D1A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Pr="003B7720">
              <w:rPr>
                <w:sz w:val="20"/>
                <w:szCs w:val="20"/>
              </w:rPr>
              <w:t xml:space="preserve">находить в различных источниках (в том числе с использованием информационных и коммуникационных технологий) необходимую информацию </w:t>
            </w:r>
            <w:r>
              <w:rPr>
                <w:sz w:val="20"/>
                <w:szCs w:val="20"/>
              </w:rPr>
              <w:t>о строение и функциях нервной системы</w:t>
            </w:r>
            <w:r w:rsidRPr="003B7720">
              <w:rPr>
                <w:sz w:val="20"/>
                <w:szCs w:val="20"/>
              </w:rPr>
              <w:t xml:space="preserve">; </w:t>
            </w:r>
          </w:p>
          <w:p w:rsidR="002405C1" w:rsidRDefault="002405C1" w:rsidP="00E16D1A">
            <w:pPr>
              <w:jc w:val="both"/>
              <w:rPr>
                <w:sz w:val="20"/>
                <w:szCs w:val="20"/>
              </w:rPr>
            </w:pPr>
            <w:r w:rsidRPr="003B7720">
              <w:rPr>
                <w:sz w:val="20"/>
                <w:szCs w:val="20"/>
              </w:rPr>
              <w:t>-по результатам</w:t>
            </w:r>
            <w:r w:rsidRPr="00830C62">
              <w:rPr>
                <w:sz w:val="20"/>
                <w:szCs w:val="20"/>
              </w:rPr>
              <w:t xml:space="preserve"> наблюдений распознавать и описывать на таблицах </w:t>
            </w:r>
            <w:r>
              <w:rPr>
                <w:sz w:val="20"/>
                <w:szCs w:val="20"/>
              </w:rPr>
              <w:t xml:space="preserve">отделы нервной системы </w:t>
            </w:r>
            <w:r w:rsidRPr="00830C62">
              <w:rPr>
                <w:sz w:val="20"/>
                <w:szCs w:val="20"/>
              </w:rPr>
              <w:t>животных</w:t>
            </w:r>
            <w:r>
              <w:rPr>
                <w:sz w:val="20"/>
                <w:szCs w:val="20"/>
              </w:rPr>
              <w:t>;</w:t>
            </w:r>
          </w:p>
          <w:p w:rsidR="002405C1" w:rsidRPr="00A1177F" w:rsidRDefault="002405C1" w:rsidP="007F78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830C62">
              <w:rPr>
                <w:sz w:val="20"/>
                <w:szCs w:val="20"/>
              </w:rPr>
              <w:t>сравнивать биологические объекты (</w:t>
            </w:r>
            <w:r>
              <w:rPr>
                <w:sz w:val="20"/>
                <w:szCs w:val="20"/>
              </w:rPr>
              <w:t>отделы нервной системы животных</w:t>
            </w:r>
            <w:r w:rsidRPr="00830C62">
              <w:rPr>
                <w:sz w:val="20"/>
                <w:szCs w:val="20"/>
              </w:rPr>
              <w:t>) и делать выводы на основе сравнения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405C1" w:rsidRDefault="002405C1" w:rsidP="00B57D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B57D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Default="002405C1" w:rsidP="00B57D5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1.2.1</w:t>
            </w:r>
          </w:p>
          <w:p w:rsidR="002405C1" w:rsidRDefault="002405C1" w:rsidP="00B57D5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2.3.4</w:t>
            </w:r>
          </w:p>
          <w:p w:rsidR="002405C1" w:rsidRPr="00A1177F" w:rsidRDefault="002405C1" w:rsidP="00B57D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2.8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Раздражимость. Нервный узел. Нервное кольцо. Нервы. Головной мозг. Спинной мозг. Рефлекс. Инстинкт. Кора головного мозга.</w:t>
            </w:r>
          </w:p>
        </w:tc>
      </w:tr>
      <w:tr w:rsidR="002405C1" w:rsidRPr="00A1177F" w:rsidTr="00A14006">
        <w:trPr>
          <w:cantSplit/>
          <w:trHeight w:val="2222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743E91" w:rsidRDefault="002405C1" w:rsidP="0009452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09.03.16</w:t>
            </w: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 xml:space="preserve">Органы чувств. 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:rsidR="002405C1" w:rsidRDefault="002405C1" w:rsidP="005B03E7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C971DA" w:rsidRDefault="002405C1" w:rsidP="005B03E7">
            <w:pPr>
              <w:jc w:val="both"/>
              <w:rPr>
                <w:b/>
                <w:bCs/>
                <w:sz w:val="20"/>
                <w:szCs w:val="20"/>
              </w:rPr>
            </w:pPr>
            <w:r w:rsidRPr="00C971DA">
              <w:rPr>
                <w:sz w:val="20"/>
                <w:szCs w:val="20"/>
              </w:rPr>
              <w:t xml:space="preserve">-признаки биологических объектов: </w:t>
            </w:r>
            <w:r>
              <w:rPr>
                <w:sz w:val="20"/>
                <w:szCs w:val="20"/>
              </w:rPr>
              <w:t>особенности строения органов чувств</w:t>
            </w:r>
            <w:r w:rsidRPr="00C971DA">
              <w:rPr>
                <w:sz w:val="20"/>
                <w:szCs w:val="20"/>
              </w:rPr>
              <w:t>;</w:t>
            </w:r>
          </w:p>
          <w:p w:rsidR="002405C1" w:rsidRPr="00C971DA" w:rsidRDefault="002405C1" w:rsidP="005B03E7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C971DA">
              <w:rPr>
                <w:sz w:val="20"/>
                <w:szCs w:val="20"/>
              </w:rPr>
              <w:t xml:space="preserve">сущность биологических процессов: </w:t>
            </w:r>
            <w:r>
              <w:rPr>
                <w:sz w:val="20"/>
                <w:szCs w:val="20"/>
              </w:rPr>
              <w:t>особенности монокулярного и бинокулярного зрения.</w:t>
            </w:r>
          </w:p>
          <w:p w:rsidR="002405C1" w:rsidRPr="00830C62" w:rsidRDefault="002405C1" w:rsidP="005B03E7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3B7720" w:rsidRDefault="002405C1" w:rsidP="005B03E7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Pr="003B7720">
              <w:rPr>
                <w:sz w:val="20"/>
                <w:szCs w:val="20"/>
              </w:rPr>
              <w:t xml:space="preserve">находить в различных источниках (в том числе с использованием информационных и коммуникационных технологий) необходимую информацию </w:t>
            </w:r>
            <w:r>
              <w:rPr>
                <w:sz w:val="20"/>
                <w:szCs w:val="20"/>
              </w:rPr>
              <w:t>о строение и функциях органов чувств животных</w:t>
            </w:r>
            <w:r w:rsidRPr="003B7720">
              <w:rPr>
                <w:sz w:val="20"/>
                <w:szCs w:val="20"/>
              </w:rPr>
              <w:t xml:space="preserve">; </w:t>
            </w:r>
          </w:p>
          <w:p w:rsidR="002405C1" w:rsidRDefault="002405C1" w:rsidP="005B03E7">
            <w:pPr>
              <w:jc w:val="both"/>
              <w:rPr>
                <w:sz w:val="20"/>
                <w:szCs w:val="20"/>
              </w:rPr>
            </w:pPr>
            <w:r w:rsidRPr="003B7720">
              <w:rPr>
                <w:sz w:val="20"/>
                <w:szCs w:val="20"/>
              </w:rPr>
              <w:t>-по результатам</w:t>
            </w:r>
            <w:r w:rsidRPr="00830C62">
              <w:rPr>
                <w:sz w:val="20"/>
                <w:szCs w:val="20"/>
              </w:rPr>
              <w:t xml:space="preserve"> наблюдений распознавать и описывать на таблицах </w:t>
            </w:r>
            <w:r>
              <w:rPr>
                <w:sz w:val="20"/>
                <w:szCs w:val="20"/>
              </w:rPr>
              <w:t xml:space="preserve">органы чувств </w:t>
            </w:r>
            <w:r w:rsidRPr="00830C62">
              <w:rPr>
                <w:sz w:val="20"/>
                <w:szCs w:val="20"/>
              </w:rPr>
              <w:t>животных</w:t>
            </w:r>
            <w:r>
              <w:rPr>
                <w:sz w:val="20"/>
                <w:szCs w:val="20"/>
              </w:rPr>
              <w:t>;</w:t>
            </w:r>
          </w:p>
          <w:p w:rsidR="002405C1" w:rsidRPr="00A1177F" w:rsidRDefault="002405C1" w:rsidP="005B03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830C62">
              <w:rPr>
                <w:sz w:val="20"/>
                <w:szCs w:val="20"/>
              </w:rPr>
              <w:t>сравнивать биологические объекты (</w:t>
            </w:r>
            <w:r>
              <w:rPr>
                <w:sz w:val="20"/>
                <w:szCs w:val="20"/>
              </w:rPr>
              <w:t>органы чувств</w:t>
            </w:r>
            <w:r w:rsidRPr="00830C62">
              <w:rPr>
                <w:sz w:val="20"/>
                <w:szCs w:val="20"/>
              </w:rPr>
              <w:t>) и делать выводы на основе сравнения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405C1" w:rsidRDefault="002405C1" w:rsidP="00B57D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B57D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Default="002405C1" w:rsidP="00B57D5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1.2.1</w:t>
            </w:r>
          </w:p>
          <w:p w:rsidR="002405C1" w:rsidRDefault="002405C1" w:rsidP="00B57D5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2.3.4</w:t>
            </w:r>
          </w:p>
          <w:p w:rsidR="002405C1" w:rsidRPr="00A1177F" w:rsidRDefault="002405C1" w:rsidP="00B57D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2.8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Глаз. Простой глазок.   Фасеточные глаза. Зрение: монокулярное, бинокулярное.</w:t>
            </w: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EB213D" w:rsidRDefault="002405C1" w:rsidP="0009452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14.03.16</w:t>
            </w: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Продление рода. Органы размножения.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:rsidR="002405C1" w:rsidRDefault="002405C1" w:rsidP="00F6247E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C971DA" w:rsidRDefault="002405C1" w:rsidP="00F6247E">
            <w:pPr>
              <w:jc w:val="both"/>
              <w:rPr>
                <w:b/>
                <w:bCs/>
                <w:sz w:val="20"/>
                <w:szCs w:val="20"/>
              </w:rPr>
            </w:pPr>
            <w:r w:rsidRPr="00C971DA">
              <w:rPr>
                <w:sz w:val="20"/>
                <w:szCs w:val="20"/>
              </w:rPr>
              <w:t xml:space="preserve">-признаки биологических объектов: </w:t>
            </w:r>
            <w:r>
              <w:rPr>
                <w:sz w:val="20"/>
                <w:szCs w:val="20"/>
              </w:rPr>
              <w:t>органы размножения</w:t>
            </w:r>
            <w:r w:rsidRPr="00C971DA">
              <w:rPr>
                <w:sz w:val="20"/>
                <w:szCs w:val="20"/>
              </w:rPr>
              <w:t>;</w:t>
            </w:r>
          </w:p>
          <w:p w:rsidR="002405C1" w:rsidRPr="00C971DA" w:rsidRDefault="002405C1" w:rsidP="00F6247E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C971DA">
              <w:rPr>
                <w:sz w:val="20"/>
                <w:szCs w:val="20"/>
              </w:rPr>
              <w:t xml:space="preserve">сущность биологических процессов: </w:t>
            </w:r>
            <w:r>
              <w:rPr>
                <w:sz w:val="20"/>
                <w:szCs w:val="20"/>
              </w:rPr>
              <w:t>рост и размножение животных.</w:t>
            </w:r>
          </w:p>
          <w:p w:rsidR="002405C1" w:rsidRPr="00830C62" w:rsidRDefault="002405C1" w:rsidP="00F6247E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Default="002405C1" w:rsidP="00F6247E">
            <w:pPr>
              <w:jc w:val="both"/>
              <w:rPr>
                <w:sz w:val="20"/>
                <w:szCs w:val="20"/>
              </w:rPr>
            </w:pPr>
            <w:r w:rsidRPr="003B7720">
              <w:rPr>
                <w:sz w:val="20"/>
                <w:szCs w:val="20"/>
              </w:rPr>
              <w:t>-по результатам</w:t>
            </w:r>
            <w:r w:rsidRPr="00830C62">
              <w:rPr>
                <w:sz w:val="20"/>
                <w:szCs w:val="20"/>
              </w:rPr>
              <w:t xml:space="preserve"> наблюдений распознавать и описывать на таблицах </w:t>
            </w:r>
            <w:r>
              <w:rPr>
                <w:sz w:val="20"/>
                <w:szCs w:val="20"/>
              </w:rPr>
              <w:t xml:space="preserve">органы размножения  </w:t>
            </w:r>
            <w:r w:rsidRPr="00830C62">
              <w:rPr>
                <w:sz w:val="20"/>
                <w:szCs w:val="20"/>
              </w:rPr>
              <w:t>животных</w:t>
            </w:r>
            <w:r>
              <w:rPr>
                <w:sz w:val="20"/>
                <w:szCs w:val="20"/>
              </w:rPr>
              <w:t>;</w:t>
            </w:r>
          </w:p>
          <w:p w:rsidR="002405C1" w:rsidRPr="00A1177F" w:rsidRDefault="002405C1" w:rsidP="00F6247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830C62">
              <w:rPr>
                <w:sz w:val="20"/>
                <w:szCs w:val="20"/>
              </w:rPr>
              <w:t>сравнивать биологические объекты (</w:t>
            </w:r>
            <w:r>
              <w:rPr>
                <w:sz w:val="20"/>
                <w:szCs w:val="20"/>
              </w:rPr>
              <w:t>органы размножения животных</w:t>
            </w:r>
            <w:r w:rsidRPr="00830C62">
              <w:rPr>
                <w:sz w:val="20"/>
                <w:szCs w:val="20"/>
              </w:rPr>
              <w:t>) и делать выводы на основе сравнения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405C1" w:rsidRDefault="002405C1" w:rsidP="00B57D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B57D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Default="002405C1" w:rsidP="00B57D5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1.2.1</w:t>
            </w:r>
          </w:p>
          <w:p w:rsidR="002405C1" w:rsidRPr="00A1177F" w:rsidRDefault="002405C1" w:rsidP="00B57D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2.3.4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 xml:space="preserve">Бесполое. Половое. Гермафродитизм. Яичники. Матка. Плацента. Яйцеводы. 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</w:tr>
      <w:tr w:rsidR="002405C1" w:rsidRPr="00A1177F" w:rsidTr="00A14006">
        <w:trPr>
          <w:cantSplit/>
          <w:trHeight w:val="973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EB213D" w:rsidRDefault="002405C1" w:rsidP="0009452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16.03.16</w:t>
            </w: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75374F" w:rsidRDefault="002405C1" w:rsidP="00A1177F">
            <w:pPr>
              <w:jc w:val="both"/>
              <w:rPr>
                <w:sz w:val="20"/>
                <w:szCs w:val="20"/>
              </w:rPr>
            </w:pPr>
            <w:r w:rsidRPr="0075374F">
              <w:rPr>
                <w:b/>
                <w:bCs/>
                <w:sz w:val="20"/>
                <w:szCs w:val="20"/>
              </w:rPr>
              <w:t>Лабораторная работа №10</w:t>
            </w:r>
            <w:r w:rsidRPr="0075374F">
              <w:rPr>
                <w:sz w:val="20"/>
                <w:szCs w:val="20"/>
              </w:rPr>
              <w:t xml:space="preserve"> «Распознавание органов и систем органов у животных»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371" w:type="dxa"/>
          </w:tcPr>
          <w:p w:rsidR="002405C1" w:rsidRPr="0075374F" w:rsidRDefault="002405C1" w:rsidP="0075374F">
            <w:pPr>
              <w:jc w:val="both"/>
              <w:rPr>
                <w:b/>
                <w:bCs/>
                <w:sz w:val="20"/>
                <w:szCs w:val="20"/>
              </w:rPr>
            </w:pPr>
            <w:r w:rsidRPr="0075374F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75374F" w:rsidRDefault="002405C1" w:rsidP="0075374F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75374F">
              <w:rPr>
                <w:sz w:val="20"/>
                <w:szCs w:val="20"/>
              </w:rPr>
              <w:t>-признаки биологических объектов: органов и систем органов животных;</w:t>
            </w:r>
          </w:p>
          <w:p w:rsidR="002405C1" w:rsidRPr="0075374F" w:rsidRDefault="002405C1" w:rsidP="0075374F">
            <w:pPr>
              <w:jc w:val="both"/>
              <w:rPr>
                <w:sz w:val="20"/>
                <w:szCs w:val="20"/>
              </w:rPr>
            </w:pPr>
            <w:r w:rsidRPr="0075374F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75374F" w:rsidRDefault="002405C1" w:rsidP="0075374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75374F">
              <w:rPr>
                <w:sz w:val="20"/>
                <w:szCs w:val="20"/>
              </w:rPr>
              <w:t xml:space="preserve">-по результатам наблюдений распознавать и описывать </w:t>
            </w:r>
            <w:r>
              <w:rPr>
                <w:sz w:val="20"/>
                <w:szCs w:val="20"/>
              </w:rPr>
              <w:t>на</w:t>
            </w:r>
            <w:r w:rsidRPr="0075374F">
              <w:rPr>
                <w:sz w:val="20"/>
                <w:szCs w:val="20"/>
              </w:rPr>
              <w:t xml:space="preserve"> таблицах органы и системы органов животных;</w:t>
            </w:r>
          </w:p>
          <w:p w:rsidR="002405C1" w:rsidRPr="0075374F" w:rsidRDefault="002405C1" w:rsidP="0075374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bCs/>
                <w:sz w:val="20"/>
                <w:szCs w:val="20"/>
              </w:rPr>
            </w:pPr>
            <w:r w:rsidRPr="0075374F">
              <w:rPr>
                <w:sz w:val="20"/>
                <w:szCs w:val="20"/>
              </w:rPr>
              <w:t>-сравнивать биологические объекты (органы и системы органов) и делать выводы на основе сравнения.</w:t>
            </w:r>
          </w:p>
        </w:tc>
        <w:tc>
          <w:tcPr>
            <w:tcW w:w="709" w:type="dxa"/>
          </w:tcPr>
          <w:p w:rsidR="002405C1" w:rsidRDefault="002405C1" w:rsidP="00B57D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B57D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Pr="00A1177F" w:rsidRDefault="002405C1" w:rsidP="00B57D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2.3.4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A14006" w:rsidRDefault="002405C1" w:rsidP="0009452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28.03.16</w:t>
            </w: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 xml:space="preserve">Способы размножение животных. Оплодотворение. 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:rsidR="002405C1" w:rsidRDefault="002405C1" w:rsidP="0075374F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C971DA" w:rsidRDefault="002405C1" w:rsidP="0075374F">
            <w:pPr>
              <w:jc w:val="both"/>
              <w:rPr>
                <w:b/>
                <w:bCs/>
                <w:sz w:val="20"/>
                <w:szCs w:val="20"/>
              </w:rPr>
            </w:pPr>
            <w:r w:rsidRPr="00C971DA">
              <w:rPr>
                <w:sz w:val="20"/>
                <w:szCs w:val="20"/>
              </w:rPr>
              <w:t xml:space="preserve">-признаки биологических объектов: </w:t>
            </w:r>
            <w:r>
              <w:rPr>
                <w:sz w:val="20"/>
                <w:szCs w:val="20"/>
              </w:rPr>
              <w:t>органы размножения</w:t>
            </w:r>
            <w:r w:rsidRPr="00C971DA">
              <w:rPr>
                <w:sz w:val="20"/>
                <w:szCs w:val="20"/>
              </w:rPr>
              <w:t>;</w:t>
            </w:r>
          </w:p>
          <w:p w:rsidR="002405C1" w:rsidRPr="00C971DA" w:rsidRDefault="002405C1" w:rsidP="0075374F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C971DA">
              <w:rPr>
                <w:sz w:val="20"/>
                <w:szCs w:val="20"/>
              </w:rPr>
              <w:t xml:space="preserve">сущность биологических процессов: </w:t>
            </w:r>
            <w:r>
              <w:rPr>
                <w:sz w:val="20"/>
                <w:szCs w:val="20"/>
              </w:rPr>
              <w:t>способы размножение животных, оплодотворение.</w:t>
            </w:r>
          </w:p>
          <w:p w:rsidR="002405C1" w:rsidRDefault="002405C1" w:rsidP="0075374F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A1177F" w:rsidRDefault="002405C1" w:rsidP="007537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830C62">
              <w:rPr>
                <w:sz w:val="20"/>
                <w:szCs w:val="20"/>
              </w:rPr>
              <w:t xml:space="preserve">сравнивать </w:t>
            </w:r>
            <w:r>
              <w:rPr>
                <w:sz w:val="20"/>
                <w:szCs w:val="20"/>
              </w:rPr>
              <w:t>биологические процессы</w:t>
            </w:r>
            <w:r w:rsidRPr="00830C62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бесполое и половое размножение животных</w:t>
            </w:r>
            <w:r w:rsidRPr="00830C62">
              <w:rPr>
                <w:sz w:val="20"/>
                <w:szCs w:val="20"/>
              </w:rPr>
              <w:t>) и делать выводы на основе сравнения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405C1" w:rsidRDefault="002405C1" w:rsidP="00B57D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B57D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Default="002405C1" w:rsidP="00B57D5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1.2.1</w:t>
            </w:r>
          </w:p>
          <w:p w:rsidR="002405C1" w:rsidRPr="00A1177F" w:rsidRDefault="002405C1" w:rsidP="00B57D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2.3.4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Деление. Почкование.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Живорождение. Оплодотворение: внешнее, внутреннее.</w:t>
            </w:r>
          </w:p>
          <w:p w:rsidR="002405C1" w:rsidRPr="00A1177F" w:rsidRDefault="002405C1" w:rsidP="000B7F11">
            <w:pPr>
              <w:jc w:val="both"/>
              <w:rPr>
                <w:sz w:val="20"/>
                <w:szCs w:val="20"/>
              </w:rPr>
            </w:pP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1327ED" w:rsidRDefault="002405C1" w:rsidP="0009452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30.03.16</w:t>
            </w: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0B7F11" w:rsidRDefault="002405C1" w:rsidP="00A1177F">
            <w:pPr>
              <w:jc w:val="both"/>
              <w:rPr>
                <w:sz w:val="20"/>
                <w:szCs w:val="20"/>
              </w:rPr>
            </w:pPr>
            <w:r w:rsidRPr="000B7F11">
              <w:rPr>
                <w:sz w:val="20"/>
                <w:szCs w:val="20"/>
              </w:rPr>
              <w:t>Рост и развитие животных.</w:t>
            </w:r>
            <w:r w:rsidRPr="000B7F11">
              <w:rPr>
                <w:b/>
                <w:bCs/>
                <w:sz w:val="20"/>
                <w:szCs w:val="20"/>
              </w:rPr>
              <w:t xml:space="preserve"> Лабораторная работа №11 </w:t>
            </w:r>
            <w:r w:rsidRPr="000B7F11">
              <w:rPr>
                <w:sz w:val="20"/>
                <w:szCs w:val="20"/>
              </w:rPr>
              <w:t>«Наблюдение за ростом и развитием животных».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:rsidR="002405C1" w:rsidRPr="0075374F" w:rsidRDefault="002405C1" w:rsidP="000B7F11">
            <w:pPr>
              <w:jc w:val="both"/>
              <w:rPr>
                <w:b/>
                <w:bCs/>
                <w:sz w:val="20"/>
                <w:szCs w:val="20"/>
              </w:rPr>
            </w:pPr>
            <w:r w:rsidRPr="0075374F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Default="002405C1" w:rsidP="000B7F11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0B7F11">
              <w:rPr>
                <w:sz w:val="20"/>
                <w:szCs w:val="20"/>
              </w:rPr>
              <w:t xml:space="preserve">-сущность биологических процессов: </w:t>
            </w:r>
            <w:r>
              <w:rPr>
                <w:sz w:val="20"/>
                <w:szCs w:val="20"/>
              </w:rPr>
              <w:t>рост и развитие животных</w:t>
            </w:r>
            <w:r w:rsidRPr="000B7F11">
              <w:rPr>
                <w:sz w:val="20"/>
                <w:szCs w:val="20"/>
              </w:rPr>
              <w:t>;</w:t>
            </w:r>
          </w:p>
          <w:p w:rsidR="002405C1" w:rsidRPr="000B7F11" w:rsidRDefault="002405C1" w:rsidP="000B7F11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-понятие онтогенеза.</w:t>
            </w:r>
          </w:p>
          <w:p w:rsidR="002405C1" w:rsidRPr="0075374F" w:rsidRDefault="002405C1" w:rsidP="000B7F11">
            <w:pPr>
              <w:jc w:val="both"/>
              <w:rPr>
                <w:sz w:val="20"/>
                <w:szCs w:val="20"/>
              </w:rPr>
            </w:pPr>
            <w:r w:rsidRPr="0075374F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A14650" w:rsidRDefault="002405C1" w:rsidP="00A1465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-находить </w:t>
            </w:r>
            <w:r w:rsidRPr="00A14650">
              <w:rPr>
                <w:sz w:val="20"/>
                <w:szCs w:val="20"/>
              </w:rPr>
              <w:t>в биологических словарях и справочниках значения биологических терминов;</w:t>
            </w:r>
          </w:p>
          <w:p w:rsidR="002405C1" w:rsidRPr="000B7F11" w:rsidRDefault="002405C1" w:rsidP="000B7F11">
            <w:pPr>
              <w:jc w:val="both"/>
              <w:rPr>
                <w:b/>
                <w:bCs/>
                <w:sz w:val="20"/>
                <w:szCs w:val="20"/>
              </w:rPr>
            </w:pPr>
            <w:r w:rsidRPr="00A14650">
              <w:rPr>
                <w:sz w:val="20"/>
                <w:szCs w:val="20"/>
              </w:rPr>
              <w:t>-простые биологические исследования: наблюдать за ростом и развитием животных (с превращением и без превращения).</w:t>
            </w:r>
          </w:p>
        </w:tc>
        <w:tc>
          <w:tcPr>
            <w:tcW w:w="709" w:type="dxa"/>
          </w:tcPr>
          <w:p w:rsidR="002405C1" w:rsidRDefault="002405C1" w:rsidP="00B57D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B57D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Pr="00A1177F" w:rsidRDefault="002405C1" w:rsidP="00B57D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1.2.1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Метаморфоз. Развитие без превращения и с превращением.</w:t>
            </w: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1327ED" w:rsidRDefault="002405C1" w:rsidP="0009452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О4.04.16</w:t>
            </w: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Периодизация и продолжительность жизни животных.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:rsidR="002405C1" w:rsidRPr="0075374F" w:rsidRDefault="002405C1" w:rsidP="00A14650">
            <w:pPr>
              <w:jc w:val="both"/>
              <w:rPr>
                <w:b/>
                <w:bCs/>
                <w:sz w:val="20"/>
                <w:szCs w:val="20"/>
              </w:rPr>
            </w:pPr>
            <w:r w:rsidRPr="0075374F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0B7F11" w:rsidRDefault="002405C1" w:rsidP="00A1465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0B7F11">
              <w:rPr>
                <w:sz w:val="20"/>
                <w:szCs w:val="20"/>
              </w:rPr>
              <w:t xml:space="preserve">-сущность биологических процессов: </w:t>
            </w:r>
            <w:r>
              <w:rPr>
                <w:sz w:val="20"/>
                <w:szCs w:val="20"/>
              </w:rPr>
              <w:t>рост и развитие животных</w:t>
            </w:r>
            <w:r w:rsidRPr="000B7F11">
              <w:rPr>
                <w:sz w:val="20"/>
                <w:szCs w:val="20"/>
              </w:rPr>
              <w:t>;</w:t>
            </w:r>
          </w:p>
          <w:p w:rsidR="002405C1" w:rsidRDefault="002405C1" w:rsidP="00A14650">
            <w:pPr>
              <w:jc w:val="both"/>
              <w:rPr>
                <w:sz w:val="20"/>
                <w:szCs w:val="20"/>
              </w:rPr>
            </w:pPr>
            <w:r w:rsidRPr="0075374F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594A27" w:rsidRDefault="002405C1" w:rsidP="00A1465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594A27">
              <w:rPr>
                <w:sz w:val="20"/>
                <w:szCs w:val="20"/>
              </w:rPr>
              <w:t>находить в биологических словарях и справочниках значения биологических терминов;</w:t>
            </w:r>
          </w:p>
          <w:p w:rsidR="002405C1" w:rsidRPr="00A1177F" w:rsidRDefault="002405C1" w:rsidP="00A14650">
            <w:pPr>
              <w:jc w:val="both"/>
              <w:rPr>
                <w:sz w:val="20"/>
                <w:szCs w:val="20"/>
              </w:rPr>
            </w:pPr>
            <w:r w:rsidRPr="00594A27">
              <w:rPr>
                <w:sz w:val="20"/>
                <w:szCs w:val="20"/>
              </w:rPr>
              <w:t>-простые биологические исследования: наблюдать за ростом и развитием животных (с превращением и без превращения</w:t>
            </w:r>
            <w:r>
              <w:rPr>
                <w:sz w:val="20"/>
                <w:szCs w:val="20"/>
              </w:rPr>
              <w:t>).</w:t>
            </w:r>
          </w:p>
        </w:tc>
        <w:tc>
          <w:tcPr>
            <w:tcW w:w="709" w:type="dxa"/>
          </w:tcPr>
          <w:p w:rsidR="002405C1" w:rsidRDefault="002405C1" w:rsidP="00B57D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B57D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Pr="00A1177F" w:rsidRDefault="002405C1" w:rsidP="00B57D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1.2.1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Половое созревание. Периодизация онтогенеза.</w:t>
            </w: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EB213D" w:rsidRDefault="002405C1" w:rsidP="0009452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06.04.16</w:t>
            </w: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CA4DF0">
              <w:rPr>
                <w:b/>
                <w:bCs/>
                <w:sz w:val="20"/>
                <w:szCs w:val="20"/>
              </w:rPr>
              <w:t>Контрольно-обобщающий урок</w:t>
            </w:r>
            <w:r w:rsidRPr="00A1177F">
              <w:rPr>
                <w:sz w:val="20"/>
                <w:szCs w:val="20"/>
              </w:rPr>
              <w:t xml:space="preserve"> по теме: «Эволюция строения и функций органов и их систем».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:rsidR="002405C1" w:rsidRPr="00830C62" w:rsidRDefault="002405C1" w:rsidP="00594A27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0471CB" w:rsidRDefault="002405C1" w:rsidP="000471CB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0471CB">
              <w:rPr>
                <w:sz w:val="20"/>
                <w:szCs w:val="20"/>
              </w:rPr>
              <w:t xml:space="preserve">признаки биологических объектов: </w:t>
            </w:r>
            <w:r>
              <w:rPr>
                <w:sz w:val="20"/>
                <w:szCs w:val="20"/>
              </w:rPr>
              <w:t>органы и системы органов</w:t>
            </w:r>
            <w:r w:rsidRPr="000471CB">
              <w:rPr>
                <w:sz w:val="20"/>
                <w:szCs w:val="20"/>
              </w:rPr>
              <w:t>;</w:t>
            </w:r>
          </w:p>
          <w:p w:rsidR="002405C1" w:rsidRPr="000471CB" w:rsidRDefault="002405C1" w:rsidP="000471CB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0471CB">
              <w:rPr>
                <w:sz w:val="20"/>
                <w:szCs w:val="20"/>
              </w:rPr>
              <w:t>сущность биологических процессов: обмен веществ и превращения энергии, питание, дыхание, выделение, рост, развитие, размножение, регуляция жизнедеятел</w:t>
            </w:r>
            <w:r>
              <w:rPr>
                <w:sz w:val="20"/>
                <w:szCs w:val="20"/>
              </w:rPr>
              <w:t>ьности организма, раздражимость.</w:t>
            </w:r>
          </w:p>
          <w:p w:rsidR="002405C1" w:rsidRPr="00830C62" w:rsidRDefault="002405C1" w:rsidP="00594A27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0471CB" w:rsidRDefault="002405C1" w:rsidP="000471C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Pr="000471CB">
              <w:rPr>
                <w:sz w:val="20"/>
                <w:szCs w:val="20"/>
              </w:rPr>
              <w:t>объяснять родство, общность</w:t>
            </w:r>
            <w:r w:rsidRPr="00830C62">
              <w:rPr>
                <w:sz w:val="20"/>
                <w:szCs w:val="20"/>
              </w:rPr>
              <w:t xml:space="preserve"> происхождения и эволюцию животных (на примере сопоставления отдельных групп)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405C1" w:rsidRDefault="002405C1" w:rsidP="00B57D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  <w:p w:rsidR="002405C1" w:rsidRDefault="002405C1" w:rsidP="00B57D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  <w:p w:rsidR="002405C1" w:rsidRPr="00A1177F" w:rsidRDefault="002405C1" w:rsidP="00B57D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1.2.1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EB213D" w:rsidRDefault="002405C1" w:rsidP="0009452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11.04.16</w:t>
            </w: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Доказательства эволюции животных.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:rsidR="002405C1" w:rsidRPr="00830C62" w:rsidRDefault="002405C1" w:rsidP="000E3DD2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Default="002405C1" w:rsidP="000E3DD2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-доказательства эволюции животных;</w:t>
            </w:r>
          </w:p>
          <w:p w:rsidR="002405C1" w:rsidRPr="00830C62" w:rsidRDefault="002405C1" w:rsidP="000E3DD2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-рудименты и атавизмы, гомологичные органы животных.</w:t>
            </w:r>
          </w:p>
          <w:p w:rsidR="002405C1" w:rsidRPr="00830C62" w:rsidRDefault="002405C1" w:rsidP="000E3DD2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0E3DD2" w:rsidRDefault="002405C1" w:rsidP="000E3DD2">
            <w:pPr>
              <w:jc w:val="both"/>
              <w:rPr>
                <w:sz w:val="20"/>
                <w:szCs w:val="20"/>
              </w:rPr>
            </w:pPr>
            <w:r w:rsidRPr="000E3DD2">
              <w:rPr>
                <w:sz w:val="20"/>
                <w:szCs w:val="20"/>
              </w:rPr>
              <w:t>-находить в биологических словарях и справочниках значения биологических терминов;</w:t>
            </w:r>
          </w:p>
          <w:p w:rsidR="002405C1" w:rsidRPr="000E3DD2" w:rsidRDefault="002405C1" w:rsidP="000E3DD2">
            <w:pPr>
              <w:jc w:val="both"/>
              <w:rPr>
                <w:b/>
                <w:bCs/>
                <w:sz w:val="20"/>
                <w:szCs w:val="20"/>
              </w:rPr>
            </w:pPr>
            <w:r w:rsidRPr="000E3DD2">
              <w:rPr>
                <w:sz w:val="20"/>
                <w:szCs w:val="20"/>
              </w:rPr>
              <w:t>-объяснять роль биологии в формировании современной естественнонаучной картины мира; родство, общность происхождения и эволюцию животных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405C1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3.5</w:t>
            </w:r>
          </w:p>
          <w:p w:rsidR="002405C1" w:rsidRPr="00404C43" w:rsidRDefault="002405C1" w:rsidP="006117DA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2.1.2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Филогенез. Переходные формы. Эмбриональное развитие. Гомологичные органы. Рудименты. Атавизмы.</w:t>
            </w: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EB213D" w:rsidRDefault="002405C1" w:rsidP="0009452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13.04.16</w:t>
            </w: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Ч.Дарвин о причинах эволюции животного мира.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:rsidR="002405C1" w:rsidRPr="00830C62" w:rsidRDefault="002405C1" w:rsidP="000E3DD2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0E3DD2" w:rsidRDefault="002405C1" w:rsidP="000E3DD2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0E3DD2">
              <w:rPr>
                <w:sz w:val="20"/>
                <w:szCs w:val="20"/>
              </w:rPr>
              <w:t>сущность биологических процессов: наследственность и из</w:t>
            </w:r>
            <w:r>
              <w:rPr>
                <w:sz w:val="20"/>
                <w:szCs w:val="20"/>
              </w:rPr>
              <w:t>менчивость животных</w:t>
            </w:r>
            <w:r w:rsidRPr="000E3DD2">
              <w:rPr>
                <w:sz w:val="20"/>
                <w:szCs w:val="20"/>
              </w:rPr>
              <w:t>;</w:t>
            </w:r>
          </w:p>
          <w:p w:rsidR="002405C1" w:rsidRPr="00830C62" w:rsidRDefault="002405C1" w:rsidP="000E3DD2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0E3DD2" w:rsidRDefault="002405C1" w:rsidP="000E3DD2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Pr="000E3DD2">
              <w:rPr>
                <w:sz w:val="20"/>
                <w:szCs w:val="20"/>
              </w:rPr>
              <w:t>избирательно относиться к биологической информации, содержащейся в средствах массовой информации;</w:t>
            </w:r>
          </w:p>
          <w:p w:rsidR="002405C1" w:rsidRPr="000E3DD2" w:rsidRDefault="002405C1" w:rsidP="000E3DD2">
            <w:pPr>
              <w:jc w:val="both"/>
              <w:rPr>
                <w:sz w:val="20"/>
                <w:szCs w:val="20"/>
              </w:rPr>
            </w:pPr>
            <w:r w:rsidRPr="000E3DD2">
              <w:rPr>
                <w:sz w:val="20"/>
                <w:szCs w:val="20"/>
              </w:rPr>
              <w:t xml:space="preserve">-объяснять общность происхождения и эволюцию животных </w:t>
            </w:r>
          </w:p>
          <w:p w:rsidR="002405C1" w:rsidRPr="00A1177F" w:rsidRDefault="002405C1" w:rsidP="000E3DD2">
            <w:pPr>
              <w:jc w:val="both"/>
              <w:rPr>
                <w:sz w:val="20"/>
                <w:szCs w:val="20"/>
              </w:rPr>
            </w:pPr>
            <w:r w:rsidRPr="000E3DD2">
              <w:rPr>
                <w:sz w:val="20"/>
                <w:szCs w:val="20"/>
              </w:rPr>
              <w:t>-по результатам наблюдений выявлять изменчивость</w:t>
            </w:r>
            <w:r>
              <w:rPr>
                <w:sz w:val="20"/>
                <w:szCs w:val="20"/>
              </w:rPr>
              <w:t xml:space="preserve"> организмов.</w:t>
            </w:r>
          </w:p>
        </w:tc>
        <w:tc>
          <w:tcPr>
            <w:tcW w:w="709" w:type="dxa"/>
          </w:tcPr>
          <w:p w:rsidR="002405C1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3.5</w:t>
            </w:r>
          </w:p>
          <w:p w:rsidR="002405C1" w:rsidRDefault="002405C1" w:rsidP="00A1177F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2.1.2</w:t>
            </w:r>
          </w:p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2.8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Наследственность. Изменчивость. Борьба за существование. Естественный отбор.</w:t>
            </w: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EB213D" w:rsidRDefault="002405C1" w:rsidP="0009452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18.04.16</w:t>
            </w: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Усложнения строения животных. Многообразие вдов как результат эволюции.</w:t>
            </w:r>
          </w:p>
        </w:tc>
        <w:tc>
          <w:tcPr>
            <w:tcW w:w="7371" w:type="dxa"/>
          </w:tcPr>
          <w:p w:rsidR="002405C1" w:rsidRPr="00830C62" w:rsidRDefault="002405C1" w:rsidP="000E3DD2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0E3DD2" w:rsidRDefault="002405C1" w:rsidP="000E3DD2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0E3DD2">
              <w:rPr>
                <w:sz w:val="20"/>
                <w:szCs w:val="20"/>
              </w:rPr>
              <w:t xml:space="preserve">сущность биологических процессов: </w:t>
            </w:r>
            <w:r>
              <w:rPr>
                <w:sz w:val="20"/>
                <w:szCs w:val="20"/>
              </w:rPr>
              <w:t xml:space="preserve">роль </w:t>
            </w:r>
            <w:r w:rsidRPr="000E3DD2">
              <w:rPr>
                <w:sz w:val="20"/>
                <w:szCs w:val="20"/>
              </w:rPr>
              <w:t>наследственност</w:t>
            </w:r>
            <w:r>
              <w:rPr>
                <w:sz w:val="20"/>
                <w:szCs w:val="20"/>
              </w:rPr>
              <w:t>и</w:t>
            </w:r>
            <w:r w:rsidRPr="000E3DD2">
              <w:rPr>
                <w:sz w:val="20"/>
                <w:szCs w:val="20"/>
              </w:rPr>
              <w:t xml:space="preserve"> и из</w:t>
            </w:r>
            <w:r>
              <w:rPr>
                <w:sz w:val="20"/>
                <w:szCs w:val="20"/>
              </w:rPr>
              <w:t>менчивости в возникновении многообразия видов животных.</w:t>
            </w:r>
          </w:p>
          <w:p w:rsidR="002405C1" w:rsidRPr="00830C62" w:rsidRDefault="002405C1" w:rsidP="000E3DD2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0E3DD2" w:rsidRDefault="002405C1" w:rsidP="00B056B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Pr="000E3DD2">
              <w:rPr>
                <w:sz w:val="20"/>
                <w:szCs w:val="20"/>
              </w:rPr>
              <w:t>объяснять роль биологического раз</w:t>
            </w:r>
            <w:r>
              <w:rPr>
                <w:sz w:val="20"/>
                <w:szCs w:val="20"/>
              </w:rPr>
              <w:t>нообразия в сохранении биосферы;</w:t>
            </w:r>
            <w:r w:rsidRPr="00830C62">
              <w:rPr>
                <w:sz w:val="20"/>
                <w:szCs w:val="20"/>
              </w:rPr>
              <w:t>родство, общность происхождения и эволюцию животных (на примере сопоставления отдельных групп)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405C1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3.5</w:t>
            </w:r>
          </w:p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2.1.2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Дивергенция. Разновидность. Видообразование.</w:t>
            </w:r>
          </w:p>
        </w:tc>
      </w:tr>
      <w:tr w:rsidR="002405C1" w:rsidRPr="00A1177F" w:rsidTr="00A14006">
        <w:trPr>
          <w:cantSplit/>
          <w:trHeight w:val="1826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A14006" w:rsidRDefault="002405C1" w:rsidP="00A1400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20.04.16</w:t>
            </w: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Естественные и искусственные биоценозы.</w:t>
            </w:r>
          </w:p>
        </w:tc>
        <w:tc>
          <w:tcPr>
            <w:tcW w:w="7371" w:type="dxa"/>
          </w:tcPr>
          <w:p w:rsidR="002405C1" w:rsidRPr="00830C62" w:rsidRDefault="002405C1" w:rsidP="00EB2202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830C62" w:rsidRDefault="002405C1" w:rsidP="00EB2202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EB2202">
              <w:rPr>
                <w:sz w:val="20"/>
                <w:szCs w:val="20"/>
              </w:rPr>
              <w:t>признаки биологических объектов: популяций; экосистем и агроэкосистем</w:t>
            </w:r>
            <w:r>
              <w:rPr>
                <w:sz w:val="20"/>
                <w:szCs w:val="20"/>
              </w:rPr>
              <w:t>.</w:t>
            </w:r>
          </w:p>
          <w:p w:rsidR="002405C1" w:rsidRPr="00830C62" w:rsidRDefault="002405C1" w:rsidP="00EB2202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EB2202" w:rsidRDefault="002405C1" w:rsidP="00EB220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Pr="00C272D2">
              <w:rPr>
                <w:sz w:val="20"/>
                <w:szCs w:val="20"/>
              </w:rPr>
              <w:t>находить в биологических</w:t>
            </w:r>
            <w:r w:rsidRPr="00830C62">
              <w:rPr>
                <w:sz w:val="20"/>
                <w:szCs w:val="20"/>
              </w:rPr>
              <w:t xml:space="preserve"> словарях и справочниках значения биологических терминов;</w:t>
            </w:r>
          </w:p>
          <w:p w:rsidR="002405C1" w:rsidRPr="00A1177F" w:rsidRDefault="002405C1" w:rsidP="00EB22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Pr="00830C62">
              <w:rPr>
                <w:sz w:val="20"/>
                <w:szCs w:val="20"/>
              </w:rPr>
              <w:t>сравнивать биологические объекты (</w:t>
            </w:r>
            <w:r>
              <w:rPr>
                <w:sz w:val="20"/>
                <w:szCs w:val="20"/>
              </w:rPr>
              <w:t>экосистемы</w:t>
            </w:r>
            <w:r w:rsidRPr="00830C62">
              <w:rPr>
                <w:sz w:val="20"/>
                <w:szCs w:val="20"/>
              </w:rPr>
              <w:t xml:space="preserve">) и делать выводы на основе </w:t>
            </w:r>
            <w:r>
              <w:rPr>
                <w:sz w:val="20"/>
                <w:szCs w:val="20"/>
              </w:rPr>
              <w:t xml:space="preserve">их </w:t>
            </w:r>
            <w:r w:rsidRPr="00830C62">
              <w:rPr>
                <w:sz w:val="20"/>
                <w:szCs w:val="20"/>
              </w:rPr>
              <w:t>сравнения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405C1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5.1</w:t>
            </w:r>
          </w:p>
          <w:p w:rsidR="002405C1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5.2</w:t>
            </w:r>
          </w:p>
          <w:p w:rsidR="002405C1" w:rsidRDefault="002405C1" w:rsidP="00A1177F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B57D5C">
              <w:rPr>
                <w:b/>
                <w:bCs/>
                <w:i/>
                <w:iCs/>
                <w:sz w:val="20"/>
                <w:szCs w:val="20"/>
              </w:rPr>
              <w:t>1.1.3</w:t>
            </w:r>
          </w:p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2.4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Биоценоз. Ярусность. Продуценты. Консументы. Редуценты.</w:t>
            </w: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1327ED" w:rsidRDefault="002405C1" w:rsidP="0009452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25.04.16</w:t>
            </w: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Факторы среды и их влияние на биоценозы.</w:t>
            </w:r>
          </w:p>
        </w:tc>
        <w:tc>
          <w:tcPr>
            <w:tcW w:w="7371" w:type="dxa"/>
          </w:tcPr>
          <w:p w:rsidR="002405C1" w:rsidRPr="00830C62" w:rsidRDefault="002405C1" w:rsidP="00736947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736947" w:rsidRDefault="002405C1" w:rsidP="00736947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-факторы среды (абиотические, биотические и антропогенные).</w:t>
            </w:r>
          </w:p>
          <w:p w:rsidR="002405C1" w:rsidRPr="00830C62" w:rsidRDefault="002405C1" w:rsidP="00736947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736947" w:rsidRDefault="002405C1" w:rsidP="0073694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736947">
              <w:rPr>
                <w:sz w:val="20"/>
                <w:szCs w:val="20"/>
              </w:rPr>
              <w:t>выявлять приспособлени</w:t>
            </w:r>
            <w:r>
              <w:rPr>
                <w:sz w:val="20"/>
                <w:szCs w:val="20"/>
              </w:rPr>
              <w:t>я</w:t>
            </w:r>
            <w:r w:rsidRPr="00736947">
              <w:rPr>
                <w:sz w:val="20"/>
                <w:szCs w:val="20"/>
              </w:rPr>
              <w:t xml:space="preserve"> организмов к среде обитания;</w:t>
            </w:r>
          </w:p>
          <w:p w:rsidR="002405C1" w:rsidRPr="00736947" w:rsidRDefault="002405C1" w:rsidP="0073694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736947">
              <w:rPr>
                <w:sz w:val="20"/>
                <w:szCs w:val="20"/>
              </w:rPr>
              <w:t>-анализировать и оценивать влияние факторов окружающей среды, последствий деятельности человека в экосистемах, собственных поступков на экосистемы;</w:t>
            </w:r>
          </w:p>
          <w:p w:rsidR="002405C1" w:rsidRPr="00736947" w:rsidRDefault="002405C1" w:rsidP="00736947">
            <w:pPr>
              <w:jc w:val="both"/>
              <w:rPr>
                <w:sz w:val="20"/>
                <w:szCs w:val="20"/>
              </w:rPr>
            </w:pPr>
            <w:r w:rsidRPr="00736947">
              <w:rPr>
                <w:sz w:val="20"/>
                <w:szCs w:val="20"/>
              </w:rPr>
              <w:t>-использовать приобретенные знания и умения в практической деятельности и повседнев</w:t>
            </w:r>
            <w:r>
              <w:rPr>
                <w:sz w:val="20"/>
                <w:szCs w:val="20"/>
              </w:rPr>
              <w:t xml:space="preserve">ной жизни для </w:t>
            </w:r>
            <w:r w:rsidRPr="00736947">
              <w:rPr>
                <w:sz w:val="20"/>
                <w:szCs w:val="20"/>
              </w:rPr>
              <w:t>соблюдения правил поведения</w:t>
            </w:r>
            <w:r w:rsidRPr="00830C62">
              <w:rPr>
                <w:sz w:val="20"/>
                <w:szCs w:val="20"/>
              </w:rPr>
              <w:t xml:space="preserve"> в окружающей среде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405C1" w:rsidRDefault="002405C1" w:rsidP="00B57D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5.1</w:t>
            </w:r>
          </w:p>
          <w:p w:rsidR="002405C1" w:rsidRDefault="002405C1" w:rsidP="00B57D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5.2</w:t>
            </w:r>
          </w:p>
          <w:p w:rsidR="002405C1" w:rsidRPr="00A1177F" w:rsidRDefault="002405C1" w:rsidP="00B57D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2.4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Факторы среды: абиотические, биотические, антропогенные.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A14006" w:rsidRDefault="002405C1" w:rsidP="0009452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27.04.16</w:t>
            </w: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 xml:space="preserve">Взаимосвязь компонентов. </w:t>
            </w:r>
            <w:r w:rsidRPr="005A39B2">
              <w:rPr>
                <w:b/>
                <w:bCs/>
                <w:sz w:val="20"/>
                <w:szCs w:val="20"/>
              </w:rPr>
              <w:t>Лабораторная работа №12</w:t>
            </w:r>
            <w:r w:rsidRPr="005A39B2">
              <w:rPr>
                <w:sz w:val="20"/>
                <w:szCs w:val="20"/>
              </w:rPr>
              <w:t xml:space="preserve"> «Выявление приспособлений у животных к среде обитания».</w:t>
            </w:r>
          </w:p>
        </w:tc>
        <w:tc>
          <w:tcPr>
            <w:tcW w:w="7371" w:type="dxa"/>
          </w:tcPr>
          <w:p w:rsidR="002405C1" w:rsidRPr="00830C62" w:rsidRDefault="002405C1" w:rsidP="005A39B2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5A39B2" w:rsidRDefault="002405C1" w:rsidP="005A39B2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5A39B2">
              <w:rPr>
                <w:sz w:val="20"/>
                <w:szCs w:val="20"/>
              </w:rPr>
              <w:t xml:space="preserve">сущность биологических процессов: </w:t>
            </w:r>
            <w:r>
              <w:rPr>
                <w:sz w:val="20"/>
                <w:szCs w:val="20"/>
              </w:rPr>
              <w:t>приспособленность организмов к среде обитания.</w:t>
            </w:r>
          </w:p>
          <w:p w:rsidR="002405C1" w:rsidRPr="00830C62" w:rsidRDefault="002405C1" w:rsidP="005A39B2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5A39B2" w:rsidRDefault="002405C1" w:rsidP="005A39B2">
            <w:pPr>
              <w:jc w:val="both"/>
              <w:rPr>
                <w:b/>
                <w:bCs/>
                <w:sz w:val="20"/>
                <w:szCs w:val="20"/>
              </w:rPr>
            </w:pPr>
            <w:r w:rsidRPr="005A39B2">
              <w:rPr>
                <w:sz w:val="20"/>
                <w:szCs w:val="20"/>
              </w:rPr>
              <w:t>-проводить простые биологические исследования: и по результатам наблюдений выявлять приспособление организмов к среде обитания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405C1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5.1</w:t>
            </w:r>
          </w:p>
          <w:p w:rsidR="002405C1" w:rsidRDefault="002405C1" w:rsidP="00A1177F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B57D5C">
              <w:rPr>
                <w:b/>
                <w:bCs/>
                <w:i/>
                <w:iCs/>
                <w:sz w:val="20"/>
                <w:szCs w:val="20"/>
              </w:rPr>
              <w:t>1.1.3</w:t>
            </w:r>
          </w:p>
          <w:p w:rsidR="002405C1" w:rsidRDefault="002405C1" w:rsidP="00A1177F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2.1.4</w:t>
            </w:r>
          </w:p>
          <w:p w:rsidR="002405C1" w:rsidRPr="00B57D5C" w:rsidRDefault="002405C1" w:rsidP="00A1177F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2.4</w:t>
            </w:r>
          </w:p>
        </w:tc>
        <w:tc>
          <w:tcPr>
            <w:tcW w:w="2551" w:type="dxa"/>
          </w:tcPr>
          <w:p w:rsidR="002405C1" w:rsidRPr="00A1177F" w:rsidRDefault="002405C1" w:rsidP="005A39B2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 xml:space="preserve">Экологическая группа. </w:t>
            </w: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A14006" w:rsidRDefault="002405C1" w:rsidP="0009452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04.05.16</w:t>
            </w: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b/>
                <w:bCs/>
                <w:sz w:val="20"/>
                <w:szCs w:val="20"/>
              </w:rPr>
              <w:t>Экскурсия №2</w:t>
            </w:r>
            <w:r w:rsidRPr="00A1177F">
              <w:rPr>
                <w:sz w:val="20"/>
                <w:szCs w:val="20"/>
              </w:rPr>
              <w:t xml:space="preserve"> «Изучение взаимосвязей животных с другими компонентами биоценоза».</w:t>
            </w:r>
          </w:p>
        </w:tc>
        <w:tc>
          <w:tcPr>
            <w:tcW w:w="7371" w:type="dxa"/>
          </w:tcPr>
          <w:p w:rsidR="002405C1" w:rsidRPr="00830C62" w:rsidRDefault="002405C1" w:rsidP="00C576ED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C576ED" w:rsidRDefault="002405C1" w:rsidP="00C576ED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C576ED">
              <w:rPr>
                <w:sz w:val="20"/>
                <w:szCs w:val="20"/>
              </w:rPr>
              <w:t xml:space="preserve">признаки биологических объектов: </w:t>
            </w:r>
            <w:r>
              <w:rPr>
                <w:sz w:val="20"/>
                <w:szCs w:val="20"/>
              </w:rPr>
              <w:t>экосистем</w:t>
            </w:r>
            <w:r w:rsidRPr="00C576ED">
              <w:rPr>
                <w:sz w:val="20"/>
                <w:szCs w:val="20"/>
              </w:rPr>
              <w:t>; животных своего региона;</w:t>
            </w:r>
          </w:p>
          <w:p w:rsidR="002405C1" w:rsidRPr="00C576ED" w:rsidRDefault="002405C1" w:rsidP="00C576ED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C576ED">
              <w:rPr>
                <w:sz w:val="20"/>
                <w:szCs w:val="20"/>
              </w:rPr>
              <w:t>сущность биологических процессов: круговорот веществ и превращения энергии в экоси</w:t>
            </w:r>
            <w:r>
              <w:rPr>
                <w:sz w:val="20"/>
                <w:szCs w:val="20"/>
              </w:rPr>
              <w:t>стемах.</w:t>
            </w:r>
          </w:p>
          <w:p w:rsidR="002405C1" w:rsidRPr="00830C62" w:rsidRDefault="002405C1" w:rsidP="00C576ED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Default="002405C1" w:rsidP="00C576ED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Pr="00EE76E4">
              <w:rPr>
                <w:sz w:val="20"/>
                <w:szCs w:val="20"/>
              </w:rPr>
              <w:t>объяснять взаимосвязи</w:t>
            </w:r>
            <w:r w:rsidRPr="00830C62">
              <w:rPr>
                <w:sz w:val="20"/>
                <w:szCs w:val="20"/>
              </w:rPr>
              <w:t xml:space="preserve"> организмов и окружающей среды; </w:t>
            </w:r>
          </w:p>
          <w:p w:rsidR="002405C1" w:rsidRPr="00522528" w:rsidRDefault="002405C1" w:rsidP="005225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522528">
              <w:rPr>
                <w:sz w:val="20"/>
                <w:szCs w:val="20"/>
              </w:rPr>
              <w:t xml:space="preserve">проводить простые биологические исследования: наблюдать за сезонными изменениями в природе; </w:t>
            </w:r>
          </w:p>
          <w:p w:rsidR="002405C1" w:rsidRPr="00522528" w:rsidRDefault="002405C1" w:rsidP="0052252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522528">
              <w:rPr>
                <w:sz w:val="20"/>
                <w:szCs w:val="20"/>
              </w:rPr>
              <w:t>-по результатам наблюдений распознавать и описывать наиболее распространенные животных своей местности, типы взаимодействия популяций разных видов в экосистеме;</w:t>
            </w:r>
          </w:p>
          <w:p w:rsidR="002405C1" w:rsidRPr="00522528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 w:rsidRPr="00522528">
              <w:rPr>
                <w:sz w:val="20"/>
                <w:szCs w:val="20"/>
              </w:rPr>
              <w:t>-использовать приобретенные знания и умения в практической деятельности и повседневной жизни для соблюдения правил поведения в окружающей среде.</w:t>
            </w:r>
          </w:p>
        </w:tc>
        <w:tc>
          <w:tcPr>
            <w:tcW w:w="709" w:type="dxa"/>
          </w:tcPr>
          <w:p w:rsidR="002405C1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5.1</w:t>
            </w:r>
          </w:p>
          <w:p w:rsidR="002405C1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5.2</w:t>
            </w:r>
          </w:p>
          <w:p w:rsidR="002405C1" w:rsidRDefault="002405C1" w:rsidP="00A1177F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B57D5C">
              <w:rPr>
                <w:b/>
                <w:bCs/>
                <w:i/>
                <w:iCs/>
                <w:sz w:val="20"/>
                <w:szCs w:val="20"/>
              </w:rPr>
              <w:t>1.1.3</w:t>
            </w:r>
          </w:p>
          <w:p w:rsidR="002405C1" w:rsidRDefault="002405C1" w:rsidP="00A1177F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2.1.4</w:t>
            </w:r>
          </w:p>
          <w:p w:rsidR="002405C1" w:rsidRPr="00B57D5C" w:rsidRDefault="002405C1" w:rsidP="00A1177F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2.4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Экологическая группа. Пищевые, или трофические, связи.</w:t>
            </w: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A14006" w:rsidRDefault="002405C1" w:rsidP="0009452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11.05.16</w:t>
            </w: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0B741C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Контрольно-о</w:t>
            </w:r>
            <w:r w:rsidRPr="000B741C">
              <w:rPr>
                <w:b/>
                <w:bCs/>
                <w:sz w:val="20"/>
                <w:szCs w:val="20"/>
              </w:rPr>
              <w:t>бобщающий урок</w:t>
            </w:r>
            <w:r w:rsidRPr="00A1177F">
              <w:rPr>
                <w:sz w:val="20"/>
                <w:szCs w:val="20"/>
              </w:rPr>
              <w:t xml:space="preserve"> по теме: «Развитие и закономерности размещения животных на Земле. Биоценозы».</w:t>
            </w:r>
          </w:p>
        </w:tc>
        <w:tc>
          <w:tcPr>
            <w:tcW w:w="7371" w:type="dxa"/>
          </w:tcPr>
          <w:p w:rsidR="002405C1" w:rsidRPr="00830C62" w:rsidRDefault="002405C1" w:rsidP="000B741C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0B741C" w:rsidRDefault="002405C1" w:rsidP="000B741C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0B741C">
              <w:rPr>
                <w:sz w:val="20"/>
                <w:szCs w:val="20"/>
              </w:rPr>
              <w:t>признаки биологических объектов: экосистем и агроэкосистем; животных своего региона;</w:t>
            </w:r>
          </w:p>
          <w:p w:rsidR="002405C1" w:rsidRPr="000B741C" w:rsidRDefault="002405C1" w:rsidP="000B741C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0B741C">
              <w:rPr>
                <w:sz w:val="20"/>
                <w:szCs w:val="20"/>
              </w:rPr>
              <w:t>сущность биологических процессов: круговорот веществ и пр</w:t>
            </w:r>
            <w:r>
              <w:rPr>
                <w:sz w:val="20"/>
                <w:szCs w:val="20"/>
              </w:rPr>
              <w:t>евращения энергии в экосистемах.</w:t>
            </w:r>
          </w:p>
          <w:p w:rsidR="002405C1" w:rsidRDefault="002405C1" w:rsidP="000B741C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0B741C" w:rsidRDefault="002405C1" w:rsidP="000B741C">
            <w:pPr>
              <w:jc w:val="both"/>
              <w:rPr>
                <w:sz w:val="20"/>
                <w:szCs w:val="20"/>
              </w:rPr>
            </w:pPr>
            <w:r w:rsidRPr="000B741C">
              <w:rPr>
                <w:sz w:val="20"/>
                <w:szCs w:val="20"/>
              </w:rPr>
              <w:t>-родство, общность происхождения и эволюцию животных (на примере сопоставления</w:t>
            </w:r>
            <w:r w:rsidRPr="00830C62">
              <w:rPr>
                <w:sz w:val="20"/>
                <w:szCs w:val="20"/>
              </w:rPr>
              <w:t xml:space="preserve"> отдельных групп); роль различных организмов в жизни человека и собственной деятельности; взаимосвязи организмов и окружающей среды; роль биологического разнообразия в сохранении биосферы; необходимость защиты окружающей среды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5.2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Биоценоз. Ярусность. Продуценты. Консументы. Редуценты. Факторы среды: абиотические, биотические, антропогенные. Цепь питания. Пирамида: энергии,  биомасс, чисел.</w:t>
            </w: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A14006" w:rsidRDefault="002405C1" w:rsidP="0009452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16.05.16</w:t>
            </w: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Воздействие человека и его деятельности на животный мир.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:rsidR="002405C1" w:rsidRPr="00830C62" w:rsidRDefault="002405C1" w:rsidP="000B741C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0B741C" w:rsidRDefault="002405C1" w:rsidP="000B741C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0B741C">
              <w:rPr>
                <w:sz w:val="20"/>
                <w:szCs w:val="20"/>
              </w:rPr>
              <w:t xml:space="preserve">признаки биологических объектов: </w:t>
            </w:r>
            <w:r>
              <w:rPr>
                <w:sz w:val="20"/>
                <w:szCs w:val="20"/>
              </w:rPr>
              <w:t xml:space="preserve">промысловых </w:t>
            </w:r>
            <w:r w:rsidRPr="000B741C">
              <w:rPr>
                <w:sz w:val="20"/>
                <w:szCs w:val="20"/>
              </w:rPr>
              <w:t>животных своего региона</w:t>
            </w:r>
            <w:r>
              <w:rPr>
                <w:sz w:val="20"/>
                <w:szCs w:val="20"/>
              </w:rPr>
              <w:t>.</w:t>
            </w:r>
          </w:p>
          <w:p w:rsidR="002405C1" w:rsidRPr="00830C62" w:rsidRDefault="002405C1" w:rsidP="000B741C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0B741C" w:rsidRDefault="002405C1" w:rsidP="000B741C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Pr="000B741C">
              <w:rPr>
                <w:sz w:val="20"/>
                <w:szCs w:val="20"/>
              </w:rPr>
              <w:t>находить в различных источниках (в том числе с использованием информационных и коммуникационных тех</w:t>
            </w:r>
            <w:r>
              <w:rPr>
                <w:sz w:val="20"/>
                <w:szCs w:val="20"/>
              </w:rPr>
              <w:t>нологий) необходимую информацию</w:t>
            </w:r>
            <w:r w:rsidRPr="000B741C">
              <w:rPr>
                <w:sz w:val="20"/>
                <w:szCs w:val="20"/>
              </w:rPr>
              <w:t>;</w:t>
            </w:r>
          </w:p>
          <w:p w:rsidR="002405C1" w:rsidRPr="000B741C" w:rsidRDefault="002405C1" w:rsidP="000B741C">
            <w:pPr>
              <w:jc w:val="both"/>
              <w:rPr>
                <w:sz w:val="20"/>
                <w:szCs w:val="20"/>
              </w:rPr>
            </w:pPr>
            <w:r w:rsidRPr="000B741C">
              <w:rPr>
                <w:sz w:val="20"/>
                <w:szCs w:val="20"/>
              </w:rPr>
              <w:t>-объяснять роль биологического разнообразия в сохранении биосферы; необходимость защиты окружающей среды;</w:t>
            </w:r>
          </w:p>
          <w:p w:rsidR="002405C1" w:rsidRPr="000B741C" w:rsidRDefault="002405C1" w:rsidP="000B741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0B741C">
              <w:rPr>
                <w:sz w:val="20"/>
                <w:szCs w:val="20"/>
              </w:rPr>
              <w:t>-анализировать и оценивать влияние последствий деятельности человека в экосистемах, собственных поступков на живые организмы и экосистемы;</w:t>
            </w:r>
          </w:p>
          <w:p w:rsidR="002405C1" w:rsidRPr="00A1177F" w:rsidRDefault="002405C1" w:rsidP="000B741C">
            <w:pPr>
              <w:jc w:val="both"/>
              <w:rPr>
                <w:sz w:val="20"/>
                <w:szCs w:val="20"/>
              </w:rPr>
            </w:pPr>
            <w:r w:rsidRPr="000B741C">
              <w:rPr>
                <w:sz w:val="20"/>
                <w:szCs w:val="20"/>
              </w:rPr>
              <w:t>-использовать приобретенные знания и умения в практической деятельности и повседневной жизни для соблюдения правил поведения в окружающей среде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405C1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5.3</w:t>
            </w:r>
          </w:p>
          <w:p w:rsidR="002405C1" w:rsidRDefault="002405C1" w:rsidP="00A1177F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2.1.6</w:t>
            </w:r>
          </w:p>
          <w:p w:rsidR="002405C1" w:rsidRDefault="002405C1" w:rsidP="00A1177F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2.7</w:t>
            </w:r>
          </w:p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2.8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Промысел. Промысловые животные.</w:t>
            </w: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A14006" w:rsidRDefault="002405C1" w:rsidP="002444C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18.05.16</w:t>
            </w: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Одомашнивание. Разведение, основы содержания и селекции сельскохозяйственных животных.</w:t>
            </w:r>
          </w:p>
        </w:tc>
        <w:tc>
          <w:tcPr>
            <w:tcW w:w="7371" w:type="dxa"/>
          </w:tcPr>
          <w:p w:rsidR="002405C1" w:rsidRPr="00830C62" w:rsidRDefault="002405C1" w:rsidP="00957907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Default="002405C1" w:rsidP="00957907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957907">
              <w:rPr>
                <w:sz w:val="20"/>
                <w:szCs w:val="20"/>
              </w:rPr>
              <w:t xml:space="preserve">признаки биологических объектов: </w:t>
            </w:r>
            <w:r>
              <w:rPr>
                <w:sz w:val="20"/>
                <w:szCs w:val="20"/>
              </w:rPr>
              <w:t>домашних</w:t>
            </w:r>
            <w:r w:rsidRPr="00957907">
              <w:rPr>
                <w:sz w:val="20"/>
                <w:szCs w:val="20"/>
              </w:rPr>
              <w:t xml:space="preserve"> животных своего региона</w:t>
            </w:r>
            <w:r>
              <w:rPr>
                <w:sz w:val="20"/>
                <w:szCs w:val="20"/>
              </w:rPr>
              <w:t>.</w:t>
            </w:r>
          </w:p>
          <w:p w:rsidR="002405C1" w:rsidRPr="00830C62" w:rsidRDefault="002405C1" w:rsidP="00957907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957907" w:rsidRDefault="002405C1" w:rsidP="00957907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Pr="00957907">
              <w:rPr>
                <w:sz w:val="20"/>
                <w:szCs w:val="20"/>
              </w:rPr>
              <w:t>находить в биологических словарях и справочниках значения биологических терминов;</w:t>
            </w:r>
          </w:p>
          <w:p w:rsidR="002405C1" w:rsidRPr="00957907" w:rsidRDefault="002405C1" w:rsidP="00957907">
            <w:pPr>
              <w:jc w:val="both"/>
              <w:rPr>
                <w:sz w:val="20"/>
                <w:szCs w:val="20"/>
              </w:rPr>
            </w:pPr>
            <w:r w:rsidRPr="00957907">
              <w:rPr>
                <w:sz w:val="20"/>
                <w:szCs w:val="20"/>
              </w:rPr>
              <w:t xml:space="preserve">-проводить простые биологические исследования: по результатам наблюдений распознавать и описывать на таблицах домашних животных, </w:t>
            </w:r>
          </w:p>
          <w:p w:rsidR="002405C1" w:rsidRPr="00957907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 w:rsidRPr="00957907">
              <w:rPr>
                <w:sz w:val="20"/>
                <w:szCs w:val="20"/>
              </w:rPr>
              <w:t>использовать приобретенные знания и умения в практической деятельности и повседневной жизни для выращивания и размножения домашних животных, ухода за ними.</w:t>
            </w:r>
          </w:p>
        </w:tc>
        <w:tc>
          <w:tcPr>
            <w:tcW w:w="709" w:type="dxa"/>
          </w:tcPr>
          <w:p w:rsidR="002405C1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5.3</w:t>
            </w:r>
          </w:p>
          <w:p w:rsidR="002405C1" w:rsidRPr="00DF0CCA" w:rsidRDefault="002405C1" w:rsidP="00A1177F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3.4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Одомашнивание. Отбор. Селекция. Разведение.</w:t>
            </w:r>
          </w:p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A14006" w:rsidRDefault="002405C1" w:rsidP="002444C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23.05.16</w:t>
            </w: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9D535B" w:rsidRDefault="002405C1" w:rsidP="00A1177F">
            <w:pPr>
              <w:jc w:val="both"/>
              <w:rPr>
                <w:sz w:val="20"/>
                <w:szCs w:val="20"/>
              </w:rPr>
            </w:pPr>
            <w:r w:rsidRPr="009D535B">
              <w:rPr>
                <w:b/>
                <w:bCs/>
                <w:sz w:val="20"/>
                <w:szCs w:val="20"/>
              </w:rPr>
              <w:t>Лабораторная работа №13</w:t>
            </w:r>
            <w:r w:rsidRPr="009D535B">
              <w:rPr>
                <w:sz w:val="20"/>
                <w:szCs w:val="20"/>
              </w:rPr>
              <w:t xml:space="preserve"> «Распознавание домашних животных».</w:t>
            </w:r>
          </w:p>
        </w:tc>
        <w:tc>
          <w:tcPr>
            <w:tcW w:w="7371" w:type="dxa"/>
          </w:tcPr>
          <w:p w:rsidR="002405C1" w:rsidRPr="009D535B" w:rsidRDefault="002405C1" w:rsidP="009D535B">
            <w:pPr>
              <w:jc w:val="both"/>
              <w:rPr>
                <w:b/>
                <w:bCs/>
                <w:sz w:val="20"/>
                <w:szCs w:val="20"/>
              </w:rPr>
            </w:pPr>
            <w:r w:rsidRPr="009D535B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9D535B" w:rsidRDefault="002405C1" w:rsidP="009D535B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9D535B">
              <w:rPr>
                <w:sz w:val="20"/>
                <w:szCs w:val="20"/>
              </w:rPr>
              <w:t>-признаки биологических объектов: домашних животных своего региона.</w:t>
            </w:r>
          </w:p>
          <w:p w:rsidR="002405C1" w:rsidRPr="009D535B" w:rsidRDefault="002405C1" w:rsidP="009D535B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9D535B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9D535B" w:rsidRDefault="002405C1" w:rsidP="009D535B">
            <w:pPr>
              <w:jc w:val="both"/>
              <w:rPr>
                <w:sz w:val="20"/>
                <w:szCs w:val="20"/>
              </w:rPr>
            </w:pPr>
            <w:r w:rsidRPr="009D535B">
              <w:rPr>
                <w:sz w:val="20"/>
                <w:szCs w:val="20"/>
              </w:rPr>
              <w:t xml:space="preserve">-проводить простые биологические исследования: по результатам наблюдений распознавать и описывать на таблицах домашних животных, </w:t>
            </w:r>
          </w:p>
          <w:p w:rsidR="002405C1" w:rsidRPr="009D535B" w:rsidRDefault="002405C1" w:rsidP="009D535B">
            <w:pPr>
              <w:jc w:val="both"/>
              <w:rPr>
                <w:b/>
                <w:bCs/>
                <w:sz w:val="20"/>
                <w:szCs w:val="20"/>
              </w:rPr>
            </w:pPr>
            <w:r w:rsidRPr="009D535B">
              <w:rPr>
                <w:sz w:val="20"/>
                <w:szCs w:val="20"/>
              </w:rPr>
              <w:t>использовать приобретенные знания и умения в практической деятельности и повседневной жизни для выращивания и размножения домашних животных, ухода за ними.</w:t>
            </w:r>
          </w:p>
        </w:tc>
        <w:tc>
          <w:tcPr>
            <w:tcW w:w="709" w:type="dxa"/>
          </w:tcPr>
          <w:p w:rsidR="002405C1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5.3</w:t>
            </w:r>
          </w:p>
          <w:p w:rsidR="002405C1" w:rsidRPr="00DF0CCA" w:rsidRDefault="002405C1" w:rsidP="00A1177F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DF0CCA">
              <w:rPr>
                <w:b/>
                <w:bCs/>
                <w:i/>
                <w:iCs/>
                <w:sz w:val="20"/>
                <w:szCs w:val="20"/>
              </w:rPr>
              <w:t>3.4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A14006" w:rsidRDefault="002405C1" w:rsidP="002444C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25.05.16</w:t>
            </w: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A1177F" w:rsidRDefault="002405C1" w:rsidP="00A1177F">
            <w:pPr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 xml:space="preserve">Охрана и рациональное использование животного мира. </w:t>
            </w:r>
            <w:r w:rsidRPr="00781A70">
              <w:rPr>
                <w:sz w:val="20"/>
                <w:szCs w:val="20"/>
                <w:u w:val="single"/>
              </w:rPr>
              <w:t>Охраняемые природные территории региона.</w:t>
            </w:r>
          </w:p>
        </w:tc>
        <w:tc>
          <w:tcPr>
            <w:tcW w:w="7371" w:type="dxa"/>
          </w:tcPr>
          <w:p w:rsidR="002405C1" w:rsidRPr="00830C62" w:rsidRDefault="002405C1" w:rsidP="000B790C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A32A75" w:rsidRDefault="002405C1" w:rsidP="000B790C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A32A75">
              <w:rPr>
                <w:sz w:val="20"/>
                <w:szCs w:val="20"/>
              </w:rPr>
              <w:t xml:space="preserve">признаки биологических объектов: </w:t>
            </w:r>
            <w:r>
              <w:rPr>
                <w:sz w:val="20"/>
                <w:szCs w:val="20"/>
              </w:rPr>
              <w:t xml:space="preserve">охраняемых </w:t>
            </w:r>
            <w:r w:rsidRPr="00A32A75">
              <w:rPr>
                <w:sz w:val="20"/>
                <w:szCs w:val="20"/>
              </w:rPr>
              <w:t xml:space="preserve">животных </w:t>
            </w:r>
            <w:r>
              <w:rPr>
                <w:sz w:val="20"/>
                <w:szCs w:val="20"/>
              </w:rPr>
              <w:t xml:space="preserve">России и </w:t>
            </w:r>
            <w:r w:rsidRPr="00A32A75">
              <w:rPr>
                <w:sz w:val="20"/>
                <w:szCs w:val="20"/>
              </w:rPr>
              <w:t>своего региона</w:t>
            </w:r>
            <w:r>
              <w:rPr>
                <w:sz w:val="20"/>
                <w:szCs w:val="20"/>
              </w:rPr>
              <w:t>, охраняемые территории.</w:t>
            </w:r>
          </w:p>
          <w:p w:rsidR="002405C1" w:rsidRPr="00830C62" w:rsidRDefault="002405C1" w:rsidP="000B790C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A32A75" w:rsidRDefault="002405C1" w:rsidP="000B790C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Pr="00A32A75">
              <w:rPr>
                <w:sz w:val="20"/>
                <w:szCs w:val="20"/>
              </w:rPr>
              <w:t>находить в различных источниках (в том числе с использованием информационных и коммуникационных технологий) необходимую информацию о</w:t>
            </w:r>
            <w:r>
              <w:rPr>
                <w:sz w:val="20"/>
                <w:szCs w:val="20"/>
              </w:rPr>
              <w:t>бохране животных</w:t>
            </w:r>
            <w:r w:rsidRPr="00A32A75">
              <w:rPr>
                <w:sz w:val="20"/>
                <w:szCs w:val="20"/>
              </w:rPr>
              <w:t>; избирательно относиться к биологической информации, содержащейся в средствах массовой информации;</w:t>
            </w:r>
          </w:p>
          <w:p w:rsidR="002405C1" w:rsidRPr="000B790C" w:rsidRDefault="002405C1" w:rsidP="000B790C">
            <w:pPr>
              <w:jc w:val="both"/>
              <w:rPr>
                <w:sz w:val="20"/>
                <w:szCs w:val="20"/>
              </w:rPr>
            </w:pPr>
            <w:r w:rsidRPr="00A32A75">
              <w:rPr>
                <w:sz w:val="20"/>
                <w:szCs w:val="20"/>
              </w:rPr>
              <w:t>-объяснять роль биологического разнообразия в сохранении биосферы; необходимость защиты окружающей среды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405C1" w:rsidRDefault="002405C1" w:rsidP="00A1177F">
            <w:pPr>
              <w:rPr>
                <w:b/>
                <w:bCs/>
                <w:sz w:val="20"/>
                <w:szCs w:val="20"/>
              </w:rPr>
            </w:pPr>
            <w:r w:rsidRPr="00B57D5C">
              <w:rPr>
                <w:b/>
                <w:bCs/>
                <w:sz w:val="20"/>
                <w:szCs w:val="20"/>
              </w:rPr>
              <w:t>5.3</w:t>
            </w:r>
          </w:p>
          <w:p w:rsidR="002405C1" w:rsidRDefault="002405C1" w:rsidP="00A1177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2.1.5</w:t>
            </w:r>
          </w:p>
          <w:p w:rsidR="002405C1" w:rsidRDefault="002405C1" w:rsidP="00A1177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2.1.6</w:t>
            </w:r>
          </w:p>
          <w:p w:rsidR="002405C1" w:rsidRDefault="002405C1" w:rsidP="00A1177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2.7</w:t>
            </w:r>
          </w:p>
          <w:p w:rsidR="002405C1" w:rsidRDefault="002405C1" w:rsidP="00A1177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2.8</w:t>
            </w:r>
          </w:p>
          <w:p w:rsidR="002405C1" w:rsidRPr="00B57D5C" w:rsidRDefault="002405C1" w:rsidP="00A1177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3.4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  <w:r w:rsidRPr="00A1177F">
              <w:rPr>
                <w:sz w:val="20"/>
                <w:szCs w:val="20"/>
              </w:rPr>
              <w:t>Заповедники. Заказники. Памятники природы. Красная книга. Акклиматизация</w:t>
            </w:r>
          </w:p>
        </w:tc>
      </w:tr>
      <w:tr w:rsidR="002405C1" w:rsidRPr="00A1177F" w:rsidTr="00A14006">
        <w:trPr>
          <w:cantSplit/>
          <w:trHeight w:val="1134"/>
        </w:trPr>
        <w:tc>
          <w:tcPr>
            <w:tcW w:w="567" w:type="dxa"/>
          </w:tcPr>
          <w:p w:rsidR="002405C1" w:rsidRPr="00A1177F" w:rsidRDefault="002405C1" w:rsidP="005F38A6">
            <w:pPr>
              <w:pStyle w:val="ListParagraph"/>
              <w:numPr>
                <w:ilvl w:val="0"/>
                <w:numId w:val="26"/>
              </w:numPr>
              <w:ind w:left="34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2405C1" w:rsidRPr="00A14006" w:rsidRDefault="002405C1" w:rsidP="006B55E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30.05.16</w:t>
            </w:r>
          </w:p>
        </w:tc>
        <w:tc>
          <w:tcPr>
            <w:tcW w:w="461" w:type="dxa"/>
          </w:tcPr>
          <w:p w:rsidR="002405C1" w:rsidRPr="00A1177F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405C1" w:rsidRPr="00781A70" w:rsidRDefault="002405C1" w:rsidP="00A1177F">
            <w:pPr>
              <w:jc w:val="both"/>
              <w:rPr>
                <w:sz w:val="20"/>
                <w:szCs w:val="20"/>
                <w:u w:val="single"/>
              </w:rPr>
            </w:pPr>
            <w:r w:rsidRPr="00781A70">
              <w:rPr>
                <w:sz w:val="20"/>
                <w:szCs w:val="20"/>
                <w:u w:val="single"/>
              </w:rPr>
              <w:t>Охраняемые животные Тюменской области и Ишимского района.</w:t>
            </w:r>
          </w:p>
        </w:tc>
        <w:tc>
          <w:tcPr>
            <w:tcW w:w="7371" w:type="dxa"/>
          </w:tcPr>
          <w:p w:rsidR="002405C1" w:rsidRPr="00830C62" w:rsidRDefault="002405C1" w:rsidP="000B790C">
            <w:pPr>
              <w:jc w:val="both"/>
              <w:rPr>
                <w:b/>
                <w:bCs/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Знать:</w:t>
            </w:r>
          </w:p>
          <w:p w:rsidR="002405C1" w:rsidRPr="00A32A75" w:rsidRDefault="002405C1" w:rsidP="000B790C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A32A75">
              <w:rPr>
                <w:sz w:val="20"/>
                <w:szCs w:val="20"/>
              </w:rPr>
              <w:t xml:space="preserve">признаки биологических объектов: </w:t>
            </w:r>
            <w:r>
              <w:rPr>
                <w:sz w:val="20"/>
                <w:szCs w:val="20"/>
              </w:rPr>
              <w:t xml:space="preserve">охраняемых </w:t>
            </w:r>
            <w:r w:rsidRPr="00A32A75">
              <w:rPr>
                <w:sz w:val="20"/>
                <w:szCs w:val="20"/>
              </w:rPr>
              <w:t xml:space="preserve">животных </w:t>
            </w:r>
            <w:r>
              <w:rPr>
                <w:sz w:val="20"/>
                <w:szCs w:val="20"/>
              </w:rPr>
              <w:t>Тюменской области и Ишимского района.</w:t>
            </w:r>
          </w:p>
          <w:p w:rsidR="002405C1" w:rsidRPr="00830C62" w:rsidRDefault="002405C1" w:rsidP="000B790C">
            <w:pPr>
              <w:jc w:val="both"/>
              <w:rPr>
                <w:sz w:val="20"/>
                <w:szCs w:val="20"/>
              </w:rPr>
            </w:pPr>
            <w:r w:rsidRPr="00830C62">
              <w:rPr>
                <w:b/>
                <w:bCs/>
                <w:sz w:val="20"/>
                <w:szCs w:val="20"/>
              </w:rPr>
              <w:t>Уметь:</w:t>
            </w:r>
          </w:p>
          <w:p w:rsidR="002405C1" w:rsidRPr="00A32A75" w:rsidRDefault="002405C1" w:rsidP="000B790C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Pr="00A32A75">
              <w:rPr>
                <w:sz w:val="20"/>
                <w:szCs w:val="20"/>
              </w:rPr>
              <w:t>находить в различных источниках (в том числе с использованием информационных и коммуникационных технологий) необходимую информацию о</w:t>
            </w:r>
            <w:r>
              <w:rPr>
                <w:sz w:val="20"/>
                <w:szCs w:val="20"/>
              </w:rPr>
              <w:t>бохране животных</w:t>
            </w:r>
            <w:r w:rsidRPr="00A32A75">
              <w:rPr>
                <w:sz w:val="20"/>
                <w:szCs w:val="20"/>
              </w:rPr>
              <w:t>; избирательно относиться к биологической информации, содержащейся в средствах массовой информации;</w:t>
            </w:r>
          </w:p>
          <w:p w:rsidR="002405C1" w:rsidRPr="00A32A75" w:rsidRDefault="002405C1" w:rsidP="000B790C">
            <w:pPr>
              <w:jc w:val="both"/>
              <w:rPr>
                <w:sz w:val="20"/>
                <w:szCs w:val="20"/>
              </w:rPr>
            </w:pPr>
            <w:r w:rsidRPr="00A32A75">
              <w:rPr>
                <w:sz w:val="20"/>
                <w:szCs w:val="20"/>
              </w:rPr>
              <w:t>-объяснять роль биологического разнообразия в сохранении биосферы; необходимость защиты окружающей среды;</w:t>
            </w:r>
          </w:p>
          <w:p w:rsidR="002405C1" w:rsidRPr="00A1177F" w:rsidRDefault="002405C1" w:rsidP="000B790C">
            <w:pPr>
              <w:jc w:val="both"/>
              <w:rPr>
                <w:sz w:val="20"/>
                <w:szCs w:val="20"/>
              </w:rPr>
            </w:pPr>
            <w:r w:rsidRPr="00A32A75">
              <w:rPr>
                <w:sz w:val="20"/>
                <w:szCs w:val="20"/>
              </w:rPr>
              <w:t>-проводить простые биологические исследования: по результатам наблюдений распознавать наиболее распространенные животных своей местности.</w:t>
            </w:r>
          </w:p>
        </w:tc>
        <w:tc>
          <w:tcPr>
            <w:tcW w:w="709" w:type="dxa"/>
          </w:tcPr>
          <w:p w:rsidR="002405C1" w:rsidRDefault="002405C1" w:rsidP="00A117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5.3</w:t>
            </w:r>
          </w:p>
          <w:p w:rsidR="002405C1" w:rsidRDefault="002405C1" w:rsidP="009B3B0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2.1.5</w:t>
            </w:r>
          </w:p>
          <w:p w:rsidR="002405C1" w:rsidRDefault="002405C1" w:rsidP="009B3B0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2.1.6</w:t>
            </w:r>
          </w:p>
          <w:p w:rsidR="002405C1" w:rsidRDefault="002405C1" w:rsidP="009B3B0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2.7</w:t>
            </w:r>
          </w:p>
          <w:p w:rsidR="002405C1" w:rsidRPr="00B57D5C" w:rsidRDefault="002405C1" w:rsidP="009B3B0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2.8</w:t>
            </w:r>
          </w:p>
        </w:tc>
        <w:tc>
          <w:tcPr>
            <w:tcW w:w="2551" w:type="dxa"/>
          </w:tcPr>
          <w:p w:rsidR="002405C1" w:rsidRPr="00A1177F" w:rsidRDefault="002405C1" w:rsidP="00A1177F">
            <w:pPr>
              <w:jc w:val="both"/>
              <w:rPr>
                <w:sz w:val="20"/>
                <w:szCs w:val="20"/>
              </w:rPr>
            </w:pPr>
          </w:p>
        </w:tc>
      </w:tr>
    </w:tbl>
    <w:p w:rsidR="002405C1" w:rsidRPr="00F36D1F" w:rsidRDefault="002405C1" w:rsidP="006C4407">
      <w:pPr>
        <w:jc w:val="both"/>
      </w:pPr>
    </w:p>
    <w:p w:rsidR="002405C1" w:rsidRDefault="002405C1" w:rsidP="006C4407">
      <w:pPr>
        <w:jc w:val="center"/>
        <w:sectPr w:rsidR="002405C1" w:rsidSect="00BA05C6">
          <w:footerReference w:type="default" r:id="rId9"/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2405C1" w:rsidRDefault="002405C1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2405C1" w:rsidRPr="00F36D1F" w:rsidRDefault="002405C1" w:rsidP="006E32AE">
      <w:pPr>
        <w:jc w:val="center"/>
        <w:rPr>
          <w:b/>
          <w:bCs/>
        </w:rPr>
      </w:pPr>
    </w:p>
    <w:sectPr w:rsidR="002405C1" w:rsidRPr="00F36D1F" w:rsidSect="00830DA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5C1" w:rsidRDefault="002405C1" w:rsidP="00763014">
      <w:r>
        <w:separator/>
      </w:r>
    </w:p>
  </w:endnote>
  <w:endnote w:type="continuationSeparator" w:id="0">
    <w:p w:rsidR="002405C1" w:rsidRDefault="002405C1" w:rsidP="007630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5C1" w:rsidRDefault="002405C1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2405C1" w:rsidRDefault="002405C1" w:rsidP="002307C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5C1" w:rsidRDefault="002405C1">
    <w:pPr>
      <w:pStyle w:val="Footer"/>
      <w:jc w:val="right"/>
    </w:pPr>
    <w:fldSimple w:instr=" PAGE   \* MERGEFORMAT ">
      <w:r>
        <w:rPr>
          <w:noProof/>
        </w:rPr>
        <w:t>28</w:t>
      </w:r>
    </w:fldSimple>
  </w:p>
  <w:p w:rsidR="002405C1" w:rsidRDefault="002405C1" w:rsidP="002307C6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5C1" w:rsidRDefault="002405C1" w:rsidP="00763014">
      <w:r>
        <w:separator/>
      </w:r>
    </w:p>
  </w:footnote>
  <w:footnote w:type="continuationSeparator" w:id="0">
    <w:p w:rsidR="002405C1" w:rsidRDefault="002405C1" w:rsidP="007630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964AA"/>
    <w:multiLevelType w:val="hybridMultilevel"/>
    <w:tmpl w:val="6596A30E"/>
    <w:lvl w:ilvl="0" w:tplc="C77EB1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6B786B"/>
    <w:multiLevelType w:val="hybridMultilevel"/>
    <w:tmpl w:val="04E29C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D432B2"/>
    <w:multiLevelType w:val="hybridMultilevel"/>
    <w:tmpl w:val="B5285A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BE7FDE"/>
    <w:multiLevelType w:val="hybridMultilevel"/>
    <w:tmpl w:val="908CF4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274625"/>
    <w:multiLevelType w:val="hybridMultilevel"/>
    <w:tmpl w:val="91784E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0A82003"/>
    <w:multiLevelType w:val="hybridMultilevel"/>
    <w:tmpl w:val="2D64B3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15F2344"/>
    <w:multiLevelType w:val="hybridMultilevel"/>
    <w:tmpl w:val="49080C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1056B2"/>
    <w:multiLevelType w:val="hybridMultilevel"/>
    <w:tmpl w:val="705636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E87524D"/>
    <w:multiLevelType w:val="hybridMultilevel"/>
    <w:tmpl w:val="100045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2135B2C"/>
    <w:multiLevelType w:val="hybridMultilevel"/>
    <w:tmpl w:val="EC760048"/>
    <w:lvl w:ilvl="0" w:tplc="0419000F">
      <w:start w:val="1"/>
      <w:numFmt w:val="decimal"/>
      <w:lvlText w:val="%1."/>
      <w:lvlJc w:val="left"/>
      <w:pPr>
        <w:ind w:left="7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0" w:hanging="180"/>
      </w:pPr>
      <w:rPr>
        <w:rFonts w:cs="Times New Roman"/>
      </w:rPr>
    </w:lvl>
  </w:abstractNum>
  <w:abstractNum w:abstractNumId="10">
    <w:nsid w:val="29D51152"/>
    <w:multiLevelType w:val="hybridMultilevel"/>
    <w:tmpl w:val="5036A71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8956FBA"/>
    <w:multiLevelType w:val="hybridMultilevel"/>
    <w:tmpl w:val="EFB8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D6465CB"/>
    <w:multiLevelType w:val="hybridMultilevel"/>
    <w:tmpl w:val="C4544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743FDC"/>
    <w:multiLevelType w:val="hybridMultilevel"/>
    <w:tmpl w:val="D7D82E7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6ED290C"/>
    <w:multiLevelType w:val="hybridMultilevel"/>
    <w:tmpl w:val="CD1681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7AF3599"/>
    <w:multiLevelType w:val="hybridMultilevel"/>
    <w:tmpl w:val="A23A28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92603C5"/>
    <w:multiLevelType w:val="hybridMultilevel"/>
    <w:tmpl w:val="7BCA7BF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93E17AE"/>
    <w:multiLevelType w:val="hybridMultilevel"/>
    <w:tmpl w:val="B5285A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A8F0597"/>
    <w:multiLevelType w:val="hybridMultilevel"/>
    <w:tmpl w:val="356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BB47110"/>
    <w:multiLevelType w:val="hybridMultilevel"/>
    <w:tmpl w:val="62E44114"/>
    <w:lvl w:ilvl="0" w:tplc="0419000F">
      <w:start w:val="1"/>
      <w:numFmt w:val="decimal"/>
      <w:lvlText w:val="%1."/>
      <w:lvlJc w:val="left"/>
      <w:pPr>
        <w:ind w:left="75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D0E4708"/>
    <w:multiLevelType w:val="hybridMultilevel"/>
    <w:tmpl w:val="7A06D8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14F77F4"/>
    <w:multiLevelType w:val="hybridMultilevel"/>
    <w:tmpl w:val="48B22E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4CE1C19"/>
    <w:multiLevelType w:val="hybridMultilevel"/>
    <w:tmpl w:val="FE4A0A5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9C07242"/>
    <w:multiLevelType w:val="hybridMultilevel"/>
    <w:tmpl w:val="28162F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E6B69D2"/>
    <w:multiLevelType w:val="hybridMultilevel"/>
    <w:tmpl w:val="EAEE4CD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6ED4DD8"/>
    <w:multiLevelType w:val="hybridMultilevel"/>
    <w:tmpl w:val="3F0E890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7753813"/>
    <w:multiLevelType w:val="hybridMultilevel"/>
    <w:tmpl w:val="F28C6EE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96A5E72"/>
    <w:multiLevelType w:val="hybridMultilevel"/>
    <w:tmpl w:val="16DAF22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52E3AFE"/>
    <w:multiLevelType w:val="hybridMultilevel"/>
    <w:tmpl w:val="E5F45A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5BA21C3"/>
    <w:multiLevelType w:val="hybridMultilevel"/>
    <w:tmpl w:val="E99C926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D5B6560"/>
    <w:multiLevelType w:val="hybridMultilevel"/>
    <w:tmpl w:val="3DFC36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5"/>
  </w:num>
  <w:num w:numId="5">
    <w:abstractNumId w:val="20"/>
  </w:num>
  <w:num w:numId="6">
    <w:abstractNumId w:val="9"/>
  </w:num>
  <w:num w:numId="7">
    <w:abstractNumId w:val="23"/>
  </w:num>
  <w:num w:numId="8">
    <w:abstractNumId w:val="24"/>
  </w:num>
  <w:num w:numId="9">
    <w:abstractNumId w:val="16"/>
  </w:num>
  <w:num w:numId="10">
    <w:abstractNumId w:val="27"/>
  </w:num>
  <w:num w:numId="11">
    <w:abstractNumId w:val="26"/>
  </w:num>
  <w:num w:numId="12">
    <w:abstractNumId w:val="13"/>
  </w:num>
  <w:num w:numId="13">
    <w:abstractNumId w:val="22"/>
  </w:num>
  <w:num w:numId="14">
    <w:abstractNumId w:val="25"/>
  </w:num>
  <w:num w:numId="15">
    <w:abstractNumId w:val="5"/>
  </w:num>
  <w:num w:numId="16">
    <w:abstractNumId w:val="21"/>
  </w:num>
  <w:num w:numId="17">
    <w:abstractNumId w:val="29"/>
  </w:num>
  <w:num w:numId="18">
    <w:abstractNumId w:val="10"/>
  </w:num>
  <w:num w:numId="19">
    <w:abstractNumId w:val="18"/>
  </w:num>
  <w:num w:numId="20">
    <w:abstractNumId w:val="7"/>
  </w:num>
  <w:num w:numId="21">
    <w:abstractNumId w:val="14"/>
  </w:num>
  <w:num w:numId="22">
    <w:abstractNumId w:val="4"/>
  </w:num>
  <w:num w:numId="23">
    <w:abstractNumId w:val="1"/>
  </w:num>
  <w:num w:numId="24">
    <w:abstractNumId w:val="12"/>
  </w:num>
  <w:num w:numId="25">
    <w:abstractNumId w:val="6"/>
  </w:num>
  <w:num w:numId="26">
    <w:abstractNumId w:val="19"/>
  </w:num>
  <w:num w:numId="27">
    <w:abstractNumId w:val="28"/>
  </w:num>
  <w:num w:numId="28">
    <w:abstractNumId w:val="17"/>
  </w:num>
  <w:num w:numId="29">
    <w:abstractNumId w:val="3"/>
  </w:num>
  <w:num w:numId="30">
    <w:abstractNumId w:val="11"/>
  </w:num>
  <w:num w:numId="3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5DF6"/>
    <w:rsid w:val="00001301"/>
    <w:rsid w:val="00003FCB"/>
    <w:rsid w:val="000057B1"/>
    <w:rsid w:val="00007F60"/>
    <w:rsid w:val="00010581"/>
    <w:rsid w:val="000133C0"/>
    <w:rsid w:val="00014492"/>
    <w:rsid w:val="00016340"/>
    <w:rsid w:val="000311B5"/>
    <w:rsid w:val="00043C7E"/>
    <w:rsid w:val="000471CB"/>
    <w:rsid w:val="00047440"/>
    <w:rsid w:val="00052B53"/>
    <w:rsid w:val="00054EBB"/>
    <w:rsid w:val="0005508D"/>
    <w:rsid w:val="0006182E"/>
    <w:rsid w:val="00063F1D"/>
    <w:rsid w:val="00070C54"/>
    <w:rsid w:val="0008064E"/>
    <w:rsid w:val="000833EB"/>
    <w:rsid w:val="00087AAC"/>
    <w:rsid w:val="0009452B"/>
    <w:rsid w:val="00095549"/>
    <w:rsid w:val="00095A10"/>
    <w:rsid w:val="00097048"/>
    <w:rsid w:val="00097107"/>
    <w:rsid w:val="000A1C7F"/>
    <w:rsid w:val="000A4729"/>
    <w:rsid w:val="000B6401"/>
    <w:rsid w:val="000B6A13"/>
    <w:rsid w:val="000B741C"/>
    <w:rsid w:val="000B790C"/>
    <w:rsid w:val="000B7F11"/>
    <w:rsid w:val="000C77A1"/>
    <w:rsid w:val="000C7FEB"/>
    <w:rsid w:val="000D1B74"/>
    <w:rsid w:val="000D2802"/>
    <w:rsid w:val="000D3D21"/>
    <w:rsid w:val="000D569C"/>
    <w:rsid w:val="000E180D"/>
    <w:rsid w:val="000E3DD2"/>
    <w:rsid w:val="000E51E0"/>
    <w:rsid w:val="000E5B42"/>
    <w:rsid w:val="000E5C5F"/>
    <w:rsid w:val="000F2F56"/>
    <w:rsid w:val="000F45F3"/>
    <w:rsid w:val="000F5B47"/>
    <w:rsid w:val="000F69B4"/>
    <w:rsid w:val="001022A0"/>
    <w:rsid w:val="00111CF4"/>
    <w:rsid w:val="0011691D"/>
    <w:rsid w:val="001244FB"/>
    <w:rsid w:val="001327ED"/>
    <w:rsid w:val="001345C8"/>
    <w:rsid w:val="00135BF4"/>
    <w:rsid w:val="00142913"/>
    <w:rsid w:val="00142C56"/>
    <w:rsid w:val="00146FEB"/>
    <w:rsid w:val="00147E6D"/>
    <w:rsid w:val="00150BEE"/>
    <w:rsid w:val="001555A8"/>
    <w:rsid w:val="001557A2"/>
    <w:rsid w:val="0015741F"/>
    <w:rsid w:val="00160BC5"/>
    <w:rsid w:val="001725C2"/>
    <w:rsid w:val="001739B8"/>
    <w:rsid w:val="001759AB"/>
    <w:rsid w:val="00177AE3"/>
    <w:rsid w:val="00177C2D"/>
    <w:rsid w:val="00177FBD"/>
    <w:rsid w:val="001875DA"/>
    <w:rsid w:val="00195196"/>
    <w:rsid w:val="0019539B"/>
    <w:rsid w:val="0019796A"/>
    <w:rsid w:val="001A1B52"/>
    <w:rsid w:val="001B0520"/>
    <w:rsid w:val="001B5535"/>
    <w:rsid w:val="001C5B11"/>
    <w:rsid w:val="001D3647"/>
    <w:rsid w:val="001D45C8"/>
    <w:rsid w:val="001D6F61"/>
    <w:rsid w:val="001F3933"/>
    <w:rsid w:val="00201E38"/>
    <w:rsid w:val="00213AEE"/>
    <w:rsid w:val="00215F95"/>
    <w:rsid w:val="00223BBF"/>
    <w:rsid w:val="00225ED3"/>
    <w:rsid w:val="00227020"/>
    <w:rsid w:val="002307C6"/>
    <w:rsid w:val="002352DE"/>
    <w:rsid w:val="00236FE2"/>
    <w:rsid w:val="002405C1"/>
    <w:rsid w:val="0024101C"/>
    <w:rsid w:val="002444C6"/>
    <w:rsid w:val="0024623C"/>
    <w:rsid w:val="00246721"/>
    <w:rsid w:val="00250319"/>
    <w:rsid w:val="0025253A"/>
    <w:rsid w:val="0028582A"/>
    <w:rsid w:val="002858D7"/>
    <w:rsid w:val="0029318A"/>
    <w:rsid w:val="0029513D"/>
    <w:rsid w:val="0029514B"/>
    <w:rsid w:val="002A3996"/>
    <w:rsid w:val="002A74BE"/>
    <w:rsid w:val="002A7896"/>
    <w:rsid w:val="002B0604"/>
    <w:rsid w:val="002B0A73"/>
    <w:rsid w:val="002B0C95"/>
    <w:rsid w:val="002B4BDE"/>
    <w:rsid w:val="002D0146"/>
    <w:rsid w:val="002D41B4"/>
    <w:rsid w:val="002E42D9"/>
    <w:rsid w:val="002F3A0A"/>
    <w:rsid w:val="00306462"/>
    <w:rsid w:val="00306907"/>
    <w:rsid w:val="0031016D"/>
    <w:rsid w:val="003132F0"/>
    <w:rsid w:val="00314F5F"/>
    <w:rsid w:val="00315CE8"/>
    <w:rsid w:val="00317846"/>
    <w:rsid w:val="003261A7"/>
    <w:rsid w:val="0032662E"/>
    <w:rsid w:val="00332F0D"/>
    <w:rsid w:val="00337346"/>
    <w:rsid w:val="00353A62"/>
    <w:rsid w:val="00357720"/>
    <w:rsid w:val="0035772D"/>
    <w:rsid w:val="00360BFA"/>
    <w:rsid w:val="00365210"/>
    <w:rsid w:val="0037381B"/>
    <w:rsid w:val="00384662"/>
    <w:rsid w:val="00384DAC"/>
    <w:rsid w:val="003955D3"/>
    <w:rsid w:val="00395E5D"/>
    <w:rsid w:val="003A3956"/>
    <w:rsid w:val="003A5CD8"/>
    <w:rsid w:val="003B08D7"/>
    <w:rsid w:val="003B1CE5"/>
    <w:rsid w:val="003B4AB3"/>
    <w:rsid w:val="003B5AD5"/>
    <w:rsid w:val="003B7720"/>
    <w:rsid w:val="003C09A9"/>
    <w:rsid w:val="003C1305"/>
    <w:rsid w:val="003C1EB8"/>
    <w:rsid w:val="003C3F7B"/>
    <w:rsid w:val="003C44F9"/>
    <w:rsid w:val="003C4EC8"/>
    <w:rsid w:val="003D4725"/>
    <w:rsid w:val="003D6265"/>
    <w:rsid w:val="003E451A"/>
    <w:rsid w:val="003E6C3C"/>
    <w:rsid w:val="003F07A2"/>
    <w:rsid w:val="003F0FF8"/>
    <w:rsid w:val="003F217F"/>
    <w:rsid w:val="003F235C"/>
    <w:rsid w:val="00404C43"/>
    <w:rsid w:val="00407B87"/>
    <w:rsid w:val="0041135B"/>
    <w:rsid w:val="004308B8"/>
    <w:rsid w:val="00432C18"/>
    <w:rsid w:val="00437866"/>
    <w:rsid w:val="0045673B"/>
    <w:rsid w:val="0045726D"/>
    <w:rsid w:val="004642A9"/>
    <w:rsid w:val="00465A48"/>
    <w:rsid w:val="00467F6A"/>
    <w:rsid w:val="004734F8"/>
    <w:rsid w:val="00473D11"/>
    <w:rsid w:val="004820C4"/>
    <w:rsid w:val="004A58CC"/>
    <w:rsid w:val="004A72D2"/>
    <w:rsid w:val="004A7CD4"/>
    <w:rsid w:val="004B084D"/>
    <w:rsid w:val="004B0AE2"/>
    <w:rsid w:val="004C47AC"/>
    <w:rsid w:val="004D2B15"/>
    <w:rsid w:val="004D3AF6"/>
    <w:rsid w:val="004D5C12"/>
    <w:rsid w:val="004F1F80"/>
    <w:rsid w:val="004F262D"/>
    <w:rsid w:val="005003BA"/>
    <w:rsid w:val="0050075C"/>
    <w:rsid w:val="00504C30"/>
    <w:rsid w:val="005060BD"/>
    <w:rsid w:val="00517C9D"/>
    <w:rsid w:val="00522528"/>
    <w:rsid w:val="005225F0"/>
    <w:rsid w:val="0052500D"/>
    <w:rsid w:val="0053386B"/>
    <w:rsid w:val="00536E62"/>
    <w:rsid w:val="00551FD5"/>
    <w:rsid w:val="00566825"/>
    <w:rsid w:val="00566F67"/>
    <w:rsid w:val="00570D06"/>
    <w:rsid w:val="00572A82"/>
    <w:rsid w:val="005734C4"/>
    <w:rsid w:val="00581093"/>
    <w:rsid w:val="005812CB"/>
    <w:rsid w:val="0058518B"/>
    <w:rsid w:val="00593B37"/>
    <w:rsid w:val="00594A27"/>
    <w:rsid w:val="005952B9"/>
    <w:rsid w:val="005A1DF5"/>
    <w:rsid w:val="005A2312"/>
    <w:rsid w:val="005A39B2"/>
    <w:rsid w:val="005B03E7"/>
    <w:rsid w:val="005C4C62"/>
    <w:rsid w:val="005D1276"/>
    <w:rsid w:val="005D3F84"/>
    <w:rsid w:val="005D691E"/>
    <w:rsid w:val="005D75E2"/>
    <w:rsid w:val="005D7AB2"/>
    <w:rsid w:val="005E2030"/>
    <w:rsid w:val="005E4613"/>
    <w:rsid w:val="005F0E8F"/>
    <w:rsid w:val="005F308B"/>
    <w:rsid w:val="005F38A6"/>
    <w:rsid w:val="00600C64"/>
    <w:rsid w:val="00603B24"/>
    <w:rsid w:val="00605ED2"/>
    <w:rsid w:val="006117DA"/>
    <w:rsid w:val="006119A2"/>
    <w:rsid w:val="006143CB"/>
    <w:rsid w:val="00615AB9"/>
    <w:rsid w:val="00621D0A"/>
    <w:rsid w:val="00634621"/>
    <w:rsid w:val="00635344"/>
    <w:rsid w:val="00636B70"/>
    <w:rsid w:val="00643E85"/>
    <w:rsid w:val="0065221A"/>
    <w:rsid w:val="00661379"/>
    <w:rsid w:val="00663D6C"/>
    <w:rsid w:val="00666014"/>
    <w:rsid w:val="00666246"/>
    <w:rsid w:val="00667126"/>
    <w:rsid w:val="00667768"/>
    <w:rsid w:val="00676083"/>
    <w:rsid w:val="006761CA"/>
    <w:rsid w:val="0069182F"/>
    <w:rsid w:val="006930A2"/>
    <w:rsid w:val="0069457A"/>
    <w:rsid w:val="00695CDC"/>
    <w:rsid w:val="00696789"/>
    <w:rsid w:val="006A1E8B"/>
    <w:rsid w:val="006A67FC"/>
    <w:rsid w:val="006B02DC"/>
    <w:rsid w:val="006B0B3C"/>
    <w:rsid w:val="006B3046"/>
    <w:rsid w:val="006B55E3"/>
    <w:rsid w:val="006B5712"/>
    <w:rsid w:val="006B5D99"/>
    <w:rsid w:val="006B60F9"/>
    <w:rsid w:val="006C4407"/>
    <w:rsid w:val="006D3A0E"/>
    <w:rsid w:val="006D4FD2"/>
    <w:rsid w:val="006D652B"/>
    <w:rsid w:val="006E32AE"/>
    <w:rsid w:val="006E34BD"/>
    <w:rsid w:val="006E4F29"/>
    <w:rsid w:val="006F0843"/>
    <w:rsid w:val="006F094D"/>
    <w:rsid w:val="006F0CDF"/>
    <w:rsid w:val="006F102D"/>
    <w:rsid w:val="006F151F"/>
    <w:rsid w:val="006F3B2A"/>
    <w:rsid w:val="006F3C90"/>
    <w:rsid w:val="006F5224"/>
    <w:rsid w:val="006F6BF6"/>
    <w:rsid w:val="006F77E3"/>
    <w:rsid w:val="00702CCE"/>
    <w:rsid w:val="00704455"/>
    <w:rsid w:val="00704924"/>
    <w:rsid w:val="00720ACB"/>
    <w:rsid w:val="00721455"/>
    <w:rsid w:val="007227BF"/>
    <w:rsid w:val="007254CA"/>
    <w:rsid w:val="0073028E"/>
    <w:rsid w:val="007328CC"/>
    <w:rsid w:val="00732C24"/>
    <w:rsid w:val="007354D1"/>
    <w:rsid w:val="00736947"/>
    <w:rsid w:val="00743E91"/>
    <w:rsid w:val="00751DE3"/>
    <w:rsid w:val="0075374F"/>
    <w:rsid w:val="00755744"/>
    <w:rsid w:val="007560B7"/>
    <w:rsid w:val="00763014"/>
    <w:rsid w:val="007740F1"/>
    <w:rsid w:val="0077635C"/>
    <w:rsid w:val="00776AF5"/>
    <w:rsid w:val="00776BF3"/>
    <w:rsid w:val="007800EB"/>
    <w:rsid w:val="00781A70"/>
    <w:rsid w:val="00785082"/>
    <w:rsid w:val="00793D74"/>
    <w:rsid w:val="007A2B59"/>
    <w:rsid w:val="007B0DA7"/>
    <w:rsid w:val="007B415B"/>
    <w:rsid w:val="007B5DAE"/>
    <w:rsid w:val="007C1C99"/>
    <w:rsid w:val="007C2595"/>
    <w:rsid w:val="007C5AFF"/>
    <w:rsid w:val="007D1C6A"/>
    <w:rsid w:val="007D5520"/>
    <w:rsid w:val="007E253E"/>
    <w:rsid w:val="007E2C0F"/>
    <w:rsid w:val="007E5221"/>
    <w:rsid w:val="007F12E4"/>
    <w:rsid w:val="007F2680"/>
    <w:rsid w:val="007F35A0"/>
    <w:rsid w:val="007F370D"/>
    <w:rsid w:val="007F5E78"/>
    <w:rsid w:val="007F68EF"/>
    <w:rsid w:val="007F780E"/>
    <w:rsid w:val="00803994"/>
    <w:rsid w:val="00814012"/>
    <w:rsid w:val="00814A56"/>
    <w:rsid w:val="00826F5B"/>
    <w:rsid w:val="00830C62"/>
    <w:rsid w:val="00830DA2"/>
    <w:rsid w:val="00831E41"/>
    <w:rsid w:val="00851818"/>
    <w:rsid w:val="00852546"/>
    <w:rsid w:val="00853C1C"/>
    <w:rsid w:val="00864B3A"/>
    <w:rsid w:val="00865E41"/>
    <w:rsid w:val="008700D0"/>
    <w:rsid w:val="00871B0D"/>
    <w:rsid w:val="00887B73"/>
    <w:rsid w:val="008B0616"/>
    <w:rsid w:val="008B29CB"/>
    <w:rsid w:val="008C06E6"/>
    <w:rsid w:val="008D4B05"/>
    <w:rsid w:val="008E0950"/>
    <w:rsid w:val="008E16BF"/>
    <w:rsid w:val="008E46C1"/>
    <w:rsid w:val="008E5C10"/>
    <w:rsid w:val="008E5CF0"/>
    <w:rsid w:val="009003B0"/>
    <w:rsid w:val="009025BA"/>
    <w:rsid w:val="00904283"/>
    <w:rsid w:val="009106EE"/>
    <w:rsid w:val="009132B7"/>
    <w:rsid w:val="009230EC"/>
    <w:rsid w:val="00930F91"/>
    <w:rsid w:val="0093185C"/>
    <w:rsid w:val="00932644"/>
    <w:rsid w:val="00934881"/>
    <w:rsid w:val="009401C9"/>
    <w:rsid w:val="00942815"/>
    <w:rsid w:val="00943910"/>
    <w:rsid w:val="00947E54"/>
    <w:rsid w:val="00957544"/>
    <w:rsid w:val="00957907"/>
    <w:rsid w:val="0096019A"/>
    <w:rsid w:val="00963259"/>
    <w:rsid w:val="00970B11"/>
    <w:rsid w:val="00973F9E"/>
    <w:rsid w:val="0097585E"/>
    <w:rsid w:val="00981D53"/>
    <w:rsid w:val="00983ED2"/>
    <w:rsid w:val="00992371"/>
    <w:rsid w:val="00994932"/>
    <w:rsid w:val="009A1FA0"/>
    <w:rsid w:val="009B3B09"/>
    <w:rsid w:val="009B5AD3"/>
    <w:rsid w:val="009C2F18"/>
    <w:rsid w:val="009C7825"/>
    <w:rsid w:val="009D33AD"/>
    <w:rsid w:val="009D3F85"/>
    <w:rsid w:val="009D46A3"/>
    <w:rsid w:val="009D535B"/>
    <w:rsid w:val="009E168E"/>
    <w:rsid w:val="009F3D64"/>
    <w:rsid w:val="00A02564"/>
    <w:rsid w:val="00A0367E"/>
    <w:rsid w:val="00A07403"/>
    <w:rsid w:val="00A1177F"/>
    <w:rsid w:val="00A14006"/>
    <w:rsid w:val="00A14650"/>
    <w:rsid w:val="00A22C36"/>
    <w:rsid w:val="00A25FBA"/>
    <w:rsid w:val="00A27CD2"/>
    <w:rsid w:val="00A3063B"/>
    <w:rsid w:val="00A32A75"/>
    <w:rsid w:val="00A32F7C"/>
    <w:rsid w:val="00A339E6"/>
    <w:rsid w:val="00A40C6C"/>
    <w:rsid w:val="00A423AB"/>
    <w:rsid w:val="00A470A0"/>
    <w:rsid w:val="00A51106"/>
    <w:rsid w:val="00A550D2"/>
    <w:rsid w:val="00A615F1"/>
    <w:rsid w:val="00A646A5"/>
    <w:rsid w:val="00A65DD5"/>
    <w:rsid w:val="00A6762E"/>
    <w:rsid w:val="00A75548"/>
    <w:rsid w:val="00A80A29"/>
    <w:rsid w:val="00AC11F5"/>
    <w:rsid w:val="00AC294D"/>
    <w:rsid w:val="00AD0A57"/>
    <w:rsid w:val="00AD60C3"/>
    <w:rsid w:val="00AD720D"/>
    <w:rsid w:val="00AE1EED"/>
    <w:rsid w:val="00AE32BA"/>
    <w:rsid w:val="00AF20B7"/>
    <w:rsid w:val="00AF2BCA"/>
    <w:rsid w:val="00AF6A9A"/>
    <w:rsid w:val="00B0051B"/>
    <w:rsid w:val="00B04D2F"/>
    <w:rsid w:val="00B056B9"/>
    <w:rsid w:val="00B13EDA"/>
    <w:rsid w:val="00B17742"/>
    <w:rsid w:val="00B23E02"/>
    <w:rsid w:val="00B30382"/>
    <w:rsid w:val="00B30548"/>
    <w:rsid w:val="00B30F68"/>
    <w:rsid w:val="00B36755"/>
    <w:rsid w:val="00B36BF4"/>
    <w:rsid w:val="00B42F2E"/>
    <w:rsid w:val="00B44076"/>
    <w:rsid w:val="00B52B19"/>
    <w:rsid w:val="00B52F85"/>
    <w:rsid w:val="00B548DE"/>
    <w:rsid w:val="00B5602F"/>
    <w:rsid w:val="00B57D5C"/>
    <w:rsid w:val="00B62E19"/>
    <w:rsid w:val="00B7624F"/>
    <w:rsid w:val="00B8290B"/>
    <w:rsid w:val="00B852D6"/>
    <w:rsid w:val="00B86CC2"/>
    <w:rsid w:val="00B87BBF"/>
    <w:rsid w:val="00B958AB"/>
    <w:rsid w:val="00BA05C6"/>
    <w:rsid w:val="00BA1D2B"/>
    <w:rsid w:val="00BA2557"/>
    <w:rsid w:val="00BA2591"/>
    <w:rsid w:val="00BA3500"/>
    <w:rsid w:val="00BA554B"/>
    <w:rsid w:val="00BA67DD"/>
    <w:rsid w:val="00BA6FA0"/>
    <w:rsid w:val="00BC43F6"/>
    <w:rsid w:val="00BC5DF6"/>
    <w:rsid w:val="00BC6871"/>
    <w:rsid w:val="00BD3270"/>
    <w:rsid w:val="00BE26A3"/>
    <w:rsid w:val="00BE474E"/>
    <w:rsid w:val="00BF12BC"/>
    <w:rsid w:val="00C00D92"/>
    <w:rsid w:val="00C13576"/>
    <w:rsid w:val="00C23C2C"/>
    <w:rsid w:val="00C272D2"/>
    <w:rsid w:val="00C333A5"/>
    <w:rsid w:val="00C34226"/>
    <w:rsid w:val="00C42737"/>
    <w:rsid w:val="00C55894"/>
    <w:rsid w:val="00C55EEA"/>
    <w:rsid w:val="00C576ED"/>
    <w:rsid w:val="00C63E84"/>
    <w:rsid w:val="00C73217"/>
    <w:rsid w:val="00C73544"/>
    <w:rsid w:val="00C7535D"/>
    <w:rsid w:val="00C849FA"/>
    <w:rsid w:val="00C971DA"/>
    <w:rsid w:val="00CA0C80"/>
    <w:rsid w:val="00CA47AD"/>
    <w:rsid w:val="00CA4DF0"/>
    <w:rsid w:val="00CB1832"/>
    <w:rsid w:val="00CC680B"/>
    <w:rsid w:val="00CD031C"/>
    <w:rsid w:val="00CD2F78"/>
    <w:rsid w:val="00CD3A87"/>
    <w:rsid w:val="00CD5B1A"/>
    <w:rsid w:val="00CD5F88"/>
    <w:rsid w:val="00CE5706"/>
    <w:rsid w:val="00CF4063"/>
    <w:rsid w:val="00CF463D"/>
    <w:rsid w:val="00CF57EE"/>
    <w:rsid w:val="00D0293A"/>
    <w:rsid w:val="00D06B28"/>
    <w:rsid w:val="00D1394D"/>
    <w:rsid w:val="00D13C57"/>
    <w:rsid w:val="00D15F78"/>
    <w:rsid w:val="00D17948"/>
    <w:rsid w:val="00D204D9"/>
    <w:rsid w:val="00D2068E"/>
    <w:rsid w:val="00D254FD"/>
    <w:rsid w:val="00D33150"/>
    <w:rsid w:val="00D3359E"/>
    <w:rsid w:val="00D355F8"/>
    <w:rsid w:val="00D3569E"/>
    <w:rsid w:val="00D37632"/>
    <w:rsid w:val="00D37D78"/>
    <w:rsid w:val="00D40AEF"/>
    <w:rsid w:val="00D42598"/>
    <w:rsid w:val="00D47B2D"/>
    <w:rsid w:val="00D56DAB"/>
    <w:rsid w:val="00D62A95"/>
    <w:rsid w:val="00D642B5"/>
    <w:rsid w:val="00D70080"/>
    <w:rsid w:val="00D75D59"/>
    <w:rsid w:val="00D80463"/>
    <w:rsid w:val="00D828B9"/>
    <w:rsid w:val="00D86504"/>
    <w:rsid w:val="00D8655A"/>
    <w:rsid w:val="00D878E1"/>
    <w:rsid w:val="00D90E3E"/>
    <w:rsid w:val="00D97363"/>
    <w:rsid w:val="00DA57D2"/>
    <w:rsid w:val="00DA6592"/>
    <w:rsid w:val="00DB0079"/>
    <w:rsid w:val="00DB3EBD"/>
    <w:rsid w:val="00DB500D"/>
    <w:rsid w:val="00DB75B0"/>
    <w:rsid w:val="00DC08D2"/>
    <w:rsid w:val="00DD7133"/>
    <w:rsid w:val="00DE1CCC"/>
    <w:rsid w:val="00DE37EE"/>
    <w:rsid w:val="00DE5D86"/>
    <w:rsid w:val="00DF0CCA"/>
    <w:rsid w:val="00DF5814"/>
    <w:rsid w:val="00DF7327"/>
    <w:rsid w:val="00E00E71"/>
    <w:rsid w:val="00E04D7A"/>
    <w:rsid w:val="00E11CBC"/>
    <w:rsid w:val="00E12A2C"/>
    <w:rsid w:val="00E16B8C"/>
    <w:rsid w:val="00E16D1A"/>
    <w:rsid w:val="00E20769"/>
    <w:rsid w:val="00E2118E"/>
    <w:rsid w:val="00E22285"/>
    <w:rsid w:val="00E24CBA"/>
    <w:rsid w:val="00E40312"/>
    <w:rsid w:val="00E437CA"/>
    <w:rsid w:val="00E44ADA"/>
    <w:rsid w:val="00E466D3"/>
    <w:rsid w:val="00E47943"/>
    <w:rsid w:val="00E50E05"/>
    <w:rsid w:val="00E53B89"/>
    <w:rsid w:val="00E620C5"/>
    <w:rsid w:val="00E64810"/>
    <w:rsid w:val="00E71549"/>
    <w:rsid w:val="00E74EC8"/>
    <w:rsid w:val="00E76BB8"/>
    <w:rsid w:val="00E821CE"/>
    <w:rsid w:val="00E901D9"/>
    <w:rsid w:val="00E91CA8"/>
    <w:rsid w:val="00E960EB"/>
    <w:rsid w:val="00EA1298"/>
    <w:rsid w:val="00EA1DD3"/>
    <w:rsid w:val="00EA3EE6"/>
    <w:rsid w:val="00EA4A62"/>
    <w:rsid w:val="00EA5806"/>
    <w:rsid w:val="00EB0EF9"/>
    <w:rsid w:val="00EB213D"/>
    <w:rsid w:val="00EB2202"/>
    <w:rsid w:val="00EB59E7"/>
    <w:rsid w:val="00EB6475"/>
    <w:rsid w:val="00EC7A2B"/>
    <w:rsid w:val="00ED2C1E"/>
    <w:rsid w:val="00ED6150"/>
    <w:rsid w:val="00EE3D8C"/>
    <w:rsid w:val="00EE76E4"/>
    <w:rsid w:val="00EF3FEF"/>
    <w:rsid w:val="00EF4EE6"/>
    <w:rsid w:val="00EF6626"/>
    <w:rsid w:val="00F05563"/>
    <w:rsid w:val="00F21B88"/>
    <w:rsid w:val="00F24949"/>
    <w:rsid w:val="00F254CF"/>
    <w:rsid w:val="00F31330"/>
    <w:rsid w:val="00F35BB8"/>
    <w:rsid w:val="00F3646D"/>
    <w:rsid w:val="00F36D1F"/>
    <w:rsid w:val="00F47C73"/>
    <w:rsid w:val="00F533D8"/>
    <w:rsid w:val="00F55C4D"/>
    <w:rsid w:val="00F6247E"/>
    <w:rsid w:val="00F673CD"/>
    <w:rsid w:val="00F71934"/>
    <w:rsid w:val="00F74AF8"/>
    <w:rsid w:val="00F752F8"/>
    <w:rsid w:val="00F82BB4"/>
    <w:rsid w:val="00F93EDA"/>
    <w:rsid w:val="00F95E42"/>
    <w:rsid w:val="00F9781E"/>
    <w:rsid w:val="00F97970"/>
    <w:rsid w:val="00FA0046"/>
    <w:rsid w:val="00FA0E9E"/>
    <w:rsid w:val="00FA46B1"/>
    <w:rsid w:val="00FA5EBA"/>
    <w:rsid w:val="00FA690C"/>
    <w:rsid w:val="00FC1BB8"/>
    <w:rsid w:val="00FC46C6"/>
    <w:rsid w:val="00FC515C"/>
    <w:rsid w:val="00FD5E24"/>
    <w:rsid w:val="00FD7FC9"/>
    <w:rsid w:val="00FE67FB"/>
    <w:rsid w:val="00FE7226"/>
    <w:rsid w:val="00FF1FB9"/>
    <w:rsid w:val="00FF3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DF6"/>
    <w:rPr>
      <w:rFonts w:ascii="Times New Roman" w:eastAsia="Times New Roman" w:hAnsi="Times New Roman"/>
      <w:sz w:val="24"/>
      <w:szCs w:val="24"/>
      <w:lang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40312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E40312"/>
    <w:rPr>
      <w:rFonts w:ascii="Arial" w:hAnsi="Arial"/>
      <w:b/>
      <w:i/>
      <w:sz w:val="28"/>
      <w:lang w:eastAsia="ru-RU"/>
    </w:rPr>
  </w:style>
  <w:style w:type="character" w:styleId="Strong">
    <w:name w:val="Strong"/>
    <w:basedOn w:val="DefaultParagraphFont"/>
    <w:uiPriority w:val="99"/>
    <w:qFormat/>
    <w:rsid w:val="00BC5DF6"/>
    <w:rPr>
      <w:rFonts w:cs="Times New Roman"/>
      <w:b/>
    </w:rPr>
  </w:style>
  <w:style w:type="paragraph" w:styleId="NormalWeb">
    <w:name w:val="Normal (Web)"/>
    <w:basedOn w:val="Normal"/>
    <w:uiPriority w:val="99"/>
    <w:rsid w:val="00BC5DF6"/>
    <w:pPr>
      <w:spacing w:before="75" w:after="150"/>
    </w:pPr>
    <w:rPr>
      <w:rFonts w:ascii="Verdana" w:hAnsi="Verdana" w:cs="Verdana"/>
      <w:sz w:val="18"/>
      <w:szCs w:val="18"/>
    </w:rPr>
  </w:style>
  <w:style w:type="paragraph" w:customStyle="1" w:styleId="1">
    <w:name w:val="Знак1"/>
    <w:basedOn w:val="Normal"/>
    <w:uiPriority w:val="99"/>
    <w:rsid w:val="006B60F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0A1C7F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A1C7F"/>
    <w:pPr>
      <w:tabs>
        <w:tab w:val="center" w:pos="4677"/>
        <w:tab w:val="right" w:pos="9355"/>
      </w:tabs>
    </w:pPr>
    <w:rPr>
      <w:rFonts w:eastAsia="Calibri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A1C7F"/>
    <w:rPr>
      <w:rFonts w:ascii="Times New Roman" w:hAnsi="Times New Roman"/>
      <w:sz w:val="24"/>
      <w:lang w:eastAsia="ru-RU"/>
    </w:rPr>
  </w:style>
  <w:style w:type="character" w:styleId="PageNumber">
    <w:name w:val="page number"/>
    <w:basedOn w:val="DefaultParagraphFont"/>
    <w:uiPriority w:val="99"/>
    <w:rsid w:val="000A1C7F"/>
    <w:rPr>
      <w:rFonts w:cs="Times New Roman"/>
    </w:rPr>
  </w:style>
  <w:style w:type="paragraph" w:styleId="ListParagraph">
    <w:name w:val="List Paragraph"/>
    <w:basedOn w:val="Normal"/>
    <w:uiPriority w:val="99"/>
    <w:qFormat/>
    <w:rsid w:val="007254CA"/>
    <w:pPr>
      <w:ind w:left="720"/>
    </w:pPr>
  </w:style>
  <w:style w:type="paragraph" w:styleId="Title">
    <w:name w:val="Title"/>
    <w:basedOn w:val="Normal"/>
    <w:link w:val="TitleChar"/>
    <w:uiPriority w:val="99"/>
    <w:qFormat/>
    <w:rsid w:val="00D355F8"/>
    <w:pPr>
      <w:jc w:val="center"/>
    </w:pPr>
    <w:rPr>
      <w:rFonts w:eastAsia="Calibri"/>
      <w:b/>
      <w:bCs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D355F8"/>
    <w:rPr>
      <w:rFonts w:ascii="Times New Roman" w:hAnsi="Times New Roman"/>
      <w:b/>
      <w:sz w:val="24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B30382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30382"/>
    <w:rPr>
      <w:rFonts w:ascii="Times New Roman" w:hAnsi="Times New Roman"/>
      <w:sz w:val="24"/>
      <w:lang w:eastAsia="ar-SA" w:bidi="ar-SA"/>
    </w:rPr>
  </w:style>
  <w:style w:type="paragraph" w:customStyle="1" w:styleId="Default">
    <w:name w:val="Default"/>
    <w:uiPriority w:val="99"/>
    <w:rsid w:val="0066137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c19">
    <w:name w:val="c19"/>
    <w:basedOn w:val="Normal"/>
    <w:uiPriority w:val="99"/>
    <w:rsid w:val="0053386B"/>
    <w:pPr>
      <w:spacing w:before="100" w:beforeAutospacing="1" w:after="100" w:afterAutospacing="1"/>
    </w:pPr>
    <w:rPr>
      <w:lang w:eastAsia="ru-RU"/>
    </w:rPr>
  </w:style>
  <w:style w:type="character" w:customStyle="1" w:styleId="c3">
    <w:name w:val="c3"/>
    <w:basedOn w:val="DefaultParagraphFont"/>
    <w:uiPriority w:val="99"/>
    <w:rsid w:val="0053386B"/>
    <w:rPr>
      <w:rFonts w:cs="Times New Roman"/>
    </w:rPr>
  </w:style>
  <w:style w:type="paragraph" w:styleId="BodyText3">
    <w:name w:val="Body Text 3"/>
    <w:basedOn w:val="Normal"/>
    <w:link w:val="BodyText3Char"/>
    <w:uiPriority w:val="99"/>
    <w:rsid w:val="0045726D"/>
    <w:pPr>
      <w:jc w:val="both"/>
    </w:pPr>
    <w:rPr>
      <w:rFonts w:eastAsia="Calibri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45726D"/>
    <w:rPr>
      <w:rFonts w:ascii="Times New Roman" w:hAnsi="Times New Roman"/>
      <w:sz w:val="24"/>
      <w:lang w:eastAsia="ru-RU"/>
    </w:rPr>
  </w:style>
  <w:style w:type="paragraph" w:customStyle="1" w:styleId="10">
    <w:name w:val="Обычный1"/>
    <w:uiPriority w:val="99"/>
    <w:rsid w:val="0045726D"/>
    <w:pPr>
      <w:widowControl w:val="0"/>
      <w:spacing w:line="300" w:lineRule="auto"/>
      <w:ind w:firstLine="720"/>
      <w:jc w:val="both"/>
    </w:pPr>
    <w:rPr>
      <w:rFonts w:ascii="Times New Roman" w:eastAsia="Times New Roman" w:hAnsi="Times New Roman"/>
    </w:rPr>
  </w:style>
  <w:style w:type="paragraph" w:customStyle="1" w:styleId="FR1">
    <w:name w:val="FR1"/>
    <w:uiPriority w:val="99"/>
    <w:rsid w:val="0045726D"/>
    <w:pPr>
      <w:widowControl w:val="0"/>
      <w:spacing w:before="200" w:line="340" w:lineRule="auto"/>
      <w:ind w:left="120" w:firstLine="700"/>
    </w:pPr>
    <w:rPr>
      <w:rFonts w:ascii="Arial" w:eastAsia="Times New Roman" w:hAnsi="Arial" w:cs="Arial"/>
      <w:b/>
      <w:bCs/>
      <w:i/>
      <w:iCs/>
      <w:sz w:val="20"/>
      <w:szCs w:val="20"/>
    </w:rPr>
  </w:style>
  <w:style w:type="character" w:styleId="Emphasis">
    <w:name w:val="Emphasis"/>
    <w:basedOn w:val="DefaultParagraphFont"/>
    <w:uiPriority w:val="99"/>
    <w:qFormat/>
    <w:rsid w:val="0045726D"/>
    <w:rPr>
      <w:rFonts w:cs="Times New Roman"/>
      <w:i/>
    </w:rPr>
  </w:style>
  <w:style w:type="paragraph" w:styleId="BodyTextIndent2">
    <w:name w:val="Body Text Indent 2"/>
    <w:basedOn w:val="Normal"/>
    <w:link w:val="BodyTextIndent2Char"/>
    <w:uiPriority w:val="99"/>
    <w:rsid w:val="00E16B8C"/>
    <w:pPr>
      <w:spacing w:after="120" w:line="480" w:lineRule="auto"/>
      <w:ind w:left="283"/>
    </w:pPr>
    <w:rPr>
      <w:rFonts w:eastAsia="Calibri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E16B8C"/>
    <w:rPr>
      <w:rFonts w:ascii="Times New Roman" w:hAnsi="Times New Roman"/>
      <w:sz w:val="24"/>
      <w:lang w:eastAsia="ar-SA" w:bidi="ar-SA"/>
    </w:rPr>
  </w:style>
  <w:style w:type="paragraph" w:styleId="PlainText">
    <w:name w:val="Plain Text"/>
    <w:basedOn w:val="Normal"/>
    <w:link w:val="PlainTextChar"/>
    <w:uiPriority w:val="99"/>
    <w:rsid w:val="00E71549"/>
    <w:rPr>
      <w:rFonts w:ascii="Courier New" w:eastAsia="Calibri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E71549"/>
    <w:rPr>
      <w:rFonts w:ascii="Courier New" w:hAnsi="Courier New"/>
      <w:sz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BE26A3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BE26A3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rFonts w:eastAsia="Calibri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26A3"/>
    <w:rPr>
      <w:rFonts w:ascii="Times New Roman" w:hAnsi="Times New Roman"/>
      <w:sz w:val="20"/>
      <w:lang w:eastAsia="ru-RU"/>
    </w:rPr>
  </w:style>
  <w:style w:type="paragraph" w:customStyle="1" w:styleId="21">
    <w:name w:val="Основной текст 21"/>
    <w:basedOn w:val="Normal"/>
    <w:uiPriority w:val="99"/>
    <w:rsid w:val="006F77E3"/>
    <w:pPr>
      <w:tabs>
        <w:tab w:val="left" w:pos="8222"/>
      </w:tabs>
      <w:ind w:right="-1759"/>
    </w:pPr>
    <w:rPr>
      <w:sz w:val="28"/>
      <w:szCs w:val="28"/>
      <w:lang w:eastAsia="ru-RU"/>
    </w:rPr>
  </w:style>
  <w:style w:type="character" w:customStyle="1" w:styleId="c5">
    <w:name w:val="c5"/>
    <w:basedOn w:val="DefaultParagraphFont"/>
    <w:uiPriority w:val="99"/>
    <w:rsid w:val="0050075C"/>
    <w:rPr>
      <w:rFonts w:cs="Times New Roman"/>
    </w:rPr>
  </w:style>
  <w:style w:type="character" w:customStyle="1" w:styleId="submenu-table">
    <w:name w:val="submenu-table"/>
    <w:basedOn w:val="DefaultParagraphFont"/>
    <w:uiPriority w:val="99"/>
    <w:rsid w:val="0050075C"/>
    <w:rPr>
      <w:rFonts w:cs="Times New Roman"/>
    </w:rPr>
  </w:style>
  <w:style w:type="paragraph" w:customStyle="1" w:styleId="22">
    <w:name w:val="Основной текст 22"/>
    <w:basedOn w:val="Normal"/>
    <w:uiPriority w:val="99"/>
    <w:rsid w:val="00696789"/>
    <w:pPr>
      <w:tabs>
        <w:tab w:val="left" w:pos="8222"/>
      </w:tabs>
      <w:ind w:right="-1759"/>
    </w:pPr>
    <w:rPr>
      <w:sz w:val="28"/>
      <w:szCs w:val="28"/>
      <w:lang w:eastAsia="ru-RU"/>
    </w:rPr>
  </w:style>
  <w:style w:type="paragraph" w:customStyle="1" w:styleId="31">
    <w:name w:val="Основной текст 31"/>
    <w:basedOn w:val="Normal"/>
    <w:uiPriority w:val="99"/>
    <w:rsid w:val="00696789"/>
    <w:pPr>
      <w:jc w:val="both"/>
    </w:pPr>
    <w:rPr>
      <w:lang w:eastAsia="ru-RU"/>
    </w:rPr>
  </w:style>
  <w:style w:type="paragraph" w:styleId="BodyText">
    <w:name w:val="Body Text"/>
    <w:basedOn w:val="Normal"/>
    <w:link w:val="BodyTextChar"/>
    <w:uiPriority w:val="99"/>
    <w:rsid w:val="00A550D2"/>
    <w:pPr>
      <w:spacing w:after="120"/>
    </w:pPr>
    <w:rPr>
      <w:rFonts w:eastAsia="Calibri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550D2"/>
    <w:rPr>
      <w:rFonts w:ascii="Times New Roman" w:hAnsi="Times New Roman"/>
      <w:sz w:val="24"/>
      <w:lang w:eastAsia="ar-SA" w:bidi="ar-SA"/>
    </w:rPr>
  </w:style>
  <w:style w:type="paragraph" w:styleId="BodyTextIndent3">
    <w:name w:val="Body Text Indent 3"/>
    <w:basedOn w:val="Normal"/>
    <w:link w:val="BodyTextIndent3Char"/>
    <w:uiPriority w:val="99"/>
    <w:rsid w:val="00A550D2"/>
    <w:pPr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A550D2"/>
    <w:rPr>
      <w:rFonts w:ascii="Times New Roman" w:hAnsi="Times New Roman"/>
      <w:sz w:val="16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DB0079"/>
    <w:rPr>
      <w:rFonts w:cs="Times New Roman"/>
    </w:rPr>
  </w:style>
  <w:style w:type="character" w:customStyle="1" w:styleId="em">
    <w:name w:val="em"/>
    <w:basedOn w:val="DefaultParagraphFont"/>
    <w:uiPriority w:val="99"/>
    <w:rsid w:val="008D4B0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052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2292</TotalTime>
  <Pages>29</Pages>
  <Words>8677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428</cp:revision>
  <cp:lastPrinted>2014-09-25T00:37:00Z</cp:lastPrinted>
  <dcterms:created xsi:type="dcterms:W3CDTF">2013-10-12T05:44:00Z</dcterms:created>
  <dcterms:modified xsi:type="dcterms:W3CDTF">2016-03-31T17:26:00Z</dcterms:modified>
</cp:coreProperties>
</file>