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  <w:r>
        <w:rPr>
          <w:rFonts w:ascii="Times New Roman" w:hAnsi="Times New Roman"/>
          <w:b/>
          <w:color w:val="0000CC"/>
          <w:sz w:val="44"/>
          <w:szCs w:val="44"/>
        </w:rPr>
        <w:t>Неволинская  ООШ – филиал МАОУ Черемшанская СОШ</w:t>
      </w: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  <w:r>
        <w:rPr>
          <w:rFonts w:ascii="Times New Roman" w:hAnsi="Times New Roman"/>
          <w:b/>
          <w:color w:val="0000CC"/>
          <w:sz w:val="44"/>
          <w:szCs w:val="44"/>
        </w:rPr>
        <w:t>Классный  час</w:t>
      </w: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  <w:r>
        <w:rPr>
          <w:rFonts w:ascii="Times New Roman" w:hAnsi="Times New Roman"/>
          <w:b/>
          <w:color w:val="0000CC"/>
          <w:sz w:val="44"/>
          <w:szCs w:val="44"/>
        </w:rPr>
        <w:t xml:space="preserve">  на  тему:</w:t>
      </w: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  <w:r w:rsidRPr="006D1145">
        <w:rPr>
          <w:rFonts w:ascii="Times New Roman" w:hAnsi="Times New Roman"/>
          <w:b/>
          <w:color w:val="0000CC"/>
          <w:sz w:val="44"/>
          <w:szCs w:val="44"/>
        </w:rPr>
        <w:t>Урок правовых знаний</w:t>
      </w: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7B7AA8">
      <w:pPr>
        <w:tabs>
          <w:tab w:val="left" w:pos="5940"/>
          <w:tab w:val="right" w:pos="9354"/>
        </w:tabs>
        <w:rPr>
          <w:rFonts w:ascii="Times New Roman" w:hAnsi="Times New Roman"/>
          <w:b/>
          <w:color w:val="0000CC"/>
        </w:rPr>
      </w:pPr>
      <w:r>
        <w:rPr>
          <w:rFonts w:ascii="Times New Roman" w:hAnsi="Times New Roman"/>
          <w:b/>
          <w:color w:val="0000CC"/>
        </w:rPr>
        <w:tab/>
      </w:r>
      <w:r w:rsidRPr="007B7AA8">
        <w:rPr>
          <w:rFonts w:ascii="Times New Roman" w:hAnsi="Times New Roman"/>
          <w:b/>
          <w:color w:val="0000CC"/>
        </w:rPr>
        <w:t>Подготовила</w:t>
      </w:r>
      <w:r>
        <w:rPr>
          <w:rFonts w:ascii="Times New Roman" w:hAnsi="Times New Roman"/>
          <w:b/>
          <w:color w:val="0000CC"/>
        </w:rPr>
        <w:t xml:space="preserve"> :Игибаева  А.Н. </w:t>
      </w:r>
    </w:p>
    <w:p w:rsidR="009A6894" w:rsidRPr="007B7AA8" w:rsidRDefault="009A6894" w:rsidP="007B7AA8">
      <w:pPr>
        <w:jc w:val="right"/>
        <w:rPr>
          <w:rFonts w:ascii="Times New Roman" w:hAnsi="Times New Roman"/>
          <w:b/>
          <w:color w:val="0000CC"/>
        </w:rPr>
      </w:pPr>
      <w:r>
        <w:rPr>
          <w:rFonts w:ascii="Times New Roman" w:hAnsi="Times New Roman"/>
          <w:b/>
          <w:color w:val="0000CC"/>
        </w:rPr>
        <w:t>учитель начальных классов</w:t>
      </w: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/>
            <w:color w:val="0000CC"/>
            <w:sz w:val="44"/>
            <w:szCs w:val="44"/>
          </w:rPr>
          <w:t>2016 г</w:t>
        </w:r>
      </w:smartTag>
    </w:p>
    <w:p w:rsidR="009A6894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</w:p>
    <w:p w:rsidR="009A6894" w:rsidRPr="006D1145" w:rsidRDefault="009A6894" w:rsidP="006D1145">
      <w:pPr>
        <w:jc w:val="center"/>
        <w:rPr>
          <w:rFonts w:ascii="Times New Roman" w:hAnsi="Times New Roman"/>
          <w:b/>
          <w:color w:val="0000CC"/>
          <w:sz w:val="44"/>
          <w:szCs w:val="44"/>
        </w:rPr>
      </w:pPr>
      <w:r w:rsidRPr="006D1145">
        <w:rPr>
          <w:rFonts w:ascii="Times New Roman" w:hAnsi="Times New Roman"/>
          <w:b/>
          <w:color w:val="0000CC"/>
          <w:sz w:val="44"/>
          <w:szCs w:val="44"/>
        </w:rPr>
        <w:t>Урок правовых знаний,</w:t>
      </w:r>
    </w:p>
    <w:p w:rsidR="009A6894" w:rsidRPr="006D1145" w:rsidRDefault="009A6894" w:rsidP="006D1145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D1145">
        <w:rPr>
          <w:rFonts w:ascii="Times New Roman" w:hAnsi="Times New Roman"/>
          <w:i/>
          <w:sz w:val="28"/>
          <w:szCs w:val="28"/>
          <w:u w:val="single"/>
        </w:rPr>
        <w:t>Цель урока</w:t>
      </w:r>
      <w:r w:rsidRPr="006D1145">
        <w:rPr>
          <w:rFonts w:ascii="Times New Roman" w:hAnsi="Times New Roman"/>
          <w:i/>
          <w:sz w:val="28"/>
          <w:szCs w:val="28"/>
        </w:rPr>
        <w:t xml:space="preserve"> – показать значимость правовых знаний, </w:t>
      </w:r>
      <w:r>
        <w:rPr>
          <w:rFonts w:ascii="Times New Roman" w:hAnsi="Times New Roman"/>
          <w:i/>
          <w:sz w:val="28"/>
          <w:szCs w:val="28"/>
        </w:rPr>
        <w:t xml:space="preserve">познакомить учащихся с </w:t>
      </w:r>
      <w:r w:rsidRPr="006D1145">
        <w:rPr>
          <w:rFonts w:ascii="Times New Roman" w:hAnsi="Times New Roman"/>
          <w:i/>
          <w:sz w:val="28"/>
          <w:szCs w:val="28"/>
        </w:rPr>
        <w:t>Конвенци</w:t>
      </w:r>
      <w:r>
        <w:rPr>
          <w:rFonts w:ascii="Times New Roman" w:hAnsi="Times New Roman"/>
          <w:i/>
          <w:sz w:val="28"/>
          <w:szCs w:val="28"/>
        </w:rPr>
        <w:t>ей</w:t>
      </w:r>
      <w:r w:rsidRPr="006D1145">
        <w:rPr>
          <w:rFonts w:ascii="Times New Roman" w:hAnsi="Times New Roman"/>
          <w:i/>
          <w:sz w:val="28"/>
          <w:szCs w:val="28"/>
        </w:rPr>
        <w:t xml:space="preserve"> о правах ребенка, ее основных принципах, связ</w:t>
      </w:r>
      <w:r>
        <w:rPr>
          <w:rFonts w:ascii="Times New Roman" w:hAnsi="Times New Roman"/>
          <w:i/>
          <w:sz w:val="28"/>
          <w:szCs w:val="28"/>
        </w:rPr>
        <w:t>ью</w:t>
      </w:r>
      <w:r w:rsidRPr="006D1145">
        <w:rPr>
          <w:rFonts w:ascii="Times New Roman" w:hAnsi="Times New Roman"/>
          <w:i/>
          <w:sz w:val="28"/>
          <w:szCs w:val="28"/>
        </w:rPr>
        <w:t xml:space="preserve"> с Всеобщей Декларацией прав человека и другими международными документами, с Конституцией Российской Федерации; формировать правовую культуру школьников, </w:t>
      </w:r>
      <w:r w:rsidRPr="006D1145">
        <w:rPr>
          <w:rFonts w:ascii="Times New Roman" w:hAnsi="Times New Roman"/>
          <w:i/>
          <w:color w:val="000000"/>
          <w:sz w:val="28"/>
          <w:szCs w:val="28"/>
        </w:rPr>
        <w:t xml:space="preserve">уважение </w:t>
      </w:r>
      <w:r w:rsidRPr="006D1145">
        <w:rPr>
          <w:rFonts w:ascii="Times New Roman" w:hAnsi="Times New Roman"/>
          <w:i/>
          <w:sz w:val="28"/>
          <w:szCs w:val="28"/>
        </w:rPr>
        <w:t>ребенка</w:t>
      </w:r>
      <w:r w:rsidRPr="006D1145">
        <w:rPr>
          <w:rFonts w:ascii="Times New Roman" w:hAnsi="Times New Roman"/>
          <w:i/>
          <w:color w:val="000000"/>
          <w:sz w:val="28"/>
          <w:szCs w:val="28"/>
        </w:rPr>
        <w:t xml:space="preserve"> к основным общечеловеческим ценностям</w:t>
      </w:r>
      <w:r w:rsidRPr="006D1145">
        <w:rPr>
          <w:rFonts w:ascii="Times New Roman" w:hAnsi="Times New Roman"/>
          <w:i/>
          <w:sz w:val="28"/>
          <w:szCs w:val="28"/>
        </w:rPr>
        <w:t xml:space="preserve">, к себе и правам окружающих. </w:t>
      </w:r>
    </w:p>
    <w:p w:rsidR="009A6894" w:rsidRPr="00163B3E" w:rsidRDefault="009A6894" w:rsidP="00163B3E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Ход урока</w:t>
      </w:r>
    </w:p>
    <w:p w:rsidR="009A6894" w:rsidRDefault="009A6894" w:rsidP="00DA24C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1145">
        <w:rPr>
          <w:rFonts w:ascii="Times New Roman" w:hAnsi="Times New Roman"/>
          <w:sz w:val="28"/>
          <w:szCs w:val="28"/>
        </w:rPr>
        <w:t xml:space="preserve">Ребята, вот вы и </w:t>
      </w:r>
      <w:r>
        <w:rPr>
          <w:rFonts w:ascii="Times New Roman" w:hAnsi="Times New Roman"/>
          <w:sz w:val="28"/>
          <w:szCs w:val="28"/>
        </w:rPr>
        <w:t xml:space="preserve">учитесь </w:t>
      </w:r>
      <w:r w:rsidRPr="006D11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6D1145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е. Третий  месяц</w:t>
      </w:r>
      <w:r w:rsidRPr="006D1145">
        <w:rPr>
          <w:rFonts w:ascii="Times New Roman" w:hAnsi="Times New Roman"/>
          <w:sz w:val="28"/>
          <w:szCs w:val="28"/>
        </w:rPr>
        <w:t xml:space="preserve"> Вы являетесь учениками </w:t>
      </w:r>
      <w:r>
        <w:rPr>
          <w:rFonts w:ascii="Times New Roman" w:hAnsi="Times New Roman"/>
          <w:sz w:val="28"/>
          <w:szCs w:val="28"/>
        </w:rPr>
        <w:t xml:space="preserve">школы и знаете, что </w:t>
      </w:r>
      <w:r w:rsidRPr="006D1145">
        <w:rPr>
          <w:rFonts w:ascii="Times New Roman" w:hAnsi="Times New Roman"/>
          <w:sz w:val="28"/>
          <w:szCs w:val="28"/>
        </w:rPr>
        <w:t xml:space="preserve"> должны соблюдать правила поведения в школе. Но кроме того, что вы школьники, вы ещё являетесь жителями  нашей страны, а значит и имеете права граждан. </w:t>
      </w:r>
    </w:p>
    <w:p w:rsidR="009A6894" w:rsidRPr="00A56C22" w:rsidRDefault="009A6894" w:rsidP="00A56C22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 для чего нужно знать права граждан? </w:t>
      </w:r>
      <w:r w:rsidRPr="00A56C22">
        <w:rPr>
          <w:rFonts w:ascii="Times New Roman" w:hAnsi="Times New Roman"/>
          <w:i/>
          <w:sz w:val="28"/>
          <w:szCs w:val="28"/>
        </w:rPr>
        <w:t xml:space="preserve">(Их нужно знать, чтобы ими пользоваться). </w:t>
      </w:r>
    </w:p>
    <w:p w:rsidR="009A6894" w:rsidRPr="006D1145" w:rsidRDefault="009A6894" w:rsidP="00A56C2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1145">
        <w:rPr>
          <w:rFonts w:ascii="Times New Roman" w:hAnsi="Times New Roman"/>
          <w:sz w:val="28"/>
          <w:szCs w:val="28"/>
        </w:rPr>
        <w:t>Этот наш урок мы посвятим правам детей, т. е вашим правам.</w:t>
      </w:r>
    </w:p>
    <w:p w:rsidR="009A6894" w:rsidRPr="006D1145" w:rsidRDefault="009A6894" w:rsidP="00A56C2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1145">
        <w:rPr>
          <w:rFonts w:ascii="Times New Roman" w:hAnsi="Times New Roman"/>
          <w:sz w:val="28"/>
          <w:szCs w:val="28"/>
        </w:rPr>
        <w:t>Давным – давно, тысячи лет назад,  на Земле появились люди. Одновременно с ними появились и главные вопросы:</w:t>
      </w:r>
    </w:p>
    <w:p w:rsidR="009A6894" w:rsidRPr="006D1145" w:rsidRDefault="009A6894" w:rsidP="006D1145">
      <w:pPr>
        <w:jc w:val="both"/>
        <w:rPr>
          <w:rFonts w:ascii="Times New Roman" w:hAnsi="Times New Roman"/>
          <w:sz w:val="28"/>
          <w:szCs w:val="28"/>
        </w:rPr>
      </w:pPr>
      <w:r w:rsidRPr="006D1145">
        <w:rPr>
          <w:rFonts w:ascii="Times New Roman" w:hAnsi="Times New Roman"/>
          <w:sz w:val="28"/>
          <w:szCs w:val="28"/>
        </w:rPr>
        <w:t>- Что люди могут делать и чего не могут?</w:t>
      </w:r>
    </w:p>
    <w:p w:rsidR="009A6894" w:rsidRPr="006D1145" w:rsidRDefault="009A6894" w:rsidP="006D1145">
      <w:pPr>
        <w:jc w:val="both"/>
        <w:rPr>
          <w:rFonts w:ascii="Times New Roman" w:hAnsi="Times New Roman"/>
          <w:sz w:val="28"/>
          <w:szCs w:val="28"/>
        </w:rPr>
      </w:pPr>
      <w:r w:rsidRPr="006D1145">
        <w:rPr>
          <w:rFonts w:ascii="Times New Roman" w:hAnsi="Times New Roman"/>
          <w:sz w:val="28"/>
          <w:szCs w:val="28"/>
        </w:rPr>
        <w:t>- Что они обязаны делать и чего не обязаны?</w:t>
      </w:r>
    </w:p>
    <w:p w:rsidR="009A6894" w:rsidRPr="006D1145" w:rsidRDefault="009A6894" w:rsidP="006D1145">
      <w:pPr>
        <w:jc w:val="both"/>
        <w:rPr>
          <w:rFonts w:ascii="Times New Roman" w:hAnsi="Times New Roman"/>
          <w:sz w:val="28"/>
          <w:szCs w:val="28"/>
        </w:rPr>
      </w:pPr>
      <w:r w:rsidRPr="006D1145">
        <w:rPr>
          <w:rFonts w:ascii="Times New Roman" w:hAnsi="Times New Roman"/>
          <w:sz w:val="28"/>
          <w:szCs w:val="28"/>
        </w:rPr>
        <w:t>- На что они имеют право и на что не имеют?</w:t>
      </w:r>
    </w:p>
    <w:p w:rsidR="009A6894" w:rsidRPr="006D1145" w:rsidRDefault="009A6894" w:rsidP="00A56C2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1145">
        <w:rPr>
          <w:rFonts w:ascii="Times New Roman" w:hAnsi="Times New Roman"/>
          <w:sz w:val="28"/>
          <w:szCs w:val="28"/>
        </w:rPr>
        <w:t>Без ясного ответа на эти вопросы жизнь превращалась бы в сплошн</w:t>
      </w:r>
      <w:r>
        <w:rPr>
          <w:rFonts w:ascii="Times New Roman" w:hAnsi="Times New Roman"/>
          <w:sz w:val="28"/>
          <w:szCs w:val="28"/>
        </w:rPr>
        <w:t>ую</w:t>
      </w:r>
      <w:r w:rsidRPr="006D1145">
        <w:rPr>
          <w:rFonts w:ascii="Times New Roman" w:hAnsi="Times New Roman"/>
          <w:sz w:val="28"/>
          <w:szCs w:val="28"/>
        </w:rPr>
        <w:t xml:space="preserve"> неразбериху.</w:t>
      </w:r>
    </w:p>
    <w:p w:rsidR="009A6894" w:rsidRPr="006D1145" w:rsidRDefault="009A6894" w:rsidP="00A56C2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1145">
        <w:rPr>
          <w:rFonts w:ascii="Times New Roman" w:hAnsi="Times New Roman"/>
          <w:sz w:val="28"/>
          <w:szCs w:val="28"/>
        </w:rPr>
        <w:t>И люди взялись за решение этих главных вопросов в беседах между собой, путём международных переговоров и, к сожалению, в битвах и войнах, не говоря уже о самых заурядных драках.</w:t>
      </w:r>
    </w:p>
    <w:p w:rsidR="009A6894" w:rsidRDefault="009A6894" w:rsidP="00A56C2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D1145">
        <w:rPr>
          <w:rFonts w:ascii="Times New Roman" w:hAnsi="Times New Roman"/>
          <w:sz w:val="28"/>
          <w:szCs w:val="28"/>
        </w:rPr>
        <w:t>онечно же, поиск ответов на главные вопросы не мог оставить в стороне искусство и литературу.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145">
        <w:rPr>
          <w:rFonts w:ascii="Times New Roman" w:hAnsi="Times New Roman"/>
          <w:sz w:val="28"/>
          <w:szCs w:val="28"/>
        </w:rPr>
        <w:t xml:space="preserve">Тысячи литературных героев, таких как, Буратино, Царевна – лягушка, баба Яга, Кощей Бессмертный, Гулливер, Карлсон, доктор Айболит, кот Леопольд и другие  занялись решением вопросов о Правах человека.  И правильно сделали! Без этого они были бы нам совершенно неинтересны! </w:t>
      </w:r>
    </w:p>
    <w:p w:rsidR="009A6894" w:rsidRPr="006D1145" w:rsidRDefault="009A6894" w:rsidP="00A56C2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вы думаете, удалось ли людям в конце концов справиться с решением этой важной задачи? Каким образом? Давайте вспомним.</w:t>
      </w:r>
    </w:p>
    <w:p w:rsidR="009A6894" w:rsidRDefault="009A6894" w:rsidP="006D11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A56C22">
        <w:rPr>
          <w:rFonts w:ascii="Times New Roman" w:hAnsi="Times New Roman"/>
          <w:i/>
          <w:sz w:val="28"/>
          <w:szCs w:val="28"/>
        </w:rPr>
        <w:t>В конце концов, людям удалось решить эти главные вопросы, и на свет появилась Всеобщая декларация прав человека</w:t>
      </w:r>
      <w:r>
        <w:rPr>
          <w:rFonts w:ascii="Times New Roman" w:hAnsi="Times New Roman"/>
          <w:i/>
          <w:sz w:val="28"/>
          <w:szCs w:val="28"/>
        </w:rPr>
        <w:t>)</w:t>
      </w:r>
      <w:r w:rsidRPr="006D1145">
        <w:rPr>
          <w:rFonts w:ascii="Times New Roman" w:hAnsi="Times New Roman"/>
          <w:sz w:val="28"/>
          <w:szCs w:val="28"/>
        </w:rPr>
        <w:t xml:space="preserve">. </w:t>
      </w:r>
    </w:p>
    <w:p w:rsidR="009A6894" w:rsidRDefault="009A6894" w:rsidP="00A56C2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1145">
        <w:rPr>
          <w:rFonts w:ascii="Times New Roman" w:hAnsi="Times New Roman"/>
          <w:sz w:val="28"/>
          <w:szCs w:val="28"/>
        </w:rPr>
        <w:t xml:space="preserve">Если в точности соблюдать </w:t>
      </w:r>
      <w:r>
        <w:rPr>
          <w:rFonts w:ascii="Times New Roman" w:hAnsi="Times New Roman"/>
          <w:sz w:val="28"/>
          <w:szCs w:val="28"/>
        </w:rPr>
        <w:t xml:space="preserve">статьи декларации,  то </w:t>
      </w:r>
      <w:r w:rsidRPr="006D1145">
        <w:rPr>
          <w:rFonts w:ascii="Times New Roman" w:hAnsi="Times New Roman"/>
          <w:sz w:val="28"/>
          <w:szCs w:val="28"/>
        </w:rPr>
        <w:t xml:space="preserve">неразбериха </w:t>
      </w:r>
      <w:r>
        <w:rPr>
          <w:rFonts w:ascii="Times New Roman" w:hAnsi="Times New Roman"/>
          <w:sz w:val="28"/>
          <w:szCs w:val="28"/>
        </w:rPr>
        <w:t>и нарушение прав личности не будут иметь место в жизни. Н</w:t>
      </w:r>
      <w:r w:rsidRPr="006D1145">
        <w:rPr>
          <w:rFonts w:ascii="Times New Roman" w:hAnsi="Times New Roman"/>
          <w:sz w:val="28"/>
          <w:szCs w:val="28"/>
        </w:rPr>
        <w:t>о чтобы соблюдать</w:t>
      </w:r>
      <w:r>
        <w:rPr>
          <w:rFonts w:ascii="Times New Roman" w:hAnsi="Times New Roman"/>
          <w:sz w:val="28"/>
          <w:szCs w:val="28"/>
        </w:rPr>
        <w:t xml:space="preserve"> статьи декларации</w:t>
      </w:r>
      <w:r w:rsidRPr="006D1145">
        <w:rPr>
          <w:rFonts w:ascii="Times New Roman" w:hAnsi="Times New Roman"/>
          <w:sz w:val="28"/>
          <w:szCs w:val="28"/>
        </w:rPr>
        <w:t xml:space="preserve">, надо хотя бы познакомиться с </w:t>
      </w:r>
      <w:r>
        <w:rPr>
          <w:rFonts w:ascii="Times New Roman" w:hAnsi="Times New Roman"/>
          <w:sz w:val="28"/>
          <w:szCs w:val="28"/>
        </w:rPr>
        <w:t>ними</w:t>
      </w:r>
      <w:r w:rsidRPr="006D1145">
        <w:rPr>
          <w:rFonts w:ascii="Times New Roman" w:hAnsi="Times New Roman"/>
          <w:sz w:val="28"/>
          <w:szCs w:val="28"/>
        </w:rPr>
        <w:t xml:space="preserve">. </w:t>
      </w:r>
    </w:p>
    <w:p w:rsidR="009A6894" w:rsidRDefault="009A6894" w:rsidP="00A56C2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Напоминаю, что всего статей в декларации 30, а мы с вами </w:t>
      </w:r>
      <w:r w:rsidRPr="006D1145">
        <w:rPr>
          <w:rFonts w:ascii="Times New Roman" w:hAnsi="Times New Roman"/>
          <w:sz w:val="28"/>
          <w:szCs w:val="28"/>
        </w:rPr>
        <w:t xml:space="preserve"> познакомимся с некоторыми из них, которые касаются вас – детей. </w:t>
      </w:r>
    </w:p>
    <w:p w:rsidR="009A6894" w:rsidRDefault="009A6894" w:rsidP="00163B3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t>Каждый ребёнок имеет право на жизнь;</w:t>
      </w:r>
    </w:p>
    <w:p w:rsidR="009A6894" w:rsidRDefault="009A6894" w:rsidP="00163B3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t>каждый ребёнок имеет право на сохранение семейных связей;</w:t>
      </w:r>
    </w:p>
    <w:p w:rsidR="009A6894" w:rsidRDefault="009A6894" w:rsidP="00163B3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t>все дети независимо от цвета кожи, языка, религии, пола, имеют равные права;</w:t>
      </w:r>
    </w:p>
    <w:p w:rsidR="009A6894" w:rsidRDefault="009A6894" w:rsidP="00163B3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t>каждый ребёнок имеет право на защиту от эксплуатации;</w:t>
      </w:r>
    </w:p>
    <w:p w:rsidR="009A6894" w:rsidRDefault="009A6894" w:rsidP="00163B3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t>каждый ребёнок имеет право на защиту от насилия;</w:t>
      </w:r>
    </w:p>
    <w:p w:rsidR="009A6894" w:rsidRDefault="009A6894" w:rsidP="00163B3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t>каждый ребёнок имеет право на полезное и качественное питание;</w:t>
      </w:r>
    </w:p>
    <w:p w:rsidR="009A6894" w:rsidRDefault="009A6894" w:rsidP="00163B3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t>каждый ребёнок имеет право на отдых;</w:t>
      </w:r>
    </w:p>
    <w:p w:rsidR="009A6894" w:rsidRPr="00163B3E" w:rsidRDefault="009A6894" w:rsidP="00163B3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t>каждый ребёнок имеет право на медицинскую помощь.</w:t>
      </w:r>
      <w:bookmarkStart w:id="0" w:name="_GoBack"/>
      <w:bookmarkEnd w:id="0"/>
    </w:p>
    <w:p w:rsidR="009A6894" w:rsidRDefault="009A6894" w:rsidP="00A56C2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 теперь давайте проверим, насколько внимательно вы изучили свои права. Ваша задача определить, нарушаются или соблюдаются права сказочных героев в определённой ситуации.</w:t>
      </w:r>
    </w:p>
    <w:p w:rsidR="009A6894" w:rsidRPr="00563469" w:rsidRDefault="009A6894" w:rsidP="00563469">
      <w:pPr>
        <w:ind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563469">
        <w:rPr>
          <w:rFonts w:ascii="Times New Roman" w:hAnsi="Times New Roman"/>
          <w:i/>
          <w:sz w:val="28"/>
          <w:szCs w:val="28"/>
          <w:u w:val="single"/>
        </w:rPr>
        <w:t>Работа по карточкам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1. “В животе у Буратино было скучновато. Он закрыл глаза и вдруг увидел жареную курицу на тарелке. Живо открыл глаза – курица исчезла.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Он опять закрыл глаза – увидел тарелку с манной кашей, с малиновым вареньем. Открыл глаза – нет тарелки с манной кашей пополам с малиновым вареньем” </w:t>
      </w:r>
      <w:r w:rsidRPr="00563469">
        <w:rPr>
          <w:rFonts w:ascii="Times New Roman" w:hAnsi="Times New Roman"/>
          <w:i/>
          <w:sz w:val="28"/>
          <w:szCs w:val="28"/>
        </w:rPr>
        <w:t>(Нарушается правило на полноценное питание).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2. “С подоконника он через всю каморку перелетел на стол, крыса за ним…И тут на столе она схватила Буратино за горло, повалила, держа его в зубах, соскочила на пол и поволокла под лестницу, в подполье”. </w:t>
      </w:r>
      <w:r w:rsidRPr="00563469">
        <w:rPr>
          <w:rFonts w:ascii="Times New Roman" w:hAnsi="Times New Roman"/>
          <w:i/>
          <w:sz w:val="28"/>
          <w:szCs w:val="28"/>
        </w:rPr>
        <w:t xml:space="preserve">(Нарушение права на жизнь и личную неприкосновенность). </w:t>
      </w: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3. “Карабас Барабас погрозил куклам семихвостой плеткой, чтобы они продолжали представление. Куклы кое-как закончили комедию, занавес закрылся, зрители разошлись” </w:t>
      </w:r>
      <w:r w:rsidRPr="00563469">
        <w:rPr>
          <w:rFonts w:ascii="Times New Roman" w:hAnsi="Times New Roman"/>
          <w:i/>
          <w:sz w:val="28"/>
          <w:szCs w:val="28"/>
        </w:rPr>
        <w:t xml:space="preserve">(Нарушение прав – рабство, непосильный труд).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>4. Положив Буратино на кровать, Артемон собачьим галопом помчался в лесную заросль и тотчас привел оттуда знаменитого доктора Сову, фельдшерицу Жабу и народного знахаря Богомола”. (</w:t>
      </w:r>
      <w:r w:rsidRPr="00563469">
        <w:rPr>
          <w:rFonts w:ascii="Times New Roman" w:hAnsi="Times New Roman"/>
          <w:i/>
          <w:sz w:val="28"/>
          <w:szCs w:val="28"/>
        </w:rPr>
        <w:t xml:space="preserve">Право на бесплатное медицинское обслуживание – соблюдается).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5. “Папа Карло скоро вернулся, но без куртки. В руке он держал книжку с большими буквами и занимательными картинками.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- Вот тебе азбука. Учись на здоровье”. </w:t>
      </w:r>
      <w:r w:rsidRPr="00563469">
        <w:rPr>
          <w:rFonts w:ascii="Times New Roman" w:hAnsi="Times New Roman"/>
          <w:i/>
          <w:sz w:val="28"/>
          <w:szCs w:val="28"/>
        </w:rPr>
        <w:t xml:space="preserve">(Право на образование – соблюдается). </w:t>
      </w: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6. “На круглых листьях водяной лилии под луной сидели большеротые лягушки, выпученными глазами глядели на Буратино.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- Какая-то каракатица плывет, - квакнула лягушка.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- Нос, как у аиста, - квакнула другая.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- Это морская лягушка, - квакнула третья”. </w:t>
      </w:r>
      <w:r w:rsidRPr="00563469">
        <w:rPr>
          <w:rFonts w:ascii="Times New Roman" w:hAnsi="Times New Roman"/>
          <w:i/>
          <w:sz w:val="28"/>
          <w:szCs w:val="28"/>
        </w:rPr>
        <w:t xml:space="preserve">(Нарушаются права на имя, лягушки оскорбляют Буратино).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>7. “Буратино подбежал к полной тете и пропищал: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- Послушайте, дайте мне в первом ряду билет на единственное представление кукольного театра”. </w:t>
      </w:r>
      <w:r w:rsidRPr="00563469">
        <w:rPr>
          <w:rFonts w:ascii="Times New Roman" w:hAnsi="Times New Roman"/>
          <w:i/>
          <w:sz w:val="28"/>
          <w:szCs w:val="28"/>
        </w:rPr>
        <w:t xml:space="preserve">(Соблюдается право ребенка на досуг).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>8. “В каморке никто не отозвался. Карабас Барабас приказал: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>- Именем Тарабарского короля – откройте дверь!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Полицейские нажали, гнилые половинки дверей сорвались с петель…!” </w:t>
      </w:r>
      <w:r w:rsidRPr="00563469">
        <w:rPr>
          <w:rFonts w:ascii="Times New Roman" w:hAnsi="Times New Roman"/>
          <w:i/>
          <w:sz w:val="28"/>
          <w:szCs w:val="28"/>
        </w:rPr>
        <w:t xml:space="preserve">(Право на жилище – нарушается).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9. “…сыщики привели Буратино в отделение. Дежурный бульдог вылез из-за стола, и сам обыскал его карманы.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563469" w:rsidRDefault="009A6894" w:rsidP="00D57A3F">
      <w:pPr>
        <w:pStyle w:val="NoSpacing"/>
        <w:rPr>
          <w:rFonts w:ascii="Times New Roman" w:hAnsi="Times New Roman"/>
          <w:i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- Ты – беспризорный, беспаспортный. Отнести его за город и утопить в пруду”. </w:t>
      </w:r>
      <w:r w:rsidRPr="00563469">
        <w:rPr>
          <w:rFonts w:ascii="Times New Roman" w:hAnsi="Times New Roman"/>
          <w:i/>
          <w:sz w:val="28"/>
          <w:szCs w:val="28"/>
        </w:rPr>
        <w:t>(Нарушается право на гражданство, право - на жизнь)</w:t>
      </w:r>
    </w:p>
    <w:p w:rsidR="009A6894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563469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На столе лежит коробка, обернутая в подарочную бумагу. </w:t>
      </w:r>
    </w:p>
    <w:p w:rsidR="009A6894" w:rsidRPr="00145F20" w:rsidRDefault="009A6894" w:rsidP="00563469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A0195">
      <w:pPr>
        <w:pStyle w:val="NoSpacing"/>
        <w:ind w:firstLine="708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- Представьте себе, что на столе лежит что-то очень желанное, но запретное. Раскрывать коробку нельзя. Сейчас каждый из вас жестами, без слов, покажет, как он поступил бы по отношению к этому предмету. </w:t>
      </w:r>
    </w:p>
    <w:p w:rsidR="009A6894" w:rsidRPr="00145F20" w:rsidRDefault="009A6894" w:rsidP="00563469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563469">
      <w:pPr>
        <w:pStyle w:val="NoSpacing"/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>(Дети показывают, затем каждый раскрывает свою тайну – рассказывает, что конкретно представлял и что старался изобразить своими движениями)</w:t>
      </w:r>
    </w:p>
    <w:p w:rsidR="009A6894" w:rsidRPr="00145F20" w:rsidRDefault="009A6894" w:rsidP="00563469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F14750" w:rsidRDefault="009A6894" w:rsidP="00563469">
      <w:pPr>
        <w:pStyle w:val="NoSpacing"/>
        <w:rPr>
          <w:rFonts w:ascii="Times New Roman" w:hAnsi="Times New Roman"/>
          <w:b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>- Ребята, вам хотелось посмотреть, что в коробке? А почему же вы не развернули бумагу?</w:t>
      </w:r>
    </w:p>
    <w:p w:rsidR="009A6894" w:rsidRPr="00F14750" w:rsidRDefault="009A6894" w:rsidP="00563469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9A6894" w:rsidRPr="00DA0195" w:rsidRDefault="009A6894" w:rsidP="00563469">
      <w:pPr>
        <w:pStyle w:val="NoSpacing"/>
        <w:rPr>
          <w:rFonts w:ascii="Times New Roman" w:hAnsi="Times New Roman"/>
          <w:i/>
          <w:sz w:val="28"/>
          <w:szCs w:val="28"/>
        </w:rPr>
      </w:pPr>
      <w:r w:rsidRPr="00DA0195">
        <w:rPr>
          <w:rFonts w:ascii="Times New Roman" w:hAnsi="Times New Roman"/>
          <w:i/>
          <w:sz w:val="28"/>
          <w:szCs w:val="28"/>
        </w:rPr>
        <w:t>(Было правило – не брать)</w:t>
      </w:r>
    </w:p>
    <w:p w:rsidR="009A6894" w:rsidRPr="00DA0195" w:rsidRDefault="009A6894" w:rsidP="00563469">
      <w:pPr>
        <w:pStyle w:val="NoSpacing"/>
        <w:rPr>
          <w:rFonts w:ascii="Times New Roman" w:hAnsi="Times New Roman"/>
          <w:i/>
          <w:sz w:val="28"/>
          <w:szCs w:val="28"/>
        </w:rPr>
      </w:pPr>
    </w:p>
    <w:p w:rsidR="009A6894" w:rsidRDefault="009A6894" w:rsidP="00563469">
      <w:pPr>
        <w:pStyle w:val="NoSpacing"/>
        <w:rPr>
          <w:rFonts w:ascii="Times New Roman" w:hAnsi="Times New Roman"/>
          <w:i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>- Назовите синоним к слову правило?</w:t>
      </w:r>
      <w:r w:rsidRPr="00DA0195">
        <w:rPr>
          <w:rFonts w:ascii="Times New Roman" w:hAnsi="Times New Roman"/>
          <w:i/>
          <w:sz w:val="28"/>
          <w:szCs w:val="28"/>
        </w:rPr>
        <w:t>(Закон)</w:t>
      </w:r>
    </w:p>
    <w:p w:rsidR="009A6894" w:rsidRPr="00DA0195" w:rsidRDefault="009A6894" w:rsidP="0056346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 что такое закон? </w:t>
      </w:r>
      <w:r w:rsidRPr="00DA0195">
        <w:rPr>
          <w:rFonts w:ascii="Times New Roman" w:hAnsi="Times New Roman"/>
          <w:i/>
          <w:sz w:val="28"/>
          <w:szCs w:val="28"/>
        </w:rPr>
        <w:t>(ответы детей)</w:t>
      </w:r>
      <w:r w:rsidRPr="00DA0195">
        <w:rPr>
          <w:rFonts w:ascii="Times New Roman" w:hAnsi="Times New Roman"/>
          <w:sz w:val="28"/>
          <w:szCs w:val="28"/>
        </w:rPr>
        <w:t>Давайте проверим.</w:t>
      </w:r>
    </w:p>
    <w:p w:rsidR="009A6894" w:rsidRDefault="009A6894" w:rsidP="00563469">
      <w:pPr>
        <w:pStyle w:val="NoSpacing"/>
        <w:rPr>
          <w:rFonts w:ascii="Times New Roman" w:hAnsi="Times New Roman"/>
          <w:i/>
          <w:sz w:val="28"/>
          <w:szCs w:val="28"/>
        </w:rPr>
      </w:pPr>
    </w:p>
    <w:p w:rsidR="009A6894" w:rsidRDefault="009A6894" w:rsidP="00F14750">
      <w:pPr>
        <w:pStyle w:val="NoSpacing"/>
        <w:ind w:firstLine="708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F14750">
      <w:pPr>
        <w:pStyle w:val="NoSpacing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 теперь на ваши плечи ложится очень ответственное задание: создание кодекса класса. 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Default="009A6894" w:rsidP="007B7AA8">
      <w:pPr>
        <w:pStyle w:val="NoSpacing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(Проект)</w:t>
      </w:r>
    </w:p>
    <w:p w:rsidR="009A6894" w:rsidRDefault="009A6894" w:rsidP="00EB5C61">
      <w:pPr>
        <w:pStyle w:val="NoSpacing"/>
        <w:rPr>
          <w:rFonts w:ascii="Times New Roman" w:hAnsi="Times New Roman"/>
          <w:sz w:val="28"/>
          <w:szCs w:val="28"/>
        </w:rPr>
      </w:pPr>
      <w:r w:rsidRPr="00F14750">
        <w:rPr>
          <w:rFonts w:ascii="Times New Roman" w:hAnsi="Times New Roman"/>
          <w:sz w:val="28"/>
          <w:szCs w:val="28"/>
          <w:u w:val="single"/>
        </w:rPr>
        <w:t>Задание:</w:t>
      </w:r>
      <w:r w:rsidRPr="00145F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Послушайте ,  ребята  и  подумайте.  Какие</w:t>
      </w:r>
      <w:r w:rsidRPr="00145F20">
        <w:rPr>
          <w:rFonts w:ascii="Times New Roman" w:hAnsi="Times New Roman"/>
          <w:sz w:val="28"/>
          <w:szCs w:val="28"/>
        </w:rPr>
        <w:t xml:space="preserve"> предложения</w:t>
      </w:r>
      <w:r>
        <w:rPr>
          <w:rFonts w:ascii="Times New Roman" w:hAnsi="Times New Roman"/>
          <w:sz w:val="28"/>
          <w:szCs w:val="28"/>
        </w:rPr>
        <w:t xml:space="preserve">  вы  считаете  могут  подойти ,  а  какие  </w:t>
      </w:r>
      <w:r w:rsidRPr="00145F20">
        <w:rPr>
          <w:rFonts w:ascii="Times New Roman" w:hAnsi="Times New Roman"/>
          <w:sz w:val="28"/>
          <w:szCs w:val="28"/>
        </w:rPr>
        <w:t xml:space="preserve"> неприемлемы для класса. </w:t>
      </w:r>
    </w:p>
    <w:p w:rsidR="009A6894" w:rsidRDefault="009A6894" w:rsidP="00EB5C61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(Работа всего  класса. )</w:t>
      </w:r>
    </w:p>
    <w:p w:rsidR="009A6894" w:rsidRPr="00145F20" w:rsidRDefault="009A6894" w:rsidP="00D57A3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Default="009A6894" w:rsidP="00341BE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D0748">
        <w:rPr>
          <w:rFonts w:ascii="Times New Roman" w:hAnsi="Times New Roman"/>
          <w:b/>
          <w:sz w:val="28"/>
          <w:szCs w:val="28"/>
        </w:rPr>
        <w:t>КОДЕКС КЛАССА</w:t>
      </w:r>
    </w:p>
    <w:p w:rsidR="009A6894" w:rsidRPr="000D0748" w:rsidRDefault="009A6894" w:rsidP="00F1475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9A6894" w:rsidRPr="00145F20" w:rsidRDefault="009A6894" w:rsidP="00F14750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Каждый в классе должен чувствовать себя в безопасности, поэтому никто не должен драться или обижать кого-либо. </w:t>
      </w:r>
      <w:r>
        <w:rPr>
          <w:rFonts w:ascii="Times New Roman" w:hAnsi="Times New Roman"/>
          <w:sz w:val="28"/>
          <w:szCs w:val="28"/>
        </w:rPr>
        <w:t>( +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F14750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 В классе должна существовать дружба только между мальчиками и девочками в отдельности. </w:t>
      </w:r>
      <w:r>
        <w:rPr>
          <w:rFonts w:ascii="Times New Roman" w:hAnsi="Times New Roman"/>
          <w:sz w:val="28"/>
          <w:szCs w:val="28"/>
        </w:rPr>
        <w:t>( -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Default="009A6894" w:rsidP="00341BEF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41BEF">
        <w:rPr>
          <w:rFonts w:ascii="Times New Roman" w:hAnsi="Times New Roman"/>
          <w:sz w:val="28"/>
          <w:szCs w:val="28"/>
        </w:rPr>
        <w:t xml:space="preserve"> Все в классе равны независимо от национальности, пола, убеждений. </w:t>
      </w:r>
    </w:p>
    <w:p w:rsidR="009A6894" w:rsidRPr="00145F20" w:rsidRDefault="009A6894" w:rsidP="00341BEF"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+ )</w:t>
      </w:r>
    </w:p>
    <w:p w:rsidR="009A6894" w:rsidRPr="00341BEF" w:rsidRDefault="009A6894" w:rsidP="00341BEF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В классе должен быть вожак, которому должны все подчиняться и который будет руководить жизнью в коллективе. </w:t>
      </w:r>
      <w:r>
        <w:rPr>
          <w:rFonts w:ascii="Times New Roman" w:hAnsi="Times New Roman"/>
          <w:sz w:val="28"/>
          <w:szCs w:val="28"/>
        </w:rPr>
        <w:t>( -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Каждый имеет право на имя, обращаться друг к другу следует только по имени. </w:t>
      </w:r>
      <w:r>
        <w:rPr>
          <w:rFonts w:ascii="Times New Roman" w:hAnsi="Times New Roman"/>
          <w:sz w:val="28"/>
          <w:szCs w:val="28"/>
        </w:rPr>
        <w:t>( +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В классе у каждого должно быть прозвище, ведь так веселее жить. </w:t>
      </w:r>
      <w:r>
        <w:rPr>
          <w:rFonts w:ascii="Times New Roman" w:hAnsi="Times New Roman"/>
          <w:sz w:val="28"/>
          <w:szCs w:val="28"/>
        </w:rPr>
        <w:t>( -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Все должны уважать право собственности и без разрешения не брать чужие вещи, не отбирать, не ломать. </w:t>
      </w:r>
      <w:r>
        <w:rPr>
          <w:rFonts w:ascii="Times New Roman" w:hAnsi="Times New Roman"/>
          <w:sz w:val="28"/>
          <w:szCs w:val="28"/>
        </w:rPr>
        <w:t>( +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Наш класс – дружный коллектив, поэтому у нас все общее. Можно брать в постоянное пользование любую вещь, которая тебе понравилась. </w:t>
      </w:r>
      <w:r>
        <w:rPr>
          <w:rFonts w:ascii="Times New Roman" w:hAnsi="Times New Roman"/>
          <w:sz w:val="28"/>
          <w:szCs w:val="28"/>
        </w:rPr>
        <w:t>( -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Никто не должен бояться высказывать свое мнение по любому вопросу. </w:t>
      </w:r>
      <w:r>
        <w:rPr>
          <w:rFonts w:ascii="Times New Roman" w:hAnsi="Times New Roman"/>
          <w:sz w:val="28"/>
          <w:szCs w:val="28"/>
        </w:rPr>
        <w:t>( +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Нужно всегда говорить только то, что говорит учитель. Нельзя высказывать другое мнение. </w:t>
      </w:r>
      <w:r>
        <w:rPr>
          <w:rFonts w:ascii="Times New Roman" w:hAnsi="Times New Roman"/>
          <w:sz w:val="28"/>
          <w:szCs w:val="28"/>
        </w:rPr>
        <w:t>( -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145F20" w:rsidRDefault="009A6894" w:rsidP="00F14750">
      <w:pPr>
        <w:pStyle w:val="NoSpacing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Будь лично ответственным за свои слова и поступки. </w:t>
      </w:r>
      <w:r>
        <w:rPr>
          <w:rFonts w:ascii="Times New Roman" w:hAnsi="Times New Roman"/>
          <w:sz w:val="28"/>
          <w:szCs w:val="28"/>
        </w:rPr>
        <w:t>( +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45F20">
        <w:rPr>
          <w:rFonts w:ascii="Times New Roman" w:hAnsi="Times New Roman"/>
          <w:sz w:val="28"/>
          <w:szCs w:val="28"/>
        </w:rPr>
        <w:t xml:space="preserve">Веди себя хорошо только на уроке, а после школы можешь шалить и баловаться. </w:t>
      </w:r>
      <w:r>
        <w:rPr>
          <w:rFonts w:ascii="Times New Roman" w:hAnsi="Times New Roman"/>
          <w:sz w:val="28"/>
          <w:szCs w:val="28"/>
        </w:rPr>
        <w:t>( -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с</w:t>
      </w:r>
      <w:r w:rsidRPr="00145F20">
        <w:rPr>
          <w:rFonts w:ascii="Times New Roman" w:hAnsi="Times New Roman"/>
          <w:sz w:val="28"/>
          <w:szCs w:val="28"/>
        </w:rPr>
        <w:t xml:space="preserve">одержать в чистоте кабинет, установить график дежурства. </w:t>
      </w:r>
      <w:r>
        <w:rPr>
          <w:rFonts w:ascii="Times New Roman" w:hAnsi="Times New Roman"/>
          <w:sz w:val="28"/>
          <w:szCs w:val="28"/>
        </w:rPr>
        <w:t>( + )</w:t>
      </w:r>
    </w:p>
    <w:p w:rsidR="009A6894" w:rsidRPr="00145F20" w:rsidRDefault="009A6894" w:rsidP="00F14750">
      <w:pPr>
        <w:pStyle w:val="NoSpacing"/>
        <w:rPr>
          <w:rFonts w:ascii="Times New Roman" w:hAnsi="Times New Roman"/>
          <w:sz w:val="28"/>
          <w:szCs w:val="28"/>
        </w:rPr>
      </w:pPr>
    </w:p>
    <w:p w:rsidR="009A6894" w:rsidRPr="00341BEF" w:rsidRDefault="009A6894" w:rsidP="00341BEF"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с</w:t>
      </w:r>
      <w:r w:rsidRPr="00145F20">
        <w:rPr>
          <w:rFonts w:ascii="Times New Roman" w:hAnsi="Times New Roman"/>
          <w:sz w:val="28"/>
          <w:szCs w:val="28"/>
        </w:rPr>
        <w:t xml:space="preserve">ледить за порядком и чистотой только на своей парте, остальное - уберет дежурный. </w:t>
      </w:r>
      <w:r>
        <w:rPr>
          <w:rFonts w:ascii="Times New Roman" w:hAnsi="Times New Roman"/>
          <w:sz w:val="28"/>
          <w:szCs w:val="28"/>
        </w:rPr>
        <w:t xml:space="preserve"> ( - )</w:t>
      </w:r>
    </w:p>
    <w:p w:rsidR="009A6894" w:rsidRDefault="009A6894" w:rsidP="00341BEF">
      <w:pPr>
        <w:pStyle w:val="NoSpacing"/>
        <w:ind w:left="360"/>
        <w:rPr>
          <w:rFonts w:ascii="Times New Roman" w:hAnsi="Times New Roman"/>
          <w:sz w:val="28"/>
          <w:szCs w:val="28"/>
        </w:rPr>
      </w:pPr>
    </w:p>
    <w:p w:rsidR="009A6894" w:rsidRPr="00E76943" w:rsidRDefault="009A6894" w:rsidP="00341BEF">
      <w:pPr>
        <w:pStyle w:val="NoSpacing"/>
        <w:ind w:left="360"/>
        <w:rPr>
          <w:rFonts w:ascii="Times New Roman" w:hAnsi="Times New Roman"/>
          <w:i/>
          <w:sz w:val="28"/>
          <w:szCs w:val="28"/>
        </w:rPr>
      </w:pPr>
      <w:r w:rsidRPr="00E76943">
        <w:rPr>
          <w:rFonts w:ascii="Times New Roman" w:hAnsi="Times New Roman"/>
          <w:i/>
          <w:sz w:val="28"/>
          <w:szCs w:val="28"/>
        </w:rPr>
        <w:t>Получившийся кодекс класса вывешивается в классный уголок.</w:t>
      </w:r>
    </w:p>
    <w:p w:rsidR="009A6894" w:rsidRPr="00E76943" w:rsidRDefault="009A6894" w:rsidP="00F14750">
      <w:pPr>
        <w:ind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9A6894" w:rsidRDefault="009A6894" w:rsidP="00F14750">
      <w:r>
        <w:rPr>
          <w:rFonts w:ascii="Times New Roman" w:hAnsi="Times New Roman"/>
          <w:sz w:val="28"/>
          <w:szCs w:val="28"/>
        </w:rPr>
        <w:t>Подведение итогов.</w:t>
      </w:r>
    </w:p>
    <w:sectPr w:rsidR="009A6894" w:rsidSect="002F742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4276DD0"/>
    <w:multiLevelType w:val="hybridMultilevel"/>
    <w:tmpl w:val="25406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B7134"/>
    <w:multiLevelType w:val="hybridMultilevel"/>
    <w:tmpl w:val="EF949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790BC2"/>
    <w:multiLevelType w:val="hybridMultilevel"/>
    <w:tmpl w:val="12163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254AC"/>
    <w:multiLevelType w:val="hybridMultilevel"/>
    <w:tmpl w:val="1564E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629EE"/>
    <w:multiLevelType w:val="hybridMultilevel"/>
    <w:tmpl w:val="3C6A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F91AA7"/>
    <w:multiLevelType w:val="hybridMultilevel"/>
    <w:tmpl w:val="4F2A5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27E0F"/>
    <w:multiLevelType w:val="hybridMultilevel"/>
    <w:tmpl w:val="BBA8B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5308B9"/>
    <w:multiLevelType w:val="hybridMultilevel"/>
    <w:tmpl w:val="B936E61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BF13DB5"/>
    <w:multiLevelType w:val="hybridMultilevel"/>
    <w:tmpl w:val="3578B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145"/>
    <w:rsid w:val="00043BBA"/>
    <w:rsid w:val="000D0748"/>
    <w:rsid w:val="00145F20"/>
    <w:rsid w:val="00163B3E"/>
    <w:rsid w:val="002F7422"/>
    <w:rsid w:val="00341BEF"/>
    <w:rsid w:val="00506F37"/>
    <w:rsid w:val="005101FE"/>
    <w:rsid w:val="00563469"/>
    <w:rsid w:val="00567F3A"/>
    <w:rsid w:val="005E2699"/>
    <w:rsid w:val="006B4F73"/>
    <w:rsid w:val="006D1145"/>
    <w:rsid w:val="007B7AA8"/>
    <w:rsid w:val="008A03F6"/>
    <w:rsid w:val="00962D27"/>
    <w:rsid w:val="009A6894"/>
    <w:rsid w:val="00A56C22"/>
    <w:rsid w:val="00A97613"/>
    <w:rsid w:val="00A97614"/>
    <w:rsid w:val="00B6045A"/>
    <w:rsid w:val="00D56BDF"/>
    <w:rsid w:val="00D57A3F"/>
    <w:rsid w:val="00DA0195"/>
    <w:rsid w:val="00DA036A"/>
    <w:rsid w:val="00DA24CB"/>
    <w:rsid w:val="00E76943"/>
    <w:rsid w:val="00EB5C61"/>
    <w:rsid w:val="00F1076B"/>
    <w:rsid w:val="00F128B1"/>
    <w:rsid w:val="00F1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145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57A3F"/>
    <w:rPr>
      <w:lang w:eastAsia="en-US"/>
    </w:rPr>
  </w:style>
  <w:style w:type="paragraph" w:styleId="ListParagraph">
    <w:name w:val="List Paragraph"/>
    <w:basedOn w:val="Normal"/>
    <w:uiPriority w:val="99"/>
    <w:qFormat/>
    <w:rsid w:val="00163B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B7A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1112</Words>
  <Characters>6344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Неволинская  ООШ – филиал МАОУ Черемшанская СОШ</dc:title>
  <dc:subject/>
  <dc:creator>Я</dc:creator>
  <cp:keywords/>
  <dc:description/>
  <cp:lastModifiedBy>Неволино</cp:lastModifiedBy>
  <cp:revision>2</cp:revision>
  <cp:lastPrinted>2016-11-18T07:49:00Z</cp:lastPrinted>
  <dcterms:created xsi:type="dcterms:W3CDTF">2016-11-18T07:53:00Z</dcterms:created>
  <dcterms:modified xsi:type="dcterms:W3CDTF">2016-11-18T07:53:00Z</dcterms:modified>
</cp:coreProperties>
</file>