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9AF" w:rsidRPr="008E39AF" w:rsidRDefault="00373F39" w:rsidP="008E39AF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>
            <wp:extent cx="9251950" cy="6630812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30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360" w:rsidRDefault="00336360" w:rsidP="00336360">
      <w:pPr>
        <w:jc w:val="center"/>
        <w:rPr>
          <w:rFonts w:ascii="Times New Roman" w:hAnsi="Times New Roman" w:cs="Times New Roman"/>
        </w:rPr>
      </w:pPr>
    </w:p>
    <w:p w:rsidR="00336360" w:rsidRDefault="00336360" w:rsidP="00336360">
      <w:pPr>
        <w:jc w:val="center"/>
        <w:rPr>
          <w:rFonts w:ascii="Times New Roman" w:hAnsi="Times New Roman" w:cs="Times New Roman"/>
        </w:rPr>
      </w:pPr>
    </w:p>
    <w:p w:rsidR="00336360" w:rsidRDefault="00336360" w:rsidP="00336360">
      <w:pPr>
        <w:rPr>
          <w:rFonts w:ascii="Times New Roman" w:hAnsi="Times New Roman" w:cs="Times New Roman"/>
        </w:rPr>
      </w:pPr>
    </w:p>
    <w:p w:rsidR="00DF7D00" w:rsidRDefault="00DF7D00" w:rsidP="00336360">
      <w:pPr>
        <w:jc w:val="center"/>
        <w:rPr>
          <w:rFonts w:ascii="Times New Roman" w:hAnsi="Times New Roman" w:cs="Times New Roman"/>
          <w:b/>
        </w:rPr>
      </w:pPr>
    </w:p>
    <w:p w:rsidR="00DF7D00" w:rsidRDefault="00DF7D00" w:rsidP="00336360">
      <w:pPr>
        <w:jc w:val="center"/>
        <w:rPr>
          <w:rFonts w:ascii="Times New Roman" w:hAnsi="Times New Roman" w:cs="Times New Roman"/>
          <w:b/>
        </w:rPr>
      </w:pPr>
    </w:p>
    <w:p w:rsidR="008E39AF" w:rsidRDefault="008E39AF" w:rsidP="00336360">
      <w:pPr>
        <w:jc w:val="center"/>
        <w:rPr>
          <w:rFonts w:ascii="Times New Roman" w:hAnsi="Times New Roman" w:cs="Times New Roman"/>
          <w:b/>
        </w:rPr>
      </w:pPr>
    </w:p>
    <w:p w:rsidR="00B320BB" w:rsidRDefault="00B320BB" w:rsidP="00761E69">
      <w:pPr>
        <w:rPr>
          <w:rFonts w:ascii="Times New Roman" w:hAnsi="Times New Roman" w:cs="Times New Roman"/>
          <w:b/>
        </w:rPr>
      </w:pPr>
    </w:p>
    <w:p w:rsidR="000B67AF" w:rsidRDefault="000B67AF" w:rsidP="00761E69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336360" w:rsidRDefault="00336360" w:rsidP="00B320BB">
      <w:pPr>
        <w:rPr>
          <w:rFonts w:ascii="Times New Roman" w:hAnsi="Times New Roman" w:cs="Times New Roman"/>
          <w:b/>
        </w:rPr>
      </w:pPr>
      <w:r w:rsidRPr="00A84716">
        <w:rPr>
          <w:rFonts w:ascii="Times New Roman" w:hAnsi="Times New Roman" w:cs="Times New Roman"/>
          <w:b/>
        </w:rPr>
        <w:t>Пояснительная записка</w:t>
      </w:r>
      <w:r>
        <w:rPr>
          <w:rFonts w:ascii="Times New Roman" w:hAnsi="Times New Roman" w:cs="Times New Roman"/>
          <w:b/>
        </w:rPr>
        <w:t>.</w:t>
      </w:r>
    </w:p>
    <w:p w:rsidR="00336360" w:rsidRDefault="00336360" w:rsidP="003363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составлена на основе:</w:t>
      </w:r>
    </w:p>
    <w:p w:rsidR="00336360" w:rsidRDefault="00336360" w:rsidP="0033636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Приказа  Министерства  образования и науки России от 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редакции от 23.06.2015г.)-для 7-9  кл.</w:t>
      </w:r>
    </w:p>
    <w:p w:rsidR="00DF7D00" w:rsidRPr="00E67F89" w:rsidRDefault="00336360" w:rsidP="00E67F8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E6119">
        <w:rPr>
          <w:rFonts w:ascii="Times New Roman" w:hAnsi="Times New Roman" w:cs="Times New Roman"/>
        </w:rPr>
        <w:t xml:space="preserve">Положения «О рабочей программе учебных предметов, курсов и курсов внеурочной деятельности Муниципального автономного образовательного учреждения Стрехнинская средняя общеобразовательная школа» от 28.08 2015г. С учетом программы курса алгебры для 7-9 классов образовательных учреждений под редакциейМордковича </w:t>
      </w:r>
      <w:r>
        <w:rPr>
          <w:rFonts w:ascii="Times New Roman" w:hAnsi="Times New Roman" w:cs="Times New Roman"/>
        </w:rPr>
        <w:t xml:space="preserve"> А.Г.</w:t>
      </w:r>
    </w:p>
    <w:p w:rsidR="00336360" w:rsidRPr="00B320BB" w:rsidRDefault="00DF7D00" w:rsidP="00E67F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20BB">
        <w:rPr>
          <w:rFonts w:ascii="Times New Roman" w:hAnsi="Times New Roman" w:cs="Times New Roman"/>
          <w:b/>
          <w:sz w:val="24"/>
          <w:szCs w:val="24"/>
        </w:rPr>
        <w:t>И</w:t>
      </w:r>
      <w:r w:rsidR="00336360" w:rsidRPr="00B320BB">
        <w:rPr>
          <w:rFonts w:ascii="Times New Roman" w:hAnsi="Times New Roman" w:cs="Times New Roman"/>
          <w:b/>
          <w:sz w:val="24"/>
          <w:szCs w:val="24"/>
        </w:rPr>
        <w:t>зучение алгебры направлено</w:t>
      </w:r>
      <w:r w:rsidR="00E67F89">
        <w:rPr>
          <w:rFonts w:ascii="Times New Roman" w:hAnsi="Times New Roman" w:cs="Times New Roman"/>
          <w:b/>
          <w:sz w:val="24"/>
          <w:szCs w:val="24"/>
        </w:rPr>
        <w:t xml:space="preserve"> на достижение следующих целей:</w:t>
      </w:r>
    </w:p>
    <w:p w:rsidR="00336360" w:rsidRPr="00B320BB" w:rsidRDefault="00336360" w:rsidP="00B32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0BB">
        <w:rPr>
          <w:rFonts w:ascii="Times New Roman" w:hAnsi="Times New Roman" w:cs="Times New Roman"/>
          <w:b/>
          <w:sz w:val="24"/>
          <w:szCs w:val="24"/>
        </w:rPr>
        <w:t>1</w:t>
      </w:r>
      <w:r w:rsidRPr="00B320BB">
        <w:rPr>
          <w:rFonts w:ascii="Times New Roman" w:hAnsi="Times New Roman" w:cs="Times New Roman"/>
          <w:sz w:val="24"/>
          <w:szCs w:val="24"/>
        </w:rPr>
        <w:t>.Овладение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336360" w:rsidRPr="00B320BB" w:rsidRDefault="00336360" w:rsidP="00B32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0BB">
        <w:rPr>
          <w:rFonts w:ascii="Times New Roman" w:hAnsi="Times New Roman" w:cs="Times New Roman"/>
          <w:b/>
          <w:sz w:val="24"/>
          <w:szCs w:val="24"/>
        </w:rPr>
        <w:t>2.</w:t>
      </w:r>
      <w:r w:rsidRPr="00B320BB">
        <w:rPr>
          <w:rFonts w:ascii="Times New Roman" w:hAnsi="Times New Roman" w:cs="Times New Roman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336360" w:rsidRPr="00B320BB" w:rsidRDefault="00336360" w:rsidP="00B32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0BB">
        <w:rPr>
          <w:rFonts w:ascii="Times New Roman" w:hAnsi="Times New Roman" w:cs="Times New Roman"/>
          <w:b/>
          <w:sz w:val="24"/>
          <w:szCs w:val="24"/>
        </w:rPr>
        <w:t>3</w:t>
      </w:r>
      <w:r w:rsidRPr="00B320BB">
        <w:rPr>
          <w:rFonts w:ascii="Times New Roman" w:hAnsi="Times New Roman" w:cs="Times New Roman"/>
          <w:sz w:val="24"/>
          <w:szCs w:val="24"/>
        </w:rPr>
        <w:t>.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336360" w:rsidRDefault="00336360" w:rsidP="00B32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0BB">
        <w:rPr>
          <w:rFonts w:ascii="Times New Roman" w:hAnsi="Times New Roman" w:cs="Times New Roman"/>
          <w:b/>
          <w:sz w:val="24"/>
          <w:szCs w:val="24"/>
        </w:rPr>
        <w:t>4</w:t>
      </w:r>
      <w:r w:rsidRPr="00B320BB">
        <w:rPr>
          <w:rFonts w:ascii="Times New Roman" w:hAnsi="Times New Roman" w:cs="Times New Roman"/>
          <w:sz w:val="24"/>
          <w:szCs w:val="24"/>
        </w:rPr>
        <w:t>.Воспитание культуры личности, отношения к математике как к части общечеловеческой культуры, играющей особ</w:t>
      </w:r>
      <w:r w:rsidR="00B320BB">
        <w:rPr>
          <w:rFonts w:ascii="Times New Roman" w:hAnsi="Times New Roman" w:cs="Times New Roman"/>
          <w:sz w:val="24"/>
          <w:szCs w:val="24"/>
        </w:rPr>
        <w:t>ую роль в общественном развитии</w:t>
      </w:r>
    </w:p>
    <w:p w:rsidR="00E67F89" w:rsidRDefault="00E67F89" w:rsidP="00B32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F89" w:rsidRDefault="00E67F89" w:rsidP="00E67F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Требования к подготовке учеников 9 класса</w:t>
      </w:r>
    </w:p>
    <w:p w:rsidR="00E67F89" w:rsidRPr="00E67F89" w:rsidRDefault="00E67F89" w:rsidP="00E67F89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E67F8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В результате изучения  алгебры ученик должен </w:t>
      </w:r>
      <w:r w:rsidRPr="00E67F89">
        <w:rPr>
          <w:rFonts w:ascii="Times New Roman" w:eastAsia="Calibri" w:hAnsi="Times New Roman" w:cs="Times New Roman"/>
          <w:b/>
          <w:i/>
          <w:iCs/>
          <w:spacing w:val="10"/>
          <w:sz w:val="24"/>
          <w:szCs w:val="24"/>
        </w:rPr>
        <w:t>уметь:</w:t>
      </w:r>
    </w:p>
    <w:p w:rsidR="00E67F89" w:rsidRPr="00E67F89" w:rsidRDefault="00E67F89" w:rsidP="00E67F89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</w:t>
      </w:r>
      <w:r w:rsidRPr="00E67F89">
        <w:rPr>
          <w:rFonts w:ascii="Times New Roman" w:eastAsia="Calibri" w:hAnsi="Times New Roman" w:cs="Times New Roman"/>
          <w:sz w:val="24"/>
          <w:szCs w:val="24"/>
        </w:rPr>
        <w:softHyphen/>
        <w:t>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E67F89" w:rsidRPr="00E67F89" w:rsidRDefault="00E67F89" w:rsidP="00E67F89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выполнять основные действия со степенями с целыми пока</w:t>
      </w:r>
      <w:r w:rsidRPr="00E67F89">
        <w:rPr>
          <w:rFonts w:ascii="Times New Roman" w:eastAsia="Calibri" w:hAnsi="Times New Roman" w:cs="Times New Roman"/>
          <w:sz w:val="24"/>
          <w:szCs w:val="24"/>
        </w:rPr>
        <w:softHyphen/>
        <w:t>зателями, с многочленами и с алгебраическими дробями; выпол</w:t>
      </w:r>
      <w:r w:rsidRPr="00E67F89">
        <w:rPr>
          <w:rFonts w:ascii="Times New Roman" w:eastAsia="Calibri" w:hAnsi="Times New Roman" w:cs="Times New Roman"/>
          <w:sz w:val="24"/>
          <w:szCs w:val="24"/>
        </w:rPr>
        <w:softHyphen/>
        <w:t>нять разложение многочленов на множители; выполнять тожде</w:t>
      </w:r>
      <w:r w:rsidRPr="00E67F89">
        <w:rPr>
          <w:rFonts w:ascii="Times New Roman" w:eastAsia="Calibri" w:hAnsi="Times New Roman" w:cs="Times New Roman"/>
          <w:sz w:val="24"/>
          <w:szCs w:val="24"/>
        </w:rPr>
        <w:softHyphen/>
        <w:t>ственные преобразования рациональных выражений;</w:t>
      </w:r>
    </w:p>
    <w:p w:rsidR="00E67F89" w:rsidRPr="00E67F89" w:rsidRDefault="00E67F89" w:rsidP="00E67F89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применять свойства арифметических квадратных корней для вычисления значений и преобразований числовых выраже</w:t>
      </w:r>
      <w:r w:rsidRPr="00E67F89">
        <w:rPr>
          <w:rFonts w:ascii="Times New Roman" w:eastAsia="Calibri" w:hAnsi="Times New Roman" w:cs="Times New Roman"/>
          <w:sz w:val="24"/>
          <w:szCs w:val="24"/>
        </w:rPr>
        <w:softHyphen/>
        <w:t>ний, содержащих квадратные корни;</w:t>
      </w:r>
    </w:p>
    <w:p w:rsidR="00E67F89" w:rsidRPr="00E67F89" w:rsidRDefault="00E67F89" w:rsidP="00E67F89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решать линейные, квадратные уравнения и рациональные уравнения, сводящиеся к ним, системы двух линейных уравне</w:t>
      </w:r>
      <w:r w:rsidRPr="00E67F89">
        <w:rPr>
          <w:rFonts w:ascii="Times New Roman" w:eastAsia="Calibri" w:hAnsi="Times New Roman" w:cs="Times New Roman"/>
          <w:sz w:val="24"/>
          <w:szCs w:val="24"/>
        </w:rPr>
        <w:softHyphen/>
        <w:t>ний и несложные нелинейные системы;</w:t>
      </w:r>
    </w:p>
    <w:p w:rsidR="00E67F89" w:rsidRPr="00E67F89" w:rsidRDefault="00E67F89" w:rsidP="00E67F89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решать линейные и квадратные неравенства с одной пере</w:t>
      </w:r>
      <w:r w:rsidRPr="00E67F89">
        <w:rPr>
          <w:rFonts w:ascii="Times New Roman" w:eastAsia="Calibri" w:hAnsi="Times New Roman" w:cs="Times New Roman"/>
          <w:sz w:val="24"/>
          <w:szCs w:val="24"/>
        </w:rPr>
        <w:softHyphen/>
        <w:t>менной и их системы;</w:t>
      </w:r>
    </w:p>
    <w:p w:rsidR="00E67F89" w:rsidRPr="00E67F89" w:rsidRDefault="00E67F89" w:rsidP="00E67F89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решать текстовые задачи алгебраическим методом, интер</w:t>
      </w:r>
      <w:r w:rsidRPr="00E67F89">
        <w:rPr>
          <w:rFonts w:ascii="Times New Roman" w:eastAsia="Calibri" w:hAnsi="Times New Roman" w:cs="Times New Roman"/>
          <w:sz w:val="24"/>
          <w:szCs w:val="24"/>
        </w:rPr>
        <w:softHyphen/>
        <w:t>претировать полученный результат, проводить отбор решений, исходя из формулировки задачи;</w:t>
      </w:r>
    </w:p>
    <w:p w:rsidR="00E67F89" w:rsidRPr="00E67F89" w:rsidRDefault="00E67F89" w:rsidP="00E67F89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:rsidR="00E67F89" w:rsidRPr="00E67F89" w:rsidRDefault="00E67F89" w:rsidP="00E67F89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распознавать арифметические и геометрические прогрес</w:t>
      </w:r>
      <w:r w:rsidRPr="00E67F89">
        <w:rPr>
          <w:rFonts w:ascii="Times New Roman" w:eastAsia="Calibri" w:hAnsi="Times New Roman" w:cs="Times New Roman"/>
          <w:sz w:val="24"/>
          <w:szCs w:val="24"/>
        </w:rPr>
        <w:softHyphen/>
        <w:t>сии; решать задачи с применением формулы общего члена и сум</w:t>
      </w:r>
      <w:r w:rsidRPr="00E67F89">
        <w:rPr>
          <w:rFonts w:ascii="Times New Roman" w:eastAsia="Calibri" w:hAnsi="Times New Roman" w:cs="Times New Roman"/>
          <w:sz w:val="24"/>
          <w:szCs w:val="24"/>
        </w:rPr>
        <w:softHyphen/>
        <w:t>мы нескольких первых членов;</w:t>
      </w:r>
    </w:p>
    <w:p w:rsidR="00E67F89" w:rsidRPr="00E67F89" w:rsidRDefault="00E67F89" w:rsidP="00E67F89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находить значения функции, заданной формулой, табли</w:t>
      </w:r>
      <w:r w:rsidRPr="00E67F89">
        <w:rPr>
          <w:rFonts w:ascii="Times New Roman" w:eastAsia="Calibri" w:hAnsi="Times New Roman" w:cs="Times New Roman"/>
          <w:sz w:val="24"/>
          <w:szCs w:val="24"/>
        </w:rPr>
        <w:softHyphen/>
        <w:t>цей, графиком, по ее аргументу; находить значение аргумента по значению функции, заданной графиком или таблицей;</w:t>
      </w:r>
    </w:p>
    <w:p w:rsidR="00E67F89" w:rsidRPr="00E67F89" w:rsidRDefault="00E67F89" w:rsidP="00E67F89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определять свойства функции по ее графику; применять графические представления при решении уравнений, систем, неравенств; описывать свойства изученных функций, строить их гра</w:t>
      </w:r>
      <w:r w:rsidRPr="00E67F89">
        <w:rPr>
          <w:rFonts w:ascii="Times New Roman" w:eastAsia="Calibri" w:hAnsi="Times New Roman" w:cs="Times New Roman"/>
          <w:sz w:val="24"/>
          <w:szCs w:val="24"/>
        </w:rPr>
        <w:softHyphen/>
        <w:t>фики;</w:t>
      </w:r>
    </w:p>
    <w:p w:rsidR="00E67F89" w:rsidRPr="00E67F89" w:rsidRDefault="00E67F89" w:rsidP="00E67F89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  <w:r w:rsidRPr="00E67F89">
        <w:rPr>
          <w:rFonts w:ascii="Times New Roman" w:eastAsia="Calibri" w:hAnsi="Times New Roman" w:cs="Times New Roman"/>
          <w:sz w:val="24"/>
          <w:szCs w:val="24"/>
        </w:rPr>
        <w:t>для:</w:t>
      </w:r>
    </w:p>
    <w:p w:rsidR="00E67F89" w:rsidRPr="00E67F89" w:rsidRDefault="00E67F89" w:rsidP="00E67F89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выполнения расчетов по формулам, составления формул, выражающих зависимости между реальными величинами; нахож</w:t>
      </w:r>
      <w:r w:rsidRPr="00E67F89">
        <w:rPr>
          <w:rFonts w:ascii="Times New Roman" w:eastAsia="Calibri" w:hAnsi="Times New Roman" w:cs="Times New Roman"/>
          <w:sz w:val="24"/>
          <w:szCs w:val="24"/>
        </w:rPr>
        <w:softHyphen/>
        <w:t>дения нужной формулы в справочных материалах;</w:t>
      </w:r>
    </w:p>
    <w:p w:rsidR="00E67F89" w:rsidRPr="00E67F89" w:rsidRDefault="00E67F89" w:rsidP="00E67F89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описания зависимостей между физическими величинами соответствующими формулами при исследовании  практических ситуаций;</w:t>
      </w:r>
    </w:p>
    <w:p w:rsidR="00E67F89" w:rsidRPr="00E67F89" w:rsidRDefault="00E67F89" w:rsidP="00E67F89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интерпретации графиков реальных зависимостей между величинами;</w:t>
      </w:r>
    </w:p>
    <w:p w:rsidR="00E67F89" w:rsidRPr="00E67F89" w:rsidRDefault="00E67F89" w:rsidP="00E67F89">
      <w:pPr>
        <w:spacing w:after="0" w:line="240" w:lineRule="auto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7F89" w:rsidRPr="00E67F89" w:rsidRDefault="00E67F89" w:rsidP="00E67F89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b/>
          <w:bCs/>
          <w:sz w:val="24"/>
          <w:szCs w:val="24"/>
        </w:rPr>
        <w:t>Элементы логики, комбинаторики, статистики и теории вероятностей</w:t>
      </w:r>
    </w:p>
    <w:p w:rsidR="00E67F89" w:rsidRPr="00E67F89" w:rsidRDefault="00E67F89" w:rsidP="00E67F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b/>
          <w:bCs/>
          <w:i/>
          <w:iCs/>
          <w:spacing w:val="10"/>
          <w:sz w:val="24"/>
          <w:szCs w:val="24"/>
        </w:rPr>
        <w:t>Уметь</w:t>
      </w:r>
      <w:r>
        <w:rPr>
          <w:rFonts w:ascii="Times New Roman" w:eastAsia="Calibri" w:hAnsi="Times New Roman" w:cs="Times New Roman"/>
          <w:b/>
          <w:bCs/>
          <w:i/>
          <w:iCs/>
          <w:spacing w:val="10"/>
          <w:sz w:val="24"/>
          <w:szCs w:val="24"/>
        </w:rPr>
        <w:t>:</w:t>
      </w:r>
    </w:p>
    <w:p w:rsidR="00E67F89" w:rsidRPr="00E67F89" w:rsidRDefault="00E67F89" w:rsidP="00E67F89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проводить несложные доказательства, получать простей</w:t>
      </w:r>
      <w:r w:rsidRPr="00E67F89">
        <w:rPr>
          <w:rFonts w:ascii="Times New Roman" w:eastAsia="Calibri" w:hAnsi="Times New Roman" w:cs="Times New Roman"/>
          <w:sz w:val="24"/>
          <w:szCs w:val="24"/>
        </w:rPr>
        <w:softHyphen/>
        <w:t>шие следствия из известных или ранее полученных утверждений, оценивать логическую правильность рассуждений, использовать примеры для иллюстрации и контрпримеры для опровержения утверждений;</w:t>
      </w:r>
    </w:p>
    <w:p w:rsidR="00E67F89" w:rsidRPr="00E67F89" w:rsidRDefault="00E67F89" w:rsidP="00E67F89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E67F89" w:rsidRPr="00E67F89" w:rsidRDefault="00E67F89" w:rsidP="00E67F89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решать комбинаторные задачи путем систематического перебора возможных вариантов,  с использованием пра</w:t>
      </w:r>
      <w:r w:rsidRPr="00E67F89">
        <w:rPr>
          <w:rFonts w:ascii="Times New Roman" w:eastAsia="Calibri" w:hAnsi="Times New Roman" w:cs="Times New Roman"/>
          <w:sz w:val="24"/>
          <w:szCs w:val="24"/>
        </w:rPr>
        <w:softHyphen/>
        <w:t>вила умножения;</w:t>
      </w:r>
    </w:p>
    <w:p w:rsidR="00E67F89" w:rsidRPr="00E67F89" w:rsidRDefault="00E67F89" w:rsidP="00E67F89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lastRenderedPageBreak/>
        <w:t>вычислять средние значения результатов измерений;</w:t>
      </w:r>
    </w:p>
    <w:p w:rsidR="00E67F89" w:rsidRPr="00E67F89" w:rsidRDefault="00E67F89" w:rsidP="00E67F89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находить частоту события, используя собственные наблюде</w:t>
      </w:r>
      <w:r w:rsidRPr="00E67F89">
        <w:rPr>
          <w:rFonts w:ascii="Times New Roman" w:eastAsia="Calibri" w:hAnsi="Times New Roman" w:cs="Times New Roman"/>
          <w:sz w:val="24"/>
          <w:szCs w:val="24"/>
        </w:rPr>
        <w:softHyphen/>
        <w:t>ния и готовые статистические данные;</w:t>
      </w:r>
    </w:p>
    <w:p w:rsidR="00E67F89" w:rsidRPr="00E67F89" w:rsidRDefault="00E67F89" w:rsidP="00E67F89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находить вероятности случайных событий в простейших случаях;</w:t>
      </w:r>
    </w:p>
    <w:p w:rsidR="00E67F89" w:rsidRPr="00E67F89" w:rsidRDefault="00E67F89" w:rsidP="00E67F89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7F89" w:rsidRPr="00E67F89" w:rsidRDefault="00E67F89" w:rsidP="00E67F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E67F89" w:rsidRPr="00E67F89" w:rsidRDefault="00E67F89" w:rsidP="00E67F89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выстраивания аргументации при доказательстве (в форме монолога и диалога);</w:t>
      </w:r>
    </w:p>
    <w:p w:rsidR="00E67F89" w:rsidRPr="00E67F89" w:rsidRDefault="00E67F89" w:rsidP="00E67F89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распознавания логически некорректных рассуждений;</w:t>
      </w:r>
    </w:p>
    <w:p w:rsidR="00E67F89" w:rsidRPr="00E67F89" w:rsidRDefault="00E67F89" w:rsidP="00E67F89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записи математических утверждений, доказательств;</w:t>
      </w:r>
    </w:p>
    <w:p w:rsidR="00E67F89" w:rsidRPr="00E67F89" w:rsidRDefault="00E67F89" w:rsidP="00E67F89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анализа реальных числовых данных, представленных в виде диаграмм, графиков, таблиц;</w:t>
      </w:r>
    </w:p>
    <w:p w:rsidR="00E67F89" w:rsidRPr="00E67F89" w:rsidRDefault="00E67F89" w:rsidP="00E67F89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решения практических задач в повседневной и профессиональ</w:t>
      </w:r>
      <w:r w:rsidRPr="00E67F89">
        <w:rPr>
          <w:rFonts w:ascii="Times New Roman" w:eastAsia="Calibri" w:hAnsi="Times New Roman" w:cs="Times New Roman"/>
          <w:sz w:val="24"/>
          <w:szCs w:val="24"/>
        </w:rPr>
        <w:softHyphen/>
        <w:t>ной деятельности с использованием действий с числами, процентов, длин, площадей, объемов, времени, скорости;</w:t>
      </w:r>
    </w:p>
    <w:p w:rsidR="00E67F89" w:rsidRPr="00E67F89" w:rsidRDefault="00E67F89" w:rsidP="00E67F89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решения учебных и практических задач, требующих систе</w:t>
      </w:r>
      <w:r w:rsidRPr="00E67F89">
        <w:rPr>
          <w:rFonts w:ascii="Times New Roman" w:eastAsia="Calibri" w:hAnsi="Times New Roman" w:cs="Times New Roman"/>
          <w:sz w:val="24"/>
          <w:szCs w:val="24"/>
        </w:rPr>
        <w:softHyphen/>
        <w:t>матического перебора вариантов;</w:t>
      </w:r>
    </w:p>
    <w:p w:rsidR="00E67F89" w:rsidRPr="00E67F89" w:rsidRDefault="00E67F89" w:rsidP="00E67F89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сравнения шансов наступления случайных событий, оцен</w:t>
      </w:r>
      <w:r w:rsidRPr="00E67F89">
        <w:rPr>
          <w:rFonts w:ascii="Times New Roman" w:eastAsia="Calibri" w:hAnsi="Times New Roman" w:cs="Times New Roman"/>
          <w:sz w:val="24"/>
          <w:szCs w:val="24"/>
        </w:rPr>
        <w:softHyphen/>
        <w:t>ки вероятности случайного события в практических ситуациях, сопоставления модели с реальной ситуацией;</w:t>
      </w:r>
    </w:p>
    <w:p w:rsidR="00E67F89" w:rsidRPr="00E67F89" w:rsidRDefault="00E67F89" w:rsidP="00E67F89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F89">
        <w:rPr>
          <w:rFonts w:ascii="Times New Roman" w:eastAsia="Calibri" w:hAnsi="Times New Roman" w:cs="Times New Roman"/>
          <w:sz w:val="24"/>
          <w:szCs w:val="24"/>
        </w:rPr>
        <w:t>понимания статистических утверждений.</w:t>
      </w:r>
    </w:p>
    <w:p w:rsidR="00B320BB" w:rsidRPr="00E67F89" w:rsidRDefault="00B320BB" w:rsidP="00E67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360" w:rsidRPr="00E67F89" w:rsidRDefault="00336360" w:rsidP="00E67F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7F89">
        <w:rPr>
          <w:rFonts w:ascii="Times New Roman" w:hAnsi="Times New Roman" w:cs="Times New Roman"/>
          <w:b/>
          <w:sz w:val="24"/>
          <w:szCs w:val="24"/>
        </w:rPr>
        <w:t>Учебно- методический комплект.</w:t>
      </w:r>
    </w:p>
    <w:p w:rsidR="00336360" w:rsidRPr="00E67F89" w:rsidRDefault="00336360" w:rsidP="00E67F8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7F89">
        <w:rPr>
          <w:rFonts w:ascii="Times New Roman" w:hAnsi="Times New Roman" w:cs="Times New Roman"/>
          <w:sz w:val="24"/>
          <w:szCs w:val="24"/>
        </w:rPr>
        <w:t>Программа под редакцией – Т.А. Бурмистрова.. Москва. «Просвещение» 2011г.</w:t>
      </w:r>
    </w:p>
    <w:p w:rsidR="00336360" w:rsidRDefault="00336360" w:rsidP="00E67F8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E67F89">
        <w:rPr>
          <w:rFonts w:ascii="Times New Roman" w:hAnsi="Times New Roman" w:cs="Times New Roman"/>
          <w:sz w:val="24"/>
          <w:szCs w:val="24"/>
        </w:rPr>
        <w:t>Мордкович А.Г. «Алгебра. 9 класс. В 2 частях». Москва. Мнемозина 2006г</w:t>
      </w:r>
      <w:r>
        <w:rPr>
          <w:rFonts w:ascii="Times New Roman" w:hAnsi="Times New Roman" w:cs="Times New Roman"/>
        </w:rPr>
        <w:t>.</w:t>
      </w:r>
    </w:p>
    <w:p w:rsidR="00336360" w:rsidRDefault="00336360" w:rsidP="00336360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Александрова Л.А. «Контрольные работы. 9 класс». Мнемозина 2013г.</w:t>
      </w:r>
    </w:p>
    <w:p w:rsidR="00336360" w:rsidRDefault="00336360" w:rsidP="00336360">
      <w:pPr>
        <w:rPr>
          <w:rFonts w:ascii="Times New Roman" w:hAnsi="Times New Roman" w:cs="Times New Roman"/>
        </w:rPr>
      </w:pPr>
    </w:p>
    <w:p w:rsidR="00336360" w:rsidRDefault="00336360" w:rsidP="00E67F89">
      <w:pPr>
        <w:ind w:left="426"/>
        <w:jc w:val="center"/>
        <w:rPr>
          <w:rFonts w:ascii="Times New Roman" w:hAnsi="Times New Roman" w:cs="Times New Roman"/>
          <w:b/>
        </w:rPr>
      </w:pPr>
      <w:r w:rsidRPr="00964069">
        <w:rPr>
          <w:rFonts w:ascii="Times New Roman" w:hAnsi="Times New Roman" w:cs="Times New Roman"/>
          <w:b/>
        </w:rPr>
        <w:t>Тематическое планирование.</w:t>
      </w:r>
    </w:p>
    <w:tbl>
      <w:tblPr>
        <w:tblStyle w:val="a4"/>
        <w:tblpPr w:leftFromText="180" w:rightFromText="180" w:vertAnchor="text" w:horzAnchor="margin" w:tblpXSpec="center" w:tblpY="230"/>
        <w:tblW w:w="0" w:type="auto"/>
        <w:tblLook w:val="04A0"/>
      </w:tblPr>
      <w:tblGrid>
        <w:gridCol w:w="710"/>
        <w:gridCol w:w="7324"/>
        <w:gridCol w:w="2336"/>
        <w:gridCol w:w="2422"/>
      </w:tblGrid>
      <w:tr w:rsidR="00336360" w:rsidTr="00E67F89">
        <w:tc>
          <w:tcPr>
            <w:tcW w:w="710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32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темы</w:t>
            </w:r>
          </w:p>
        </w:tc>
        <w:tc>
          <w:tcPr>
            <w:tcW w:w="2336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2422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работы</w:t>
            </w:r>
          </w:p>
        </w:tc>
      </w:tr>
      <w:tr w:rsidR="00336360" w:rsidTr="00E67F89">
        <w:tc>
          <w:tcPr>
            <w:tcW w:w="710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Уравнения и неравенства</w:t>
            </w:r>
          </w:p>
        </w:tc>
        <w:tc>
          <w:tcPr>
            <w:tcW w:w="2336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22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36360" w:rsidTr="00E67F89">
        <w:tc>
          <w:tcPr>
            <w:tcW w:w="710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2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Числовые функции</w:t>
            </w:r>
          </w:p>
        </w:tc>
        <w:tc>
          <w:tcPr>
            <w:tcW w:w="2336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22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36360" w:rsidTr="00E67F89">
        <w:tc>
          <w:tcPr>
            <w:tcW w:w="710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2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Числовые последовательности</w:t>
            </w:r>
          </w:p>
        </w:tc>
        <w:tc>
          <w:tcPr>
            <w:tcW w:w="2336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22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6360" w:rsidTr="00E67F89">
        <w:tc>
          <w:tcPr>
            <w:tcW w:w="710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2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Элементы логики, комбинаторики,  статистики и теории вероятности</w:t>
            </w:r>
          </w:p>
        </w:tc>
        <w:tc>
          <w:tcPr>
            <w:tcW w:w="2336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22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6360" w:rsidTr="00E67F89">
        <w:tc>
          <w:tcPr>
            <w:tcW w:w="710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2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повторение</w:t>
            </w:r>
          </w:p>
        </w:tc>
        <w:tc>
          <w:tcPr>
            <w:tcW w:w="2336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22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336360" w:rsidRDefault="00336360" w:rsidP="00336360">
      <w:pPr>
        <w:jc w:val="center"/>
        <w:rPr>
          <w:rFonts w:ascii="Times New Roman" w:hAnsi="Times New Roman" w:cs="Times New Roman"/>
          <w:b/>
        </w:rPr>
      </w:pPr>
    </w:p>
    <w:p w:rsidR="00336360" w:rsidRPr="00964069" w:rsidRDefault="00336360" w:rsidP="00336360">
      <w:pPr>
        <w:jc w:val="center"/>
        <w:rPr>
          <w:rFonts w:ascii="Times New Roman" w:hAnsi="Times New Roman" w:cs="Times New Roman"/>
          <w:b/>
        </w:rPr>
      </w:pPr>
    </w:p>
    <w:p w:rsidR="00336360" w:rsidRDefault="00336360" w:rsidP="00336360">
      <w:pPr>
        <w:rPr>
          <w:rFonts w:ascii="Times New Roman" w:hAnsi="Times New Roman" w:cs="Times New Roman"/>
        </w:rPr>
      </w:pPr>
    </w:p>
    <w:p w:rsidR="00336360" w:rsidRDefault="00336360" w:rsidP="00336360">
      <w:pPr>
        <w:rPr>
          <w:rFonts w:ascii="Times New Roman" w:hAnsi="Times New Roman" w:cs="Times New Roman"/>
        </w:rPr>
      </w:pPr>
    </w:p>
    <w:p w:rsidR="00336360" w:rsidRDefault="00336360" w:rsidP="00761E69">
      <w:pPr>
        <w:rPr>
          <w:rFonts w:ascii="Times New Roman" w:hAnsi="Times New Roman" w:cs="Times New Roman"/>
          <w:b/>
        </w:rPr>
      </w:pPr>
    </w:p>
    <w:p w:rsidR="00336360" w:rsidRDefault="00336360" w:rsidP="00336360">
      <w:pPr>
        <w:jc w:val="center"/>
        <w:rPr>
          <w:rFonts w:ascii="Times New Roman" w:hAnsi="Times New Roman" w:cs="Times New Roman"/>
          <w:b/>
        </w:rPr>
      </w:pPr>
      <w:r w:rsidRPr="00964069">
        <w:rPr>
          <w:rFonts w:ascii="Times New Roman" w:hAnsi="Times New Roman" w:cs="Times New Roman"/>
          <w:b/>
        </w:rPr>
        <w:t>График контрольных работ.</w:t>
      </w:r>
    </w:p>
    <w:tbl>
      <w:tblPr>
        <w:tblStyle w:val="a4"/>
        <w:tblpPr w:leftFromText="180" w:rightFromText="180" w:vertAnchor="text" w:horzAnchor="page" w:tblpX="2038" w:tblpY="109"/>
        <w:tblW w:w="0" w:type="auto"/>
        <w:tblLook w:val="04A0"/>
      </w:tblPr>
      <w:tblGrid>
        <w:gridCol w:w="704"/>
        <w:gridCol w:w="1701"/>
        <w:gridCol w:w="10177"/>
      </w:tblGrid>
      <w:tr w:rsidR="00E67F89" w:rsidTr="00E67F89">
        <w:trPr>
          <w:trHeight w:val="377"/>
        </w:trPr>
        <w:tc>
          <w:tcPr>
            <w:tcW w:w="704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</w:t>
            </w:r>
          </w:p>
        </w:tc>
        <w:tc>
          <w:tcPr>
            <w:tcW w:w="1701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177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темы</w:t>
            </w:r>
          </w:p>
        </w:tc>
      </w:tr>
      <w:tr w:rsidR="00E67F89" w:rsidTr="00E67F89">
        <w:tc>
          <w:tcPr>
            <w:tcW w:w="704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10177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Уравнения и неравенства</w:t>
            </w:r>
          </w:p>
        </w:tc>
      </w:tr>
      <w:tr w:rsidR="00E67F89" w:rsidTr="00E67F89">
        <w:tc>
          <w:tcPr>
            <w:tcW w:w="704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10177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 w:rsidRPr="00964069">
              <w:rPr>
                <w:rFonts w:ascii="Times New Roman" w:hAnsi="Times New Roman" w:cs="Times New Roman"/>
              </w:rPr>
              <w:t>Уравнения и неравенства</w:t>
            </w:r>
          </w:p>
        </w:tc>
      </w:tr>
      <w:tr w:rsidR="00E67F89" w:rsidTr="00E67F89">
        <w:tc>
          <w:tcPr>
            <w:tcW w:w="704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10177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Числовые функции</w:t>
            </w:r>
          </w:p>
        </w:tc>
      </w:tr>
      <w:tr w:rsidR="00E67F89" w:rsidTr="00E67F89">
        <w:tc>
          <w:tcPr>
            <w:tcW w:w="704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0177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 w:rsidRPr="00964069">
              <w:rPr>
                <w:rFonts w:ascii="Times New Roman" w:hAnsi="Times New Roman" w:cs="Times New Roman"/>
              </w:rPr>
              <w:t>Числовые функции</w:t>
            </w:r>
          </w:p>
        </w:tc>
      </w:tr>
      <w:tr w:rsidR="00E67F89" w:rsidTr="00E67F89">
        <w:tc>
          <w:tcPr>
            <w:tcW w:w="704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0177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Числовые последовательности</w:t>
            </w:r>
          </w:p>
        </w:tc>
      </w:tr>
      <w:tr w:rsidR="00E67F89" w:rsidTr="00E67F89">
        <w:tc>
          <w:tcPr>
            <w:tcW w:w="704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0177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 w:rsidRPr="00964069">
              <w:rPr>
                <w:rFonts w:ascii="Times New Roman" w:hAnsi="Times New Roman" w:cs="Times New Roman"/>
              </w:rPr>
              <w:t>Элементы логики, комбинаторики,  статистики и теории вероятности</w:t>
            </w:r>
          </w:p>
        </w:tc>
      </w:tr>
      <w:tr w:rsidR="00E67F89" w:rsidTr="00E67F89">
        <w:tc>
          <w:tcPr>
            <w:tcW w:w="704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10177" w:type="dxa"/>
          </w:tcPr>
          <w:p w:rsidR="00E67F89" w:rsidRDefault="00E67F89" w:rsidP="00E67F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тест</w:t>
            </w:r>
          </w:p>
        </w:tc>
      </w:tr>
    </w:tbl>
    <w:p w:rsidR="00336360" w:rsidRPr="00964069" w:rsidRDefault="00336360" w:rsidP="00336360">
      <w:pPr>
        <w:jc w:val="center"/>
        <w:rPr>
          <w:rFonts w:ascii="Times New Roman" w:hAnsi="Times New Roman" w:cs="Times New Roman"/>
          <w:b/>
        </w:rPr>
      </w:pPr>
    </w:p>
    <w:p w:rsidR="00336360" w:rsidRPr="00DE707E" w:rsidRDefault="00336360" w:rsidP="00336360">
      <w:pPr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center"/>
        <w:rPr>
          <w:rFonts w:ascii="Times New Roman" w:hAnsi="Times New Roman" w:cs="Times New Roman"/>
        </w:rPr>
      </w:pPr>
    </w:p>
    <w:p w:rsidR="00336360" w:rsidRPr="00901776" w:rsidRDefault="00336360" w:rsidP="00336360"/>
    <w:p w:rsidR="00336360" w:rsidRDefault="00336360" w:rsidP="00761E69">
      <w:pPr>
        <w:ind w:left="142"/>
        <w:jc w:val="both"/>
        <w:rPr>
          <w:rFonts w:ascii="Times New Roman" w:hAnsi="Times New Roman" w:cs="Times New Roman"/>
        </w:rPr>
      </w:pPr>
    </w:p>
    <w:p w:rsidR="00336360" w:rsidRPr="00EB46A1" w:rsidRDefault="00336360" w:rsidP="00336360">
      <w:pPr>
        <w:jc w:val="center"/>
        <w:rPr>
          <w:rFonts w:ascii="Times New Roman" w:hAnsi="Times New Roman" w:cs="Times New Roman"/>
          <w:b/>
        </w:rPr>
      </w:pPr>
      <w:r w:rsidRPr="00EB46A1">
        <w:rPr>
          <w:rFonts w:ascii="Times New Roman" w:hAnsi="Times New Roman" w:cs="Times New Roman"/>
          <w:b/>
        </w:rPr>
        <w:t>Содержание программы</w:t>
      </w:r>
    </w:p>
    <w:p w:rsidR="00336360" w:rsidRDefault="00336360" w:rsidP="00E67F89">
      <w:pPr>
        <w:spacing w:after="0"/>
        <w:jc w:val="center"/>
        <w:rPr>
          <w:rFonts w:ascii="Times New Roman" w:hAnsi="Times New Roman" w:cs="Times New Roman"/>
        </w:rPr>
      </w:pPr>
    </w:p>
    <w:p w:rsidR="00336360" w:rsidRPr="00EB46A1" w:rsidRDefault="00336360" w:rsidP="00E67F8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EB46A1">
        <w:rPr>
          <w:rFonts w:ascii="Times New Roman" w:hAnsi="Times New Roman" w:cs="Times New Roman"/>
          <w:b/>
        </w:rPr>
        <w:t>Уравнения и неравенства</w:t>
      </w:r>
      <w:r w:rsidR="00E67F89">
        <w:rPr>
          <w:rFonts w:ascii="Times New Roman" w:hAnsi="Times New Roman" w:cs="Times New Roman"/>
          <w:b/>
        </w:rPr>
        <w:t>(31 ч)</w:t>
      </w:r>
    </w:p>
    <w:p w:rsidR="00336360" w:rsidRDefault="00336360" w:rsidP="00E67F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Уравнение с одной переменной. Квадратное уравнение: формула корней квадратного уравнения. Уравнения с двумя переменными; решение уравнения с двумя переменными. Неравенство с одной переменной. Решение неравенства. Линейные неравенства с одной переменной и их системы. Квадратные неравенства. Примеры решения дробно-линейных неравенств. Системы двух линейных уравнений с двумя переменными; решение систем уравнений методом сложения и подстановкой. Числовые неравенства и их свойства. Решение текстовых</w:t>
      </w:r>
      <w:r w:rsidR="00E67F89">
        <w:rPr>
          <w:rFonts w:ascii="Times New Roman" w:hAnsi="Times New Roman" w:cs="Times New Roman"/>
        </w:rPr>
        <w:t xml:space="preserve"> задач алгебраическим способом.</w:t>
      </w:r>
    </w:p>
    <w:p w:rsidR="00336360" w:rsidRPr="00EB46A1" w:rsidRDefault="00336360" w:rsidP="00E67F8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EB46A1">
        <w:rPr>
          <w:rFonts w:ascii="Times New Roman" w:hAnsi="Times New Roman" w:cs="Times New Roman"/>
          <w:b/>
        </w:rPr>
        <w:t xml:space="preserve"> Числовые функции</w:t>
      </w:r>
      <w:r w:rsidR="00E67F89">
        <w:rPr>
          <w:rFonts w:ascii="Times New Roman" w:hAnsi="Times New Roman" w:cs="Times New Roman"/>
          <w:b/>
        </w:rPr>
        <w:t>(25 ч)</w:t>
      </w:r>
    </w:p>
    <w:p w:rsidR="00336360" w:rsidRDefault="00336360" w:rsidP="00E67F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Понятие функции. Область определения функции. Способы задания функции. График функции. Возрастание и убывание функции. Наибольшее и наименьшее значение функции, нули функции, промежутки  знакопостоянства.  Чтение графиков функций. Использование графиков для реше</w:t>
      </w:r>
      <w:r w:rsidR="00E67F89">
        <w:rPr>
          <w:rFonts w:ascii="Times New Roman" w:hAnsi="Times New Roman" w:cs="Times New Roman"/>
        </w:rPr>
        <w:t>ния уравнений и систем.</w:t>
      </w:r>
    </w:p>
    <w:p w:rsidR="00336360" w:rsidRPr="00EB46A1" w:rsidRDefault="00E67F89" w:rsidP="00E67F8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Числовые последовательности(15 ч)</w:t>
      </w:r>
    </w:p>
    <w:p w:rsidR="0062182E" w:rsidRDefault="00336360" w:rsidP="00E67F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Понятие последовательности. Арифметическая и геометрическая последовательности. Формулы общего члена арифметической и геометрической последовательности. Суммы первых нескольких членов арифметической и </w:t>
      </w:r>
      <w:r w:rsidR="00E67F89">
        <w:rPr>
          <w:rFonts w:ascii="Times New Roman" w:hAnsi="Times New Roman" w:cs="Times New Roman"/>
        </w:rPr>
        <w:t>геометрической прогрессий.</w:t>
      </w:r>
    </w:p>
    <w:p w:rsidR="0062182E" w:rsidRDefault="00336360" w:rsidP="00E67F89">
      <w:pPr>
        <w:spacing w:after="0" w:line="240" w:lineRule="auto"/>
        <w:rPr>
          <w:rFonts w:ascii="Times New Roman" w:hAnsi="Times New Roman" w:cs="Times New Roman"/>
          <w:b/>
        </w:rPr>
      </w:pPr>
      <w:r w:rsidRPr="0062182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.</w:t>
      </w:r>
      <w:r w:rsidRPr="00EB46A1">
        <w:rPr>
          <w:rFonts w:ascii="Times New Roman" w:hAnsi="Times New Roman" w:cs="Times New Roman"/>
          <w:b/>
        </w:rPr>
        <w:t xml:space="preserve">Элементы логики, комбинаторики,  статистики  и теории вероятностей </w:t>
      </w:r>
      <w:r w:rsidR="00E67F89">
        <w:rPr>
          <w:rFonts w:ascii="Times New Roman" w:hAnsi="Times New Roman" w:cs="Times New Roman"/>
          <w:b/>
        </w:rPr>
        <w:t>(12 ч)</w:t>
      </w:r>
    </w:p>
    <w:p w:rsidR="00336360" w:rsidRDefault="00336360" w:rsidP="00E67F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Доказательство, множества и комбинаторика. Ст</w:t>
      </w:r>
      <w:r w:rsidR="00E67F89">
        <w:rPr>
          <w:rFonts w:ascii="Times New Roman" w:hAnsi="Times New Roman" w:cs="Times New Roman"/>
        </w:rPr>
        <w:t>атистические данные. Вероятность.</w:t>
      </w:r>
    </w:p>
    <w:p w:rsidR="00336360" w:rsidRDefault="00336360" w:rsidP="00E67F89">
      <w:pPr>
        <w:ind w:left="284"/>
        <w:jc w:val="both"/>
        <w:rPr>
          <w:rFonts w:ascii="Times New Roman" w:hAnsi="Times New Roman" w:cs="Times New Roman"/>
        </w:rPr>
      </w:pPr>
    </w:p>
    <w:p w:rsidR="00336360" w:rsidRPr="00E67F89" w:rsidRDefault="00336360" w:rsidP="00E67F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F89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9 класс</w:t>
      </w:r>
    </w:p>
    <w:tbl>
      <w:tblPr>
        <w:tblStyle w:val="a4"/>
        <w:tblW w:w="14446" w:type="dxa"/>
        <w:tblInd w:w="250" w:type="dxa"/>
        <w:tblLayout w:type="fixed"/>
        <w:tblLook w:val="04A0"/>
      </w:tblPr>
      <w:tblGrid>
        <w:gridCol w:w="567"/>
        <w:gridCol w:w="31"/>
        <w:gridCol w:w="756"/>
        <w:gridCol w:w="46"/>
        <w:gridCol w:w="18"/>
        <w:gridCol w:w="24"/>
        <w:gridCol w:w="16"/>
        <w:gridCol w:w="804"/>
        <w:gridCol w:w="4565"/>
        <w:gridCol w:w="2765"/>
        <w:gridCol w:w="3150"/>
        <w:gridCol w:w="1704"/>
      </w:tblGrid>
      <w:tr w:rsidR="00336360" w:rsidRPr="00E67F89" w:rsidTr="00E67F89">
        <w:trPr>
          <w:trHeight w:val="260"/>
        </w:trPr>
        <w:tc>
          <w:tcPr>
            <w:tcW w:w="598" w:type="dxa"/>
            <w:gridSpan w:val="2"/>
            <w:vMerge w:val="restart"/>
          </w:tcPr>
          <w:p w:rsidR="00336360" w:rsidRPr="00E67F89" w:rsidRDefault="00336360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664" w:type="dxa"/>
            <w:gridSpan w:val="6"/>
          </w:tcPr>
          <w:p w:rsidR="00336360" w:rsidRPr="00E67F89" w:rsidRDefault="00336360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565" w:type="dxa"/>
            <w:vMerge w:val="restart"/>
          </w:tcPr>
          <w:p w:rsidR="00336360" w:rsidRPr="00E67F89" w:rsidRDefault="00336360" w:rsidP="00E67F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765" w:type="dxa"/>
            <w:vMerge w:val="restart"/>
          </w:tcPr>
          <w:p w:rsidR="00336360" w:rsidRPr="00E67F89" w:rsidRDefault="00336360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3150" w:type="dxa"/>
            <w:vMerge w:val="restart"/>
          </w:tcPr>
          <w:p w:rsidR="00336360" w:rsidRPr="00E67F89" w:rsidRDefault="00336360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704" w:type="dxa"/>
            <w:vMerge w:val="restart"/>
          </w:tcPr>
          <w:p w:rsidR="00336360" w:rsidRPr="00E67F89" w:rsidRDefault="00336360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Кодификатор ОГЭ</w:t>
            </w:r>
          </w:p>
        </w:tc>
      </w:tr>
      <w:tr w:rsidR="00336360" w:rsidRPr="00E67F89" w:rsidTr="00E67F89">
        <w:trPr>
          <w:trHeight w:val="276"/>
        </w:trPr>
        <w:tc>
          <w:tcPr>
            <w:tcW w:w="598" w:type="dxa"/>
            <w:gridSpan w:val="2"/>
            <w:vMerge/>
          </w:tcPr>
          <w:p w:rsidR="00336360" w:rsidRPr="00E67F89" w:rsidRDefault="00336360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" w:type="dxa"/>
            <w:gridSpan w:val="2"/>
          </w:tcPr>
          <w:p w:rsidR="00336360" w:rsidRPr="00E67F89" w:rsidRDefault="00336360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62" w:type="dxa"/>
            <w:gridSpan w:val="4"/>
          </w:tcPr>
          <w:p w:rsidR="00336360" w:rsidRPr="00E67F89" w:rsidRDefault="00336360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4565" w:type="dxa"/>
            <w:vMerge/>
          </w:tcPr>
          <w:p w:rsidR="00336360" w:rsidRPr="00E67F89" w:rsidRDefault="00336360" w:rsidP="00E67F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5" w:type="dxa"/>
            <w:vMerge/>
          </w:tcPr>
          <w:p w:rsidR="00336360" w:rsidRPr="00E67F89" w:rsidRDefault="00336360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Pr="00E67F89" w:rsidRDefault="00336360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336360" w:rsidRPr="00E67F89" w:rsidRDefault="00336360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RPr="00E67F89" w:rsidTr="00E67F89">
        <w:tc>
          <w:tcPr>
            <w:tcW w:w="1400" w:type="dxa"/>
            <w:gridSpan w:val="4"/>
          </w:tcPr>
          <w:p w:rsidR="00336360" w:rsidRPr="00E67F89" w:rsidRDefault="00336360" w:rsidP="00E67F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6360" w:rsidRPr="00E67F89" w:rsidRDefault="00336360" w:rsidP="00E67F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6" w:type="dxa"/>
            <w:gridSpan w:val="8"/>
          </w:tcPr>
          <w:p w:rsidR="00336360" w:rsidRPr="00E67F89" w:rsidRDefault="00336360" w:rsidP="00E67F89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 (31 час)</w:t>
            </w:r>
          </w:p>
          <w:p w:rsidR="00336360" w:rsidRPr="00E67F89" w:rsidRDefault="00336360" w:rsidP="00E67F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03.09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Линейные и квадратные неравенства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решения линейных и квадратных </w:t>
            </w:r>
            <w:r w:rsidRPr="00E67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неравенств</w:t>
            </w: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Линейное неравенство, квадратное неравенство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3.2.3</w:t>
            </w: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05.09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 xml:space="preserve">Линейные и квадратные неравенства </w:t>
            </w:r>
            <w:r w:rsidRPr="00E67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работа.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3.2.5</w:t>
            </w: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06.09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Линейные и квадратные неравенства. Тест.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Алгоритм решения рациональных неравенств</w:t>
            </w: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Рациональное неравенство с одной переменной, метод интервалов, кривая знаков, нестрогое неравенство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12.09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неравенства. Тест.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13.09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неравенства. Самост. работа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Двойное неравенство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19.09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«Рациональные неравенства»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20.09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Множества и операции над ними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Определение, запись, операции над множествами</w:t>
            </w:r>
          </w:p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Пустое множество, характеристическое свойство множества, знаки принадлежности, подмножество, пересечение и объединение множеств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 теме «Множества»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26.09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«Множества и операции над ними»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27.09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Системы рациональных неравенств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Алгоритм решения систем рациональных неравенств</w:t>
            </w: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Решение системы неравенств, двойное неравенство, частное решение, общее решение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3.2.4</w:t>
            </w: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01.10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Решение  систем рациональных неравенств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03.10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Решение двойных неравенств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04.10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№1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08.10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по теме «Уравнения и неравенства»</w:t>
            </w:r>
          </w:p>
        </w:tc>
        <w:tc>
          <w:tcPr>
            <w:tcW w:w="27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20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10.10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Системы уравнений. Основные понятия</w:t>
            </w:r>
          </w:p>
        </w:tc>
        <w:tc>
          <w:tcPr>
            <w:tcW w:w="27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20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11.10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 xml:space="preserve">Системы уравнений. </w:t>
            </w:r>
          </w:p>
        </w:tc>
        <w:tc>
          <w:tcPr>
            <w:tcW w:w="27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3.1.7</w:t>
            </w: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20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Определения, запись, проверка решений</w:t>
            </w: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Рациональные уравнения с двумя переменными, решение уравнений с двумя переменными, равносильные уравнения, график уравнения с двумя переменными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20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17.10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уравнений.  Самост. работа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3.1.8</w:t>
            </w: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20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18.10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уравнений. Метод подстановки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использования метода </w:t>
            </w:r>
            <w:r w:rsidRPr="00E67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подстановки при решении системы двух уравнений с двумя переменными</w:t>
            </w: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Равносильные системы двух уравнений с двумя </w:t>
            </w:r>
            <w:r w:rsidRPr="00E67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переменными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3.1.8</w:t>
            </w: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820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уравнений. Метод постановки. Тест.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820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24.10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уравнений. Метод алгебраического сложения.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Алгоритм использования метода алгебраического  сложения</w:t>
            </w: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Равносильные системы двух уравнений с двумя переменными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20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25.10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уравнений. Метод алгебраического сложения. Тест.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20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07.11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уравнений. Метод введения новых переменных.</w:t>
            </w:r>
          </w:p>
        </w:tc>
        <w:tc>
          <w:tcPr>
            <w:tcW w:w="27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Алгоритм использования метода введения новых переменных</w:t>
            </w:r>
          </w:p>
        </w:tc>
        <w:tc>
          <w:tcPr>
            <w:tcW w:w="3150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Равносильные системы двух уравнений с двумя переменными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20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08.11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модели реальных ситуаций.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Этапы и способы решения</w:t>
            </w: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Уравнение с двумя переменными, решение уравнений с двумя переменными, равносильность уравнений с двумя переменными,  метод сложения, метод подстановки, метод введения новых переменных</w:t>
            </w:r>
          </w:p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3.3.2</w:t>
            </w: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820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модели реальных ситуаций. Тест.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20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14.11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модели реальных ситуаций. Самост. работа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Этапы и способы решения</w:t>
            </w: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820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15.11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модели реальных ситуаций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20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модели реальных ситуаций. Подготовка к контрольной работе №2</w:t>
            </w:r>
          </w:p>
        </w:tc>
        <w:tc>
          <w:tcPr>
            <w:tcW w:w="27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Этапы и способы решения</w:t>
            </w: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21.11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по теме «Уравнения и неравенства»</w:t>
            </w:r>
          </w:p>
        </w:tc>
        <w:tc>
          <w:tcPr>
            <w:tcW w:w="27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1400" w:type="dxa"/>
            <w:gridSpan w:val="4"/>
          </w:tcPr>
          <w:p w:rsidR="008E39AF" w:rsidRPr="00E67F89" w:rsidRDefault="008E39AF" w:rsidP="00E67F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6" w:type="dxa"/>
            <w:gridSpan w:val="8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22.11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Определение числовой функции..</w:t>
            </w:r>
          </w:p>
        </w:tc>
        <w:tc>
          <w:tcPr>
            <w:tcW w:w="27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Определения,запись,обозначения</w:t>
            </w: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Функция, линейная функция, область определения, аргумент, область значений, зависимая переменная, график функции, числовая функция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5.1.1</w:t>
            </w: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 xml:space="preserve"> Область определения. Область значений функции</w:t>
            </w:r>
          </w:p>
        </w:tc>
        <w:tc>
          <w:tcPr>
            <w:tcW w:w="27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Определения, запись, обозначения</w:t>
            </w: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28.11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 xml:space="preserve"> Область определения. Область значений функции. Тест.</w:t>
            </w:r>
          </w:p>
        </w:tc>
        <w:tc>
          <w:tcPr>
            <w:tcW w:w="27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Определения, запись, обозначения</w:t>
            </w: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29.11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числовой функции. Область </w:t>
            </w:r>
            <w:r w:rsidRPr="00E67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определения. Область значений функции. Сам. работа</w:t>
            </w:r>
          </w:p>
        </w:tc>
        <w:tc>
          <w:tcPr>
            <w:tcW w:w="27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Определения, запись, </w:t>
            </w:r>
            <w:r w:rsidRPr="00E67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обозначения</w:t>
            </w: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03.12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Способы задания функции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Определение, запись, способы задания</w:t>
            </w: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Аналитический способ, графический способ, табличный способ, словесный способ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05.12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Способы задания функции. Тест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06.12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определения,</w:t>
            </w: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Возрастающая функция, убывающая функция, монотонная функция, ограниченная сверху, ограниченная снизу, наименьшее значение, наибольшее значение выпукла вниз, выпукла вверх, непрерывность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5.1.2</w:t>
            </w: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10.12</w:t>
            </w:r>
          </w:p>
          <w:p w:rsidR="008E39AF" w:rsidRPr="00E67F89" w:rsidRDefault="008E39AF" w:rsidP="00E67F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Свойства функций. Самост. работа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12.12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Свойства функций. Графики.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Свойства функций. Тест.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Четные и нечетные функции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Определения, алгоритм исследования функций на четность, на нечетность</w:t>
            </w: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Четная функция, нечетная функция, симметричное множество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5.1.3</w:t>
            </w: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19.12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Четные и нечетные функции. Тест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802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Четные и нечетные функции.  Самост. работа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756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908" w:type="dxa"/>
            <w:gridSpan w:val="5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 по теме «Числовые функции»</w:t>
            </w:r>
          </w:p>
        </w:tc>
        <w:tc>
          <w:tcPr>
            <w:tcW w:w="27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756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26.12</w:t>
            </w:r>
          </w:p>
        </w:tc>
        <w:tc>
          <w:tcPr>
            <w:tcW w:w="908" w:type="dxa"/>
            <w:gridSpan w:val="5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ошибками. Функции у=х  ,их свойства </w:t>
            </w:r>
          </w:p>
        </w:tc>
        <w:tc>
          <w:tcPr>
            <w:tcW w:w="27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756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27.12</w:t>
            </w:r>
          </w:p>
        </w:tc>
        <w:tc>
          <w:tcPr>
            <w:tcW w:w="908" w:type="dxa"/>
            <w:gridSpan w:val="5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Функции у=х  ,их свойства и графики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Определение, построение, свойства графика</w:t>
            </w: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Степенная функция с натуральным показателем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5.1.8</w:t>
            </w: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756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908" w:type="dxa"/>
            <w:gridSpan w:val="5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Функции у=х  ,их свойства и графики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756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16.01</w:t>
            </w:r>
          </w:p>
        </w:tc>
        <w:tc>
          <w:tcPr>
            <w:tcW w:w="908" w:type="dxa"/>
            <w:gridSpan w:val="5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Функции у=х  ,их свойства и графики. Тест.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756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17.01</w:t>
            </w:r>
          </w:p>
        </w:tc>
        <w:tc>
          <w:tcPr>
            <w:tcW w:w="908" w:type="dxa"/>
            <w:gridSpan w:val="5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Функции у=х  их свойства и графики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Определение, построение, свойства графика</w:t>
            </w: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Степенная функция с отрицательным целым показателем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756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908" w:type="dxa"/>
            <w:gridSpan w:val="5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Функции у=х  их свойства и графики. Самост. работа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756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23.01</w:t>
            </w:r>
          </w:p>
        </w:tc>
        <w:tc>
          <w:tcPr>
            <w:tcW w:w="908" w:type="dxa"/>
            <w:gridSpan w:val="5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Функции у=х  их свойства и графики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5.1.9</w:t>
            </w: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756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24.01</w:t>
            </w:r>
          </w:p>
        </w:tc>
        <w:tc>
          <w:tcPr>
            <w:tcW w:w="908" w:type="dxa"/>
            <w:gridSpan w:val="5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Функции у= х, ее свойства и график. Тест.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Определение, построение, свойства графика</w:t>
            </w: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Кубический корень из числа,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756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908" w:type="dxa"/>
            <w:gridSpan w:val="5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Функции у= х, ее свойства и график. Самост. работа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55</w:t>
            </w:r>
          </w:p>
        </w:tc>
        <w:tc>
          <w:tcPr>
            <w:tcW w:w="756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30.01</w:t>
            </w:r>
          </w:p>
        </w:tc>
        <w:tc>
          <w:tcPr>
            <w:tcW w:w="908" w:type="dxa"/>
            <w:gridSpan w:val="5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Функции у= х, ее свойства и график. Подготовка к контрольной работе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756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31.01</w:t>
            </w:r>
          </w:p>
        </w:tc>
        <w:tc>
          <w:tcPr>
            <w:tcW w:w="908" w:type="dxa"/>
            <w:gridSpan w:val="5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по теме «Числовые функции»</w:t>
            </w:r>
          </w:p>
        </w:tc>
        <w:tc>
          <w:tcPr>
            <w:tcW w:w="27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7F89" w:rsidRPr="00E67F89" w:rsidTr="00E67F89">
        <w:trPr>
          <w:trHeight w:val="445"/>
        </w:trPr>
        <w:tc>
          <w:tcPr>
            <w:tcW w:w="14446" w:type="dxa"/>
            <w:gridSpan w:val="12"/>
          </w:tcPr>
          <w:p w:rsidR="00E67F89" w:rsidRPr="00E67F89" w:rsidRDefault="00E67F89" w:rsidP="00E67F89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Числовые последовательности (15 часов)</w:t>
            </w:r>
          </w:p>
        </w:tc>
      </w:tr>
      <w:tr w:rsidR="008E39AF" w:rsidRPr="00E67F89" w:rsidTr="00E67F89">
        <w:tc>
          <w:tcPr>
            <w:tcW w:w="567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851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04.02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числовой  последовательности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Определение, понятие, запись, способы задания последовательности</w:t>
            </w: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Члены последовательности, аналитический способ задания, словесный, рекуррентный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4.1.1</w:t>
            </w:r>
          </w:p>
        </w:tc>
      </w:tr>
      <w:tr w:rsidR="008E39AF" w:rsidRPr="00E67F89" w:rsidTr="00E67F89">
        <w:tc>
          <w:tcPr>
            <w:tcW w:w="567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851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06.02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последовательности.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67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851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07.02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последовательности. Тест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67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851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последовательности. Самост работа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67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851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13.02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Определение, понятие, запись, способы задания </w:t>
            </w: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прогрессия, разность, член прогрессии, сумма членов конечной арифметической прогрессии, характеристическое свойство арифм. прогр.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67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851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14.02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прогрессия. Тест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4.2.2</w:t>
            </w:r>
          </w:p>
        </w:tc>
      </w:tr>
      <w:tr w:rsidR="008E39AF" w:rsidRPr="00E67F89" w:rsidTr="00E67F89">
        <w:tc>
          <w:tcPr>
            <w:tcW w:w="567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851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18.02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прогрессия.  Самост. работа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67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851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20.02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прогрессия. Решение  задач.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4.2.1</w:t>
            </w:r>
          </w:p>
        </w:tc>
      </w:tr>
      <w:tr w:rsidR="008E39AF" w:rsidRPr="00E67F89" w:rsidTr="00E67F89">
        <w:tc>
          <w:tcPr>
            <w:tcW w:w="567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851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21.02</w:t>
            </w:r>
          </w:p>
        </w:tc>
        <w:tc>
          <w:tcPr>
            <w:tcW w:w="844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прогрессия. Тест.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67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833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25.02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Определение, понятие, запись, способы задания</w:t>
            </w: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прогрессия, знаменатель, сумма членов конечной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67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833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27.02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прогрессия. Тест.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67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833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28.02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прогрессия. Самост. работа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4.2.3</w:t>
            </w:r>
          </w:p>
        </w:tc>
      </w:tr>
      <w:tr w:rsidR="008E39AF" w:rsidRPr="00E67F89" w:rsidTr="00E67F89">
        <w:trPr>
          <w:trHeight w:val="416"/>
        </w:trPr>
        <w:tc>
          <w:tcPr>
            <w:tcW w:w="567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833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04.03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прогрессия. Решение задач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Определение, понятие, запись, способы задания</w:t>
            </w: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Геометрической прогрессии, характеристическое свойство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67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833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06.03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прогрессия. Тест.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9AF" w:rsidRPr="00E67F89" w:rsidTr="00E67F89">
        <w:tc>
          <w:tcPr>
            <w:tcW w:w="567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833" w:type="dxa"/>
            <w:gridSpan w:val="3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07.03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прогрессия. Подготовка к контрольной работе.</w:t>
            </w:r>
          </w:p>
        </w:tc>
        <w:tc>
          <w:tcPr>
            <w:tcW w:w="2765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4.2.4</w:t>
            </w:r>
          </w:p>
        </w:tc>
      </w:tr>
      <w:tr w:rsidR="008E39AF" w:rsidRPr="00E67F89" w:rsidTr="00E67F89">
        <w:tc>
          <w:tcPr>
            <w:tcW w:w="567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833" w:type="dxa"/>
            <w:gridSpan w:val="3"/>
          </w:tcPr>
          <w:p w:rsidR="008E39AF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8E39AF"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862" w:type="dxa"/>
            <w:gridSpan w:val="4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по теме «Числовые последовательности»</w:t>
            </w:r>
          </w:p>
        </w:tc>
        <w:tc>
          <w:tcPr>
            <w:tcW w:w="27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7F89" w:rsidRPr="00E67F89" w:rsidTr="00E67F89">
        <w:trPr>
          <w:trHeight w:val="280"/>
        </w:trPr>
        <w:tc>
          <w:tcPr>
            <w:tcW w:w="14446" w:type="dxa"/>
            <w:gridSpan w:val="12"/>
          </w:tcPr>
          <w:p w:rsidR="00E67F89" w:rsidRPr="00E67F89" w:rsidRDefault="00E67F89" w:rsidP="00E67F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3.Элементы логики ,комбинаторики, статистики и теории вероятности (12 часов)</w:t>
            </w:r>
          </w:p>
        </w:tc>
      </w:tr>
      <w:tr w:rsidR="008E39AF" w:rsidRPr="00E67F89" w:rsidTr="00E67F89">
        <w:tc>
          <w:tcPr>
            <w:tcW w:w="598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844" w:type="dxa"/>
            <w:gridSpan w:val="4"/>
          </w:tcPr>
          <w:p w:rsidR="008E39AF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13.03</w:t>
            </w:r>
          </w:p>
        </w:tc>
        <w:tc>
          <w:tcPr>
            <w:tcW w:w="820" w:type="dxa"/>
            <w:gridSpan w:val="2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Комбинаторные задачи</w:t>
            </w:r>
          </w:p>
        </w:tc>
        <w:tc>
          <w:tcPr>
            <w:tcW w:w="2765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Определение, понятие, запись, способы задания</w:t>
            </w:r>
          </w:p>
        </w:tc>
        <w:tc>
          <w:tcPr>
            <w:tcW w:w="3150" w:type="dxa"/>
            <w:vMerge w:val="restart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 xml:space="preserve">Метод перебора вариантов, правило умножения </w:t>
            </w:r>
          </w:p>
        </w:tc>
        <w:tc>
          <w:tcPr>
            <w:tcW w:w="1704" w:type="dxa"/>
          </w:tcPr>
          <w:p w:rsidR="008E39AF" w:rsidRPr="00E67F89" w:rsidRDefault="008E39AF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8.3.1</w:t>
            </w: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844" w:type="dxa"/>
            <w:gridSpan w:val="4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14.03</w:t>
            </w:r>
          </w:p>
        </w:tc>
        <w:tc>
          <w:tcPr>
            <w:tcW w:w="820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Комбинаторные задачи. Тест.</w:t>
            </w:r>
          </w:p>
        </w:tc>
        <w:tc>
          <w:tcPr>
            <w:tcW w:w="2765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844" w:type="dxa"/>
            <w:gridSpan w:val="4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820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Комбинаторные задачи. Самост. работа</w:t>
            </w:r>
          </w:p>
        </w:tc>
        <w:tc>
          <w:tcPr>
            <w:tcW w:w="2765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8.1.1</w:t>
            </w: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76</w:t>
            </w:r>
          </w:p>
        </w:tc>
        <w:tc>
          <w:tcPr>
            <w:tcW w:w="844" w:type="dxa"/>
            <w:gridSpan w:val="4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20.03</w:t>
            </w:r>
          </w:p>
        </w:tc>
        <w:tc>
          <w:tcPr>
            <w:tcW w:w="820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Статистика-дизайн информации</w:t>
            </w:r>
          </w:p>
        </w:tc>
        <w:tc>
          <w:tcPr>
            <w:tcW w:w="2765" w:type="dxa"/>
            <w:vMerge w:val="restart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Определение, понятие, запись, способы задания</w:t>
            </w:r>
          </w:p>
        </w:tc>
        <w:tc>
          <w:tcPr>
            <w:tcW w:w="3150" w:type="dxa"/>
            <w:vMerge w:val="restart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Группировка информации, варианта измерения, табличное представление информации</w:t>
            </w: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844" w:type="dxa"/>
            <w:gridSpan w:val="4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21.03</w:t>
            </w:r>
          </w:p>
        </w:tc>
        <w:tc>
          <w:tcPr>
            <w:tcW w:w="820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Статистика-дизайн информации. Тест.</w:t>
            </w:r>
          </w:p>
        </w:tc>
        <w:tc>
          <w:tcPr>
            <w:tcW w:w="2765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844" w:type="dxa"/>
            <w:gridSpan w:val="4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01.04</w:t>
            </w:r>
          </w:p>
        </w:tc>
        <w:tc>
          <w:tcPr>
            <w:tcW w:w="820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Статистика-дизайн информации. .Решение задач.</w:t>
            </w:r>
          </w:p>
        </w:tc>
        <w:tc>
          <w:tcPr>
            <w:tcW w:w="2765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844" w:type="dxa"/>
            <w:gridSpan w:val="4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03.04</w:t>
            </w:r>
          </w:p>
        </w:tc>
        <w:tc>
          <w:tcPr>
            <w:tcW w:w="820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Простейшие вероятностные задачи</w:t>
            </w:r>
          </w:p>
        </w:tc>
        <w:tc>
          <w:tcPr>
            <w:tcW w:w="2765" w:type="dxa"/>
            <w:vMerge w:val="restart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Простейшие вероятностные задачи</w:t>
            </w:r>
          </w:p>
        </w:tc>
        <w:tc>
          <w:tcPr>
            <w:tcW w:w="3150" w:type="dxa"/>
            <w:vMerge w:val="restart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Классическая вероятностная схема</w:t>
            </w: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844" w:type="dxa"/>
            <w:gridSpan w:val="4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04.04</w:t>
            </w:r>
          </w:p>
        </w:tc>
        <w:tc>
          <w:tcPr>
            <w:tcW w:w="820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Простейшие вероятностные задачи . Тест.</w:t>
            </w:r>
          </w:p>
        </w:tc>
        <w:tc>
          <w:tcPr>
            <w:tcW w:w="2765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8.2.1</w:t>
            </w: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844" w:type="dxa"/>
            <w:gridSpan w:val="4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820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Простейшие вероятностные задачи. Самост. работа</w:t>
            </w:r>
          </w:p>
        </w:tc>
        <w:tc>
          <w:tcPr>
            <w:tcW w:w="2765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844" w:type="dxa"/>
            <w:gridSpan w:val="4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820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Экспериментальные данные и вероятности событий</w:t>
            </w:r>
          </w:p>
        </w:tc>
        <w:tc>
          <w:tcPr>
            <w:tcW w:w="27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Определение, понятие, запись, способы задания</w:t>
            </w: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Статистическая вероятность события</w:t>
            </w: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844" w:type="dxa"/>
            <w:gridSpan w:val="4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11.04</w:t>
            </w:r>
          </w:p>
        </w:tc>
        <w:tc>
          <w:tcPr>
            <w:tcW w:w="820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Экспериментальные данные и вероятности событий. Подготовка к контрольной работе.</w:t>
            </w:r>
          </w:p>
        </w:tc>
        <w:tc>
          <w:tcPr>
            <w:tcW w:w="27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Определение, понятие, запись, способы задания</w:t>
            </w: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Статистическая устойчивость</w:t>
            </w: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rPr>
          <w:trHeight w:val="278"/>
        </w:trPr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860" w:type="dxa"/>
            <w:gridSpan w:val="5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8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</w:t>
            </w:r>
          </w:p>
        </w:tc>
        <w:tc>
          <w:tcPr>
            <w:tcW w:w="27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7F89" w:rsidRPr="00E67F89" w:rsidTr="00E67F89">
        <w:trPr>
          <w:trHeight w:val="424"/>
        </w:trPr>
        <w:tc>
          <w:tcPr>
            <w:tcW w:w="14446" w:type="dxa"/>
            <w:gridSpan w:val="12"/>
          </w:tcPr>
          <w:p w:rsidR="00E67F89" w:rsidRPr="00E67F89" w:rsidRDefault="00E67F89" w:rsidP="00E67F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</w:t>
            </w: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860" w:type="dxa"/>
            <w:gridSpan w:val="5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8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Неравенства и системы неравенств</w:t>
            </w:r>
          </w:p>
        </w:tc>
        <w:tc>
          <w:tcPr>
            <w:tcW w:w="27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860" w:type="dxa"/>
            <w:gridSpan w:val="5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18.04</w:t>
            </w:r>
          </w:p>
        </w:tc>
        <w:tc>
          <w:tcPr>
            <w:tcW w:w="8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Неравенства и системы неравенств</w:t>
            </w:r>
          </w:p>
        </w:tc>
        <w:tc>
          <w:tcPr>
            <w:tcW w:w="27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860" w:type="dxa"/>
            <w:gridSpan w:val="5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8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Неравенства и системы неравенств</w:t>
            </w:r>
          </w:p>
        </w:tc>
        <w:tc>
          <w:tcPr>
            <w:tcW w:w="2765" w:type="dxa"/>
            <w:vMerge w:val="restart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Определения, свойства, формулы, правила</w:t>
            </w: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860" w:type="dxa"/>
            <w:gridSpan w:val="5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24.04</w:t>
            </w:r>
          </w:p>
        </w:tc>
        <w:tc>
          <w:tcPr>
            <w:tcW w:w="8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Неравенства и системы неравенств</w:t>
            </w:r>
          </w:p>
        </w:tc>
        <w:tc>
          <w:tcPr>
            <w:tcW w:w="2765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860" w:type="dxa"/>
            <w:gridSpan w:val="5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25.04</w:t>
            </w:r>
          </w:p>
        </w:tc>
        <w:tc>
          <w:tcPr>
            <w:tcW w:w="8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2765" w:type="dxa"/>
            <w:vMerge w:val="restart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Определения, свойства, формулы, правила</w:t>
            </w: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860" w:type="dxa"/>
            <w:gridSpan w:val="5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8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2765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860" w:type="dxa"/>
            <w:gridSpan w:val="5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06.05</w:t>
            </w:r>
          </w:p>
        </w:tc>
        <w:tc>
          <w:tcPr>
            <w:tcW w:w="8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2765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860" w:type="dxa"/>
            <w:gridSpan w:val="5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08.05</w:t>
            </w:r>
          </w:p>
        </w:tc>
        <w:tc>
          <w:tcPr>
            <w:tcW w:w="8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2765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860" w:type="dxa"/>
            <w:gridSpan w:val="5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8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Числовые функции</w:t>
            </w:r>
          </w:p>
        </w:tc>
        <w:tc>
          <w:tcPr>
            <w:tcW w:w="2765" w:type="dxa"/>
            <w:vMerge w:val="restart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Определения, свойства, формулы, правила</w:t>
            </w: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860" w:type="dxa"/>
            <w:gridSpan w:val="5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15.05</w:t>
            </w:r>
          </w:p>
        </w:tc>
        <w:tc>
          <w:tcPr>
            <w:tcW w:w="8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Числовые функции</w:t>
            </w:r>
          </w:p>
        </w:tc>
        <w:tc>
          <w:tcPr>
            <w:tcW w:w="2765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860" w:type="dxa"/>
            <w:gridSpan w:val="5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16.05</w:t>
            </w:r>
          </w:p>
        </w:tc>
        <w:tc>
          <w:tcPr>
            <w:tcW w:w="8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Числовые функции</w:t>
            </w:r>
          </w:p>
        </w:tc>
        <w:tc>
          <w:tcPr>
            <w:tcW w:w="2765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860" w:type="dxa"/>
            <w:gridSpan w:val="5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17.05</w:t>
            </w:r>
          </w:p>
        </w:tc>
        <w:tc>
          <w:tcPr>
            <w:tcW w:w="8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Числовые функции</w:t>
            </w:r>
          </w:p>
        </w:tc>
        <w:tc>
          <w:tcPr>
            <w:tcW w:w="2765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860" w:type="dxa"/>
            <w:gridSpan w:val="5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8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Прогрессии</w:t>
            </w:r>
          </w:p>
        </w:tc>
        <w:tc>
          <w:tcPr>
            <w:tcW w:w="2765" w:type="dxa"/>
            <w:vMerge w:val="restart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Определения, свойства, формулы, правила</w:t>
            </w: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860" w:type="dxa"/>
            <w:gridSpan w:val="5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21.05</w:t>
            </w:r>
          </w:p>
        </w:tc>
        <w:tc>
          <w:tcPr>
            <w:tcW w:w="8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Прогрессии</w:t>
            </w:r>
          </w:p>
        </w:tc>
        <w:tc>
          <w:tcPr>
            <w:tcW w:w="2765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860" w:type="dxa"/>
            <w:gridSpan w:val="5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22.05</w:t>
            </w:r>
          </w:p>
        </w:tc>
        <w:tc>
          <w:tcPr>
            <w:tcW w:w="8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Прогрессии</w:t>
            </w:r>
          </w:p>
        </w:tc>
        <w:tc>
          <w:tcPr>
            <w:tcW w:w="2765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860" w:type="dxa"/>
            <w:gridSpan w:val="5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23.05</w:t>
            </w:r>
          </w:p>
        </w:tc>
        <w:tc>
          <w:tcPr>
            <w:tcW w:w="8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Прогрессии</w:t>
            </w:r>
          </w:p>
        </w:tc>
        <w:tc>
          <w:tcPr>
            <w:tcW w:w="2765" w:type="dxa"/>
            <w:vMerge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860" w:type="dxa"/>
            <w:gridSpan w:val="5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24.05</w:t>
            </w:r>
          </w:p>
        </w:tc>
        <w:tc>
          <w:tcPr>
            <w:tcW w:w="8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№5</w:t>
            </w:r>
          </w:p>
        </w:tc>
        <w:tc>
          <w:tcPr>
            <w:tcW w:w="27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B86" w:rsidRPr="00E67F89" w:rsidTr="00E67F89">
        <w:tc>
          <w:tcPr>
            <w:tcW w:w="598" w:type="dxa"/>
            <w:gridSpan w:val="2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860" w:type="dxa"/>
            <w:gridSpan w:val="5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8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F89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765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F14B86" w:rsidRPr="00E67F89" w:rsidRDefault="00F14B86" w:rsidP="00E67F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36360" w:rsidRPr="00E67F89" w:rsidRDefault="00336360" w:rsidP="00E67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6360" w:rsidRPr="00E67F89" w:rsidRDefault="00336360" w:rsidP="00E67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360" w:rsidRPr="00E67F89" w:rsidRDefault="00336360" w:rsidP="00E67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360" w:rsidRPr="00E67F89" w:rsidRDefault="00336360" w:rsidP="00E67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360" w:rsidRPr="00E67F89" w:rsidRDefault="00336360" w:rsidP="00E67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360" w:rsidRPr="00E67F89" w:rsidRDefault="00336360" w:rsidP="00E67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360" w:rsidRPr="00E67F89" w:rsidRDefault="00336360" w:rsidP="00E67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360" w:rsidRPr="00E67F89" w:rsidRDefault="00336360" w:rsidP="00E67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360" w:rsidRPr="00E67F89" w:rsidRDefault="00336360" w:rsidP="00E67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Pr="00445B76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/>
    <w:p w:rsidR="00336360" w:rsidRDefault="00336360"/>
    <w:sectPr w:rsidR="00336360" w:rsidSect="00761E69">
      <w:pgSz w:w="16838" w:h="11906" w:orient="landscape"/>
      <w:pgMar w:top="1134" w:right="1134" w:bottom="1134" w:left="1134" w:header="794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02E0"/>
    <w:multiLevelType w:val="hybridMultilevel"/>
    <w:tmpl w:val="18BE8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D7D3E"/>
    <w:multiLevelType w:val="hybridMultilevel"/>
    <w:tmpl w:val="10B43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291436A"/>
    <w:multiLevelType w:val="hybridMultilevel"/>
    <w:tmpl w:val="E4949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061C6"/>
    <w:multiLevelType w:val="hybridMultilevel"/>
    <w:tmpl w:val="6A443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7E373C0"/>
    <w:multiLevelType w:val="hybridMultilevel"/>
    <w:tmpl w:val="541E5D9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C1235"/>
    <w:multiLevelType w:val="hybridMultilevel"/>
    <w:tmpl w:val="AF0E1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D0F4E"/>
    <w:multiLevelType w:val="hybridMultilevel"/>
    <w:tmpl w:val="AAF4C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F1EB7"/>
    <w:multiLevelType w:val="hybridMultilevel"/>
    <w:tmpl w:val="1C6CD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3A74E57"/>
    <w:multiLevelType w:val="hybridMultilevel"/>
    <w:tmpl w:val="5C1CF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360"/>
    <w:rsid w:val="000B67AF"/>
    <w:rsid w:val="001B4C22"/>
    <w:rsid w:val="00237000"/>
    <w:rsid w:val="00336360"/>
    <w:rsid w:val="00373F39"/>
    <w:rsid w:val="0062182E"/>
    <w:rsid w:val="006275E8"/>
    <w:rsid w:val="00761E69"/>
    <w:rsid w:val="008622D9"/>
    <w:rsid w:val="008E39AF"/>
    <w:rsid w:val="00A50589"/>
    <w:rsid w:val="00B320BB"/>
    <w:rsid w:val="00BD554C"/>
    <w:rsid w:val="00DF7D00"/>
    <w:rsid w:val="00E67F89"/>
    <w:rsid w:val="00F14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360"/>
    <w:pPr>
      <w:ind w:left="720"/>
      <w:contextualSpacing/>
    </w:pPr>
  </w:style>
  <w:style w:type="table" w:styleId="a4">
    <w:name w:val="Table Grid"/>
    <w:basedOn w:val="a1"/>
    <w:uiPriority w:val="39"/>
    <w:rsid w:val="00336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62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22D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2479</Words>
  <Characters>14135</Characters>
  <Application>Microsoft Office Word</Application>
  <DocSecurity>0</DocSecurity>
  <Lines>117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borschool2</cp:lastModifiedBy>
  <cp:revision>11</cp:revision>
  <cp:lastPrinted>2016-10-02T22:46:00Z</cp:lastPrinted>
  <dcterms:created xsi:type="dcterms:W3CDTF">2016-09-01T22:49:00Z</dcterms:created>
  <dcterms:modified xsi:type="dcterms:W3CDTF">2018-12-10T09:20:00Z</dcterms:modified>
</cp:coreProperties>
</file>