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253"/>
        <w:gridCol w:w="851"/>
        <w:gridCol w:w="850"/>
        <w:gridCol w:w="3544"/>
        <w:gridCol w:w="2977"/>
        <w:gridCol w:w="142"/>
        <w:gridCol w:w="141"/>
        <w:gridCol w:w="2552"/>
      </w:tblGrid>
      <w:tr w:rsidR="0039024F" w:rsidRPr="00CF25D9" w:rsidTr="00E25E4B">
        <w:trPr>
          <w:trHeight w:val="1061"/>
        </w:trPr>
        <w:tc>
          <w:tcPr>
            <w:tcW w:w="709" w:type="dxa"/>
          </w:tcPr>
          <w:p w:rsidR="0039024F" w:rsidRPr="00CF25D9" w:rsidRDefault="0039024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39024F" w:rsidRPr="00CF25D9" w:rsidRDefault="0039024F" w:rsidP="0039024F">
            <w:pPr>
              <w:pStyle w:val="5"/>
              <w:jc w:val="left"/>
              <w:rPr>
                <w:b/>
                <w:sz w:val="24"/>
                <w:szCs w:val="24"/>
              </w:rPr>
            </w:pPr>
            <w:r w:rsidRPr="00CF25D9">
              <w:rPr>
                <w:b/>
                <w:sz w:val="24"/>
                <w:szCs w:val="24"/>
              </w:rPr>
              <w:t>Тема урока</w:t>
            </w:r>
          </w:p>
          <w:p w:rsidR="0039024F" w:rsidRPr="00CF25D9" w:rsidRDefault="0039024F" w:rsidP="00390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851" w:type="dxa"/>
          </w:tcPr>
          <w:p w:rsidR="0039024F" w:rsidRPr="00CF25D9" w:rsidRDefault="002846C5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850" w:type="dxa"/>
          </w:tcPr>
          <w:p w:rsidR="0039024F" w:rsidRPr="00CF25D9" w:rsidRDefault="0039024F" w:rsidP="002846C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9024F" w:rsidRPr="00CF25D9" w:rsidRDefault="0039024F" w:rsidP="002846C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9024F" w:rsidRPr="00CF25D9" w:rsidRDefault="0039024F" w:rsidP="00390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понятия.</w:t>
            </w:r>
          </w:p>
          <w:p w:rsidR="0039024F" w:rsidRPr="00CF25D9" w:rsidRDefault="0039024F" w:rsidP="00390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Словарь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</w:t>
            </w:r>
          </w:p>
          <w:p w:rsidR="004A53CF" w:rsidRPr="00CF25D9" w:rsidRDefault="004A53CF" w:rsidP="004A5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результат.</w:t>
            </w:r>
          </w:p>
          <w:p w:rsidR="0039024F" w:rsidRPr="00CF25D9" w:rsidRDefault="004A53CF" w:rsidP="004A5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>ЗУН</w:t>
            </w:r>
          </w:p>
        </w:tc>
        <w:tc>
          <w:tcPr>
            <w:tcW w:w="2552" w:type="dxa"/>
          </w:tcPr>
          <w:p w:rsidR="0039024F" w:rsidRPr="00CF25D9" w:rsidRDefault="0039024F" w:rsidP="00390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Экологические </w:t>
            </w:r>
            <w:proofErr w:type="spellStart"/>
            <w:r w:rsidRPr="00CF2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проблемы</w:t>
            </w:r>
            <w:proofErr w:type="gramStart"/>
            <w:r w:rsidRPr="00CF2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.О</w:t>
            </w:r>
            <w:proofErr w:type="gramEnd"/>
            <w:r w:rsidRPr="00CF2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храна</w:t>
            </w:r>
            <w:proofErr w:type="spellEnd"/>
            <w:r w:rsidRPr="00CF2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природы.</w:t>
            </w:r>
          </w:p>
        </w:tc>
      </w:tr>
      <w:tr w:rsidR="0039024F" w:rsidRPr="00CF25D9" w:rsidTr="00E25E4B">
        <w:tc>
          <w:tcPr>
            <w:tcW w:w="709" w:type="dxa"/>
          </w:tcPr>
          <w:p w:rsidR="007016EF" w:rsidRPr="00CF25D9" w:rsidRDefault="007016EF" w:rsidP="007016EF">
            <w:pPr>
              <w:pStyle w:val="4"/>
              <w:rPr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CF25D9">
              <w:rPr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1  </w:t>
            </w:r>
          </w:p>
        </w:tc>
        <w:tc>
          <w:tcPr>
            <w:tcW w:w="4253" w:type="dxa"/>
          </w:tcPr>
          <w:p w:rsidR="0039024F" w:rsidRPr="00CF25D9" w:rsidRDefault="0039024F" w:rsidP="00EF4E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1.Политическая карта Евразии. Государства Евразии (обзор).</w:t>
            </w:r>
          </w:p>
          <w:p w:rsidR="007016EF" w:rsidRPr="00CF25D9" w:rsidRDefault="007016E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555C6" w:rsidRPr="00CF25D9">
              <w:rPr>
                <w:rFonts w:ascii="Times New Roman" w:hAnsi="Times New Roman" w:cs="Times New Roman"/>
                <w:sz w:val="24"/>
                <w:szCs w:val="24"/>
              </w:rPr>
              <w:t>изучения нового)</w:t>
            </w:r>
          </w:p>
        </w:tc>
        <w:tc>
          <w:tcPr>
            <w:tcW w:w="851" w:type="dxa"/>
          </w:tcPr>
          <w:p w:rsidR="0039024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3-4</w:t>
            </w:r>
          </w:p>
        </w:tc>
        <w:tc>
          <w:tcPr>
            <w:tcW w:w="850" w:type="dxa"/>
          </w:tcPr>
          <w:p w:rsidR="0039024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3544" w:type="dxa"/>
          </w:tcPr>
          <w:p w:rsidR="0039024F" w:rsidRPr="00CF25D9" w:rsidRDefault="0039024F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Работа с политической картой Евразии. Обзор государств континента.</w:t>
            </w:r>
          </w:p>
        </w:tc>
        <w:tc>
          <w:tcPr>
            <w:tcW w:w="3260" w:type="dxa"/>
            <w:gridSpan w:val="3"/>
          </w:tcPr>
          <w:p w:rsidR="0039024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</w:rPr>
              <w:t>Уметь показывать на политической карте материк Евразия.</w:t>
            </w:r>
          </w:p>
        </w:tc>
        <w:tc>
          <w:tcPr>
            <w:tcW w:w="2552" w:type="dxa"/>
          </w:tcPr>
          <w:p w:rsidR="0039024F" w:rsidRPr="00CF25D9" w:rsidRDefault="0039024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24F" w:rsidRPr="00CF25D9" w:rsidTr="00E25E4B">
        <w:trPr>
          <w:cantSplit/>
        </w:trPr>
        <w:tc>
          <w:tcPr>
            <w:tcW w:w="709" w:type="dxa"/>
          </w:tcPr>
          <w:p w:rsidR="0039024F" w:rsidRPr="00CF25D9" w:rsidRDefault="0039024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0" w:type="dxa"/>
            <w:gridSpan w:val="8"/>
          </w:tcPr>
          <w:p w:rsidR="0039024F" w:rsidRPr="00CF25D9" w:rsidRDefault="0039024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ЗАПАДНАЯ ЕВРОПА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4A53CF" w:rsidRPr="00CF25D9" w:rsidTr="00E25E4B">
        <w:trPr>
          <w:cantSplit/>
          <w:trHeight w:val="2337"/>
        </w:trPr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4A53CF" w:rsidRPr="00CF25D9" w:rsidRDefault="004A53CF" w:rsidP="00EF4E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Великобритания (Соединённое Королевство Великобритании и Северной Ирландии): географическое положение, природа, экономика.</w:t>
            </w:r>
          </w:p>
          <w:p w:rsidR="004A53CF" w:rsidRPr="00CF25D9" w:rsidRDefault="004A53CF" w:rsidP="00EF4E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(изучения нового)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544" w:type="dxa"/>
            <w:vMerge w:val="restart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Островное государство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.,   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бухты, названия частей           Соединённого Королевства,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монархия, Европейский союз.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Британцы, Тауэр, резиденция, гвардейцы, папахи, названия  др. достопримечательностей.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Великобритании. Уметь находить на политической карте Евразии Великобританию, ее столицу.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CF" w:rsidRPr="00CF25D9" w:rsidTr="00E25E4B">
        <w:trPr>
          <w:cantSplit/>
        </w:trPr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4A53CF" w:rsidRPr="00CF25D9" w:rsidRDefault="004A53CF" w:rsidP="00EF4E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Великобритания: население, культура, обычаи и традиции.</w:t>
            </w:r>
          </w:p>
          <w:p w:rsidR="004A53CF" w:rsidRPr="00CF25D9" w:rsidRDefault="004A53CF" w:rsidP="00EF4E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11-14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3544" w:type="dxa"/>
            <w:vMerge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называть обычаи англичан.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Охрана природы.</w:t>
            </w:r>
          </w:p>
        </w:tc>
      </w:tr>
      <w:tr w:rsidR="004A53CF" w:rsidRPr="00CF25D9" w:rsidTr="00E25E4B">
        <w:trPr>
          <w:cantSplit/>
        </w:trPr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Франция (Французская Республика): географическое положение, природа, экономика.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15-18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3544" w:type="dxa"/>
            <w:vMerge w:val="restart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Альпы,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Пиренеи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Ла-манш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», «Пежо»,  названия областей.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Прованс,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бретонцы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обор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Парижской Богоматери, Эйфелева башня, средневековье, католики.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Франции. Уметь находить на политической карте Евразии Францию, ее столицу.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Природоохраняемые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территории.</w:t>
            </w:r>
          </w:p>
        </w:tc>
      </w:tr>
      <w:tr w:rsidR="004A53CF" w:rsidRPr="00CF25D9" w:rsidTr="00E25E4B">
        <w:trPr>
          <w:cantSplit/>
        </w:trPr>
        <w:tc>
          <w:tcPr>
            <w:tcW w:w="709" w:type="dxa"/>
          </w:tcPr>
          <w:p w:rsidR="004A53CF" w:rsidRPr="00CF25D9" w:rsidRDefault="004A53CF" w:rsidP="00C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Франция: население, культура, обычаи и традиции.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18-22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3544" w:type="dxa"/>
            <w:vMerge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называть обычаи французов.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(Федеративная Республика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Германия).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22-</w:t>
            </w:r>
            <w:r w:rsidRPr="00A9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21.09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Столица. Крупные города. Политическое устройство. Население.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lastRenderedPageBreak/>
              <w:t xml:space="preserve">Знать географическое положение, столицу Германии. </w:t>
            </w:r>
            <w:r w:rsidRPr="00CF25D9">
              <w:rPr>
                <w:rFonts w:ascii="Times New Roman" w:hAnsi="Times New Roman" w:cs="Times New Roman"/>
              </w:rPr>
              <w:lastRenderedPageBreak/>
              <w:t>Уметь находить на политической карте Евразии Германию, ее столицу.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Мин.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окружающей среды, улучшение 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. обстановки. </w:t>
            </w: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Австрия (Австрийская Республика). Швейцария (Швейцарская Конфедерация).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27-33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Столица. Крупные города. Политическое устройство.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Австрии. Уметь по иллюстрациям характерных достопримечательностей узнавать отдельные города Евразии.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Австрия- страна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заповедников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храна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природы.</w:t>
            </w:r>
          </w:p>
        </w:tc>
      </w:tr>
      <w:tr w:rsidR="004A53CF" w:rsidRPr="00CF25D9" w:rsidTr="00E25E4B">
        <w:trPr>
          <w:cantSplit/>
        </w:trPr>
        <w:tc>
          <w:tcPr>
            <w:tcW w:w="709" w:type="dxa"/>
          </w:tcPr>
          <w:p w:rsidR="004A53CF" w:rsidRPr="00CF25D9" w:rsidRDefault="004A53CF" w:rsidP="0094358C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CF25D9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310" w:type="dxa"/>
            <w:gridSpan w:val="8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ЮЖНАЯ ЕВРОПА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Испания (Королевство Испания). Португалия (Португальская Республика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изучения нового)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36-41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Миндаль, оливки, коррида,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сиеста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астаньеты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, пробковый дуб.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Испании и Португалии. Уметь находить на политической карте Евразии Испанию и Португалию, их столицы.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Сокращение лесов в результате пожаров.</w:t>
            </w: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Италия (Итальянская Республика):  географическое положение, природа, экономика.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42-44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Апеннинский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полуостров, вулканы, маслины, концерн «Фиат»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атикан, Папа Римский.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Италии. Уметь находить на политической карте Евразии Италию, ее столицу.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Италия: население, культура, обычаи и традиции.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44-48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Карнавал,  паста, пицца, Колизей, гладиаторы, Флоренция, Венеция, Пиза.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по иллюстрациям характерных достопримечательностей узнавать отдельные города Италии.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Греция (Греческая Республика).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(комбинированный)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48-</w:t>
            </w:r>
            <w:r w:rsidRPr="00A9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10.10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Олимп, македонцы, Олимпийские игры, античные,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Акрополь.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lastRenderedPageBreak/>
              <w:t xml:space="preserve">Знать географическое положение, столицу Греции. </w:t>
            </w:r>
            <w:r w:rsidRPr="00CF25D9">
              <w:rPr>
                <w:rFonts w:ascii="Times New Roman" w:hAnsi="Times New Roman" w:cs="Times New Roman"/>
              </w:rPr>
              <w:lastRenderedPageBreak/>
              <w:t>Уметь находить на политической карте Евразии Грецию, ее столицу.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Сокращение лесов.</w:t>
            </w:r>
          </w:p>
        </w:tc>
      </w:tr>
      <w:tr w:rsidR="004A53CF" w:rsidRPr="00CF25D9" w:rsidTr="00E25E4B">
        <w:trPr>
          <w:cantSplit/>
        </w:trPr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15310" w:type="dxa"/>
            <w:gridSpan w:val="8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СЕВЕРНАЯ ЕВРОПА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Норвегия (Королевство Норвегия).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(изучения нового)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55-58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Столица. Крупные города. Политическое устройство. 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Норвегии. Уметь находить на политической карте Евразии Норвегию, ее столицу.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Швеция (Королевство Швеция).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58-61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Фьорд, королевство, ратуша, Нобелевская премия.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Швеции. Уметь находить на политической карте Евразии Швецию, ее столицу.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Движение за чистоту Балтийского моря.</w:t>
            </w: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Финляндия (Финляндская Республика).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(обобщения и систематизации)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62-65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Суоми, росомаха, саами, сауна.</w:t>
            </w:r>
          </w:p>
        </w:tc>
        <w:tc>
          <w:tcPr>
            <w:tcW w:w="3260" w:type="dxa"/>
            <w:gridSpan w:val="3"/>
          </w:tcPr>
          <w:p w:rsidR="004A53CF" w:rsidRPr="00CF25D9" w:rsidRDefault="004A53CF" w:rsidP="004A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Знать географическое положение, столицу Финляндии.</w:t>
            </w:r>
          </w:p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находить на политической карте Евразии Финляндию, ее столицу.</w:t>
            </w:r>
          </w:p>
        </w:tc>
        <w:tc>
          <w:tcPr>
            <w:tcW w:w="2552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Восстановление лесов.</w:t>
            </w:r>
          </w:p>
        </w:tc>
      </w:tr>
      <w:tr w:rsidR="004A53CF" w:rsidRPr="00CF25D9" w:rsidTr="00E25E4B">
        <w:trPr>
          <w:cantSplit/>
        </w:trPr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5310" w:type="dxa"/>
            <w:gridSpan w:val="8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ВОСТОЧНАЯ ЕВРОПА </w:t>
            </w:r>
            <w:r w:rsidR="00EA2A45">
              <w:rPr>
                <w:rFonts w:ascii="Times New Roman" w:hAnsi="Times New Roman" w:cs="Times New Roman"/>
                <w:sz w:val="24"/>
                <w:szCs w:val="24"/>
              </w:rPr>
              <w:t>(11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Польша (Республика Польша). Чехия (Чешская Республика). Словакия (Словацкая Республика).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(изучения нового)</w:t>
            </w:r>
          </w:p>
        </w:tc>
        <w:tc>
          <w:tcPr>
            <w:tcW w:w="851" w:type="dxa"/>
          </w:tcPr>
          <w:p w:rsidR="004A53CF" w:rsidRPr="00CF25D9" w:rsidRDefault="00A972B1" w:rsidP="0070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68-74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Столица. Крупные города. Политическое устройство.</w:t>
            </w:r>
          </w:p>
        </w:tc>
        <w:tc>
          <w:tcPr>
            <w:tcW w:w="3119" w:type="dxa"/>
            <w:gridSpan w:val="2"/>
          </w:tcPr>
          <w:p w:rsidR="004A53CF" w:rsidRPr="00CF25D9" w:rsidRDefault="004A53CF" w:rsidP="004A53CF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Польши. Уметь находить на политической карте Евразии Польшу,</w:t>
            </w:r>
            <w:r w:rsidR="009C759D" w:rsidRPr="00CF25D9">
              <w:rPr>
                <w:rFonts w:ascii="Times New Roman" w:hAnsi="Times New Roman" w:cs="Times New Roman"/>
              </w:rPr>
              <w:t xml:space="preserve"> Чехию, Словакию, ихстолицы</w:t>
            </w:r>
            <w:r w:rsidRPr="00CF25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Венгрия (Венгерская Республика).</w:t>
            </w:r>
          </w:p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(комбинированный)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74-</w:t>
            </w:r>
            <w:r w:rsidRPr="00A9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26.10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«Икарус», Буда,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Пешт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, подземные пещеры, паприка,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чардаш.</w:t>
            </w:r>
          </w:p>
        </w:tc>
        <w:tc>
          <w:tcPr>
            <w:tcW w:w="3119" w:type="dxa"/>
            <w:gridSpan w:val="2"/>
          </w:tcPr>
          <w:p w:rsidR="009C759D" w:rsidRPr="009C759D" w:rsidRDefault="009C759D" w:rsidP="009C7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C759D">
              <w:rPr>
                <w:rFonts w:ascii="Times New Roman" w:eastAsia="Times New Roman" w:hAnsi="Times New Roman" w:cs="Times New Roman"/>
              </w:rPr>
              <w:lastRenderedPageBreak/>
              <w:t>Знать географическое положение, столицу Венгрии.</w:t>
            </w:r>
          </w:p>
          <w:p w:rsidR="004A53CF" w:rsidRPr="00CF25D9" w:rsidRDefault="009C759D" w:rsidP="009C759D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lastRenderedPageBreak/>
              <w:t>Уметь находить на политической карте Евразии Венгрию, ее столицу.</w:t>
            </w:r>
          </w:p>
        </w:tc>
        <w:tc>
          <w:tcPr>
            <w:tcW w:w="2693" w:type="dxa"/>
            <w:gridSpan w:val="2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CF" w:rsidRPr="00CF25D9" w:rsidTr="00E25E4B">
        <w:tc>
          <w:tcPr>
            <w:tcW w:w="709" w:type="dxa"/>
          </w:tcPr>
          <w:p w:rsidR="004A53CF" w:rsidRPr="00CF25D9" w:rsidRDefault="004A53CF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3" w:type="dxa"/>
          </w:tcPr>
          <w:p w:rsidR="009C759D" w:rsidRPr="00CF25D9" w:rsidRDefault="004A53CF" w:rsidP="009C75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Румыния (Республика Румыния)</w:t>
            </w:r>
          </w:p>
          <w:p w:rsidR="004A53CF" w:rsidRPr="00CF25D9" w:rsidRDefault="009C759D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972B1" w:rsidRPr="00A972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A972B1" w:rsidRPr="00A972B1">
              <w:rPr>
                <w:rFonts w:ascii="Times New Roman" w:hAnsi="Times New Roman" w:cs="Times New Roman"/>
                <w:sz w:val="24"/>
                <w:szCs w:val="24"/>
              </w:rPr>
              <w:t>олгария (Республика Болгария).</w:t>
            </w:r>
          </w:p>
        </w:tc>
        <w:tc>
          <w:tcPr>
            <w:tcW w:w="851" w:type="dxa"/>
          </w:tcPr>
          <w:p w:rsidR="004A53CF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с. 78-81</w:t>
            </w:r>
          </w:p>
        </w:tc>
        <w:tc>
          <w:tcPr>
            <w:tcW w:w="850" w:type="dxa"/>
          </w:tcPr>
          <w:p w:rsidR="004A53CF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3544" w:type="dxa"/>
          </w:tcPr>
          <w:p w:rsidR="004A53CF" w:rsidRPr="00CF25D9" w:rsidRDefault="004A53CF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Карпаты, Дунай, дельта, Бухарест.  </w:t>
            </w:r>
            <w:r w:rsidR="00A972B1" w:rsidRPr="00A972B1">
              <w:rPr>
                <w:rFonts w:ascii="Times New Roman" w:hAnsi="Times New Roman" w:cs="Times New Roman"/>
                <w:sz w:val="24"/>
                <w:szCs w:val="24"/>
              </w:rPr>
              <w:t>Кириллица</w:t>
            </w:r>
          </w:p>
        </w:tc>
        <w:tc>
          <w:tcPr>
            <w:tcW w:w="3119" w:type="dxa"/>
            <w:gridSpan w:val="2"/>
          </w:tcPr>
          <w:p w:rsidR="009C759D" w:rsidRPr="009C759D" w:rsidRDefault="009C759D" w:rsidP="009C7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C759D">
              <w:rPr>
                <w:rFonts w:ascii="Times New Roman" w:eastAsia="Times New Roman" w:hAnsi="Times New Roman" w:cs="Times New Roman"/>
              </w:rPr>
              <w:t>Знать географическое положе</w:t>
            </w:r>
            <w:r w:rsidR="00A972B1">
              <w:rPr>
                <w:rFonts w:ascii="Times New Roman" w:eastAsia="Times New Roman" w:hAnsi="Times New Roman" w:cs="Times New Roman"/>
              </w:rPr>
              <w:t xml:space="preserve">ние, столицу Румынии и </w:t>
            </w:r>
            <w:proofErr w:type="spellStart"/>
            <w:r w:rsidR="00A972B1">
              <w:rPr>
                <w:rFonts w:ascii="Times New Roman" w:eastAsia="Times New Roman" w:hAnsi="Times New Roman" w:cs="Times New Roman"/>
              </w:rPr>
              <w:t>Блгарии</w:t>
            </w:r>
            <w:proofErr w:type="spellEnd"/>
            <w:r w:rsidR="00A972B1">
              <w:rPr>
                <w:rFonts w:ascii="Times New Roman" w:eastAsia="Times New Roman" w:hAnsi="Times New Roman" w:cs="Times New Roman"/>
              </w:rPr>
              <w:t>.</w:t>
            </w:r>
          </w:p>
          <w:p w:rsidR="004A53CF" w:rsidRPr="00CF25D9" w:rsidRDefault="009C759D" w:rsidP="009C75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по иллюстрациям характерных достопримечательностей узнавать отдельные города Евразии.</w:t>
            </w:r>
          </w:p>
        </w:tc>
        <w:tc>
          <w:tcPr>
            <w:tcW w:w="2693" w:type="dxa"/>
            <w:gridSpan w:val="2"/>
          </w:tcPr>
          <w:p w:rsidR="004A53CF" w:rsidRPr="00CF25D9" w:rsidRDefault="00A972B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1">
              <w:rPr>
                <w:rFonts w:ascii="Times New Roman" w:hAnsi="Times New Roman" w:cs="Times New Roman"/>
                <w:sz w:val="24"/>
                <w:szCs w:val="24"/>
              </w:rPr>
              <w:t>Заповедники, Долина роз.</w:t>
            </w:r>
          </w:p>
        </w:tc>
      </w:tr>
      <w:tr w:rsidR="00A972B1" w:rsidRPr="00CF25D9" w:rsidTr="00E25E4B">
        <w:tc>
          <w:tcPr>
            <w:tcW w:w="709" w:type="dxa"/>
          </w:tcPr>
          <w:p w:rsidR="00A972B1" w:rsidRPr="00CF25D9" w:rsidRDefault="00A972B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A972B1" w:rsidRPr="00CF25D9" w:rsidRDefault="00A972B1" w:rsidP="00A97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Сербия и Черногория.</w:t>
            </w:r>
          </w:p>
          <w:p w:rsidR="00A972B1" w:rsidRPr="00CF25D9" w:rsidRDefault="00A972B1" w:rsidP="00A97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A972B1" w:rsidRPr="00CF25D9" w:rsidRDefault="008852C1" w:rsidP="00A97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82-84</w:t>
            </w:r>
          </w:p>
        </w:tc>
        <w:tc>
          <w:tcPr>
            <w:tcW w:w="850" w:type="dxa"/>
          </w:tcPr>
          <w:p w:rsidR="00A972B1" w:rsidRPr="00CF25D9" w:rsidRDefault="00335160" w:rsidP="00A97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3544" w:type="dxa"/>
          </w:tcPr>
          <w:p w:rsidR="00A972B1" w:rsidRPr="00CF25D9" w:rsidRDefault="00A972B1" w:rsidP="00A97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Югославия,  Косово, Воеводина, албанцы, мусульмане, гражданская война. Белград.</w:t>
            </w:r>
          </w:p>
        </w:tc>
        <w:tc>
          <w:tcPr>
            <w:tcW w:w="3119" w:type="dxa"/>
            <w:gridSpan w:val="2"/>
          </w:tcPr>
          <w:p w:rsidR="00A972B1" w:rsidRPr="009C759D" w:rsidRDefault="00A972B1" w:rsidP="00A97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C759D">
              <w:rPr>
                <w:rFonts w:ascii="Times New Roman" w:eastAsia="Times New Roman" w:hAnsi="Times New Roman" w:cs="Times New Roman"/>
              </w:rPr>
              <w:t>Знать географическое положение, столицу Сербии и Черногории.</w:t>
            </w:r>
          </w:p>
          <w:p w:rsidR="00A972B1" w:rsidRPr="00CF25D9" w:rsidRDefault="00A972B1" w:rsidP="00A972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по иллюстрациям характерных достопримечательностей узнавать отдельные города Евразии.</w:t>
            </w:r>
          </w:p>
        </w:tc>
        <w:tc>
          <w:tcPr>
            <w:tcW w:w="2693" w:type="dxa"/>
            <w:gridSpan w:val="2"/>
          </w:tcPr>
          <w:p w:rsidR="00A972B1" w:rsidRPr="00CF25D9" w:rsidRDefault="00A972B1" w:rsidP="00A97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Эстония (Эстонская Республика).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8852C1" w:rsidRPr="00CF25D9" w:rsidRDefault="008852C1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84-87</w:t>
            </w:r>
          </w:p>
        </w:tc>
        <w:tc>
          <w:tcPr>
            <w:tcW w:w="850" w:type="dxa"/>
          </w:tcPr>
          <w:p w:rsidR="008852C1" w:rsidRPr="00CF25D9" w:rsidRDefault="00335160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3544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Страны Балтии, валуны, Нарва, корабельные сосны,  «Старый Томас», хутор.</w:t>
            </w:r>
          </w:p>
        </w:tc>
        <w:tc>
          <w:tcPr>
            <w:tcW w:w="3119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Эстонии.Уметь находить на политической карте Евразии Эстонию, ее столицу.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Латвия (Латвийская Республика).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8852C1" w:rsidRPr="00CF25D9" w:rsidRDefault="008852C1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87-91</w:t>
            </w:r>
          </w:p>
        </w:tc>
        <w:tc>
          <w:tcPr>
            <w:tcW w:w="850" w:type="dxa"/>
          </w:tcPr>
          <w:p w:rsidR="008852C1" w:rsidRPr="00CF25D9" w:rsidRDefault="00335160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544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Даугава, дюны, Домский собор, этнографический музей, янтарь.</w:t>
            </w:r>
          </w:p>
        </w:tc>
        <w:tc>
          <w:tcPr>
            <w:tcW w:w="3119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географическое </w:t>
            </w:r>
            <w:r w:rsidRPr="00CF25D9">
              <w:rPr>
                <w:rFonts w:ascii="Times New Roman" w:hAnsi="Times New Roman" w:cs="Times New Roman"/>
              </w:rPr>
              <w:t>положение, столицу Латвии.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находить на политической карте Евразии Латвию, ее столицу.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Заповедник «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Гауя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53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Литва (Литовская Республика).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(обобщения и систематизации)</w:t>
            </w:r>
          </w:p>
        </w:tc>
        <w:tc>
          <w:tcPr>
            <w:tcW w:w="851" w:type="dxa"/>
          </w:tcPr>
          <w:p w:rsidR="008852C1" w:rsidRPr="00CF25D9" w:rsidRDefault="008852C1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91-94</w:t>
            </w:r>
          </w:p>
        </w:tc>
        <w:tc>
          <w:tcPr>
            <w:tcW w:w="850" w:type="dxa"/>
          </w:tcPr>
          <w:p w:rsidR="008852C1" w:rsidRPr="00CF25D9" w:rsidRDefault="00335160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3544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Неман,  Вильнюс, Паланга,  Тракай, Куршская коса.</w:t>
            </w:r>
          </w:p>
        </w:tc>
        <w:tc>
          <w:tcPr>
            <w:tcW w:w="3119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Литвы.Уметь находить на политической карте Евразии Литву, ее столицу.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Белоруссия (Республика Беларусь).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(изучения нового)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852C1" w:rsidRPr="00CF25D9" w:rsidRDefault="008852C1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95-98</w:t>
            </w:r>
          </w:p>
        </w:tc>
        <w:tc>
          <w:tcPr>
            <w:tcW w:w="850" w:type="dxa"/>
          </w:tcPr>
          <w:p w:rsidR="008852C1" w:rsidRPr="00CF25D9" w:rsidRDefault="00335160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544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Поозёрье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,  самосвал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БелАЗ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бульба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Белоруссии.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находить на политической карте Евразии Белоруссию, ее столицу.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«Беловежская пуща», Березинский заповедник.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Украина.</w:t>
            </w:r>
            <w:r w:rsidR="00EA2A45">
              <w:rPr>
                <w:rFonts w:ascii="Times New Roman" w:hAnsi="Times New Roman" w:cs="Times New Roman"/>
                <w:sz w:val="24"/>
                <w:szCs w:val="24"/>
              </w:rPr>
              <w:t xml:space="preserve"> Геополитические  изменения 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8852C1" w:rsidRPr="00CF25D9" w:rsidRDefault="008852C1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99-102</w:t>
            </w:r>
          </w:p>
        </w:tc>
        <w:tc>
          <w:tcPr>
            <w:tcW w:w="850" w:type="dxa"/>
          </w:tcPr>
          <w:p w:rsidR="008852C1" w:rsidRPr="00CF25D9" w:rsidRDefault="00335160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3544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Бук, названия полезных ископаемых, тяжёлая промышленность, импорт.</w:t>
            </w:r>
          </w:p>
        </w:tc>
        <w:tc>
          <w:tcPr>
            <w:tcW w:w="3119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Украины.Уметь по иллюстрациям характерных достопримечательностей узнавать отдельные города Евразии.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Последствия Чернобыльской аварии.</w:t>
            </w: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Молдавия (Республика Молдова).</w:t>
            </w:r>
          </w:p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(обобщения и систематизации)</w:t>
            </w:r>
          </w:p>
        </w:tc>
        <w:tc>
          <w:tcPr>
            <w:tcW w:w="851" w:type="dxa"/>
          </w:tcPr>
          <w:p w:rsidR="008852C1" w:rsidRPr="00CF25D9" w:rsidRDefault="008852C1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103-105</w:t>
            </w:r>
          </w:p>
        </w:tc>
        <w:tc>
          <w:tcPr>
            <w:tcW w:w="850" w:type="dxa"/>
          </w:tcPr>
          <w:p w:rsidR="008852C1" w:rsidRPr="00CF25D9" w:rsidRDefault="00335160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3544" w:type="dxa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Кодры, фазаны, виноградарство, гагаузы,  цимбалы.</w:t>
            </w:r>
          </w:p>
        </w:tc>
        <w:tc>
          <w:tcPr>
            <w:tcW w:w="3119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 xml:space="preserve">Знать географическое положение, столицу </w:t>
            </w:r>
            <w:proofErr w:type="spellStart"/>
            <w:r w:rsidRPr="00CF25D9">
              <w:rPr>
                <w:rFonts w:ascii="Times New Roman" w:hAnsi="Times New Roman" w:cs="Times New Roman"/>
              </w:rPr>
              <w:t>Молдавии</w:t>
            </w:r>
            <w:proofErr w:type="gramStart"/>
            <w:r w:rsidRPr="00CF25D9">
              <w:rPr>
                <w:rFonts w:ascii="Times New Roman" w:hAnsi="Times New Roman" w:cs="Times New Roman"/>
              </w:rPr>
              <w:t>.У</w:t>
            </w:r>
            <w:proofErr w:type="gramEnd"/>
            <w:r w:rsidRPr="00CF25D9">
              <w:rPr>
                <w:rFonts w:ascii="Times New Roman" w:hAnsi="Times New Roman" w:cs="Times New Roman"/>
              </w:rPr>
              <w:t>меть</w:t>
            </w:r>
            <w:proofErr w:type="spellEnd"/>
            <w:r w:rsidRPr="00CF25D9">
              <w:rPr>
                <w:rFonts w:ascii="Times New Roman" w:hAnsi="Times New Roman" w:cs="Times New Roman"/>
              </w:rPr>
              <w:t xml:space="preserve"> находить на политической карте Евразии Молдавию, ее столицу.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C1" w:rsidRPr="00CF25D9" w:rsidTr="00E25E4B">
        <w:tc>
          <w:tcPr>
            <w:tcW w:w="709" w:type="dxa"/>
          </w:tcPr>
          <w:p w:rsidR="008852C1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160CAC" w:rsidRPr="00160CAC" w:rsidRDefault="00160CAC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A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253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 по теме </w:t>
            </w:r>
            <w:r w:rsidRPr="00503DC5">
              <w:rPr>
                <w:rFonts w:ascii="Times New Roman" w:hAnsi="Times New Roman" w:cs="Times New Roman"/>
                <w:b/>
                <w:sz w:val="24"/>
                <w:szCs w:val="24"/>
              </w:rPr>
              <w:t>«Страны  Европы». ТЕСТЫ</w:t>
            </w:r>
          </w:p>
        </w:tc>
        <w:tc>
          <w:tcPr>
            <w:tcW w:w="851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852C1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3544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8852C1" w:rsidRPr="00CF25D9" w:rsidRDefault="008852C1" w:rsidP="00EF4E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C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2C1" w:rsidRPr="00CF25D9" w:rsidRDefault="008852C1" w:rsidP="009C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АЗИЯ  (6 часов)</w:t>
            </w:r>
          </w:p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Казахстан (Республика Казахстан).</w:t>
            </w:r>
          </w:p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(изучения нового)</w:t>
            </w:r>
          </w:p>
        </w:tc>
        <w:tc>
          <w:tcPr>
            <w:tcW w:w="851" w:type="dxa"/>
          </w:tcPr>
          <w:p w:rsidR="008852C1" w:rsidRDefault="008852C1" w:rsidP="009C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2C1" w:rsidRPr="00CF25D9" w:rsidRDefault="008852C1" w:rsidP="009C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885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108-111</w:t>
            </w:r>
          </w:p>
        </w:tc>
        <w:tc>
          <w:tcPr>
            <w:tcW w:w="850" w:type="dxa"/>
          </w:tcPr>
          <w:p w:rsidR="008852C1" w:rsidRPr="00CF25D9" w:rsidRDefault="00335160" w:rsidP="009C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07.12</w:t>
            </w:r>
          </w:p>
        </w:tc>
        <w:tc>
          <w:tcPr>
            <w:tcW w:w="3544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Тянь-Шань,  отары, кумыс,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арык, чабан,  юрта, Байконур, «Медео».</w:t>
            </w:r>
          </w:p>
        </w:tc>
        <w:tc>
          <w:tcPr>
            <w:tcW w:w="3119" w:type="dxa"/>
            <w:gridSpan w:val="2"/>
          </w:tcPr>
          <w:p w:rsidR="008852C1" w:rsidRPr="00CF25D9" w:rsidRDefault="008852C1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lastRenderedPageBreak/>
              <w:t xml:space="preserve">Знать географическое положение, столицу </w:t>
            </w:r>
            <w:proofErr w:type="spellStart"/>
            <w:r w:rsidRPr="00CF25D9">
              <w:rPr>
                <w:rFonts w:ascii="Times New Roman" w:hAnsi="Times New Roman" w:cs="Times New Roman"/>
              </w:rPr>
              <w:t>Казахстана</w:t>
            </w:r>
            <w:proofErr w:type="gramStart"/>
            <w:r w:rsidRPr="00CF25D9">
              <w:rPr>
                <w:rFonts w:ascii="Times New Roman" w:hAnsi="Times New Roman" w:cs="Times New Roman"/>
              </w:rPr>
              <w:t>.У</w:t>
            </w:r>
            <w:proofErr w:type="gramEnd"/>
            <w:r w:rsidRPr="00CF25D9">
              <w:rPr>
                <w:rFonts w:ascii="Times New Roman" w:hAnsi="Times New Roman" w:cs="Times New Roman"/>
              </w:rPr>
              <w:t>меть</w:t>
            </w:r>
            <w:proofErr w:type="spellEnd"/>
            <w:r w:rsidRPr="00CF25D9">
              <w:rPr>
                <w:rFonts w:ascii="Times New Roman" w:hAnsi="Times New Roman" w:cs="Times New Roman"/>
              </w:rPr>
              <w:t xml:space="preserve"> находить на </w:t>
            </w:r>
            <w:r w:rsidRPr="00CF25D9">
              <w:rPr>
                <w:rFonts w:ascii="Times New Roman" w:hAnsi="Times New Roman" w:cs="Times New Roman"/>
              </w:rPr>
              <w:lastRenderedPageBreak/>
              <w:t>политической карте Евразии Казахстан, его столицу.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253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Узбекистан (Республика Узбекистан)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комбинированный)</w:t>
            </w:r>
          </w:p>
        </w:tc>
        <w:tc>
          <w:tcPr>
            <w:tcW w:w="851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112-115</w:t>
            </w:r>
          </w:p>
        </w:tc>
        <w:tc>
          <w:tcPr>
            <w:tcW w:w="850" w:type="dxa"/>
          </w:tcPr>
          <w:p w:rsidR="008852C1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3544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Туранская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низменность, каракуль, шелководство,  мечеть, медресе, изразцы.</w:t>
            </w:r>
          </w:p>
        </w:tc>
        <w:tc>
          <w:tcPr>
            <w:tcW w:w="3119" w:type="dxa"/>
            <w:gridSpan w:val="2"/>
          </w:tcPr>
          <w:p w:rsidR="008852C1" w:rsidRPr="00CF25D9" w:rsidRDefault="008852C1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 xml:space="preserve">Знать географическое положение, столицу </w:t>
            </w:r>
            <w:proofErr w:type="spellStart"/>
            <w:r w:rsidRPr="00CF25D9">
              <w:rPr>
                <w:rFonts w:ascii="Times New Roman" w:hAnsi="Times New Roman" w:cs="Times New Roman"/>
              </w:rPr>
              <w:t>Узбекистана</w:t>
            </w:r>
            <w:proofErr w:type="gramStart"/>
            <w:r w:rsidRPr="00CF25D9">
              <w:rPr>
                <w:rFonts w:ascii="Times New Roman" w:hAnsi="Times New Roman" w:cs="Times New Roman"/>
              </w:rPr>
              <w:t>.У</w:t>
            </w:r>
            <w:proofErr w:type="gramEnd"/>
            <w:r w:rsidRPr="00CF25D9">
              <w:rPr>
                <w:rFonts w:ascii="Times New Roman" w:hAnsi="Times New Roman" w:cs="Times New Roman"/>
              </w:rPr>
              <w:t>меть</w:t>
            </w:r>
            <w:proofErr w:type="spellEnd"/>
            <w:r w:rsidRPr="00CF25D9">
              <w:rPr>
                <w:rFonts w:ascii="Times New Roman" w:hAnsi="Times New Roman" w:cs="Times New Roman"/>
              </w:rPr>
              <w:t xml:space="preserve"> находить на политической карте Евразии Узбекистан, его столицу.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Проблемы Арала.</w:t>
            </w: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Туркмения (Туркменистан).</w:t>
            </w:r>
          </w:p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116-119</w:t>
            </w:r>
          </w:p>
        </w:tc>
        <w:tc>
          <w:tcPr>
            <w:tcW w:w="850" w:type="dxa"/>
          </w:tcPr>
          <w:p w:rsidR="008852C1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544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Столица. Крупные города. Политическое устройство. </w:t>
            </w:r>
          </w:p>
        </w:tc>
        <w:tc>
          <w:tcPr>
            <w:tcW w:w="3119" w:type="dxa"/>
            <w:gridSpan w:val="2"/>
          </w:tcPr>
          <w:p w:rsidR="008852C1" w:rsidRPr="00CF25D9" w:rsidRDefault="008852C1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 xml:space="preserve">Знать географическое положение, столицу </w:t>
            </w:r>
            <w:proofErr w:type="spellStart"/>
            <w:r w:rsidRPr="00CF25D9">
              <w:rPr>
                <w:rFonts w:ascii="Times New Roman" w:hAnsi="Times New Roman" w:cs="Times New Roman"/>
              </w:rPr>
              <w:t>Туркмении</w:t>
            </w:r>
            <w:proofErr w:type="gramStart"/>
            <w:r w:rsidRPr="00CF25D9">
              <w:rPr>
                <w:rFonts w:ascii="Times New Roman" w:hAnsi="Times New Roman" w:cs="Times New Roman"/>
              </w:rPr>
              <w:t>.У</w:t>
            </w:r>
            <w:proofErr w:type="gramEnd"/>
            <w:r w:rsidRPr="00CF25D9">
              <w:rPr>
                <w:rFonts w:ascii="Times New Roman" w:hAnsi="Times New Roman" w:cs="Times New Roman"/>
              </w:rPr>
              <w:t>меть</w:t>
            </w:r>
            <w:proofErr w:type="spellEnd"/>
            <w:r w:rsidRPr="00CF25D9">
              <w:rPr>
                <w:rFonts w:ascii="Times New Roman" w:hAnsi="Times New Roman" w:cs="Times New Roman"/>
              </w:rPr>
              <w:t xml:space="preserve"> находить на политической карте Евразии Туркмению, ее столицу.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Бадхызский</w:t>
            </w:r>
            <w:proofErr w:type="spellEnd"/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Гасан-Кулийский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заповедники.</w:t>
            </w:r>
          </w:p>
        </w:tc>
      </w:tr>
      <w:tr w:rsidR="008852C1" w:rsidRPr="00CF25D9" w:rsidTr="00E25E4B">
        <w:tc>
          <w:tcPr>
            <w:tcW w:w="709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Киргизия (Кыргызская Республика).</w:t>
            </w:r>
          </w:p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8852C1" w:rsidRPr="00CF25D9" w:rsidRDefault="008852C1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2C1">
              <w:rPr>
                <w:rFonts w:ascii="Times New Roman" w:hAnsi="Times New Roman" w:cs="Times New Roman"/>
                <w:sz w:val="24"/>
                <w:szCs w:val="24"/>
              </w:rPr>
              <w:t>с. 120-123</w:t>
            </w:r>
          </w:p>
        </w:tc>
        <w:tc>
          <w:tcPr>
            <w:tcW w:w="850" w:type="dxa"/>
          </w:tcPr>
          <w:p w:rsidR="008852C1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3544" w:type="dxa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Иссык-Куль,  зубры,  лани, кочевники,  бешбармак, осман.</w:t>
            </w:r>
          </w:p>
        </w:tc>
        <w:tc>
          <w:tcPr>
            <w:tcW w:w="3119" w:type="dxa"/>
            <w:gridSpan w:val="2"/>
          </w:tcPr>
          <w:p w:rsidR="008852C1" w:rsidRPr="00E25E4B" w:rsidRDefault="008852C1" w:rsidP="00E25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5E4B">
              <w:rPr>
                <w:rFonts w:ascii="Times New Roman" w:eastAsia="Times New Roman" w:hAnsi="Times New Roman" w:cs="Times New Roman"/>
              </w:rPr>
              <w:t>Знать географическое положение, столицу Киргизии.</w:t>
            </w:r>
          </w:p>
          <w:p w:rsidR="008852C1" w:rsidRPr="00CF25D9" w:rsidRDefault="008852C1" w:rsidP="00E25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находить на политической карте Евразии Киргизию, ее столицу.</w:t>
            </w:r>
          </w:p>
        </w:tc>
        <w:tc>
          <w:tcPr>
            <w:tcW w:w="2693" w:type="dxa"/>
            <w:gridSpan w:val="2"/>
          </w:tcPr>
          <w:p w:rsidR="008852C1" w:rsidRPr="00CF25D9" w:rsidRDefault="008852C1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Заповедники.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60CAC" w:rsidRPr="00CF25D9" w:rsidRDefault="00160CAC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Таджикистан (Республика Таджикистан).</w:t>
            </w:r>
          </w:p>
          <w:p w:rsidR="00160CAC" w:rsidRPr="00CF25D9" w:rsidRDefault="00160CAC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(обобщения и систематизации)</w:t>
            </w:r>
          </w:p>
        </w:tc>
        <w:tc>
          <w:tcPr>
            <w:tcW w:w="851" w:type="dxa"/>
          </w:tcPr>
          <w:p w:rsidR="00160CAC" w:rsidRPr="00CF25D9" w:rsidRDefault="00160CAC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DC">
              <w:rPr>
                <w:rFonts w:ascii="Times New Roman" w:hAnsi="Times New Roman" w:cs="Times New Roman"/>
                <w:sz w:val="24"/>
                <w:szCs w:val="24"/>
              </w:rPr>
              <w:t>с. 123-127</w:t>
            </w:r>
          </w:p>
        </w:tc>
        <w:tc>
          <w:tcPr>
            <w:tcW w:w="850" w:type="dxa"/>
          </w:tcPr>
          <w:p w:rsidR="00160CAC" w:rsidRPr="00CF25D9" w:rsidRDefault="00335160" w:rsidP="001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544" w:type="dxa"/>
          </w:tcPr>
          <w:p w:rsidR="00160CAC" w:rsidRPr="00CF25D9" w:rsidRDefault="00160CAC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Сырдарья, Амударья, кишлак, сейсмоопасная  зона, чайхана.</w:t>
            </w:r>
          </w:p>
        </w:tc>
        <w:tc>
          <w:tcPr>
            <w:tcW w:w="3119" w:type="dxa"/>
            <w:gridSpan w:val="2"/>
          </w:tcPr>
          <w:p w:rsidR="00160CAC" w:rsidRPr="00E25E4B" w:rsidRDefault="00160CAC" w:rsidP="00160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5E4B">
              <w:rPr>
                <w:rFonts w:ascii="Times New Roman" w:eastAsia="Times New Roman" w:hAnsi="Times New Roman" w:cs="Times New Roman"/>
              </w:rPr>
              <w:t>Знать географическое положение, столицу Таджикистана.</w:t>
            </w:r>
          </w:p>
          <w:p w:rsidR="00160CAC" w:rsidRPr="00CF25D9" w:rsidRDefault="00160CAC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находить на политической карте Евразии Таджикистан, его столицу.</w:t>
            </w:r>
          </w:p>
        </w:tc>
        <w:tc>
          <w:tcPr>
            <w:tcW w:w="2693" w:type="dxa"/>
            <w:gridSpan w:val="2"/>
          </w:tcPr>
          <w:p w:rsidR="00160CAC" w:rsidRPr="00CF25D9" w:rsidRDefault="00160CAC" w:rsidP="00160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Красной книги.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160CAC" w:rsidRPr="00160CAC" w:rsidRDefault="00160CAC" w:rsidP="00503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160CAC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 Центральной Азии.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(обобщения и систематизации)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Арал</w:t>
            </w:r>
          </w:p>
        </w:tc>
        <w:tc>
          <w:tcPr>
            <w:tcW w:w="3119" w:type="dxa"/>
            <w:gridSpan w:val="2"/>
          </w:tcPr>
          <w:p w:rsidR="00160CAC" w:rsidRPr="00CF25D9" w:rsidRDefault="00160CAC" w:rsidP="00E25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причины экологических  проблем, природоохранные мероприятия</w:t>
            </w:r>
          </w:p>
        </w:tc>
        <w:tc>
          <w:tcPr>
            <w:tcW w:w="2693" w:type="dxa"/>
            <w:gridSpan w:val="2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CAC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 Центральной Азии.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160CAC" w:rsidRDefault="00160CAC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</w:p>
        </w:tc>
        <w:tc>
          <w:tcPr>
            <w:tcW w:w="15310" w:type="dxa"/>
            <w:gridSpan w:val="8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ЮГО-ЗАПАДНАЯ АЗИЯ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(7 часов)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Грузия (Республика Грузия).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(изучения нового)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DC">
              <w:rPr>
                <w:rFonts w:ascii="Times New Roman" w:hAnsi="Times New Roman" w:cs="Times New Roman"/>
                <w:sz w:val="24"/>
                <w:szCs w:val="24"/>
              </w:rPr>
              <w:t>с. 127-132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Столица. Крупные города. Политическое устройство. Население. Природные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 xml:space="preserve">Знать географическое положение, столицу </w:t>
            </w:r>
            <w:proofErr w:type="spellStart"/>
            <w:r w:rsidRPr="00CF25D9">
              <w:rPr>
                <w:rFonts w:ascii="Times New Roman" w:hAnsi="Times New Roman" w:cs="Times New Roman"/>
              </w:rPr>
              <w:t>Грузии</w:t>
            </w:r>
            <w:proofErr w:type="gramStart"/>
            <w:r w:rsidRPr="00CF25D9">
              <w:rPr>
                <w:rFonts w:ascii="Times New Roman" w:hAnsi="Times New Roman" w:cs="Times New Roman"/>
              </w:rPr>
              <w:t>.У</w:t>
            </w:r>
            <w:proofErr w:type="gramEnd"/>
            <w:r w:rsidRPr="00CF25D9">
              <w:rPr>
                <w:rFonts w:ascii="Times New Roman" w:hAnsi="Times New Roman" w:cs="Times New Roman"/>
              </w:rPr>
              <w:t>меть</w:t>
            </w:r>
            <w:proofErr w:type="spellEnd"/>
            <w:r w:rsidRPr="00CF25D9">
              <w:rPr>
                <w:rFonts w:ascii="Times New Roman" w:hAnsi="Times New Roman" w:cs="Times New Roman"/>
              </w:rPr>
              <w:t xml:space="preserve"> находить на политической карте Евразии Грузию, ее столицу.</w:t>
            </w:r>
          </w:p>
        </w:tc>
        <w:tc>
          <w:tcPr>
            <w:tcW w:w="2693" w:type="dxa"/>
            <w:gridSpan w:val="2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Азербайджан (Азербайджанская Республика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DC">
              <w:rPr>
                <w:rFonts w:ascii="Times New Roman" w:hAnsi="Times New Roman" w:cs="Times New Roman"/>
                <w:sz w:val="24"/>
                <w:szCs w:val="24"/>
              </w:rPr>
              <w:t>с. 133-136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Закавказье,  нефтяные вышки, резервуары, 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нафталан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, зебу.</w:t>
            </w:r>
          </w:p>
        </w:tc>
        <w:tc>
          <w:tcPr>
            <w:tcW w:w="3119" w:type="dxa"/>
            <w:gridSpan w:val="2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Азербайджана.Уметь находить на политической карте Евразии Азербайджан, его столицу.</w:t>
            </w:r>
          </w:p>
        </w:tc>
        <w:tc>
          <w:tcPr>
            <w:tcW w:w="2693" w:type="dxa"/>
            <w:gridSpan w:val="2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Заповедник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Кизил-Агач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Армения (Республика Армения).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DC">
              <w:rPr>
                <w:rFonts w:ascii="Times New Roman" w:hAnsi="Times New Roman" w:cs="Times New Roman"/>
                <w:sz w:val="24"/>
                <w:szCs w:val="24"/>
              </w:rPr>
              <w:t>с. 136-139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Минеральные источники,  террасы, туф,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долма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Армении.Уметь находить на политической карте Евразии Армению, ее столицу.</w:t>
            </w:r>
          </w:p>
        </w:tc>
        <w:tc>
          <w:tcPr>
            <w:tcW w:w="2693" w:type="dxa"/>
            <w:gridSpan w:val="2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Турция (Республика Турция).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DC">
              <w:rPr>
                <w:rFonts w:ascii="Times New Roman" w:hAnsi="Times New Roman" w:cs="Times New Roman"/>
                <w:sz w:val="24"/>
                <w:szCs w:val="24"/>
              </w:rPr>
              <w:t>с. 140-143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Малая Азия,  ангорская порода, мохер, ислам, Стамбул, туризм.</w:t>
            </w:r>
          </w:p>
        </w:tc>
        <w:tc>
          <w:tcPr>
            <w:tcW w:w="3119" w:type="dxa"/>
            <w:gridSpan w:val="2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Турции.Уметь находить на политической карте Евразии Турцию, ее столицу.</w:t>
            </w:r>
          </w:p>
        </w:tc>
        <w:tc>
          <w:tcPr>
            <w:tcW w:w="2693" w:type="dxa"/>
            <w:gridSpan w:val="2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Ирак (Республика Ирак).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DC">
              <w:rPr>
                <w:rFonts w:ascii="Times New Roman" w:hAnsi="Times New Roman" w:cs="Times New Roman"/>
                <w:sz w:val="24"/>
                <w:szCs w:val="24"/>
              </w:rPr>
              <w:t>с. 144-146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Нефтяные месторождения, Кувейт, курды, война в Персидском заливе.</w:t>
            </w:r>
          </w:p>
        </w:tc>
        <w:tc>
          <w:tcPr>
            <w:tcW w:w="3119" w:type="dxa"/>
            <w:gridSpan w:val="2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Ирака.Уметь находить на политической карте Евразии Ирак, его столицу.</w:t>
            </w:r>
          </w:p>
        </w:tc>
        <w:tc>
          <w:tcPr>
            <w:tcW w:w="2693" w:type="dxa"/>
            <w:gridSpan w:val="2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Вред, наносимый природе добычей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полезныхископ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Иран (Исламская Республика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Иран)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147-</w:t>
            </w:r>
            <w:r w:rsidRPr="00180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Персия, чадра, ислам,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глинобитный дом.</w:t>
            </w:r>
          </w:p>
        </w:tc>
        <w:tc>
          <w:tcPr>
            <w:tcW w:w="3119" w:type="dxa"/>
            <w:gridSpan w:val="2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lastRenderedPageBreak/>
              <w:t xml:space="preserve">Знать географическое положение, столицу </w:t>
            </w:r>
            <w:r w:rsidRPr="00CF25D9">
              <w:rPr>
                <w:rFonts w:ascii="Times New Roman" w:hAnsi="Times New Roman" w:cs="Times New Roman"/>
              </w:rPr>
              <w:lastRenderedPageBreak/>
              <w:t>Ирана.Уметь находить на политической карте Евразии Иран, его столицу.</w:t>
            </w:r>
          </w:p>
        </w:tc>
        <w:tc>
          <w:tcPr>
            <w:tcW w:w="2693" w:type="dxa"/>
            <w:gridSpan w:val="2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c>
          <w:tcPr>
            <w:tcW w:w="709" w:type="dxa"/>
          </w:tcPr>
          <w:p w:rsidR="00160CAC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  <w:p w:rsidR="00503DC5" w:rsidRPr="00503DC5" w:rsidRDefault="00503DC5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DC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Афганистан (Исламское Государство Афганистан).</w:t>
            </w:r>
          </w:p>
          <w:p w:rsidR="00160CAC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  <w:p w:rsidR="00503DC5" w:rsidRPr="00503DC5" w:rsidRDefault="00503DC5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DC5">
              <w:rPr>
                <w:rFonts w:ascii="Times New Roman" w:hAnsi="Times New Roman" w:cs="Times New Roman"/>
                <w:b/>
                <w:sz w:val="24"/>
                <w:szCs w:val="24"/>
              </w:rPr>
              <w:t>ТЕСТЫ «Страны Азии»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A6D">
              <w:rPr>
                <w:rFonts w:ascii="Times New Roman" w:hAnsi="Times New Roman" w:cs="Times New Roman"/>
                <w:sz w:val="24"/>
                <w:szCs w:val="24"/>
              </w:rPr>
              <w:t>с. 149-151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Иранское нагорье, пуштуны, каракуль, намаз, гражданские войны, участие советских войск, вывод войск.</w:t>
            </w:r>
          </w:p>
        </w:tc>
        <w:tc>
          <w:tcPr>
            <w:tcW w:w="3119" w:type="dxa"/>
            <w:gridSpan w:val="2"/>
          </w:tcPr>
          <w:p w:rsidR="00160CAC" w:rsidRPr="00E25E4B" w:rsidRDefault="00160CAC" w:rsidP="00E25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5E4B">
              <w:rPr>
                <w:rFonts w:ascii="Times New Roman" w:eastAsia="Times New Roman" w:hAnsi="Times New Roman" w:cs="Times New Roman"/>
              </w:rPr>
              <w:t>Знать географическое положение, столицу Афганистана.</w:t>
            </w:r>
          </w:p>
          <w:p w:rsidR="00160CAC" w:rsidRPr="00CF25D9" w:rsidRDefault="00160CAC" w:rsidP="00E25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находить на политической карте Евразии Афганистан, его столицу.</w:t>
            </w:r>
          </w:p>
        </w:tc>
        <w:tc>
          <w:tcPr>
            <w:tcW w:w="2693" w:type="dxa"/>
            <w:gridSpan w:val="2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5310" w:type="dxa"/>
            <w:gridSpan w:val="8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ЮЖНАЯ АЗИЯ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Индия (Республика Индия): географическое положение, природа, экономика.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A6D">
              <w:rPr>
                <w:rFonts w:ascii="Times New Roman" w:hAnsi="Times New Roman" w:cs="Times New Roman"/>
                <w:sz w:val="24"/>
                <w:szCs w:val="24"/>
              </w:rPr>
              <w:t>с. 154-157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3544" w:type="dxa"/>
            <w:vMerge w:val="restart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культура, обычаи и традиции.</w:t>
            </w: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Индии.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находить на политической карте Евразии Индию, ее столицу.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Сокращение естественных мест обитания диких животных.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160CAC" w:rsidRPr="00CF25D9" w:rsidRDefault="00160CAC" w:rsidP="00EF4E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Индия: население, культура, обычаи и традиции.</w:t>
            </w:r>
          </w:p>
          <w:p w:rsidR="00160CAC" w:rsidRPr="00CF25D9" w:rsidRDefault="00160CAC" w:rsidP="00EF4E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(обобщения и систематизации)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A6D">
              <w:rPr>
                <w:rFonts w:ascii="Times New Roman" w:hAnsi="Times New Roman" w:cs="Times New Roman"/>
                <w:sz w:val="24"/>
                <w:szCs w:val="24"/>
              </w:rPr>
              <w:t>с. 157-161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3544" w:type="dxa"/>
            <w:vMerge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называть обычаи индийцев.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Национальные парки.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pStyle w:val="3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CF25D9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VIII</w:t>
            </w:r>
          </w:p>
        </w:tc>
        <w:tc>
          <w:tcPr>
            <w:tcW w:w="15310" w:type="dxa"/>
            <w:gridSpan w:val="8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ВОСТОЧНАЯ АЗИЯ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Республика): географическое положение, природа, экономика.</w:t>
            </w:r>
          </w:p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(изучения нового)</w:t>
            </w:r>
          </w:p>
        </w:tc>
        <w:tc>
          <w:tcPr>
            <w:tcW w:w="851" w:type="dxa"/>
          </w:tcPr>
          <w:p w:rsidR="00160CAC" w:rsidRPr="00CF25D9" w:rsidRDefault="00160CAC" w:rsidP="0070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BA0">
              <w:rPr>
                <w:rFonts w:ascii="Times New Roman" w:hAnsi="Times New Roman" w:cs="Times New Roman"/>
                <w:sz w:val="24"/>
                <w:szCs w:val="24"/>
              </w:rPr>
              <w:t>с. 162-166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3544" w:type="dxa"/>
            <w:vMerge w:val="restart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Столица. Крупные города. Политическое устройство. Население. Природные условия. Полезные ископаемые.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промышленности и с\х. </w:t>
            </w: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lastRenderedPageBreak/>
              <w:t>Знать географическое положение, столицу Китая.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находить на политической карте Евразии Китай, его столицу.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Охрана уникальных растений и животных. 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Китай: население, культура, обычаи и традиции.</w:t>
            </w:r>
          </w:p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70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031BA0">
              <w:rPr>
                <w:rFonts w:ascii="Times New Roman" w:hAnsi="Times New Roman" w:cs="Times New Roman"/>
                <w:sz w:val="24"/>
                <w:szCs w:val="24"/>
              </w:rPr>
              <w:t>167-170</w:t>
            </w:r>
          </w:p>
          <w:p w:rsidR="00160CAC" w:rsidRPr="00CF25D9" w:rsidRDefault="00160CAC" w:rsidP="007016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3544" w:type="dxa"/>
            <w:vMerge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называть обычаи китайцев.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Центры спасения вымирающих животных.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253" w:type="dxa"/>
          </w:tcPr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Монголия (Монгольская Народная Республика).</w:t>
            </w:r>
          </w:p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BA0">
              <w:rPr>
                <w:rFonts w:ascii="Times New Roman" w:hAnsi="Times New Roman" w:cs="Times New Roman"/>
                <w:sz w:val="24"/>
                <w:szCs w:val="24"/>
              </w:rPr>
              <w:t>с. 171-174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Гобийский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медведь, лошадь Пржевальского, як, кумыс,  буддизм, монголо-татары.</w:t>
            </w:r>
          </w:p>
        </w:tc>
        <w:tc>
          <w:tcPr>
            <w:tcW w:w="3260" w:type="dxa"/>
            <w:gridSpan w:val="3"/>
          </w:tcPr>
          <w:p w:rsidR="00160CAC" w:rsidRPr="00E25E4B" w:rsidRDefault="00160CAC" w:rsidP="00E25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5E4B">
              <w:rPr>
                <w:rFonts w:ascii="Times New Roman" w:eastAsia="Times New Roman" w:hAnsi="Times New Roman" w:cs="Times New Roman"/>
              </w:rPr>
              <w:t>Знать географическое положение, столицу Монголии.</w:t>
            </w:r>
          </w:p>
          <w:p w:rsidR="00160CAC" w:rsidRPr="00CF25D9" w:rsidRDefault="00160CAC" w:rsidP="00E25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находить на политической карте Евразии Монголию, ее столицу.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Корея (Корейская Народно-Демократическая Республика и Республика Корея).</w:t>
            </w:r>
          </w:p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BA0">
              <w:rPr>
                <w:rFonts w:ascii="Times New Roman" w:hAnsi="Times New Roman" w:cs="Times New Roman"/>
                <w:sz w:val="24"/>
                <w:szCs w:val="24"/>
              </w:rPr>
              <w:t>с. 175-179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Северная и Южная Корея, различия уровня жизни, генеральный секретарь, названия торговых марок.</w:t>
            </w: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Кореи.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находить на политической карте Евразии Корею, ее столицу.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Япония: географическое положение, природа, экономика.</w:t>
            </w:r>
          </w:p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BA0">
              <w:rPr>
                <w:rFonts w:ascii="Times New Roman" w:hAnsi="Times New Roman" w:cs="Times New Roman"/>
                <w:sz w:val="24"/>
                <w:szCs w:val="24"/>
              </w:rPr>
              <w:t>с. 179-182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3544" w:type="dxa"/>
            <w:vMerge w:val="restart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культура.</w:t>
            </w: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Японии.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находить на политической карте Евразии Японию, ее столицу.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Землетрясения. Авария 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а/с «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Фукусима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Япония: население, культура, обычаи и традиции.</w:t>
            </w:r>
          </w:p>
          <w:p w:rsidR="00160CAC" w:rsidRPr="00CF25D9" w:rsidRDefault="00160CAC" w:rsidP="004623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(обобщения и систематизации)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BA0">
              <w:rPr>
                <w:rFonts w:ascii="Times New Roman" w:hAnsi="Times New Roman" w:cs="Times New Roman"/>
                <w:sz w:val="24"/>
                <w:szCs w:val="24"/>
              </w:rPr>
              <w:t>183-185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3544" w:type="dxa"/>
            <w:vMerge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называть обычаи японцев.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Закон об охране окружающей среды.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 w:rsidRPr="00CF25D9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15310" w:type="dxa"/>
            <w:gridSpan w:val="8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ЮГО-ВОСТОЧНАЯ АЗИЯ </w:t>
            </w:r>
            <w:r w:rsidR="00EA2A45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bookmarkStart w:id="0" w:name="_GoBack"/>
            <w:bookmarkEnd w:id="0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160CAC" w:rsidRPr="00CF25D9" w:rsidRDefault="00160CAC" w:rsidP="00CB41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Вьетнам (Социалистическая Республика Вьетнам).</w:t>
            </w:r>
          </w:p>
          <w:p w:rsidR="00160CAC" w:rsidRPr="00CF25D9" w:rsidRDefault="00160CAC" w:rsidP="00CB41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Таиланд (Королевство Таиланд).</w:t>
            </w:r>
          </w:p>
          <w:p w:rsidR="00160CAC" w:rsidRPr="00CF25D9" w:rsidRDefault="00160CAC" w:rsidP="00CB41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(изучения нового)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BA0">
              <w:rPr>
                <w:rFonts w:ascii="Times New Roman" w:hAnsi="Times New Roman" w:cs="Times New Roman"/>
                <w:sz w:val="24"/>
                <w:szCs w:val="24"/>
              </w:rPr>
              <w:t>с. 190-191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Полуостров Индокитай, Сиам, плавучие рынки, война во Вьетнаме, Сайгон, пагоды.</w:t>
            </w: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положение, столицу Вьетнама.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 xml:space="preserve">Уметь находить на политической карте Евразии </w:t>
            </w:r>
            <w:r w:rsidRPr="00CF25D9">
              <w:rPr>
                <w:rFonts w:ascii="Times New Roman" w:hAnsi="Times New Roman" w:cs="Times New Roman"/>
              </w:rPr>
              <w:lastRenderedPageBreak/>
              <w:t>Вьетнам, его столицу.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Вырубка лесов. Сокращение численности диких животных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Индонезия (Республика Индонезия)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(обобщения и систематизации)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191</w:t>
            </w:r>
            <w:r w:rsidRPr="00031BA0">
              <w:rPr>
                <w:rFonts w:ascii="Times New Roman" w:hAnsi="Times New Roman" w:cs="Times New Roman"/>
                <w:sz w:val="24"/>
                <w:szCs w:val="24"/>
              </w:rPr>
              <w:t>-193</w:t>
            </w: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Островное государство, сейсмическая активность, Ява, Суматра, Бали, раффлезия, вараны.</w:t>
            </w: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географическое положение Индонезии, входящие в её состав острова.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находить Индонезию  на политической карте Евразии.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Вырубка тропического леса.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160CAC" w:rsidRPr="00160CAC" w:rsidRDefault="00160CAC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160CAC" w:rsidRPr="00CF25D9" w:rsidRDefault="003E41B1" w:rsidP="003E41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«Государства Азии»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Брейн-ринг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160CAC" w:rsidRPr="00E25E4B" w:rsidRDefault="00160CAC" w:rsidP="005E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5E4B">
              <w:rPr>
                <w:rFonts w:ascii="Times New Roman" w:eastAsia="Times New Roman" w:hAnsi="Times New Roman" w:cs="Times New Roman"/>
              </w:rPr>
              <w:t>Знать географическое положе</w:t>
            </w:r>
            <w:r w:rsidRPr="00CF25D9">
              <w:rPr>
                <w:rFonts w:ascii="Times New Roman" w:eastAsia="Times New Roman" w:hAnsi="Times New Roman" w:cs="Times New Roman"/>
              </w:rPr>
              <w:t>ние, столицы изученных государств.</w:t>
            </w:r>
          </w:p>
          <w:p w:rsidR="00160CAC" w:rsidRPr="00CF25D9" w:rsidRDefault="00160CAC" w:rsidP="005E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находить на политической карте Евразии их столицы.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5310" w:type="dxa"/>
            <w:gridSpan w:val="8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(5 часов).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Россия (Российская Федерация) – крупнейшее государство Евразии.</w:t>
            </w:r>
            <w:r w:rsidR="00EA2A45">
              <w:rPr>
                <w:rFonts w:ascii="Times New Roman" w:hAnsi="Times New Roman" w:cs="Times New Roman"/>
                <w:sz w:val="24"/>
                <w:szCs w:val="24"/>
              </w:rPr>
              <w:t>Геополитические изменения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(изучения нового)</w:t>
            </w:r>
            <w:r w:rsidR="00EA2A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</w:t>
            </w:r>
            <w:proofErr w:type="spell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Столица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олитическое</w:t>
            </w:r>
            <w:proofErr w:type="spell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устройство. Население.</w:t>
            </w:r>
          </w:p>
        </w:tc>
        <w:tc>
          <w:tcPr>
            <w:tcW w:w="3260" w:type="dxa"/>
            <w:gridSpan w:val="3"/>
          </w:tcPr>
          <w:p w:rsidR="00160CAC" w:rsidRPr="005E7ADF" w:rsidRDefault="00160CAC" w:rsidP="005E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ADF">
              <w:rPr>
                <w:rFonts w:ascii="Times New Roman" w:eastAsia="Times New Roman" w:hAnsi="Times New Roman" w:cs="Times New Roman"/>
              </w:rPr>
              <w:t>Знать государственный строй и символику России.</w:t>
            </w:r>
          </w:p>
          <w:p w:rsidR="00160CAC" w:rsidRPr="00CF25D9" w:rsidRDefault="00160CAC" w:rsidP="005E7A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показывать Россию на политических картах мира и Евразии.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Заповедники и заказники.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Сухопутные и морские границы России</w:t>
            </w:r>
            <w:r w:rsidR="00EA2A45">
              <w:rPr>
                <w:rFonts w:ascii="Times New Roman" w:hAnsi="Times New Roman" w:cs="Times New Roman"/>
                <w:sz w:val="24"/>
                <w:szCs w:val="24"/>
              </w:rPr>
              <w:t>. Изменение границ</w:t>
            </w:r>
            <w:proofErr w:type="gramStart"/>
            <w:r w:rsidR="00EA2A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овторение).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«Путешествие» по карте по сухопутным и морским границам России.</w:t>
            </w: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границы России.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Административное деление России</w:t>
            </w:r>
            <w:r w:rsidR="00EA2A45">
              <w:rPr>
                <w:rFonts w:ascii="Times New Roman" w:hAnsi="Times New Roman" w:cs="Times New Roman"/>
                <w:sz w:val="24"/>
                <w:szCs w:val="24"/>
              </w:rPr>
              <w:t>. Вхождение республики Крым в состав России.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Субъекты РФ (области, округа, республики).</w:t>
            </w: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 xml:space="preserve">Знать составные части России. 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DC5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  <w:p w:rsidR="00160CAC" w:rsidRPr="00503DC5" w:rsidRDefault="00503DC5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DC5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Столица, крупные города России.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Обобщающий урок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бобщения и систематизации</w:t>
            </w:r>
            <w:r w:rsidRPr="00503D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503DC5" w:rsidRPr="00503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ТЕСТЫ</w:t>
            </w:r>
            <w:r w:rsidR="003E4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«Россия»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«Заочное путешествие» по городам РФ.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«Широка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страна моя родная…»</w:t>
            </w:r>
          </w:p>
        </w:tc>
        <w:tc>
          <w:tcPr>
            <w:tcW w:w="3260" w:type="dxa"/>
            <w:gridSpan w:val="3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lastRenderedPageBreak/>
              <w:t>Знать столицу и крупные города России.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 xml:space="preserve">Уметь показывать на </w:t>
            </w:r>
            <w:r w:rsidRPr="00CF25D9">
              <w:rPr>
                <w:rFonts w:ascii="Times New Roman" w:hAnsi="Times New Roman" w:cs="Times New Roman"/>
              </w:rPr>
              <w:lastRenderedPageBreak/>
              <w:t>географической карте столицу и крупные города страны.</w:t>
            </w:r>
          </w:p>
        </w:tc>
        <w:tc>
          <w:tcPr>
            <w:tcW w:w="2552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rPr>
          <w:cantSplit/>
          <w:trHeight w:val="373"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XI</w:t>
            </w:r>
          </w:p>
        </w:tc>
        <w:tc>
          <w:tcPr>
            <w:tcW w:w="15310" w:type="dxa"/>
            <w:gridSpan w:val="8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СВОЙ КРАЙ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(14 часов)</w:t>
            </w:r>
          </w:p>
        </w:tc>
      </w:tr>
      <w:tr w:rsidR="00160CAC" w:rsidRPr="00CF25D9" w:rsidTr="00E25E4B"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160CAC" w:rsidRPr="00CF25D9" w:rsidRDefault="00160CAC" w:rsidP="00664A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нашего края.</w:t>
            </w:r>
          </w:p>
          <w:p w:rsidR="00160CAC" w:rsidRPr="00CF25D9" w:rsidRDefault="00160CAC" w:rsidP="00664A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(изучения нового)</w:t>
            </w:r>
          </w:p>
          <w:p w:rsidR="00160CAC" w:rsidRPr="00CF25D9" w:rsidRDefault="00160CAC" w:rsidP="00664A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возникновения. Первые поселенцы. </w:t>
            </w:r>
          </w:p>
        </w:tc>
        <w:tc>
          <w:tcPr>
            <w:tcW w:w="2977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Знать исторические сведения о нашей местности.</w:t>
            </w:r>
          </w:p>
        </w:tc>
        <w:tc>
          <w:tcPr>
            <w:tcW w:w="2835" w:type="dxa"/>
            <w:gridSpan w:val="3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rPr>
          <w:cantSplit/>
          <w:trHeight w:val="373"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Положение на карте области. Границы. Поверхность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области. Пограничные территории. Рельеф.</w:t>
            </w:r>
          </w:p>
        </w:tc>
        <w:tc>
          <w:tcPr>
            <w:tcW w:w="2977" w:type="dxa"/>
          </w:tcPr>
          <w:p w:rsidR="00160CAC" w:rsidRPr="005E7ADF" w:rsidRDefault="00160CAC" w:rsidP="005E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ADF">
              <w:rPr>
                <w:rFonts w:ascii="Times New Roman" w:eastAsia="Times New Roman" w:hAnsi="Times New Roman" w:cs="Times New Roman"/>
              </w:rPr>
              <w:t>Зна</w:t>
            </w:r>
            <w:r w:rsidRPr="00CF25D9">
              <w:rPr>
                <w:rFonts w:ascii="Times New Roman" w:eastAsia="Times New Roman" w:hAnsi="Times New Roman" w:cs="Times New Roman"/>
              </w:rPr>
              <w:t>ть географическое положение Рязанской области</w:t>
            </w:r>
            <w:r w:rsidRPr="005E7ADF">
              <w:rPr>
                <w:rFonts w:ascii="Times New Roman" w:eastAsia="Times New Roman" w:hAnsi="Times New Roman" w:cs="Times New Roman"/>
              </w:rPr>
              <w:t>.</w:t>
            </w:r>
          </w:p>
          <w:p w:rsidR="00160CAC" w:rsidRPr="00CF25D9" w:rsidRDefault="00160CAC" w:rsidP="005E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eastAsia="Times New Roman" w:hAnsi="Times New Roman" w:cs="Times New Roman"/>
              </w:rPr>
              <w:t>Уметь находить на карте России  Рязанскую  область.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Образование оврагов.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Климат. Предсказания погоды по местным признакам. Народные приметы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Климатические особенности Рязанской области. Народные приметы погоды.</w:t>
            </w:r>
          </w:p>
        </w:tc>
        <w:tc>
          <w:tcPr>
            <w:tcW w:w="2977" w:type="dxa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давать несложную характеристику климату Рязанской области.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и почвы нашей местности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Месторождения полезных ископаемых, группы пол. ископаемых и почв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77" w:type="dxa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полезные ископаемые и почвы своей местности.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Вред,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наносимый природе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добычей полезных ископаемых.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Реки, пруды, озёра, каналы нашей местности. Водоснабжение нашего края питьевой водой. Охрана водоёмов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Названия водоёмов.</w:t>
            </w:r>
          </w:p>
        </w:tc>
        <w:tc>
          <w:tcPr>
            <w:tcW w:w="2977" w:type="dxa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реки и озера своей местности.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Охрана водоёмов.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Растительный мир нашего края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Особенности растительного мира.</w:t>
            </w:r>
          </w:p>
        </w:tc>
        <w:tc>
          <w:tcPr>
            <w:tcW w:w="2977" w:type="dxa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типичных представителей растительного мира своего края. Уметь называть растения нашей местности.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Охрана растительного мира. Растения  Красной книги.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Животный мир нашей местности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Особенности животного мира.</w:t>
            </w: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Знать типичных представителей животного мира своего края.Уметь называть животных нашей местности.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Животные Красной книги. Вред, наносимый природе браконьерами. Заповедник. Помощь зимующим птицам.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Население нашей области. Его состав. Национальные обычаи, традиции, костюмы, фольклорные песни и танцы, национальная кухня.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национального состава Рязанской  области. Народные традиции.</w:t>
            </w:r>
          </w:p>
        </w:tc>
        <w:tc>
          <w:tcPr>
            <w:tcW w:w="2977" w:type="dxa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составлять рассказ о занятиях населения.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F4E93">
        <w:trPr>
          <w:cantSplit/>
          <w:trHeight w:val="1401"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Промышленность нашей местности. Ближайшее промышленное предприятие, где могут работать выпускники школы.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промышленности нашего города. Перспективы трудоустройства.</w:t>
            </w:r>
          </w:p>
        </w:tc>
        <w:tc>
          <w:tcPr>
            <w:tcW w:w="2977" w:type="dxa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крупнейшие промышленные предприятия Рязанской области.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Вред, наносимый природе промышленными предприятиями. Очистные сооружения.</w:t>
            </w: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160CAC" w:rsidRPr="00160CAC" w:rsidRDefault="00160CAC" w:rsidP="00943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A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253" w:type="dxa"/>
          </w:tcPr>
          <w:p w:rsidR="00160CAC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Специализация сельского хозяйства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омбинированный)</w:t>
            </w:r>
          </w:p>
          <w:p w:rsidR="00160CAC" w:rsidRPr="00160CAC" w:rsidRDefault="00160CAC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AC">
              <w:rPr>
                <w:rFonts w:ascii="Times New Roman" w:hAnsi="Times New Roman" w:cs="Times New Roman"/>
                <w:b/>
                <w:sz w:val="24"/>
                <w:szCs w:val="24"/>
              </w:rPr>
              <w:t>ТЕСТЫ по теме «Свой край»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Особенности сельского хозяйства Рязанской области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977" w:type="dxa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называть отрасли сельского хозяйства своего края.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Вред, наносимый природе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пестицидов и удобрений.</w:t>
            </w:r>
          </w:p>
        </w:tc>
      </w:tr>
      <w:tr w:rsidR="00160CAC" w:rsidRPr="00CF25D9" w:rsidTr="00F05C2B">
        <w:trPr>
          <w:cantSplit/>
          <w:trHeight w:val="708"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Транспорт нашего края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омбинированный)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области.</w:t>
            </w:r>
          </w:p>
        </w:tc>
        <w:tc>
          <w:tcPr>
            <w:tcW w:w="2977" w:type="dxa"/>
          </w:tcPr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 w:rsidRPr="00CF25D9">
              <w:rPr>
                <w:rFonts w:ascii="Times New Roman" w:hAnsi="Times New Roman" w:cs="Times New Roman"/>
              </w:rPr>
              <w:t>Уметь называть виды транспорта своего края.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CAC" w:rsidRPr="00CF25D9" w:rsidTr="00E25E4B">
        <w:trPr>
          <w:cantSplit/>
        </w:trPr>
        <w:tc>
          <w:tcPr>
            <w:tcW w:w="709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  <w:p w:rsidR="00160CAC" w:rsidRPr="00CF25D9" w:rsidRDefault="00160CAC" w:rsidP="004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CAC" w:rsidRDefault="00160CAC" w:rsidP="004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160CAC" w:rsidRDefault="00160CAC" w:rsidP="004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CAC" w:rsidRPr="00CF25D9" w:rsidRDefault="00160CAC" w:rsidP="004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4253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Архитектурно-исторические и культурные памятники нашего края. Экскурсия в краеведческий музей.</w:t>
            </w:r>
          </w:p>
          <w:p w:rsidR="00160CAC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D9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«Моя малая Родина»</w:t>
            </w:r>
            <w:proofErr w:type="gramStart"/>
            <w:r w:rsidRPr="00CF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обобщения и систематизации</w:t>
            </w:r>
          </w:p>
          <w:p w:rsidR="00160CAC" w:rsidRPr="00160CAC" w:rsidRDefault="00160CAC" w:rsidP="009435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A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851" w:type="dxa"/>
          </w:tcPr>
          <w:p w:rsidR="00160CAC" w:rsidRPr="00CF25D9" w:rsidRDefault="00160CAC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CAC" w:rsidRPr="00CF25D9" w:rsidRDefault="00335160" w:rsidP="0094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3544" w:type="dxa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60CAC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</w:t>
            </w:r>
            <w:r w:rsidRPr="00CF25D9">
              <w:rPr>
                <w:rFonts w:ascii="Times New Roman" w:hAnsi="Times New Roman" w:cs="Times New Roman"/>
              </w:rPr>
              <w:t>культурные памятники своего края.</w:t>
            </w:r>
          </w:p>
          <w:p w:rsidR="00160CAC" w:rsidRPr="00CF25D9" w:rsidRDefault="00160CAC" w:rsidP="00EF4E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географическое положение, климат, представителей жив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растит. мира и </w:t>
            </w:r>
            <w:proofErr w:type="spellStart"/>
            <w:r>
              <w:rPr>
                <w:rFonts w:ascii="Times New Roman" w:hAnsi="Times New Roman" w:cs="Times New Roman"/>
              </w:rPr>
              <w:t>Ряз</w:t>
            </w:r>
            <w:proofErr w:type="spellEnd"/>
            <w:r>
              <w:rPr>
                <w:rFonts w:ascii="Times New Roman" w:hAnsi="Times New Roman" w:cs="Times New Roman"/>
              </w:rPr>
              <w:t>. обл.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0CAC" w:rsidRPr="00CF25D9" w:rsidRDefault="00160CAC" w:rsidP="00943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24F" w:rsidRPr="00CF25D9" w:rsidRDefault="0039024F" w:rsidP="00031BA0">
      <w:pPr>
        <w:rPr>
          <w:rFonts w:ascii="Times New Roman" w:hAnsi="Times New Roman" w:cs="Times New Roman"/>
          <w:sz w:val="24"/>
          <w:szCs w:val="24"/>
        </w:rPr>
      </w:pPr>
    </w:p>
    <w:sectPr w:rsidR="0039024F" w:rsidRPr="00CF25D9" w:rsidSect="00685BFC">
      <w:pgSz w:w="16840" w:h="11907" w:orient="landscape" w:code="9"/>
      <w:pgMar w:top="567" w:right="1440" w:bottom="1418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CAC" w:rsidRDefault="00160CAC" w:rsidP="004A53CF">
      <w:pPr>
        <w:spacing w:after="0" w:line="240" w:lineRule="auto"/>
      </w:pPr>
      <w:r>
        <w:separator/>
      </w:r>
    </w:p>
  </w:endnote>
  <w:endnote w:type="continuationSeparator" w:id="1">
    <w:p w:rsidR="00160CAC" w:rsidRDefault="00160CAC" w:rsidP="004A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CAC" w:rsidRDefault="00160CAC" w:rsidP="004A53CF">
      <w:pPr>
        <w:spacing w:after="0" w:line="240" w:lineRule="auto"/>
      </w:pPr>
      <w:r>
        <w:separator/>
      </w:r>
    </w:p>
  </w:footnote>
  <w:footnote w:type="continuationSeparator" w:id="1">
    <w:p w:rsidR="00160CAC" w:rsidRDefault="00160CAC" w:rsidP="004A5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024F"/>
    <w:rsid w:val="00000860"/>
    <w:rsid w:val="00010E19"/>
    <w:rsid w:val="00031BA0"/>
    <w:rsid w:val="00065074"/>
    <w:rsid w:val="00075F7A"/>
    <w:rsid w:val="000A651B"/>
    <w:rsid w:val="000B7A12"/>
    <w:rsid w:val="001206E7"/>
    <w:rsid w:val="00160CAC"/>
    <w:rsid w:val="00180CDC"/>
    <w:rsid w:val="001A0076"/>
    <w:rsid w:val="00232772"/>
    <w:rsid w:val="0023751C"/>
    <w:rsid w:val="00243403"/>
    <w:rsid w:val="002846C5"/>
    <w:rsid w:val="00335160"/>
    <w:rsid w:val="00370F1C"/>
    <w:rsid w:val="0039024F"/>
    <w:rsid w:val="003E41B1"/>
    <w:rsid w:val="00457FEC"/>
    <w:rsid w:val="0046237E"/>
    <w:rsid w:val="0047097C"/>
    <w:rsid w:val="004A53CF"/>
    <w:rsid w:val="004C683E"/>
    <w:rsid w:val="00503DC5"/>
    <w:rsid w:val="005C0740"/>
    <w:rsid w:val="005D59BC"/>
    <w:rsid w:val="005D6FC0"/>
    <w:rsid w:val="005E26D1"/>
    <w:rsid w:val="005E7ADF"/>
    <w:rsid w:val="00664A02"/>
    <w:rsid w:val="006857CA"/>
    <w:rsid w:val="00685BFC"/>
    <w:rsid w:val="007016EF"/>
    <w:rsid w:val="00750A6D"/>
    <w:rsid w:val="007555C6"/>
    <w:rsid w:val="008273D3"/>
    <w:rsid w:val="008647E1"/>
    <w:rsid w:val="008852C1"/>
    <w:rsid w:val="008C0E90"/>
    <w:rsid w:val="008C7D35"/>
    <w:rsid w:val="0094358C"/>
    <w:rsid w:val="00965706"/>
    <w:rsid w:val="009B3837"/>
    <w:rsid w:val="009C759D"/>
    <w:rsid w:val="00A72AA6"/>
    <w:rsid w:val="00A972B1"/>
    <w:rsid w:val="00AB0F48"/>
    <w:rsid w:val="00AE0FDB"/>
    <w:rsid w:val="00B1352D"/>
    <w:rsid w:val="00BC2F4A"/>
    <w:rsid w:val="00BE1E4C"/>
    <w:rsid w:val="00C050C1"/>
    <w:rsid w:val="00C21108"/>
    <w:rsid w:val="00C430E5"/>
    <w:rsid w:val="00C53835"/>
    <w:rsid w:val="00C922B5"/>
    <w:rsid w:val="00CB414F"/>
    <w:rsid w:val="00CF1D33"/>
    <w:rsid w:val="00CF25D9"/>
    <w:rsid w:val="00D3009F"/>
    <w:rsid w:val="00D67603"/>
    <w:rsid w:val="00D9212A"/>
    <w:rsid w:val="00DB6BF8"/>
    <w:rsid w:val="00DD1C76"/>
    <w:rsid w:val="00E25E4B"/>
    <w:rsid w:val="00EA2A45"/>
    <w:rsid w:val="00ED1274"/>
    <w:rsid w:val="00EF4E93"/>
    <w:rsid w:val="00F05C2B"/>
    <w:rsid w:val="00F50724"/>
    <w:rsid w:val="00F64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F4A"/>
  </w:style>
  <w:style w:type="paragraph" w:styleId="1">
    <w:name w:val="heading 1"/>
    <w:basedOn w:val="a"/>
    <w:next w:val="a"/>
    <w:link w:val="10"/>
    <w:qFormat/>
    <w:rsid w:val="0039024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9024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qFormat/>
    <w:rsid w:val="0039024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paragraph" w:styleId="5">
    <w:name w:val="heading 5"/>
    <w:basedOn w:val="a"/>
    <w:next w:val="a"/>
    <w:link w:val="50"/>
    <w:qFormat/>
    <w:rsid w:val="0039024F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24F"/>
    <w:rPr>
      <w:rFonts w:ascii="Arial" w:eastAsia="Times New Roman" w:hAnsi="Arial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39024F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rsid w:val="0039024F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0"/>
    <w:link w:val="5"/>
    <w:rsid w:val="0039024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qFormat/>
    <w:rsid w:val="003902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50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72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A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53CF"/>
  </w:style>
  <w:style w:type="paragraph" w:styleId="a8">
    <w:name w:val="footer"/>
    <w:basedOn w:val="a"/>
    <w:link w:val="a9"/>
    <w:uiPriority w:val="99"/>
    <w:unhideWhenUsed/>
    <w:rsid w:val="004A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5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20305-298E-4D70-AE4F-F983D909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13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borschool3</cp:lastModifiedBy>
  <cp:revision>20</cp:revision>
  <cp:lastPrinted>2013-11-08T09:07:00Z</cp:lastPrinted>
  <dcterms:created xsi:type="dcterms:W3CDTF">2012-07-19T18:20:00Z</dcterms:created>
  <dcterms:modified xsi:type="dcterms:W3CDTF">2018-09-21T06:28:00Z</dcterms:modified>
</cp:coreProperties>
</file>