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32" w:rsidRPr="00A26807" w:rsidRDefault="00A26807" w:rsidP="00A26807">
      <w:pPr>
        <w:spacing w:line="25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9251950" cy="648069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80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432" w:rsidRPr="000D080F" w:rsidRDefault="00EE7432" w:rsidP="000D08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095" w:rsidRPr="000D080F" w:rsidRDefault="00C446C9" w:rsidP="000D08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F0095" w:rsidRPr="000D080F" w:rsidRDefault="006F0095" w:rsidP="000D0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095" w:rsidRPr="000D080F" w:rsidRDefault="000D080F" w:rsidP="000D08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F0095" w:rsidRPr="000D080F">
        <w:rPr>
          <w:rFonts w:ascii="Times New Roman" w:hAnsi="Times New Roman" w:cs="Times New Roman"/>
          <w:b/>
          <w:sz w:val="24"/>
          <w:szCs w:val="24"/>
        </w:rPr>
        <w:t>рограмма составлена на основе:</w:t>
      </w:r>
    </w:p>
    <w:p w:rsidR="006F0095" w:rsidRPr="000D080F" w:rsidRDefault="006F0095" w:rsidP="000D080F">
      <w:pPr>
        <w:pStyle w:val="a4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080F">
        <w:rPr>
          <w:rFonts w:ascii="Times New Roman" w:hAnsi="Times New Roman" w:cs="Times New Roman"/>
          <w:sz w:val="24"/>
          <w:szCs w:val="24"/>
        </w:rPr>
        <w:t>Приказа  Министерства  образования и науки России от 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редакции от 23.06.2015г.)-для 7-9  кл.</w:t>
      </w:r>
    </w:p>
    <w:p w:rsidR="006F0095" w:rsidRPr="000D080F" w:rsidRDefault="006F0095" w:rsidP="000D080F">
      <w:pPr>
        <w:pStyle w:val="a4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080F">
        <w:rPr>
          <w:rFonts w:ascii="Times New Roman" w:hAnsi="Times New Roman" w:cs="Times New Roman"/>
          <w:sz w:val="24"/>
          <w:szCs w:val="24"/>
        </w:rPr>
        <w:t>Положения «О 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 2015г. С учетом программы курса алгебры для 7-9 классов образовательных учреждений под  редакцией  Мордковича  А.Г.</w:t>
      </w:r>
    </w:p>
    <w:p w:rsidR="00EE7432" w:rsidRPr="000D080F" w:rsidRDefault="00EE7432" w:rsidP="000D080F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color w:val="000000"/>
        </w:rPr>
      </w:pPr>
      <w:r w:rsidRPr="000D080F">
        <w:rPr>
          <w:color w:val="000000"/>
        </w:rPr>
        <w:t>сборника рабочих программ - Алгебра. Сборник рабочих программ. 7-9 классы: пособие для учителей общеобразоват. организаций/составитель Т.А. Бурмистрова. 2-е изд., доп. - М.: Просвещение, 2014. ;</w:t>
      </w:r>
    </w:p>
    <w:p w:rsidR="00EE7432" w:rsidRPr="000D080F" w:rsidRDefault="00EE7432" w:rsidP="000D080F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color w:val="000000"/>
        </w:rPr>
      </w:pPr>
      <w:r w:rsidRPr="000D080F">
        <w:rPr>
          <w:color w:val="000000"/>
        </w:rPr>
        <w:t>учебника Алгебра. 7 класс. В 2 ч. авторы А. Г. Мордкович, Л.А.Александрова, Т.Н. Мишустина, Е.Е. Тульчинская, П.В.Семенов (М.: Мнемозина, 2015) и учебно-методического комплекта к нему.</w:t>
      </w:r>
    </w:p>
    <w:p w:rsidR="00B26B8F" w:rsidRPr="000D080F" w:rsidRDefault="00B26B8F" w:rsidP="000D080F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E7432" w:rsidRPr="000D080F" w:rsidRDefault="00B26B8F" w:rsidP="000D08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</w:p>
    <w:p w:rsidR="00B26B8F" w:rsidRPr="000D080F" w:rsidRDefault="00B26B8F" w:rsidP="000D08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E7432" w:rsidRPr="000D080F" w:rsidRDefault="00EE7432" w:rsidP="000D08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:rsidR="00EE7432" w:rsidRPr="000D080F" w:rsidRDefault="00EE7432" w:rsidP="000D080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к саморазвитию и самообразованию на основе мотивации к обучению, осознанному построению индивидуальной образовательной траектории с учетом устойчивых познавательных интересов, выбору профильного математического образования.</w:t>
      </w:r>
    </w:p>
    <w:p w:rsidR="00EE7432" w:rsidRPr="000D080F" w:rsidRDefault="00EE7432" w:rsidP="000D080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науки.</w:t>
      </w:r>
    </w:p>
    <w:p w:rsidR="00EE7432" w:rsidRPr="000D080F" w:rsidRDefault="00EE7432" w:rsidP="000D080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учебно-исследовательской, творческой и других видах деятельности.</w:t>
      </w:r>
    </w:p>
    <w:p w:rsidR="00EE7432" w:rsidRPr="000D080F" w:rsidRDefault="00EE7432" w:rsidP="000D08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  результаты:</w:t>
      </w:r>
    </w:p>
    <w:p w:rsidR="00EE7432" w:rsidRPr="000D080F" w:rsidRDefault="00EE7432" w:rsidP="000D080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учиться.</w:t>
      </w:r>
    </w:p>
    <w:p w:rsidR="00EE7432" w:rsidRPr="000D080F" w:rsidRDefault="00EE7432" w:rsidP="000D080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самостоятельно ставить учебные и познавательные задачи, преобразовывать практическую задачу в теоретическую и наоборот.</w:t>
      </w:r>
    </w:p>
    <w:p w:rsidR="00EE7432" w:rsidRPr="000D080F" w:rsidRDefault="00EE7432" w:rsidP="000D080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планировать пути достижения целей, выделять альтернативные способы достижения цели, выбирать наиболее рациональные методы, осуществлять познавательную рефлексию в отношении действий по решению учебных и познавательных задач.</w:t>
      </w:r>
    </w:p>
    <w:p w:rsidR="00EE7432" w:rsidRPr="000D080F" w:rsidRDefault="00EE7432" w:rsidP="000D080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осознанной оценки в учебной деятельности, умения содержательно обосновывать правильность результата и способа действия, адекватно оценивать свои возможности достижения цели самостоятельной деятельности.</w:t>
      </w:r>
    </w:p>
    <w:p w:rsidR="00EE7432" w:rsidRPr="000D080F" w:rsidRDefault="00EE7432" w:rsidP="000D080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умения логически рассуждать, делать умозаключения (индуктивное, дедуктивное и по аналогии), аргументированные выводы, умение обобщать, сравнивать, классифицировать.</w:t>
      </w:r>
    </w:p>
    <w:p w:rsidR="00EE7432" w:rsidRPr="000D080F" w:rsidRDefault="00EE7432" w:rsidP="000D080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создавать, применять и преобразовывать знаково-символические средства, модели, схемы для решения учебных и познавательных задач.</w:t>
      </w:r>
    </w:p>
    <w:p w:rsidR="00EE7432" w:rsidRPr="000D080F" w:rsidRDefault="00EE7432" w:rsidP="000D080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основами ознакомительного, изучающего, усваивающего и поискового чтения, рефлексивного чтения, формирование умения структурировать математические тексты, выделять главное, выстраивать логическую последовательность излагаемого материала.</w:t>
      </w:r>
    </w:p>
    <w:p w:rsidR="00EE7432" w:rsidRPr="000D080F" w:rsidRDefault="00EE7432" w:rsidP="000D080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компетентности в области использования ИКТ, как инструментальной основы развития универсальных учебных действий.</w:t>
      </w:r>
    </w:p>
    <w:p w:rsidR="00EE7432" w:rsidRPr="000D080F" w:rsidRDefault="00EE7432" w:rsidP="000D08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результаты:</w:t>
      </w:r>
    </w:p>
    <w:p w:rsidR="00EE7432" w:rsidRPr="000D080F" w:rsidRDefault="00EE7432" w:rsidP="000D080F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математике как о части общечеловеческой культуры, форме описания и особого метода познания действительности.</w:t>
      </w:r>
    </w:p>
    <w:p w:rsidR="00EE7432" w:rsidRPr="000D080F" w:rsidRDefault="00EE7432" w:rsidP="000D080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представления об основных изучаемых понятиях как важнейших математических моделях, позволяющих описывать реальные процессы.</w:t>
      </w:r>
    </w:p>
    <w:p w:rsidR="00EE7432" w:rsidRPr="000D080F" w:rsidRDefault="00EE7432" w:rsidP="000D080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работать с учебным математическим текстом, грамотно выражать свои мысли с применением математической терминологии и символики, проводить классификацию, логическое обоснование и доказательства математических утверждений, оценивать логическую правильность рассуждений, распознавать логически некорректные рассуждения.</w:t>
      </w:r>
    </w:p>
    <w:p w:rsidR="00EE7432" w:rsidRPr="000D080F" w:rsidRDefault="00EE7432" w:rsidP="000D080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системе функциональных понятий, функциональном языке и символике; развитие умения использовать функционально – графические представления для решения различных математических задач, в том числе: решения уравнений и неравенств, нахождения наибольшего и наименьшего значений, для описания и анализа реальных зависимостей и простейших параметрических исследований.</w:t>
      </w:r>
    </w:p>
    <w:p w:rsidR="00EE7432" w:rsidRPr="000D080F" w:rsidRDefault="00EE7432" w:rsidP="000D080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символьным языком алгебры, приемами выполнения тождественных преобразований выражений, решения линейных уравнений и систем линейных уравнений, а также уравнений, решение которых сводится к разложению на множители; развитие умений моделировать реальные ситуации на математическом языке, составлять уравнения по условию задачи, исследовать построенные модели и интерпретировать результат. Развитие умений использовать идею координат на плоскости для решения уравнений, неравенств, систем.</w:t>
      </w:r>
    </w:p>
    <w:p w:rsidR="00EE7432" w:rsidRPr="000D080F" w:rsidRDefault="00EE7432" w:rsidP="000D080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способами представления и анализа статистических данных; формирование представлений о статистических закономерностях в реальном мире и способах их изучения, о простейших вероятностных моделях. Развитие умения извлекать информацию, представленную в таблицах, на диаграммах, графиках, описывать и анализировать числовые данные, использовать понимание вероятностных свойств окружающих явлений при принятии решений.</w:t>
      </w:r>
    </w:p>
    <w:p w:rsidR="00EE7432" w:rsidRPr="000D080F" w:rsidRDefault="00EE7432" w:rsidP="000D080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8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применять изученные понятия для решения задач практического содержания и задач смежных дисциплин.</w:t>
      </w:r>
    </w:p>
    <w:p w:rsidR="00420E7D" w:rsidRPr="000D080F" w:rsidRDefault="00420E7D" w:rsidP="000D08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0E7D" w:rsidRPr="000D080F" w:rsidRDefault="00420E7D" w:rsidP="000D08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80F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  <w:r w:rsidR="00114F5E" w:rsidRPr="000D080F">
        <w:rPr>
          <w:rFonts w:ascii="Times New Roman" w:hAnsi="Times New Roman" w:cs="Times New Roman"/>
          <w:b/>
          <w:sz w:val="24"/>
          <w:szCs w:val="24"/>
        </w:rPr>
        <w:t>(102 часа)</w:t>
      </w:r>
    </w:p>
    <w:p w:rsidR="00420E7D" w:rsidRPr="000D080F" w:rsidRDefault="00420E7D" w:rsidP="000D08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80F" w:rsidRDefault="00420E7D" w:rsidP="000D08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80F">
        <w:rPr>
          <w:rFonts w:ascii="Times New Roman" w:hAnsi="Times New Roman" w:cs="Times New Roman"/>
          <w:b/>
          <w:sz w:val="24"/>
          <w:szCs w:val="24"/>
        </w:rPr>
        <w:t>1. Повторение изученного в 5-6 классах (2часа)</w:t>
      </w:r>
    </w:p>
    <w:p w:rsidR="00C75FFD" w:rsidRPr="00C75FFD" w:rsidRDefault="00420E7D" w:rsidP="000D0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0F">
        <w:rPr>
          <w:rFonts w:ascii="Times New Roman" w:hAnsi="Times New Roman" w:cs="Times New Roman"/>
          <w:sz w:val="24"/>
          <w:szCs w:val="24"/>
        </w:rPr>
        <w:t>Повторение. Числовые и буквенные выражения. Уравнения.</w:t>
      </w:r>
    </w:p>
    <w:p w:rsidR="00C75FFD" w:rsidRPr="00C75FFD" w:rsidRDefault="00C75FFD" w:rsidP="000D080F">
      <w:pPr>
        <w:spacing w:after="0" w:line="240" w:lineRule="auto"/>
        <w:ind w:right="40"/>
        <w:jc w:val="both"/>
        <w:rPr>
          <w:rFonts w:ascii="Times New Roman" w:eastAsia="Arial Unicode MS" w:hAnsi="Times New Roman" w:cs="Times New Roman"/>
          <w:b/>
          <w:bCs/>
          <w:spacing w:val="-10"/>
          <w:sz w:val="24"/>
          <w:szCs w:val="24"/>
          <w:lang w:eastAsia="ru-RU"/>
        </w:rPr>
      </w:pPr>
      <w:r w:rsidRPr="000D080F">
        <w:rPr>
          <w:rFonts w:ascii="Times New Roman" w:eastAsia="Arial Unicode MS" w:hAnsi="Times New Roman" w:cs="Times New Roman"/>
          <w:b/>
          <w:bCs/>
          <w:spacing w:val="-10"/>
          <w:sz w:val="24"/>
          <w:szCs w:val="24"/>
          <w:lang w:eastAsia="ru-RU"/>
        </w:rPr>
        <w:t xml:space="preserve">2. </w:t>
      </w:r>
      <w:r w:rsidRPr="00C75FFD">
        <w:rPr>
          <w:rFonts w:ascii="Times New Roman" w:eastAsia="Arial Unicode MS" w:hAnsi="Times New Roman" w:cs="Times New Roman"/>
          <w:b/>
          <w:bCs/>
          <w:spacing w:val="-10"/>
          <w:sz w:val="24"/>
          <w:szCs w:val="24"/>
          <w:lang w:eastAsia="ru-RU"/>
        </w:rPr>
        <w:t>Математический язык. Математическая модель.</w:t>
      </w:r>
      <w:r w:rsidRPr="000D080F">
        <w:rPr>
          <w:rFonts w:ascii="Times New Roman" w:eastAsia="Arial Unicode MS" w:hAnsi="Times New Roman" w:cs="Times New Roman"/>
          <w:b/>
          <w:bCs/>
          <w:spacing w:val="-10"/>
          <w:sz w:val="24"/>
          <w:szCs w:val="24"/>
          <w:lang w:eastAsia="ru-RU"/>
        </w:rPr>
        <w:t>(12 ч)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pacing w:val="-10"/>
          <w:sz w:val="24"/>
          <w:szCs w:val="24"/>
          <w:lang w:eastAsia="ru-RU"/>
        </w:rPr>
      </w:pPr>
      <w:r w:rsidRPr="00C75FFD">
        <w:rPr>
          <w:rFonts w:ascii="Times New Roman" w:eastAsia="Arial Unicode MS" w:hAnsi="Times New Roman" w:cs="Times New Roman"/>
          <w:bCs/>
          <w:spacing w:val="-10"/>
          <w:sz w:val="24"/>
          <w:szCs w:val="24"/>
          <w:lang w:eastAsia="ru-RU"/>
        </w:rPr>
        <w:t xml:space="preserve">Числовые и алгебраические выражения. Переменная. Допустимое значение переменной. Недопустимое значение переменной. 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Первые представления о математическом языке и о мате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матической модели. Линейные уравнения с одной переменной. Линейные уравнения как математические модели реальных ситуаций. Координатная прямая, виды промежутков на ней.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D080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C75FF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Линейная функция</w:t>
      </w:r>
      <w:r w:rsidRPr="00C75F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Pr="000D08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(11 ч)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Координатная плоскость. Алгоритм отыскания координат точки. Алгоритм построения точки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lang w:eastAsia="ru-RU"/>
        </w:rPr>
        <w:t xml:space="preserve"> М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(а;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lang w:val="en-US" w:eastAsia="ru-RU"/>
        </w:rPr>
        <w:t>b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lang w:eastAsia="ru-RU"/>
        </w:rPr>
        <w:t>)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прямоугольной системе координат.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Линейное уравнение с двумя переменными. Решение уравне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ния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lang w:eastAsia="ru-RU"/>
        </w:rPr>
        <w:t xml:space="preserve"> ах + 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lang w:val="en-US" w:eastAsia="ru-RU"/>
        </w:rPr>
        <w:t>b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lang w:eastAsia="ru-RU"/>
        </w:rPr>
        <w:t>у + с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= 0. График уравнения. Алгоритм построения графика уравнения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lang w:eastAsia="ru-RU"/>
        </w:rPr>
        <w:t xml:space="preserve"> ах + 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lang w:val="en-US" w:eastAsia="ru-RU"/>
        </w:rPr>
        <w:t>b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lang w:eastAsia="ru-RU"/>
        </w:rPr>
        <w:t>у + с =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Линейная функция. Независимая переменная (аргумент). Зависимая переменная. График линейной функции. Наибольшее и наименьшее значения линейной функции на заданном проме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жутке. Возрастание и убывание линейной функции.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Линейная функция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lang w:eastAsia="ru-RU"/>
        </w:rPr>
        <w:t xml:space="preserve"> у = кх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ее график.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Взаимное расположение графиков линейных функций.</w:t>
      </w:r>
    </w:p>
    <w:p w:rsidR="00C75FFD" w:rsidRPr="000D080F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D080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4.Системы двух линейных уравнений с двумя переменными.(12 ч) 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Система уравнений. Решение системы уравнений. Графиче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ский метод решения системы уравнений. Метод подстановки. Метод алгебраического сложения.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Системы двух линейных уравнений с двумя переменными как математические модели реальных ситуаций (текстовые задачи).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D080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5.</w:t>
      </w:r>
      <w:r w:rsidRPr="00C75FF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Степень с натуральным показателем.</w:t>
      </w:r>
      <w:r w:rsidRPr="000D080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(6 ч)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Степень. Основание степени. Показатель степени. Свойства сте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пени с натуральным показателем. Умножение и деление степеней с одинаковыми показателями. Степень с нулевым показателем.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D080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</w:t>
      </w:r>
      <w:r w:rsidRPr="00C75FF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Одночлены. Операции над одночленами.</w:t>
      </w:r>
      <w:r w:rsidRPr="000D080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(8 ч)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Одночлен. Коэффициент одночлена. Стандартный вид одно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члена. Подобные одночлены.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Сложение одночленов. Умножение одночленов. Возведе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ние одночлена в натуральную степень. Деление одночлена на одночлен.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D080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7.</w:t>
      </w:r>
      <w:r w:rsidRPr="00C75FF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Многочлены. Арифметические операции над многочленами.</w:t>
      </w:r>
      <w:r w:rsidRPr="000D080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(15 ч)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Многочлен. Члены многочлена. Двучлен. Трехчлен. Приведе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ние подобных членов многочлена. Стандартный вид многочлена.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Сложение и вычитание многочленов. Умножение многочлена на одночлен. Умножение многочлена на многочлен.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Квадрат суммы и квадрат разности. Разность квадратов. Раз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ность кубов и сумма кубов.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Деление многочлена на одночлен.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D08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 w:rsidRPr="00C75F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Разложение многочленов на множители.</w:t>
      </w:r>
      <w:r w:rsidRPr="000D08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( 18ч)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Вынесение общего множителя за скобки. Способ группиров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ки. Разложение многочлена на множители с помощью формул сокращенного умножения, комбинации различных приемов. Метод выделения полного квадрата.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Понятие алгебраической дроби. Сокращение алгебраической дроби.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Тождество. Тождественно равные выражения. Тождествен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ные преобразования.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D08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9.</w:t>
      </w:r>
      <w:r w:rsidRPr="00C75F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Функция</w:t>
      </w:r>
      <w:r w:rsidRPr="00C75FFD">
        <w:rPr>
          <w:rFonts w:ascii="Times New Roman" w:eastAsia="Calibri" w:hAnsi="Times New Roman" w:cs="Times New Roman"/>
          <w:b/>
          <w:i/>
          <w:iCs/>
          <w:spacing w:val="30"/>
          <w:sz w:val="24"/>
          <w:szCs w:val="24"/>
          <w:lang w:eastAsia="ru-RU"/>
        </w:rPr>
        <w:t xml:space="preserve"> у = х</w:t>
      </w:r>
      <w:r w:rsidRPr="00C75FFD">
        <w:rPr>
          <w:rFonts w:ascii="Times New Roman" w:eastAsia="Calibri" w:hAnsi="Times New Roman" w:cs="Times New Roman"/>
          <w:b/>
          <w:i/>
          <w:iCs/>
          <w:spacing w:val="30"/>
          <w:sz w:val="24"/>
          <w:szCs w:val="24"/>
          <w:vertAlign w:val="superscript"/>
          <w:lang w:eastAsia="ru-RU"/>
        </w:rPr>
        <w:t>2</w:t>
      </w:r>
      <w:r w:rsidRPr="00C75F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Pr="000D08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( 9ч)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Функция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lang w:eastAsia="ru-RU"/>
        </w:rPr>
        <w:t xml:space="preserve"> у = х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vertAlign w:val="superscript"/>
          <w:lang w:eastAsia="ru-RU"/>
        </w:rPr>
        <w:t>2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lang w:eastAsia="ru-RU"/>
        </w:rPr>
        <w:t>,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ее свойства и график. Функция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lang w:eastAsia="ru-RU"/>
        </w:rPr>
        <w:t xml:space="preserve"> у = -х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vertAlign w:val="superscript"/>
          <w:lang w:eastAsia="ru-RU"/>
        </w:rPr>
        <w:t>2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lang w:eastAsia="ru-RU"/>
        </w:rPr>
        <w:t>,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ее свойства и график.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Графическое решение уравнений.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Кусочная функция. Чтение графика функции. Область опре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деления функции. Первое представление о непрерывных функ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циях. Точка разрыва. Разъяснение смысла записи</w:t>
      </w:r>
      <w:r w:rsidRPr="00C75FFD">
        <w:rPr>
          <w:rFonts w:ascii="Times New Roman" w:eastAsia="Calibri" w:hAnsi="Times New Roman" w:cs="Times New Roman"/>
          <w:i/>
          <w:iCs/>
          <w:spacing w:val="30"/>
          <w:sz w:val="24"/>
          <w:szCs w:val="24"/>
          <w:lang w:eastAsia="ru-RU"/>
        </w:rPr>
        <w:t xml:space="preserve"> у =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/(х). Функ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циональная символика.</w:t>
      </w:r>
    </w:p>
    <w:p w:rsidR="00C75FFD" w:rsidRPr="000D080F" w:rsidRDefault="00C75FFD" w:rsidP="000D080F">
      <w:pPr>
        <w:spacing w:after="0" w:line="240" w:lineRule="auto"/>
        <w:ind w:right="40"/>
        <w:jc w:val="both"/>
        <w:rPr>
          <w:rFonts w:ascii="Times New Roman" w:eastAsia="Arial Unicode MS" w:hAnsi="Times New Roman" w:cs="Times New Roman"/>
          <w:b/>
          <w:bCs/>
          <w:spacing w:val="-10"/>
          <w:sz w:val="24"/>
          <w:szCs w:val="24"/>
          <w:lang w:eastAsia="ru-RU"/>
        </w:rPr>
      </w:pPr>
      <w:r w:rsidRPr="000D080F">
        <w:rPr>
          <w:rFonts w:ascii="Times New Roman" w:eastAsia="Arial Unicode MS" w:hAnsi="Times New Roman" w:cs="Times New Roman"/>
          <w:b/>
          <w:bCs/>
          <w:spacing w:val="-10"/>
          <w:sz w:val="24"/>
          <w:szCs w:val="24"/>
          <w:lang w:eastAsia="ru-RU"/>
        </w:rPr>
        <w:t>10.</w:t>
      </w:r>
      <w:r w:rsidRPr="00C75FFD">
        <w:rPr>
          <w:rFonts w:ascii="Times New Roman" w:eastAsia="Arial Unicode MS" w:hAnsi="Times New Roman" w:cs="Times New Roman"/>
          <w:b/>
          <w:bCs/>
          <w:spacing w:val="-10"/>
          <w:sz w:val="24"/>
          <w:szCs w:val="24"/>
          <w:lang w:eastAsia="ru-RU"/>
        </w:rPr>
        <w:t>Элементы описательной статистики.</w:t>
      </w:r>
      <w:r w:rsidRPr="000D080F">
        <w:rPr>
          <w:rFonts w:ascii="Times New Roman" w:eastAsia="Arial Unicode MS" w:hAnsi="Times New Roman" w:cs="Times New Roman"/>
          <w:b/>
          <w:bCs/>
          <w:spacing w:val="-10"/>
          <w:sz w:val="24"/>
          <w:szCs w:val="24"/>
          <w:lang w:eastAsia="ru-RU"/>
        </w:rPr>
        <w:t>( 4ч)</w:t>
      </w:r>
    </w:p>
    <w:p w:rsidR="00C75FFD" w:rsidRPr="00C75FFD" w:rsidRDefault="00C75FFD" w:rsidP="000D080F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Данные и ряды данных. Упорядоченные ряды данных, таб</w:t>
      </w:r>
      <w:r w:rsidRPr="00C75FF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лицы распределения. Частота результата, таблица распределения частот, процентные частоты. Груп</w:t>
      </w:r>
      <w:r w:rsidRPr="00C75FF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пировка данных.</w:t>
      </w:r>
    </w:p>
    <w:p w:rsidR="00C75FFD" w:rsidRPr="00C75FFD" w:rsidRDefault="00C75FFD" w:rsidP="000D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D08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11.</w:t>
      </w:r>
      <w:r w:rsidRPr="00C75F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Обобщающее повторение</w:t>
      </w: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0D080F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0D08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 ч)</w:t>
      </w:r>
    </w:p>
    <w:p w:rsidR="000027E1" w:rsidRDefault="00C75FFD" w:rsidP="00002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F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Функции и графики. Линейные уравнения и системы уравнений. </w:t>
      </w:r>
      <w:r w:rsidR="000027E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Алгебраические преобразования. </w:t>
      </w:r>
    </w:p>
    <w:p w:rsidR="000027E1" w:rsidRDefault="000027E1" w:rsidP="00002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</w:p>
    <w:p w:rsidR="00420E7D" w:rsidRPr="000027E1" w:rsidRDefault="000027E1" w:rsidP="00002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27E1">
        <w:rPr>
          <w:rFonts w:ascii="Times New Roman" w:hAnsi="Times New Roman" w:cs="Times New Roman"/>
          <w:b/>
          <w:sz w:val="24"/>
          <w:szCs w:val="24"/>
        </w:rPr>
        <w:t>Тематическое планирование с определением осно</w:t>
      </w:r>
      <w:r>
        <w:rPr>
          <w:rFonts w:ascii="Times New Roman" w:hAnsi="Times New Roman" w:cs="Times New Roman"/>
          <w:b/>
          <w:sz w:val="24"/>
          <w:szCs w:val="24"/>
        </w:rPr>
        <w:t>вных видов учебной деятельности</w:t>
      </w:r>
    </w:p>
    <w:bookmarkEnd w:id="0"/>
    <w:p w:rsidR="000027E1" w:rsidRPr="000D080F" w:rsidRDefault="000027E1" w:rsidP="000D08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9" w:type="dxa"/>
        <w:tblLook w:val="04A0"/>
      </w:tblPr>
      <w:tblGrid>
        <w:gridCol w:w="1101"/>
        <w:gridCol w:w="3119"/>
        <w:gridCol w:w="1417"/>
        <w:gridCol w:w="9072"/>
      </w:tblGrid>
      <w:tr w:rsidR="00C75FFD" w:rsidRPr="00C75FFD" w:rsidTr="00A54F55">
        <w:tc>
          <w:tcPr>
            <w:tcW w:w="1101" w:type="dxa"/>
          </w:tcPr>
          <w:p w:rsidR="00C75FFD" w:rsidRPr="00C75FFD" w:rsidRDefault="00C75FFD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3119" w:type="dxa"/>
          </w:tcPr>
          <w:p w:rsidR="00C75FFD" w:rsidRPr="00C75FFD" w:rsidRDefault="00C75FFD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417" w:type="dxa"/>
          </w:tcPr>
          <w:p w:rsidR="00C75FFD" w:rsidRPr="00C75FFD" w:rsidRDefault="00C75FFD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по разделу</w:t>
            </w:r>
          </w:p>
        </w:tc>
        <w:tc>
          <w:tcPr>
            <w:tcW w:w="9072" w:type="dxa"/>
          </w:tcPr>
          <w:p w:rsidR="00C75FFD" w:rsidRPr="00C75FFD" w:rsidRDefault="00C75FFD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деятельности ученика</w:t>
            </w:r>
          </w:p>
          <w:p w:rsidR="00C75FFD" w:rsidRPr="00C75FFD" w:rsidRDefault="00C75FFD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(на уровне учебных действий)</w:t>
            </w:r>
          </w:p>
          <w:p w:rsidR="00C75FFD" w:rsidRPr="00C75FFD" w:rsidRDefault="00C75FFD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F7B" w:rsidRPr="00C75FFD" w:rsidTr="00A54F55">
        <w:tc>
          <w:tcPr>
            <w:tcW w:w="1101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в 5-6 классах</w:t>
            </w:r>
          </w:p>
        </w:tc>
        <w:tc>
          <w:tcPr>
            <w:tcW w:w="1417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F7B" w:rsidRPr="00C75FFD" w:rsidTr="00A54F55">
        <w:tc>
          <w:tcPr>
            <w:tcW w:w="1101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язык. Математическая модель</w:t>
            </w:r>
          </w:p>
        </w:tc>
        <w:tc>
          <w:tcPr>
            <w:tcW w:w="1417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72" w:type="dxa"/>
          </w:tcPr>
          <w:p w:rsidR="00E01F7B" w:rsidRPr="000D080F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составлять числовые и буквенные выражения,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осуществлять числовые подстановки в алгебраические выражения, находить область допустимых значений переменных в выра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жении,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распознавать линейные уравнения и уравнения, сводящиеся к ним,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описывать реальную ситуацию в виде математической модели — линейного уравнения,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делять принадлежность точки данному числовому промежутку.</w:t>
            </w:r>
          </w:p>
          <w:p w:rsidR="00E01F7B" w:rsidRPr="00C75FFD" w:rsidRDefault="00E01F7B" w:rsidP="000D080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записывать математиче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ские свойства, правила, формулы на математиче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ском языке, и формулы и выпол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нять соответствующие вычисления, выражать из формулы одну переменную через другие,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решать линейные уравнения и уравнения, сводящиеся к ним, решать 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текстовые задачи алгебраическим методом: решать полученное уравнение и интерпретировать результат.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изображать числа и чис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ловые промежутки на координатной прямой, составлять числовые и буквенные выражения, записывать математиче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ские свойства, правила, формулы на математиче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ском языке, осуществлять числовые подстановки в алгебраические выражения и формулы и выпол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нять соответствующие вычисления, выражать из формулы одну переменную через другие, находить область допустимых значений переменных в выра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жении.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изображать числа и чис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ловые промежутки на координатной прямой, опре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делять принадлежность точки данному числовому промежутку.</w:t>
            </w:r>
          </w:p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F7B" w:rsidRPr="00C75FFD" w:rsidTr="00A54F55">
        <w:tc>
          <w:tcPr>
            <w:tcW w:w="1101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9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Линейная функция</w:t>
            </w:r>
          </w:p>
        </w:tc>
        <w:tc>
          <w:tcPr>
            <w:tcW w:w="1417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72" w:type="dxa"/>
          </w:tcPr>
          <w:p w:rsidR="00E01F7B" w:rsidRPr="000D080F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коорди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наты точек, данных на координатной плоскости.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понятие линейного уравнения с двумя переменными, умение узнавать указанные уравнения, выражать в них одну переменную через другую,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определять, является ли пара чисел решени</w:t>
            </w:r>
            <w:r w:rsidRPr="00C75F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ем уравнения с двумя переменными, строить пря</w:t>
            </w:r>
            <w:r w:rsidRPr="00C75F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мую, которая является графиком данного линейного уравнения с двумя переменными.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Приводить при</w:t>
            </w:r>
            <w:r w:rsidRPr="00C75F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меры решений уравнений с двумя переменными, решать задачи, алгебраической моделью которых является уравнение с двумя переменными, находить целочисленные решения (подбором).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Сформировать понятие линейной функции, независимой переменной — аргумента, зависимой переменной, </w:t>
            </w:r>
          </w:p>
          <w:p w:rsidR="00E01F7B" w:rsidRPr="000D080F" w:rsidRDefault="00E01F7B" w:rsidP="000D080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составлять таблицы значений линейной функции. Сформировать умение стро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ить и читать графики линейной функции, находить по графику значение одной переменной по значе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нию другой,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наименьшее и наибольшее значение линейной функции на заданном проме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жутке.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Решать графически линейные уравнения и неравенства.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Показывать схематически положе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ние на координатной плоскости графиков функций </w:t>
            </w:r>
          </w:p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5F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 = кх + т, у= кх в</w:t>
            </w:r>
            <w:r w:rsidRPr="00C75F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зависимости от значений коэф</w:t>
            </w:r>
            <w:r w:rsidRPr="00C75F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фициентов</w:t>
            </w:r>
            <w:r w:rsidRPr="00C75F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</w:t>
            </w:r>
            <w:r w:rsidRPr="00C75F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C75F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т.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Строить на координатной плоскости точки и фигуры по заданным координатам, фигуры, симметричные данным относительно координатных осей и начала координат.</w:t>
            </w:r>
          </w:p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F7B" w:rsidRPr="00C75FFD" w:rsidTr="00A54F55">
        <w:tc>
          <w:tcPr>
            <w:tcW w:w="1101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19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Системы двух линейных уравнений с двумя переменными</w:t>
            </w:r>
          </w:p>
        </w:tc>
        <w:tc>
          <w:tcPr>
            <w:tcW w:w="1417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72" w:type="dxa"/>
          </w:tcPr>
          <w:p w:rsidR="00E01F7B" w:rsidRPr="000D080F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Сформировать понятие о системах двух линейных уравнений с двумя переменными,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узнавать указанные системы,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определять, является ли пара чисел решением системы двух ли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нейных уравнений с двумя переменными.</w:t>
            </w:r>
          </w:p>
          <w:p w:rsidR="00E01F7B" w:rsidRPr="000D080F" w:rsidRDefault="00E01F7B" w:rsidP="000D080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системы двух ли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нейных уравнений с двумя переменными графиче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ским методом,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использовать функционально-гра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фические представления для исследования систем уравнений на предмет числа решений.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ешать систе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мы двух линейных уравнений с двумя переменными методами подстановки и алгебраического сложения.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текстовые задачи алгебраическим методом, составляя математическую модель задачи в виде системы двух линейных урав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нений с двумя переменными,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полученную систему и интерпретировать результат.</w:t>
            </w:r>
          </w:p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F7B" w:rsidRPr="00C75FFD" w:rsidTr="00A54F55">
        <w:tc>
          <w:tcPr>
            <w:tcW w:w="1101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Степень с натуральным показателем и ее свойства</w:t>
            </w:r>
          </w:p>
        </w:tc>
        <w:tc>
          <w:tcPr>
            <w:tcW w:w="1417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</w:tcPr>
          <w:p w:rsidR="00E01F7B" w:rsidRPr="000D080F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Сформировать понятие степени с натуральным и нулевым показателем и знание свойств степени, умение вычислять степень числа, знание табличных значений степеней 2, 3, 5, 10.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свойства степени для преобразования выражений и вычислений.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конструировать матема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тические предложения с помощью связок «если.., то...», воспроизводить несложные доказательства изученных теорем о свойствах степени с натураль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ным показателем.</w:t>
            </w:r>
          </w:p>
          <w:p w:rsidR="00E01F7B" w:rsidRPr="000D080F" w:rsidRDefault="00E01F7B" w:rsidP="000D080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Решать простые уравнения, ис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пользуя определение степени с неотрицательным целым показателем.</w:t>
            </w:r>
          </w:p>
        </w:tc>
      </w:tr>
      <w:tr w:rsidR="00E01F7B" w:rsidRPr="00C75FFD" w:rsidTr="00A54F55">
        <w:tc>
          <w:tcPr>
            <w:tcW w:w="1101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119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Одночлены. Операции над одночленами.</w:t>
            </w:r>
          </w:p>
        </w:tc>
        <w:tc>
          <w:tcPr>
            <w:tcW w:w="1417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</w:tcPr>
          <w:p w:rsidR="00E01F7B" w:rsidRPr="000D080F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Сформировать понятия одночлена, стандартного вида одночлена, подобных одночле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нов.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приводить одночлены к стандартному виду, </w:t>
            </w:r>
          </w:p>
          <w:p w:rsidR="00E01F7B" w:rsidRPr="000D080F" w:rsidRDefault="00E01F7B" w:rsidP="000D080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подобных одночленов, умножение одночленов, возведение од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ночлена в степень, деление одночлена на одночлен (в корректных случаях). стандартного вида одночлена, подобных одночле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нов.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</w:rPr>
              <w:t>Уметь приводить одночлены к стандартному виду, выполнять сложение и вычитание подобных одночленов, умножение одночленов, возведение од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ночлена в степень, деление одночлена на одночлен (в корректных случаях).</w:t>
            </w:r>
          </w:p>
        </w:tc>
      </w:tr>
      <w:tr w:rsidR="00E01F7B" w:rsidRPr="00C75FFD" w:rsidTr="00A54F55">
        <w:tc>
          <w:tcPr>
            <w:tcW w:w="1101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Многочлены. Операции над многочленами.</w:t>
            </w:r>
          </w:p>
        </w:tc>
        <w:tc>
          <w:tcPr>
            <w:tcW w:w="1417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72" w:type="dxa"/>
          </w:tcPr>
          <w:p w:rsidR="00E01F7B" w:rsidRPr="000D080F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понятие мно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гочлена, записи многочлена в стандартном виде.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Применять правило умножения многочленов для выведения формул разности квадратов, квадрата двучлена и суммы (разности) кубов.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формулы сокращен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ного умножения для преобразования алгебраиче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ских выражений.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различные формы самоконтроля при выполнении преобразований</w:t>
            </w:r>
          </w:p>
          <w:p w:rsidR="00E01F7B" w:rsidRPr="000D080F" w:rsidRDefault="00E01F7B" w:rsidP="000D080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умение выполнять деление многочлена на одночлен (в корректных слу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чаях)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сложение и вычитание многочленов, умножение многочлена на одночлен, умножение многочлена на многочлен.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Выполнять сложение и вычитание многочленов, умножение многочлена на одночлен, умножение многочлена на многочлен. </w:t>
            </w:r>
          </w:p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F7B" w:rsidRPr="00C75FFD" w:rsidTr="00A54F55">
        <w:tc>
          <w:tcPr>
            <w:tcW w:w="1101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многочленов на множители.</w:t>
            </w:r>
          </w:p>
        </w:tc>
        <w:tc>
          <w:tcPr>
            <w:tcW w:w="1417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72" w:type="dxa"/>
          </w:tcPr>
          <w:p w:rsidR="00E01F7B" w:rsidRPr="000D080F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Сформировать умение видеть способ, которым данный многочлен можно разложить на множители, и выполнять это разложение.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Сформировать понятие тождества и тождественного преобразования 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выражений.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Сформировать умение видеть способ, которым данный многочлен можно разложить на множители, и выполнять это разложение. 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формулы сокращенного умножения для разложения много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члена на множители, для решения уравнений, со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кращения алгебраических дробей, доказательства делимости значения числового выражения на чис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ло, а также как способ рационализации вычислений. </w:t>
            </w:r>
          </w:p>
          <w:p w:rsidR="00E01F7B" w:rsidRPr="000D080F" w:rsidRDefault="00E01F7B" w:rsidP="000D080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01F7B" w:rsidRPr="000D080F" w:rsidRDefault="00E01F7B" w:rsidP="000D080F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формулы сокращенного умножения для разложения много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члена на множители, для решения уравнений, со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кращения алгебраических дробей, доказательства делимости значения числового выражения на чис</w:t>
            </w:r>
            <w:r w:rsidRPr="000D08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ло, а также как способ рационализации вычислений.</w:t>
            </w:r>
          </w:p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F7B" w:rsidRPr="00C75FFD" w:rsidTr="00A54F55">
        <w:tc>
          <w:tcPr>
            <w:tcW w:w="1101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119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Функция у=х</w:t>
            </w:r>
            <w:r w:rsidRPr="00C75FF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</w:tcPr>
          <w:p w:rsidR="00E01F7B" w:rsidRPr="00A54F55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4F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01F7B" w:rsidRPr="00A54F55" w:rsidRDefault="00E01F7B" w:rsidP="000D080F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4F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Познакомить учащихся с первыми нелинейными функциями — функциями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у = х</w:t>
            </w:r>
            <w:r w:rsidRPr="00A54F5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vertAlign w:val="superscript"/>
                <w:lang w:eastAsia="ru-RU"/>
              </w:rPr>
              <w:t>2</w:t>
            </w:r>
            <w:r w:rsidRPr="00A54F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A54F5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 = - х</w:t>
            </w:r>
            <w:r w:rsidRPr="00A54F5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vertAlign w:val="superscript"/>
                <w:lang w:eastAsia="ru-RU"/>
              </w:rPr>
              <w:t>2</w:t>
            </w:r>
            <w:r w:rsidRPr="00A54F5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E01F7B" w:rsidRPr="00A54F55" w:rsidRDefault="00E01F7B" w:rsidP="000D080F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4F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понятие о функциональной символике, умение находить зна</w:t>
            </w:r>
            <w:r w:rsidRPr="00A54F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чение функции, используя функционально-симво</w:t>
            </w:r>
            <w:r w:rsidRPr="00A54F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лическую запись, осуществлять подстановку одного выражения в другое. </w:t>
            </w:r>
          </w:p>
          <w:p w:rsidR="00E01F7B" w:rsidRPr="00A54F55" w:rsidRDefault="00E01F7B" w:rsidP="000D080F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4F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функциональную символику для записи разнообразных фактов, свя</w:t>
            </w:r>
            <w:r w:rsidRPr="00A54F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занных с рассматриваемыми функциями. </w:t>
            </w:r>
          </w:p>
          <w:p w:rsidR="00E01F7B" w:rsidRPr="00A54F55" w:rsidRDefault="00E01F7B" w:rsidP="000D080F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4F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Строить речевые конструкции с использованием функцио</w:t>
            </w:r>
            <w:r w:rsidRPr="00A54F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нальной терминологии.</w:t>
            </w:r>
          </w:p>
          <w:p w:rsidR="00E01F7B" w:rsidRPr="00A54F55" w:rsidRDefault="00E01F7B" w:rsidP="000D080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54F5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01F7B" w:rsidRPr="00A54F55" w:rsidRDefault="00E01F7B" w:rsidP="000D080F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4F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Вычислять значения этих функций, составлять таблицы значений функции, строить гра</w:t>
            </w:r>
            <w:r w:rsidRPr="00A54F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фики функций и описывать их свойства на основе графических представлений. </w:t>
            </w:r>
          </w:p>
          <w:p w:rsidR="00E01F7B" w:rsidRPr="00A54F55" w:rsidRDefault="00E01F7B" w:rsidP="000D080F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4F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Сформировать умение графически решать уравнения, системы уравнений и простейшие неравенства. </w:t>
            </w:r>
          </w:p>
          <w:p w:rsidR="00E01F7B" w:rsidRPr="00A54F55" w:rsidRDefault="00E01F7B" w:rsidP="000D080F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4F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первона</w:t>
            </w:r>
            <w:r w:rsidRPr="00A54F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чальное умение строить график кусочной функции и проводить на основе графических представлений простейшие исследования. </w:t>
            </w:r>
          </w:p>
          <w:p w:rsidR="00E01F7B" w:rsidRPr="00A54F55" w:rsidRDefault="00E01F7B" w:rsidP="000D080F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F7B" w:rsidRPr="00C75FFD" w:rsidTr="00A54F55">
        <w:tc>
          <w:tcPr>
            <w:tcW w:w="1101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119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Элементы описательной статистики. Приложение. </w:t>
            </w:r>
          </w:p>
        </w:tc>
        <w:tc>
          <w:tcPr>
            <w:tcW w:w="1417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</w:tcPr>
          <w:p w:rsidR="00E01F7B" w:rsidRPr="00A54F55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4F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01F7B" w:rsidRPr="00A54F55" w:rsidRDefault="00E01F7B" w:rsidP="000D080F">
            <w:pPr>
              <w:pStyle w:val="a4"/>
              <w:numPr>
                <w:ilvl w:val="0"/>
                <w:numId w:val="1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Сформировать умение извлекать информацию из таблиц и диаграмм, </w:t>
            </w:r>
          </w:p>
          <w:p w:rsidR="00E01F7B" w:rsidRPr="00A54F55" w:rsidRDefault="00E01F7B" w:rsidP="000D080F">
            <w:pPr>
              <w:pStyle w:val="a4"/>
              <w:numPr>
                <w:ilvl w:val="0"/>
                <w:numId w:val="1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F55">
              <w:rPr>
                <w:rFonts w:ascii="Times New Roman" w:eastAsia="Calibri" w:hAnsi="Times New Roman" w:cs="Times New Roman"/>
                <w:sz w:val="24"/>
                <w:szCs w:val="24"/>
              </w:rPr>
              <w:t>приводить примеры числовых данных,</w:t>
            </w:r>
          </w:p>
          <w:p w:rsidR="00E01F7B" w:rsidRPr="00A54F55" w:rsidRDefault="00E01F7B" w:rsidP="000D080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54F5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01F7B" w:rsidRPr="00A54F55" w:rsidRDefault="00E01F7B" w:rsidP="000D080F">
            <w:pPr>
              <w:pStyle w:val="a4"/>
              <w:numPr>
                <w:ilvl w:val="0"/>
                <w:numId w:val="1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F55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вычисления по табличным данным,</w:t>
            </w:r>
          </w:p>
          <w:p w:rsidR="00E01F7B" w:rsidRPr="00A54F55" w:rsidRDefault="00E01F7B" w:rsidP="000D080F">
            <w:pPr>
              <w:pStyle w:val="a4"/>
              <w:numPr>
                <w:ilvl w:val="0"/>
                <w:numId w:val="1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F55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информа</w:t>
            </w:r>
            <w:r w:rsidRPr="00A54F5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цию в виде таблиц и диаграмм, находить среднее значение, объем, моду, размах.</w:t>
            </w:r>
          </w:p>
        </w:tc>
      </w:tr>
      <w:tr w:rsidR="00E01F7B" w:rsidRPr="00C75FFD" w:rsidTr="00A54F55">
        <w:tc>
          <w:tcPr>
            <w:tcW w:w="1101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F55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Обобщающее повторение.</w:t>
            </w:r>
          </w:p>
        </w:tc>
        <w:tc>
          <w:tcPr>
            <w:tcW w:w="1417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</w:tcPr>
          <w:p w:rsidR="00E01F7B" w:rsidRPr="00C75FFD" w:rsidRDefault="00E01F7B" w:rsidP="000D08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цели и задач на при повторении материала. Планирование учебной деятельности на уроке и дома. Подведение итога, коррекция знаний. Самоконтроль.</w:t>
            </w:r>
          </w:p>
        </w:tc>
      </w:tr>
      <w:tr w:rsidR="00E01F7B" w:rsidRPr="00C75FFD" w:rsidTr="00A54F55">
        <w:tc>
          <w:tcPr>
            <w:tcW w:w="1101" w:type="dxa"/>
          </w:tcPr>
          <w:p w:rsidR="00E01F7B" w:rsidRPr="00C75FFD" w:rsidRDefault="00E01F7B" w:rsidP="00C75F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F7B" w:rsidRPr="00C75FFD" w:rsidRDefault="00E01F7B" w:rsidP="00C75F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417" w:type="dxa"/>
          </w:tcPr>
          <w:p w:rsidR="00E01F7B" w:rsidRPr="00C75FFD" w:rsidRDefault="00E01F7B" w:rsidP="00C75F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072" w:type="dxa"/>
          </w:tcPr>
          <w:p w:rsidR="00E01F7B" w:rsidRPr="00C75FFD" w:rsidRDefault="00E01F7B" w:rsidP="00C75F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75FFD" w:rsidRPr="00A54F55" w:rsidRDefault="00C75FFD" w:rsidP="00114F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F7B" w:rsidRPr="00A54F55" w:rsidRDefault="00E01F7B" w:rsidP="00E01F7B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1F7B" w:rsidRPr="00A54F55" w:rsidRDefault="00E01F7B" w:rsidP="00E01F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54F55">
        <w:rPr>
          <w:rFonts w:ascii="Times New Roman" w:eastAsia="Calibri" w:hAnsi="Times New Roman" w:cs="Times New Roman"/>
          <w:b/>
          <w:sz w:val="24"/>
          <w:szCs w:val="24"/>
        </w:rPr>
        <w:t>Перечень учебно-методического обеспечения</w:t>
      </w:r>
      <w:r w:rsidRPr="00E01F7B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E01F7B" w:rsidRPr="00E01F7B" w:rsidRDefault="00E01F7B" w:rsidP="00E01F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1F7B" w:rsidRPr="00E01F7B" w:rsidRDefault="00E01F7B" w:rsidP="00E01F7B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1F7B">
        <w:rPr>
          <w:rFonts w:ascii="Times New Roman" w:eastAsia="Calibri" w:hAnsi="Times New Roman" w:cs="Times New Roman"/>
          <w:sz w:val="24"/>
          <w:szCs w:val="24"/>
        </w:rPr>
        <w:t>Мордкович А.Г. Алгебра:Учебник для 7 класса общеобразовательных организаций. М.: Мнемозина,2014</w:t>
      </w:r>
    </w:p>
    <w:p w:rsidR="00E01F7B" w:rsidRPr="00E01F7B" w:rsidRDefault="00E01F7B" w:rsidP="00E01F7B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1F7B">
        <w:rPr>
          <w:rFonts w:ascii="Times New Roman" w:eastAsia="Calibri" w:hAnsi="Times New Roman" w:cs="Times New Roman"/>
          <w:sz w:val="24"/>
          <w:szCs w:val="24"/>
        </w:rPr>
        <w:t>Мордкович А.Г. Алгебра:Задачник для 7 класса общеобразовательных организаций. М.: Мнемозина,2014</w:t>
      </w:r>
    </w:p>
    <w:p w:rsidR="00E01F7B" w:rsidRPr="00E01F7B" w:rsidRDefault="00E01F7B" w:rsidP="00E01F7B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1F7B">
        <w:rPr>
          <w:rFonts w:ascii="Times New Roman" w:eastAsia="Calibri" w:hAnsi="Times New Roman" w:cs="Times New Roman"/>
          <w:sz w:val="24"/>
          <w:szCs w:val="24"/>
        </w:rPr>
        <w:t>Тесты. 7 класс: к учебнику А.Г. Мордковича /Е.М. Ключникова.-М.: Экзамен,2011.</w:t>
      </w:r>
    </w:p>
    <w:p w:rsidR="00E01F7B" w:rsidRPr="00E01F7B" w:rsidRDefault="00E01F7B" w:rsidP="00E01F7B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1F7B">
        <w:rPr>
          <w:rFonts w:ascii="Times New Roman" w:eastAsia="Calibri" w:hAnsi="Times New Roman" w:cs="Times New Roman"/>
          <w:sz w:val="24"/>
          <w:szCs w:val="24"/>
        </w:rPr>
        <w:t>Промежуточное тестирование. 7 класс: к учебнику А.Г. Мордковича /Е.М. Ключникова.-М.: Экзамен,2015.</w:t>
      </w:r>
    </w:p>
    <w:p w:rsidR="00E01F7B" w:rsidRPr="00E01F7B" w:rsidRDefault="00E01F7B" w:rsidP="00E01F7B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1F7B">
        <w:rPr>
          <w:rFonts w:ascii="Times New Roman" w:eastAsia="Calibri" w:hAnsi="Times New Roman" w:cs="Times New Roman"/>
          <w:sz w:val="24"/>
          <w:szCs w:val="24"/>
        </w:rPr>
        <w:t>Дидактические материалы по алгебре:7класс: к учебнику «Алгебра.7 класс./М.А. Попов.-М.: Экзамен,2014.</w:t>
      </w:r>
    </w:p>
    <w:p w:rsidR="00E01F7B" w:rsidRPr="00E01F7B" w:rsidRDefault="00E01F7B" w:rsidP="00E01F7B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1F7B">
        <w:rPr>
          <w:rFonts w:ascii="Times New Roman" w:eastAsia="Calibri" w:hAnsi="Times New Roman" w:cs="Times New Roman"/>
          <w:sz w:val="24"/>
          <w:szCs w:val="24"/>
        </w:rPr>
        <w:t>Контрольные и самостоятельные работы по алгебре: 7 класс: к учебнику А.Г. Мордковича «Алгебра.7 класс»/М.А. Попов.-М.: Экзамен,2014.</w:t>
      </w:r>
    </w:p>
    <w:p w:rsidR="00E01F7B" w:rsidRPr="00E01F7B" w:rsidRDefault="00E01F7B" w:rsidP="00E01F7B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E01F7B" w:rsidRPr="00E01F7B" w:rsidRDefault="00E01F7B" w:rsidP="00E01F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01F7B">
        <w:rPr>
          <w:rFonts w:ascii="Times New Roman" w:eastAsia="Calibri" w:hAnsi="Times New Roman" w:cs="Times New Roman"/>
          <w:b/>
          <w:sz w:val="24"/>
          <w:szCs w:val="24"/>
        </w:rPr>
        <w:t>Интернет ресурсы:</w:t>
      </w:r>
    </w:p>
    <w:p w:rsidR="00E01F7B" w:rsidRPr="00E01F7B" w:rsidRDefault="00E01F7B" w:rsidP="00E01F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1F7B">
        <w:rPr>
          <w:rFonts w:ascii="Times New Roman" w:eastAsia="Calibri" w:hAnsi="Times New Roman" w:cs="Times New Roman"/>
          <w:sz w:val="24"/>
          <w:szCs w:val="24"/>
        </w:rPr>
        <w:t>1. www. </w:t>
      </w:r>
      <w:hyperlink r:id="rId9" w:history="1">
        <w:r w:rsidRPr="00A54F5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edu</w:t>
        </w:r>
      </w:hyperlink>
      <w:r w:rsidRPr="00E01F7B">
        <w:rPr>
          <w:rFonts w:ascii="Times New Roman" w:eastAsia="Calibri" w:hAnsi="Times New Roman" w:cs="Times New Roman"/>
          <w:sz w:val="24"/>
          <w:szCs w:val="24"/>
        </w:rPr>
        <w:t> - "Российское образование" Федеральный портал.</w:t>
      </w:r>
    </w:p>
    <w:p w:rsidR="00E01F7B" w:rsidRPr="00E01F7B" w:rsidRDefault="00E01F7B" w:rsidP="00E01F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1F7B">
        <w:rPr>
          <w:rFonts w:ascii="Times New Roman" w:eastAsia="Calibri" w:hAnsi="Times New Roman" w:cs="Times New Roman"/>
          <w:sz w:val="24"/>
          <w:szCs w:val="24"/>
        </w:rPr>
        <w:t>2. www.</w:t>
      </w:r>
      <w:hyperlink r:id="rId10" w:history="1">
        <w:r w:rsidRPr="00A54F5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school.edu</w:t>
        </w:r>
      </w:hyperlink>
      <w:r w:rsidRPr="00E01F7B">
        <w:rPr>
          <w:rFonts w:ascii="Times New Roman" w:eastAsia="Calibri" w:hAnsi="Times New Roman" w:cs="Times New Roman"/>
          <w:sz w:val="24"/>
          <w:szCs w:val="24"/>
        </w:rPr>
        <w:t> - "Российский общеобразовательный портал".</w:t>
      </w:r>
    </w:p>
    <w:p w:rsidR="00E01F7B" w:rsidRPr="00E01F7B" w:rsidRDefault="00E01F7B" w:rsidP="00E01F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1F7B">
        <w:rPr>
          <w:rFonts w:ascii="Times New Roman" w:eastAsia="Calibri" w:hAnsi="Times New Roman" w:cs="Times New Roman"/>
          <w:sz w:val="24"/>
          <w:szCs w:val="24"/>
        </w:rPr>
        <w:t>3. www.school-collection.edu.ru/ Единая коллекция цифровых образовательных ресурсов.</w:t>
      </w:r>
    </w:p>
    <w:p w:rsidR="00E01F7B" w:rsidRPr="00E01F7B" w:rsidRDefault="00E01F7B" w:rsidP="00E01F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1F7B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hyperlink r:id="rId11" w:history="1">
        <w:r w:rsidRPr="00A54F5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http://fcior.edu.ru/</w:t>
        </w:r>
      </w:hyperlink>
      <w:r w:rsidRPr="00E01F7B">
        <w:rPr>
          <w:rFonts w:ascii="Times New Roman" w:eastAsia="Calibri" w:hAnsi="Times New Roman" w:cs="Times New Roman"/>
          <w:sz w:val="24"/>
          <w:szCs w:val="24"/>
        </w:rPr>
        <w:t xml:space="preserve"> Портал «Федеральный центр Информационно-образовательных ресурсов»</w:t>
      </w:r>
    </w:p>
    <w:p w:rsidR="00E01F7B" w:rsidRPr="00E01F7B" w:rsidRDefault="00E01F7B" w:rsidP="00E01F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1F7B">
        <w:rPr>
          <w:rFonts w:ascii="Times New Roman" w:eastAsia="Calibri" w:hAnsi="Times New Roman" w:cs="Times New Roman"/>
          <w:sz w:val="24"/>
          <w:szCs w:val="24"/>
        </w:rPr>
        <w:t>5. www .</w:t>
      </w:r>
      <w:hyperlink r:id="rId12" w:history="1">
        <w:r w:rsidRPr="00A54F5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festival.1september.ru</w:t>
        </w:r>
      </w:hyperlink>
      <w:r w:rsidRPr="00E01F7B">
        <w:rPr>
          <w:rFonts w:ascii="Times New Roman" w:eastAsia="Calibri" w:hAnsi="Times New Roman" w:cs="Times New Roman"/>
          <w:sz w:val="24"/>
          <w:szCs w:val="24"/>
        </w:rPr>
        <w:t>   Фестиваль педагогических идей «Открытый урок»</w:t>
      </w:r>
    </w:p>
    <w:p w:rsidR="00A54F55" w:rsidRDefault="00E01F7B" w:rsidP="00A54F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1F7B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hyperlink r:id="rId13" w:history="1">
        <w:r w:rsidRPr="00A54F5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http://www.fipi.ru</w:t>
        </w:r>
      </w:hyperlink>
      <w:r w:rsidRPr="00E01F7B">
        <w:rPr>
          <w:rFonts w:ascii="Times New Roman" w:eastAsia="Calibri" w:hAnsi="Times New Roman" w:cs="Times New Roman"/>
          <w:sz w:val="24"/>
          <w:szCs w:val="24"/>
        </w:rPr>
        <w:t xml:space="preserve">  - портал информационной поддержки мониторинга качества образования, здесь можно найти Федеральный банк тестовых заданий.</w:t>
      </w:r>
    </w:p>
    <w:p w:rsidR="00A54F55" w:rsidRPr="00A54F55" w:rsidRDefault="00A54F55" w:rsidP="00A54F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01F7B" w:rsidRPr="00A54F55" w:rsidRDefault="00E01F7B" w:rsidP="00E01F7B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F55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Приложение к программе</w:t>
      </w:r>
    </w:p>
    <w:p w:rsidR="009E5FE5" w:rsidRPr="00A54F55" w:rsidRDefault="00E01F7B" w:rsidP="00E01F7B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54F5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Учебно-тематический  план:</w:t>
      </w:r>
    </w:p>
    <w:tbl>
      <w:tblPr>
        <w:tblStyle w:val="a3"/>
        <w:tblW w:w="0" w:type="auto"/>
        <w:tblInd w:w="108" w:type="dxa"/>
        <w:tblLook w:val="04A0"/>
      </w:tblPr>
      <w:tblGrid>
        <w:gridCol w:w="567"/>
        <w:gridCol w:w="6604"/>
        <w:gridCol w:w="2336"/>
        <w:gridCol w:w="1833"/>
      </w:tblGrid>
      <w:tr w:rsidR="006F0095" w:rsidRPr="00CC1BE9" w:rsidTr="00E01F7B">
        <w:tc>
          <w:tcPr>
            <w:tcW w:w="567" w:type="dxa"/>
          </w:tcPr>
          <w:p w:rsidR="006F0095" w:rsidRPr="00CC1BE9" w:rsidRDefault="006F0095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BE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04" w:type="dxa"/>
          </w:tcPr>
          <w:p w:rsidR="006F0095" w:rsidRPr="00CC1BE9" w:rsidRDefault="006F0095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BE9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2336" w:type="dxa"/>
          </w:tcPr>
          <w:p w:rsidR="006F0095" w:rsidRPr="00CC1BE9" w:rsidRDefault="006F0095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BE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833" w:type="dxa"/>
          </w:tcPr>
          <w:p w:rsidR="006F0095" w:rsidRPr="00CC1BE9" w:rsidRDefault="006F0095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BE9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E01F7B" w:rsidRPr="00CC1BE9" w:rsidTr="00E01F7B">
        <w:tc>
          <w:tcPr>
            <w:tcW w:w="567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B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04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в 5-6 классах</w:t>
            </w:r>
          </w:p>
        </w:tc>
        <w:tc>
          <w:tcPr>
            <w:tcW w:w="2336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3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F7B" w:rsidRPr="00CC1BE9" w:rsidTr="00E01F7B">
        <w:tc>
          <w:tcPr>
            <w:tcW w:w="567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B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04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язык. Математическая модель</w:t>
            </w:r>
          </w:p>
        </w:tc>
        <w:tc>
          <w:tcPr>
            <w:tcW w:w="2336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33" w:type="dxa"/>
          </w:tcPr>
          <w:p w:rsidR="00E01F7B" w:rsidRPr="00CC1BE9" w:rsidRDefault="00A54F55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1F7B" w:rsidRPr="00CC1BE9" w:rsidTr="00E01F7B">
        <w:tc>
          <w:tcPr>
            <w:tcW w:w="567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B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04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Линейная функция</w:t>
            </w:r>
          </w:p>
        </w:tc>
        <w:tc>
          <w:tcPr>
            <w:tcW w:w="2336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33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B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1F7B" w:rsidRPr="00CC1BE9" w:rsidTr="00E01F7B">
        <w:tc>
          <w:tcPr>
            <w:tcW w:w="567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B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04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Системы двух линейных уравнений с двумя переменными</w:t>
            </w:r>
          </w:p>
        </w:tc>
        <w:tc>
          <w:tcPr>
            <w:tcW w:w="2336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33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B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1F7B" w:rsidRPr="00CC1BE9" w:rsidTr="00E01F7B">
        <w:tc>
          <w:tcPr>
            <w:tcW w:w="567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04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Степень с натуральным показателем и ее свойства</w:t>
            </w:r>
          </w:p>
        </w:tc>
        <w:tc>
          <w:tcPr>
            <w:tcW w:w="2336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3" w:type="dxa"/>
          </w:tcPr>
          <w:p w:rsidR="00E01F7B" w:rsidRPr="00CC1BE9" w:rsidRDefault="00A54F55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1F7B" w:rsidRPr="00CC1BE9" w:rsidTr="00E01F7B">
        <w:tc>
          <w:tcPr>
            <w:tcW w:w="567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04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Одночлены. Операции над одночленами.</w:t>
            </w:r>
          </w:p>
        </w:tc>
        <w:tc>
          <w:tcPr>
            <w:tcW w:w="2336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33" w:type="dxa"/>
          </w:tcPr>
          <w:p w:rsidR="00E01F7B" w:rsidRPr="00CC1BE9" w:rsidRDefault="00A54F55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1F7B" w:rsidRPr="00CC1BE9" w:rsidTr="00E01F7B">
        <w:tc>
          <w:tcPr>
            <w:tcW w:w="567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04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Многочлены. Операции над многочленами.</w:t>
            </w:r>
          </w:p>
        </w:tc>
        <w:tc>
          <w:tcPr>
            <w:tcW w:w="2336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33" w:type="dxa"/>
          </w:tcPr>
          <w:p w:rsidR="00E01F7B" w:rsidRPr="00CC1BE9" w:rsidRDefault="00A54F55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1F7B" w:rsidRPr="00CC1BE9" w:rsidTr="00E01F7B">
        <w:tc>
          <w:tcPr>
            <w:tcW w:w="567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04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многочленов на множители.</w:t>
            </w:r>
          </w:p>
        </w:tc>
        <w:tc>
          <w:tcPr>
            <w:tcW w:w="2336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33" w:type="dxa"/>
          </w:tcPr>
          <w:p w:rsidR="00E01F7B" w:rsidRPr="00CC1BE9" w:rsidRDefault="00A54F55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1F7B" w:rsidRPr="00CC1BE9" w:rsidTr="00E01F7B">
        <w:tc>
          <w:tcPr>
            <w:tcW w:w="567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04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Функция у=х</w:t>
            </w:r>
            <w:r w:rsidRPr="00C75FF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36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3" w:type="dxa"/>
          </w:tcPr>
          <w:p w:rsidR="00E01F7B" w:rsidRPr="00CC1BE9" w:rsidRDefault="00A54F55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1F7B" w:rsidRPr="00CC1BE9" w:rsidTr="00E01F7B">
        <w:tc>
          <w:tcPr>
            <w:tcW w:w="567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04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Элементы описательной статистики. Приложение. </w:t>
            </w:r>
          </w:p>
        </w:tc>
        <w:tc>
          <w:tcPr>
            <w:tcW w:w="2336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3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F7B" w:rsidRPr="00CC1BE9" w:rsidTr="00E01F7B">
        <w:tc>
          <w:tcPr>
            <w:tcW w:w="567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04" w:type="dxa"/>
          </w:tcPr>
          <w:p w:rsidR="00E01F7B" w:rsidRPr="00C75FFD" w:rsidRDefault="00E01F7B" w:rsidP="00A54F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Обобщающее повторение.</w:t>
            </w:r>
          </w:p>
        </w:tc>
        <w:tc>
          <w:tcPr>
            <w:tcW w:w="2336" w:type="dxa"/>
          </w:tcPr>
          <w:p w:rsidR="00E01F7B" w:rsidRPr="00CC1BE9" w:rsidRDefault="00E01F7B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3" w:type="dxa"/>
          </w:tcPr>
          <w:p w:rsidR="00E01F7B" w:rsidRPr="00CC1BE9" w:rsidRDefault="00A54F55" w:rsidP="0066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54F55" w:rsidRDefault="00A54F55" w:rsidP="00A54F5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0095" w:rsidRPr="00A54F55" w:rsidRDefault="006F0095" w:rsidP="00A54F5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F55">
        <w:rPr>
          <w:rFonts w:ascii="Times New Roman" w:hAnsi="Times New Roman" w:cs="Times New Roman"/>
          <w:b/>
          <w:sz w:val="24"/>
          <w:szCs w:val="24"/>
        </w:rPr>
        <w:t>График контрольных работ</w:t>
      </w:r>
    </w:p>
    <w:tbl>
      <w:tblPr>
        <w:tblStyle w:val="a3"/>
        <w:tblW w:w="0" w:type="auto"/>
        <w:tblInd w:w="108" w:type="dxa"/>
        <w:tblLook w:val="04A0"/>
      </w:tblPr>
      <w:tblGrid>
        <w:gridCol w:w="709"/>
        <w:gridCol w:w="851"/>
        <w:gridCol w:w="7938"/>
        <w:gridCol w:w="1842"/>
      </w:tblGrid>
      <w:tr w:rsidR="00A54F55" w:rsidRPr="00CC1BE9" w:rsidTr="000027E1">
        <w:tc>
          <w:tcPr>
            <w:tcW w:w="709" w:type="dxa"/>
          </w:tcPr>
          <w:p w:rsidR="00A54F55" w:rsidRPr="00C446C9" w:rsidRDefault="00A54F55" w:rsidP="00661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1" w:type="dxa"/>
          </w:tcPr>
          <w:p w:rsidR="00A54F55" w:rsidRPr="00C446C9" w:rsidRDefault="00A54F55" w:rsidP="00661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6C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938" w:type="dxa"/>
          </w:tcPr>
          <w:p w:rsidR="00A54F55" w:rsidRPr="00C446C9" w:rsidRDefault="00A54F55" w:rsidP="00661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6C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</w:tcPr>
          <w:p w:rsidR="00A54F55" w:rsidRPr="00C446C9" w:rsidRDefault="00A54F55" w:rsidP="00661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6C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54F55" w:rsidRPr="00CC1BE9" w:rsidTr="000027E1">
        <w:tc>
          <w:tcPr>
            <w:tcW w:w="709" w:type="dxa"/>
          </w:tcPr>
          <w:p w:rsidR="00A54F55" w:rsidRPr="000027E1" w:rsidRDefault="00A54F55" w:rsidP="000027E1">
            <w:pPr>
              <w:pStyle w:val="a4"/>
              <w:numPr>
                <w:ilvl w:val="0"/>
                <w:numId w:val="38"/>
              </w:numPr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54F55" w:rsidRPr="00C446C9" w:rsidRDefault="000027E1" w:rsidP="00A54F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7938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Контрольная работа №1 по теме «Математический язык. Математическая модель»</w:t>
            </w:r>
          </w:p>
        </w:tc>
        <w:tc>
          <w:tcPr>
            <w:tcW w:w="1842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4F55" w:rsidRPr="00CC1BE9" w:rsidTr="000027E1">
        <w:tc>
          <w:tcPr>
            <w:tcW w:w="709" w:type="dxa"/>
          </w:tcPr>
          <w:p w:rsidR="00A54F55" w:rsidRPr="000027E1" w:rsidRDefault="00A54F55" w:rsidP="000027E1">
            <w:pPr>
              <w:pStyle w:val="a4"/>
              <w:numPr>
                <w:ilvl w:val="0"/>
                <w:numId w:val="38"/>
              </w:numPr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7938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Контрольная работа №2 по теме «Линейная функция»</w:t>
            </w:r>
          </w:p>
        </w:tc>
        <w:tc>
          <w:tcPr>
            <w:tcW w:w="1842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4F55" w:rsidRPr="00CC1BE9" w:rsidTr="000027E1">
        <w:tc>
          <w:tcPr>
            <w:tcW w:w="709" w:type="dxa"/>
          </w:tcPr>
          <w:p w:rsidR="00A54F55" w:rsidRPr="000027E1" w:rsidRDefault="00A54F55" w:rsidP="000027E1">
            <w:pPr>
              <w:pStyle w:val="a4"/>
              <w:numPr>
                <w:ilvl w:val="0"/>
                <w:numId w:val="38"/>
              </w:numPr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7938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Контрольная работа №3 по теме «Системы двух линейных уравнений с двумя переменными»</w:t>
            </w:r>
          </w:p>
        </w:tc>
        <w:tc>
          <w:tcPr>
            <w:tcW w:w="1842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4F55" w:rsidRPr="00CC1BE9" w:rsidTr="000027E1">
        <w:tc>
          <w:tcPr>
            <w:tcW w:w="709" w:type="dxa"/>
          </w:tcPr>
          <w:p w:rsidR="00A54F55" w:rsidRPr="000027E1" w:rsidRDefault="00A54F55" w:rsidP="000027E1">
            <w:pPr>
              <w:pStyle w:val="a4"/>
              <w:numPr>
                <w:ilvl w:val="0"/>
                <w:numId w:val="38"/>
              </w:numPr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7938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 xml:space="preserve">Контрольная работа №4 по теме «Степень с натуральным показателем и ее свойства. Одночлены и операции над ними» </w:t>
            </w:r>
          </w:p>
        </w:tc>
        <w:tc>
          <w:tcPr>
            <w:tcW w:w="1842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54F55" w:rsidRPr="00CC1BE9" w:rsidTr="000027E1">
        <w:tc>
          <w:tcPr>
            <w:tcW w:w="709" w:type="dxa"/>
          </w:tcPr>
          <w:p w:rsidR="00A54F55" w:rsidRPr="000027E1" w:rsidRDefault="00A54F55" w:rsidP="000027E1">
            <w:pPr>
              <w:pStyle w:val="a4"/>
              <w:numPr>
                <w:ilvl w:val="0"/>
                <w:numId w:val="38"/>
              </w:numPr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7938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Контрольная работа №5 по теме «Многочлены и операции над ними»</w:t>
            </w:r>
          </w:p>
        </w:tc>
        <w:tc>
          <w:tcPr>
            <w:tcW w:w="1842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4F55" w:rsidRPr="00CC1BE9" w:rsidTr="000027E1">
        <w:tc>
          <w:tcPr>
            <w:tcW w:w="709" w:type="dxa"/>
          </w:tcPr>
          <w:p w:rsidR="00A54F55" w:rsidRPr="000027E1" w:rsidRDefault="00A54F55" w:rsidP="000027E1">
            <w:pPr>
              <w:pStyle w:val="a4"/>
              <w:numPr>
                <w:ilvl w:val="0"/>
                <w:numId w:val="38"/>
              </w:numPr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7938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Контрольная работа №6 по теме « Разложение многочленов на множители»</w:t>
            </w:r>
          </w:p>
        </w:tc>
        <w:tc>
          <w:tcPr>
            <w:tcW w:w="1842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4F55" w:rsidRPr="00CC1BE9" w:rsidTr="000027E1">
        <w:tc>
          <w:tcPr>
            <w:tcW w:w="709" w:type="dxa"/>
          </w:tcPr>
          <w:p w:rsidR="00A54F55" w:rsidRPr="000027E1" w:rsidRDefault="00A54F55" w:rsidP="000027E1">
            <w:pPr>
              <w:pStyle w:val="a4"/>
              <w:numPr>
                <w:ilvl w:val="0"/>
                <w:numId w:val="38"/>
              </w:numPr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7938" w:type="dxa"/>
          </w:tcPr>
          <w:p w:rsidR="00A54F55" w:rsidRPr="00C446C9" w:rsidRDefault="00A54F55" w:rsidP="00A54F55">
            <w:pPr>
              <w:tabs>
                <w:tab w:val="left" w:pos="1699"/>
              </w:tabs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Контрольная работа №7 по теме «Функция у=х</w:t>
            </w:r>
            <w:r w:rsidRPr="00C446C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446C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54F55" w:rsidRPr="00C446C9" w:rsidRDefault="00A54F55" w:rsidP="00A54F55">
            <w:pPr>
              <w:tabs>
                <w:tab w:val="left" w:pos="1699"/>
              </w:tabs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4F55" w:rsidRPr="00CC1BE9" w:rsidTr="000027E1">
        <w:tc>
          <w:tcPr>
            <w:tcW w:w="709" w:type="dxa"/>
          </w:tcPr>
          <w:p w:rsidR="00A54F55" w:rsidRPr="000027E1" w:rsidRDefault="00A54F55" w:rsidP="000027E1">
            <w:pPr>
              <w:pStyle w:val="a4"/>
              <w:numPr>
                <w:ilvl w:val="0"/>
                <w:numId w:val="38"/>
              </w:numPr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7938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 xml:space="preserve">Итоговая  контрольная  работа </w:t>
            </w:r>
          </w:p>
        </w:tc>
        <w:tc>
          <w:tcPr>
            <w:tcW w:w="1842" w:type="dxa"/>
          </w:tcPr>
          <w:p w:rsidR="00A54F55" w:rsidRPr="00C446C9" w:rsidRDefault="00A54F55" w:rsidP="00A54F55">
            <w:pPr>
              <w:rPr>
                <w:rFonts w:ascii="Times New Roman" w:hAnsi="Times New Roman"/>
                <w:sz w:val="24"/>
                <w:szCs w:val="24"/>
              </w:rPr>
            </w:pPr>
            <w:r w:rsidRPr="00C44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F0095" w:rsidRPr="00CC1BE9" w:rsidRDefault="006F0095" w:rsidP="006F0095">
      <w:pPr>
        <w:rPr>
          <w:rFonts w:ascii="Times New Roman" w:hAnsi="Times New Roman" w:cs="Times New Roman"/>
        </w:rPr>
      </w:pPr>
    </w:p>
    <w:p w:rsidR="001D53A0" w:rsidRPr="00CC1BE9" w:rsidRDefault="001D53A0" w:rsidP="006F0095">
      <w:pPr>
        <w:jc w:val="both"/>
        <w:rPr>
          <w:rFonts w:ascii="Times New Roman" w:hAnsi="Times New Roman" w:cs="Times New Roman"/>
          <w:b/>
        </w:rPr>
      </w:pPr>
    </w:p>
    <w:p w:rsidR="00A54F55" w:rsidRDefault="00A54F55" w:rsidP="00A54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54F5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Календарно</w:t>
      </w:r>
      <w:r w:rsidRPr="00A54F55">
        <w:rPr>
          <w:rFonts w:ascii="Times New Roman" w:eastAsia="Times New Roman" w:hAnsi="Times New Roman" w:cs="Times New Roman"/>
          <w:b/>
          <w:iCs/>
          <w:sz w:val="24"/>
          <w:szCs w:val="24"/>
        </w:rPr>
        <w:t>-</w:t>
      </w:r>
      <w:r w:rsidRPr="00A54F5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тематическое планирование</w:t>
      </w:r>
    </w:p>
    <w:p w:rsidR="00A54F55" w:rsidRPr="00A54F55" w:rsidRDefault="00A54F55" w:rsidP="00A54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3"/>
        <w:tblW w:w="15422" w:type="dxa"/>
        <w:tblLayout w:type="fixed"/>
        <w:tblLook w:val="04A0"/>
      </w:tblPr>
      <w:tblGrid>
        <w:gridCol w:w="903"/>
        <w:gridCol w:w="817"/>
        <w:gridCol w:w="784"/>
        <w:gridCol w:w="2468"/>
        <w:gridCol w:w="2852"/>
        <w:gridCol w:w="2940"/>
        <w:gridCol w:w="4086"/>
        <w:gridCol w:w="236"/>
        <w:gridCol w:w="336"/>
      </w:tblGrid>
      <w:tr w:rsidR="00A54F55" w:rsidRPr="00A54F55" w:rsidTr="004C7E35">
        <w:trPr>
          <w:gridAfter w:val="2"/>
          <w:wAfter w:w="572" w:type="dxa"/>
        </w:trPr>
        <w:tc>
          <w:tcPr>
            <w:tcW w:w="903" w:type="dxa"/>
            <w:vMerge w:val="restart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1601" w:type="dxa"/>
            <w:gridSpan w:val="2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Дата</w:t>
            </w:r>
          </w:p>
        </w:tc>
        <w:tc>
          <w:tcPr>
            <w:tcW w:w="2468" w:type="dxa"/>
            <w:vMerge w:val="restart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Тема урока </w:t>
            </w:r>
          </w:p>
        </w:tc>
        <w:tc>
          <w:tcPr>
            <w:tcW w:w="9878" w:type="dxa"/>
            <w:gridSpan w:val="3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Планируемые результаты</w:t>
            </w:r>
          </w:p>
        </w:tc>
      </w:tr>
      <w:tr w:rsidR="00A54F55" w:rsidRPr="00A54F55" w:rsidTr="004C7E35">
        <w:trPr>
          <w:gridAfter w:val="2"/>
          <w:wAfter w:w="572" w:type="dxa"/>
        </w:trPr>
        <w:tc>
          <w:tcPr>
            <w:tcW w:w="903" w:type="dxa"/>
            <w:vMerge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84" w:type="dxa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468" w:type="dxa"/>
            <w:vMerge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2940" w:type="dxa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Метапредметные</w:t>
            </w:r>
          </w:p>
        </w:tc>
        <w:tc>
          <w:tcPr>
            <w:tcW w:w="4086" w:type="dxa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Личностные</w:t>
            </w:r>
          </w:p>
        </w:tc>
      </w:tr>
      <w:tr w:rsidR="00A54F55" w:rsidRPr="00A54F55" w:rsidTr="004C7E35">
        <w:trPr>
          <w:gridAfter w:val="2"/>
          <w:wAfter w:w="572" w:type="dxa"/>
        </w:trPr>
        <w:tc>
          <w:tcPr>
            <w:tcW w:w="14850" w:type="dxa"/>
            <w:gridSpan w:val="7"/>
          </w:tcPr>
          <w:p w:rsidR="00A54F55" w:rsidRPr="00A54F55" w:rsidRDefault="00A54F55" w:rsidP="00A54F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изученного в 5-6 классах (2ч)</w:t>
            </w:r>
          </w:p>
        </w:tc>
      </w:tr>
      <w:tr w:rsidR="00A54F55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A54F55" w:rsidRPr="00A54F55" w:rsidRDefault="00A54F55" w:rsidP="00A54F5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03.09</w:t>
            </w:r>
          </w:p>
        </w:tc>
        <w:tc>
          <w:tcPr>
            <w:tcW w:w="784" w:type="dxa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 Числовые выражения.</w:t>
            </w:r>
          </w:p>
        </w:tc>
        <w:tc>
          <w:tcPr>
            <w:tcW w:w="2852" w:type="dxa"/>
          </w:tcPr>
          <w:p w:rsidR="00706E60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  <w:r w:rsidR="00A54F55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рациональный способ решения выражений, основные операции над числами, </w:t>
            </w:r>
          </w:p>
          <w:p w:rsidR="00A54F55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выполнят</w:t>
            </w:r>
            <w:r w:rsidR="00A54F55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ь порядок действий, законы сложения и умно</w:t>
            </w:r>
            <w:r w:rsidR="00A54F55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жения</w:t>
            </w:r>
          </w:p>
        </w:tc>
        <w:tc>
          <w:tcPr>
            <w:tcW w:w="2940" w:type="dxa"/>
          </w:tcPr>
          <w:p w:rsidR="00A54F55" w:rsidRPr="00A54F55" w:rsidRDefault="00A54F55" w:rsidP="00706E6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цели и функции участников, способы взаимодействия; понимать возможность существования различных точек зрения, не совпадающих с собственной; устанавливать и сравнивать разные точки зрения, прежде чем принимать решение и делать выбор. </w:t>
            </w:r>
          </w:p>
          <w:p w:rsidR="00A54F55" w:rsidRPr="00A54F55" w:rsidRDefault="00A54F55" w:rsidP="00706E6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ставить учебную задачу на основе соотнесения того, что уже известно и усвоено, и того, что еще неизвестно.</w:t>
            </w:r>
          </w:p>
          <w:p w:rsidR="00A54F55" w:rsidRPr="00A54F55" w:rsidRDefault="00A54F55" w:rsidP="00706E6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 усло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вия и требования задачи; уметь выби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рать обобщенные стратегии решения задачи</w:t>
            </w:r>
          </w:p>
        </w:tc>
        <w:tc>
          <w:tcPr>
            <w:tcW w:w="4086" w:type="dxa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 нового</w:t>
            </w:r>
          </w:p>
        </w:tc>
      </w:tr>
      <w:tr w:rsidR="00A54F55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A54F55" w:rsidRPr="00A54F55" w:rsidRDefault="00A54F55" w:rsidP="00A54F5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05.09</w:t>
            </w:r>
          </w:p>
        </w:tc>
        <w:tc>
          <w:tcPr>
            <w:tcW w:w="784" w:type="dxa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</w:t>
            </w:r>
          </w:p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2852" w:type="dxa"/>
          </w:tcPr>
          <w:p w:rsid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  <w:r w:rsidR="00A54F55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</w:t>
            </w:r>
            <w:r w:rsidR="00A54F55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новные приемы решения уравнений: проверка собственных навыков в освое</w:t>
            </w:r>
            <w:r w:rsidR="00A54F55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нии основных алгоритмических навыков решения уравнений</w:t>
            </w:r>
          </w:p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  <w:r w:rsidRPr="00706E60">
              <w:rPr>
                <w:rFonts w:ascii="Times New Roman" w:eastAsia="Calibri" w:hAnsi="Times New Roman" w:cs="Times New Roman"/>
                <w:sz w:val="20"/>
                <w:szCs w:val="20"/>
              </w:rPr>
              <w:t>решать уравнения</w:t>
            </w:r>
          </w:p>
        </w:tc>
        <w:tc>
          <w:tcPr>
            <w:tcW w:w="2940" w:type="dxa"/>
          </w:tcPr>
          <w:p w:rsidR="00706E60" w:rsidRDefault="00A54F55" w:rsidP="00706E6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описывать содер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жание совершаемых действий с целью ориентировки предметно-практиче- ской или иной деятельности.</w:t>
            </w:r>
          </w:p>
          <w:p w:rsidR="00A54F55" w:rsidRPr="00A54F55" w:rsidRDefault="00A54F55" w:rsidP="00706E6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составлять план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 последовательность действий; предвосхищать временные характеристики достижения результата (отвечать на вопрос «когда будет результат?»).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проводить анализ способов решения задачи с точки зрения их рациональности и эконо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мичности</w:t>
            </w:r>
          </w:p>
        </w:tc>
        <w:tc>
          <w:tcPr>
            <w:tcW w:w="4086" w:type="dxa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обуче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</w:tc>
      </w:tr>
      <w:tr w:rsidR="00A54F55" w:rsidRPr="00A54F55" w:rsidTr="004C7E35">
        <w:trPr>
          <w:gridAfter w:val="2"/>
          <w:wAfter w:w="572" w:type="dxa"/>
        </w:trPr>
        <w:tc>
          <w:tcPr>
            <w:tcW w:w="14850" w:type="dxa"/>
            <w:gridSpan w:val="7"/>
          </w:tcPr>
          <w:p w:rsidR="00A54F55" w:rsidRPr="00A54F55" w:rsidRDefault="00A54F55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Математический язык. Математическая модель. (12ч)</w:t>
            </w:r>
          </w:p>
        </w:tc>
      </w:tr>
      <w:tr w:rsidR="00706E60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706E60" w:rsidRPr="00A54F55" w:rsidRDefault="00706E60" w:rsidP="00A54F5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06.09</w:t>
            </w:r>
          </w:p>
        </w:tc>
        <w:tc>
          <w:tcPr>
            <w:tcW w:w="784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Числовые и алгебраические выра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жения</w:t>
            </w:r>
            <w:r w:rsidR="000F1E3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52" w:type="dxa"/>
          </w:tcPr>
          <w:p w:rsidR="00706E60" w:rsidRDefault="00706E60" w:rsidP="00706E60">
            <w:pPr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</w:pP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ятия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 xml:space="preserve"> чис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>ловое выражение, алгебраическое выражение, зна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>чение выражения, переменная, допу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 xml:space="preserve">стимое и недопустимое значение переменной. </w:t>
            </w:r>
          </w:p>
          <w:p w:rsidR="00706E60" w:rsidRPr="00A54F55" w:rsidRDefault="00706E60" w:rsidP="00706E6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Уметь: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аходить значение алгебраического выражения при заданных значениях переменных, определять значения переменных при которых выражение имеет смысл.</w:t>
            </w:r>
          </w:p>
        </w:tc>
        <w:tc>
          <w:tcPr>
            <w:tcW w:w="2940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аргументировать свою точку зрения, спорить и отстаи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свою позицию невраждебным для оппонентов образом; уметь слу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шать и слышать друг друга.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вательной задачи.</w:t>
            </w:r>
          </w:p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причинно-следственные связи; выражать смысл ситуации различными сред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ствами (рисунки, символы, схемы, знаки)</w:t>
            </w:r>
          </w:p>
        </w:tc>
        <w:tc>
          <w:tcPr>
            <w:tcW w:w="4086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познава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тельного интереса к изучению нового, мотива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ции к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мостоятельной и коллективной исследователь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ской деятельности</w:t>
            </w:r>
          </w:p>
        </w:tc>
      </w:tr>
      <w:tr w:rsidR="00706E60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706E60" w:rsidRPr="00A54F55" w:rsidRDefault="00706E60" w:rsidP="00A54F5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706E60" w:rsidRPr="00A54F55" w:rsidRDefault="00C446C9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10.09</w:t>
            </w:r>
          </w:p>
        </w:tc>
        <w:tc>
          <w:tcPr>
            <w:tcW w:w="784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Выра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жения с перемен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ными</w:t>
            </w:r>
            <w:r w:rsidR="000F1E3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52" w:type="dxa"/>
          </w:tcPr>
          <w:p w:rsidR="000F1E38" w:rsidRDefault="00706E60" w:rsidP="000F1E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ятия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 xml:space="preserve"> чис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>ловое выражение, алгебраическое выражение, зна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>чение выражения, переменная, допу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>стимое и недопу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 xml:space="preserve">стимое значение переменной. </w:t>
            </w:r>
          </w:p>
          <w:p w:rsidR="00706E60" w:rsidRPr="00A54F55" w:rsidRDefault="000F1E38" w:rsidP="000F1E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  <w:r w:rsidR="00706E60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находить значение алгебраического выражения </w:t>
            </w:r>
            <w:r w:rsidR="00706E60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 заданных значениях переменных, определять значе</w:t>
            </w:r>
            <w:r w:rsidR="00706E60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переменных, при которых выражение имеет смысл</w:t>
            </w:r>
          </w:p>
        </w:tc>
        <w:tc>
          <w:tcPr>
            <w:tcW w:w="2940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спо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собность брать на себя инициативу в организации совместного действия; устанавливать и сравнивать разные точки зрения, прежде чем принимать решение и делать выбор; использо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вать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адекватные языковые средства для отображения своих чувств, мыс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лей и побуждений.</w:t>
            </w:r>
          </w:p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ставить учебную задачу на основе соотнесения того, что уже известно и усвоено, и того, что еще неизвестно; самостоятельно формули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познавательную цель и строить план действия в соответствии с ней; сличать свой способ действия с эта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лоном.</w:t>
            </w:r>
          </w:p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основ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ную и второстепенную информацию; выделять количественные характери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стики объектов, заданные словами</w:t>
            </w:r>
          </w:p>
        </w:tc>
        <w:tc>
          <w:tcPr>
            <w:tcW w:w="4086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закреп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лению нового, к само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стоя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тельной и коллек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исследо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ской дея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тельности</w:t>
            </w:r>
          </w:p>
        </w:tc>
      </w:tr>
      <w:tr w:rsidR="00706E60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706E60" w:rsidRPr="00A54F55" w:rsidRDefault="00706E60" w:rsidP="00A54F5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706E60" w:rsidRPr="00A54F55" w:rsidRDefault="00C446C9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12.09</w:t>
            </w:r>
          </w:p>
        </w:tc>
        <w:tc>
          <w:tcPr>
            <w:tcW w:w="784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математический язык</w:t>
            </w:r>
          </w:p>
        </w:tc>
        <w:tc>
          <w:tcPr>
            <w:tcW w:w="2852" w:type="dxa"/>
          </w:tcPr>
          <w:p w:rsidR="00706E60" w:rsidRPr="00A54F55" w:rsidRDefault="000F1E38" w:rsidP="000F1E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ятие</w:t>
            </w:r>
            <w:r w:rsidR="00706E60"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математический язык.</w:t>
            </w: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  <w:r w:rsidR="00706E60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выполнять элементарные знаково-символические действия, приме</w:t>
            </w:r>
            <w:r w:rsidR="00706E60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нять буквенные символы для обо</w:t>
            </w:r>
            <w:r w:rsidR="00706E60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значения чисел, для записи общих утверждений</w:t>
            </w:r>
          </w:p>
        </w:tc>
        <w:tc>
          <w:tcPr>
            <w:tcW w:w="2940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интересоваться чужим мнением и высказывать свое; устанавливать и сравнивать разные точки зрения, прежде чем принимать решение и делать выбор. </w:t>
            </w:r>
          </w:p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сличать способ и результат своих действий с заданным эталоном, обнаруживать отклонения и отличия от эталона.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выполнять операции со знаками и символами; выделять объекты и процессы с точки зрения целого и частей</w:t>
            </w:r>
          </w:p>
        </w:tc>
        <w:tc>
          <w:tcPr>
            <w:tcW w:w="4086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закреп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лению нового; навыков организа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ции своей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 составе группы</w:t>
            </w:r>
          </w:p>
        </w:tc>
      </w:tr>
      <w:tr w:rsidR="00706E60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706E60" w:rsidRPr="00A54F55" w:rsidRDefault="00706E60" w:rsidP="00A54F5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706E60" w:rsidRPr="00A54F55" w:rsidRDefault="00C446C9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13.09</w:t>
            </w:r>
          </w:p>
        </w:tc>
        <w:tc>
          <w:tcPr>
            <w:tcW w:w="784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с 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мощью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 xml:space="preserve">математического языка. </w:t>
            </w:r>
          </w:p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Самостоятельная работа</w:t>
            </w:r>
          </w:p>
        </w:tc>
        <w:tc>
          <w:tcPr>
            <w:tcW w:w="2852" w:type="dxa"/>
          </w:tcPr>
          <w:p w:rsidR="00706E60" w:rsidRPr="00A54F55" w:rsidRDefault="000F1E38" w:rsidP="000F1E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ятие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 xml:space="preserve"> математический язык.</w:t>
            </w: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  <w:r w:rsidR="00706E60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выполнять эле</w:t>
            </w:r>
            <w:r w:rsidR="00706E60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ментарные знаково-</w:t>
            </w:r>
            <w:r w:rsidR="00706E60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символические действия, применять буквенные символы для обозначения чисел, для записи общих утверждений</w:t>
            </w:r>
          </w:p>
        </w:tc>
        <w:tc>
          <w:tcPr>
            <w:tcW w:w="2940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цели и функции участников, способы взаимодействия; планировать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общие способы работы; представлять конкретное содержание и сообщать его в письменной и устной форме.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осознавать то, что уже усвоено, осознавать ка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чество и уровень усвоения.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выражать смысл ситуации различными средствами (ри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сунки, символы, схемы, знаки)</w:t>
            </w:r>
          </w:p>
        </w:tc>
        <w:tc>
          <w:tcPr>
            <w:tcW w:w="4086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обуче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</w:tc>
      </w:tr>
      <w:tr w:rsidR="00706E60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706E60" w:rsidRPr="00A54F55" w:rsidRDefault="00706E60" w:rsidP="00A54F5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706E60" w:rsidRPr="00A54F55" w:rsidRDefault="00C446C9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17.09</w:t>
            </w:r>
          </w:p>
        </w:tc>
        <w:tc>
          <w:tcPr>
            <w:tcW w:w="784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матема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тическая модель</w:t>
            </w:r>
          </w:p>
        </w:tc>
        <w:tc>
          <w:tcPr>
            <w:tcW w:w="2852" w:type="dxa"/>
          </w:tcPr>
          <w:p w:rsidR="000F1E38" w:rsidRDefault="000F1E38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  <w:r w:rsidR="00706E60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математичес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кие модели реаль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ных ситуаций</w:t>
            </w:r>
          </w:p>
          <w:p w:rsidR="000F1E38" w:rsidRDefault="000F1E38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  <w:r w:rsidR="00706E60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составлять буквен</w:t>
            </w:r>
            <w:r w:rsidR="00706E60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ные выражения по условиям, заданным словесно, рисунком или чер</w:t>
            </w:r>
            <w:r w:rsidR="00706E60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тежом; </w:t>
            </w:r>
          </w:p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вычислять числовое значение буквенного выражения; находить область допусти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мых значений переменных в выражении, решать текстовые задачи, выделяя три этапа математического моделирования</w:t>
            </w:r>
          </w:p>
        </w:tc>
        <w:tc>
          <w:tcPr>
            <w:tcW w:w="2940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обсуждать разные точки зрения и уметь выработать об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щую (групповую) позицию.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вносить коррективы и дополнения в способ своих действий в случае расхождения эталона, реаль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ного действия и его результата.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формулировать проблему; строить логические цепочки рассуждений</w:t>
            </w:r>
          </w:p>
        </w:tc>
        <w:tc>
          <w:tcPr>
            <w:tcW w:w="4086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органи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зации и анализа своей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 составе группы; самоана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мокоррекции учебной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</w:tr>
      <w:tr w:rsidR="00706E60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706E60" w:rsidRPr="00A54F55" w:rsidRDefault="00706E60" w:rsidP="00A54F5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706E60" w:rsidRPr="00A54F55" w:rsidRDefault="00C446C9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19.09</w:t>
            </w:r>
          </w:p>
        </w:tc>
        <w:tc>
          <w:tcPr>
            <w:tcW w:w="784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 с 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мощью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матема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>тической модели</w:t>
            </w:r>
          </w:p>
        </w:tc>
        <w:tc>
          <w:tcPr>
            <w:tcW w:w="2852" w:type="dxa"/>
          </w:tcPr>
          <w:p w:rsidR="000F1E38" w:rsidRDefault="000F1E38" w:rsidP="000F1E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математичес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кие модели реаль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ных ситуаций</w:t>
            </w:r>
          </w:p>
          <w:p w:rsidR="000F1E38" w:rsidRDefault="000F1E38" w:rsidP="000F1E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составлять буквен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ные выражения по условиям, заданным словесно, рисунком или чер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тежом; </w:t>
            </w:r>
          </w:p>
          <w:p w:rsidR="00706E60" w:rsidRPr="00A54F55" w:rsidRDefault="000F1E38" w:rsidP="000F1E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вычислять числовое значение буквенного выражения; находить область допусти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мых значений переменных в выражении, решать текстовые задачи, выделяя три этапа математического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моделирования</w:t>
            </w:r>
          </w:p>
        </w:tc>
        <w:tc>
          <w:tcPr>
            <w:tcW w:w="2940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способ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ность с помощью вопросов добывать недостающую информацию; уметь слушать и слышать друг друга; 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нимать возможность существования различных точек зрения, не совпадающих с собственной.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предвосхищать результат и уровень усвоения (отвечать на вопрос «какой будет результат?»); самостоятельно формулировать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познавательную цель и строить план действия в соответствии с ней.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ции; устанавливать аналогии</w:t>
            </w:r>
          </w:p>
        </w:tc>
        <w:tc>
          <w:tcPr>
            <w:tcW w:w="4086" w:type="dxa"/>
          </w:tcPr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мотивации 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  <w:p w:rsidR="00706E60" w:rsidRPr="00A54F55" w:rsidRDefault="00706E60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закреп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лению нового</w:t>
            </w:r>
          </w:p>
        </w:tc>
      </w:tr>
      <w:tr w:rsidR="009169C4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9169C4" w:rsidRPr="00A54F55" w:rsidRDefault="009169C4" w:rsidP="00A54F5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9169C4" w:rsidRDefault="001D7D77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20.09</w:t>
            </w:r>
          </w:p>
        </w:tc>
        <w:tc>
          <w:tcPr>
            <w:tcW w:w="784" w:type="dxa"/>
          </w:tcPr>
          <w:p w:rsidR="009169C4" w:rsidRPr="00A54F55" w:rsidRDefault="009169C4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9169C4" w:rsidRPr="00A54F55" w:rsidRDefault="009169C4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Линейное уравнение с одной переменной</w:t>
            </w:r>
          </w:p>
        </w:tc>
        <w:tc>
          <w:tcPr>
            <w:tcW w:w="2852" w:type="dxa"/>
          </w:tcPr>
          <w:p w:rsidR="009169C4" w:rsidRPr="00A54F55" w:rsidRDefault="009169C4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и использовать на практи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ке алгоритм решения линейного уравнения с одной переменной. Научиться распознавать линей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ные уравнения, решать линейные уравнения и урав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нения, сводящиеся к ним, решать текстовые задачи алгебраическим способом: перехо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дить от словесной формулировки задачи к алгебраи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ческой модели путем составления уравнения, решать составленное уравнение, интерпретировать результат</w:t>
            </w:r>
          </w:p>
        </w:tc>
        <w:tc>
          <w:tcPr>
            <w:tcW w:w="2940" w:type="dxa"/>
          </w:tcPr>
          <w:p w:rsidR="009169C4" w:rsidRPr="00A54F55" w:rsidRDefault="009169C4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письменной и устной форме; описывать содержание совершаемых действий с целью ориентировки предметно-практической или иной дея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тельности.</w:t>
            </w:r>
          </w:p>
          <w:p w:rsidR="009169C4" w:rsidRPr="00A54F55" w:rsidRDefault="009169C4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ставить учебную задачу на основе соотнесения того, что уже известно и усвоено, и того, что еще неизвестно.</w:t>
            </w:r>
          </w:p>
          <w:p w:rsidR="009169C4" w:rsidRPr="00A54F55" w:rsidRDefault="009169C4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составлять целое из частей, самостоятельно достраивая, восполняя недостающие компоненты</w:t>
            </w:r>
          </w:p>
        </w:tc>
        <w:tc>
          <w:tcPr>
            <w:tcW w:w="4086" w:type="dxa"/>
          </w:tcPr>
          <w:p w:rsidR="009169C4" w:rsidRPr="00A54F55" w:rsidRDefault="009169C4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организации анализа своей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A54F5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A54F55" w:rsidRDefault="001D7D77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69C4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784" w:type="dxa"/>
          </w:tcPr>
          <w:p w:rsidR="001D7D77" w:rsidRPr="00A54F55" w:rsidRDefault="001D7D77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Решение уравнений с одной перемен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ной.</w:t>
            </w:r>
          </w:p>
          <w:p w:rsidR="001D7D77" w:rsidRPr="00A54F55" w:rsidRDefault="001D7D77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2852" w:type="dxa"/>
          </w:tcPr>
          <w:p w:rsidR="001D7D77" w:rsidRPr="00A54F55" w:rsidRDefault="001D7D77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и исполь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зовать на практи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ке алгоритм решения линейного уравнения с одной переменной. Научиться распознавать линей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ные уравнения, решать линейные уравнения и урав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нения, сводящиеся к ним, решать текстовые задачи алгебраическим способом: переходить от словесной формулировки задачи к алгебраи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ческой модели путем составления уравнения,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решать составленное уравнение, интерпретировать результат</w:t>
            </w:r>
          </w:p>
        </w:tc>
        <w:tc>
          <w:tcPr>
            <w:tcW w:w="2940" w:type="dxa"/>
          </w:tcPr>
          <w:p w:rsidR="001D7D77" w:rsidRPr="00A54F55" w:rsidRDefault="001D7D77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аргументировать свою точку зрения, спорить и отстаи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свою позицию невраждебным для оппонентов образом; развивать умения интегрироваться в группу сверстников и строить продуктивное взаимодействие со сверстниками и взрослыми.</w:t>
            </w:r>
          </w:p>
          <w:p w:rsidR="001D7D77" w:rsidRPr="00A54F55" w:rsidRDefault="001D7D77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сличать способ и результат своих действий с заданным эталоном, обнаруживать отклонения и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отличия от эталона; составлять план и последовательность действий.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выдвигать и обосновывать гипотезы, предлагать способы их проверки; выбирать вид графиче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ской модели</w:t>
            </w:r>
          </w:p>
        </w:tc>
        <w:tc>
          <w:tcPr>
            <w:tcW w:w="4086" w:type="dxa"/>
          </w:tcPr>
          <w:p w:rsidR="001D7D77" w:rsidRPr="00A54F55" w:rsidRDefault="001D7D77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целевых установок учебной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  <w:p w:rsidR="001D7D77" w:rsidRPr="00A54F55" w:rsidRDefault="001D7D77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A54F5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9169C4" w:rsidRDefault="001D7D77" w:rsidP="00C2292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169C4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784" w:type="dxa"/>
          </w:tcPr>
          <w:p w:rsidR="001D7D77" w:rsidRPr="00A54F55" w:rsidRDefault="001D7D77" w:rsidP="00A54F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Default="001D7D77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D7D77" w:rsidRPr="00A54F55" w:rsidRDefault="001D7D77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2852" w:type="dxa"/>
          </w:tcPr>
          <w:p w:rsidR="001D7D77" w:rsidRPr="00A54F55" w:rsidRDefault="001D7D77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6E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теоретический мате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риал, изученный на предыдущих уроках, на практике</w:t>
            </w:r>
          </w:p>
        </w:tc>
        <w:tc>
          <w:tcPr>
            <w:tcW w:w="2940" w:type="dxa"/>
          </w:tcPr>
          <w:p w:rsidR="001D7D77" w:rsidRPr="00A54F55" w:rsidRDefault="001D7D77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переводить конфликтную ситуацию в логический план и разрешать ее как задачу через анализ условий.</w:t>
            </w:r>
          </w:p>
          <w:p w:rsidR="001D7D77" w:rsidRPr="00A54F55" w:rsidRDefault="001D7D77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сличать способ и результат своих действий с заданным эталоном, обнаруживать отклонения и отличия от эталона.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восстанавливать ситуацию, описанную в задаче, путем переформулирования. Упрощенного пересказа текста, с выделением существенной для решения информации</w:t>
            </w:r>
          </w:p>
        </w:tc>
        <w:tc>
          <w:tcPr>
            <w:tcW w:w="4086" w:type="dxa"/>
          </w:tcPr>
          <w:p w:rsidR="001D7D77" w:rsidRPr="00A54F55" w:rsidRDefault="001D7D77" w:rsidP="00C229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самоана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троля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1D7D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Коорди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натная прямая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понятиями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 xml:space="preserve"> координатная прямая, координаты точки, модуль числа, числовой промежу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>ток.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Научиться отмечать на координатной прямой точку с заданной координатой, определять 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ко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ординату точки; определять вид промежутка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цели и функции участников, способы взаимодействия; планировать общие спо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собы работы; с достаточной полнотой и точностью выражать свои мысли в соответствии с задачами и условия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ми коммуникации.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принимать и сохранять познавательную цель; регулировать процесс выполнения учебных дейст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вий.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причинно-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следственные связи; строить логические цепочки рассуждений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познава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тельного интереса 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 нового, способам обобще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и система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тизации знаний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1D7D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Нахожде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точек на коор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динатной прямой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понятиями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 xml:space="preserve"> коор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>динатная прямая, координаты точ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>ки, модуль числа, числовой промежу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>ток.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Научиться отмечать на координатной прямой точку с заданной координатой, определять ко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ординату точки; определять вид промежутка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возмож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ность существования различных точек зрения, не совпадающих с собствен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ной; управлять поведением партне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ра - убеждать, контролировать, кор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ректировать и оценивать его действия.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вательной задачи.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формулировать познавательную цель; устанав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ливать причинно-следственные связи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тивации к 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проблемно- поисковой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1D7D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pacing w:val="-5"/>
                <w:sz w:val="20"/>
                <w:szCs w:val="20"/>
              </w:rPr>
              <w:t>Контроль</w:t>
            </w:r>
            <w:r w:rsidRPr="00A54F55">
              <w:rPr>
                <w:rFonts w:ascii="Times New Roman" w:eastAsia="Calibri" w:hAnsi="Times New Roman" w:cs="Times New Roman"/>
                <w:b/>
                <w:spacing w:val="-5"/>
                <w:sz w:val="20"/>
                <w:szCs w:val="20"/>
              </w:rPr>
              <w:softHyphen/>
              <w:t>ная ра</w:t>
            </w:r>
            <w:r w:rsidRPr="00A54F55">
              <w:rPr>
                <w:rFonts w:ascii="Times New Roman" w:eastAsia="Calibri" w:hAnsi="Times New Roman" w:cs="Times New Roman"/>
                <w:b/>
                <w:spacing w:val="-5"/>
                <w:sz w:val="20"/>
                <w:szCs w:val="20"/>
              </w:rPr>
              <w:softHyphen/>
              <w:t>бота № 1 по теме «Математический язык. Математические модели»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теоретический мате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риал, изученный на предыдущих уроках, на практике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регулировать собственную деятельность посредством письменной речи.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оценивать достигнутый результат.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дачи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самоана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троля</w:t>
            </w:r>
          </w:p>
        </w:tc>
      </w:tr>
      <w:tr w:rsidR="001D7D77" w:rsidRPr="00A54F55" w:rsidTr="004C7E35">
        <w:tc>
          <w:tcPr>
            <w:tcW w:w="14850" w:type="dxa"/>
            <w:gridSpan w:val="7"/>
          </w:tcPr>
          <w:p w:rsidR="001D7D77" w:rsidRPr="00A54F55" w:rsidRDefault="001D7D77" w:rsidP="001D7D7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Линейная функция (11ч.)</w:t>
            </w:r>
          </w:p>
        </w:tc>
        <w:tc>
          <w:tcPr>
            <w:tcW w:w="572" w:type="dxa"/>
            <w:gridSpan w:val="2"/>
          </w:tcPr>
          <w:p w:rsidR="001D7D77" w:rsidRDefault="001D7D77" w:rsidP="001D7D77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1D7D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Понятие коорди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натной плоскости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ся с понятиями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координатная плоскость, коорди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>наты точки.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учиться находить координаты точки; на плоскости, отмечать точку с заданными ко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ординатами, используя алгоритм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построения точки в прямоугольной системе коорди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нат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переводить кон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фликтную ситуацию в логический план и разрешать ее как задачу через анализ условий; демонстрировать спо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собность к эмпатии, стремление уста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навливать доверительные отношения взаимопонимания.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последо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вательность промежуточных целей с учетом конечного результата; пред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восхищать временные характеристи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ки достижения результата (отвечать на вопрос «когда будет результат?»).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восстанавливать предметную ситуацию, описанную в задаче, путем переформулирования.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анализа, творческой инициа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тивности и актив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C2292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Построе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фигур на коор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динатной плоскости.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Матем. диктант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алго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ритм построения фигур и точек с заданными координатами на координатной плоскости. 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учиться строить прямую, удо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влетворяющую заданному уравнению, строить на координатной плоскости геоме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трические фигуры и  находить координаты некоторых точек фигуры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в диалог, участвовать в коллективном обсужде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нии проблем, владеть монологиче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ской и диалогической формами речи в соответствии с грамматическими и синтаксическими нормами родного языка.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лировать Познавательную цель и стро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ить план действия в соответствии с ней.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выражать смысл ситуации различными средствами (рисунки, символы, схемы, знаки); анализировать объект, выделяя существенные и несущественные признаки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навыка осознанного выбора наиболее эффек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тивного способа решения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C2292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Линейное уравнение с двумя перемен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ными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ся с понятиями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линейное урав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 xml:space="preserve">нение с двумя переменными, решение уравнения ах +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  <w:lang w:val="en-US"/>
              </w:rPr>
              <w:t>b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у + с = 0, график уравне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>ния.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Научиться находить точку Пересечения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графиков линейных уравнений без построения, выражать в линейном уравнении одну переменную через другую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возможность существования различных точек зрения, не совпадающих с собствен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ной; планировать общие способы работы; развивать умения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интегриро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ваться в группу сверстников и стро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ить продуктивное взаимодействие со сверстниками и взрослыми.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последо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вательность промежуточных целей с учетом конечного результата; сли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чать свой способ действия с эталоном.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обобщенный смысл и формальную структуру задачи; выбирать, сопоставлять и обосновывать способы решения задачи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работы по алго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ритму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C2292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Построение графи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ков функ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ций вида 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17"/>
                <w:sz w:val="20"/>
                <w:szCs w:val="20"/>
                <w:shd w:val="clear" w:color="auto" w:fill="FFFFFF"/>
              </w:rPr>
              <w:t xml:space="preserve">ах +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17"/>
                <w:sz w:val="20"/>
                <w:szCs w:val="20"/>
                <w:shd w:val="clear" w:color="auto" w:fill="FFFFFF"/>
                <w:lang w:val="en-US"/>
              </w:rPr>
              <w:t>b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17"/>
                <w:sz w:val="20"/>
                <w:szCs w:val="20"/>
                <w:shd w:val="clear" w:color="auto" w:fill="FFFFFF"/>
              </w:rPr>
              <w:t xml:space="preserve">у + </w:t>
            </w:r>
            <w:r w:rsidRPr="00A54F55">
              <w:rPr>
                <w:rFonts w:ascii="Times New Roman" w:eastAsia="Calibri" w:hAnsi="Times New Roman" w:cs="Times New Roman"/>
                <w:spacing w:val="45"/>
                <w:sz w:val="20"/>
                <w:szCs w:val="20"/>
                <w:shd w:val="clear" w:color="auto" w:fill="FFFFFF"/>
              </w:rPr>
              <w:t>с=0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b/>
                <w:bCs/>
                <w:spacing w:val="-2"/>
                <w:sz w:val="20"/>
                <w:szCs w:val="20"/>
                <w:shd w:val="clear" w:color="auto" w:fill="FFFFFF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менять понятие уравнений  вида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ах</w:t>
            </w:r>
            <w:r w:rsidRPr="00A54F55">
              <w:rPr>
                <w:rFonts w:ascii="Times New Roman" w:eastAsia="Calibri" w:hAnsi="Times New Roman" w:cs="Times New Roman"/>
                <w:b/>
                <w:bCs/>
                <w:spacing w:val="-2"/>
                <w:sz w:val="20"/>
                <w:szCs w:val="20"/>
                <w:shd w:val="clear" w:color="auto" w:fill="FFFFFF"/>
              </w:rPr>
              <w:t xml:space="preserve"> +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  <w:lang w:val="en-US"/>
              </w:rPr>
              <w:t>b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у + с =</w:t>
            </w:r>
            <w:r w:rsidRPr="00A54F55">
              <w:rPr>
                <w:rFonts w:ascii="Times New Roman" w:eastAsia="Calibri" w:hAnsi="Times New Roman" w:cs="Times New Roman"/>
                <w:bCs/>
                <w:spacing w:val="-2"/>
                <w:sz w:val="20"/>
                <w:szCs w:val="20"/>
                <w:shd w:val="clear" w:color="auto" w:fill="FFFFFF"/>
              </w:rPr>
              <w:t>0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 практике; определять, является ли пара чисел решением лилей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ного уравнения с двумя неизвест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ными, строить график уравнения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 xml:space="preserve">ах +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  <w:lang w:val="en-US"/>
              </w:rPr>
              <w:t>b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у + с =</w:t>
            </w:r>
            <w:r w:rsidRPr="00A54F55">
              <w:rPr>
                <w:rFonts w:ascii="Times New Roman" w:eastAsia="Calibri" w:hAnsi="Times New Roman" w:cs="Times New Roman"/>
                <w:bCs/>
                <w:spacing w:val="-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уважительное отношение к партнерам, внимание к личности одноклассника, развивать адекватное межличностное восприятие.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ставить учебную задачу на основе соотнесения того, что уже известно и усвоено, и того, что еще неизвестно; вносить коррективы и до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полнения в составленные планы.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 смысловые единицы текста и устанавливать отношения между ними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познавательного интереса 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A54F5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shd w:val="clear" w:color="auto" w:fill="FFFFFF"/>
              </w:rPr>
              <w:t xml:space="preserve">нию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нового, способам Обобще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и си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стема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тизации знаний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C2292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 на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менение уравнений с двумя перемен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ными.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Самостоятельная работа.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использовать алгоритм построения на координатной плоскости точки и фигуры по заданным коорди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натам, решать уравнения с двумя переменными, определять ко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ординаты точек, определять,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является ли пара чисел решением данного уравне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с двумя пере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менными, решать задачи, алгебраи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ческой моделью которых является уравнение с двумя переменными, находить целые решения путем перебора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рабочие отношения; эффективно сотрудничать и способствовать продук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тивной кооперации.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составлять план и последовательность действий; вносить коррективы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дополнения в составленные планы.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дачи в зависимости от конкретных условий; проводить анализ спосо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бов решения задач; восстанавливать предметную ситуацию, описанную в задаче, путем переформулирования; изображать на схеме только сущест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венную информацию; анализировать объект, выделяя существенные и несущественные признаки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мотивации к анали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зу, к исследовательской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C2292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Понятие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линейной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функции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1"/>
                <w:sz w:val="20"/>
                <w:szCs w:val="20"/>
                <w:shd w:val="clear" w:color="auto" w:fill="FFFFFF"/>
              </w:rPr>
              <w:t>Познакомиться с понятиями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линейная функция, независимая переменная (аргу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мент), зависимая переменная (функ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ция).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1"/>
                <w:sz w:val="20"/>
                <w:szCs w:val="20"/>
                <w:shd w:val="clear" w:color="auto" w:fill="FFFFFF"/>
              </w:rPr>
              <w:t xml:space="preserve"> Научиться по формуле определять характер монотонности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и слы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шать друг друга; представлять конкретное содержание и сообщать его в письменной и устной форме.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принимать позна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выводить следствия из имеющихся в условии задачи данных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анализа, сопостав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ления, сравне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C2292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Построе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графи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ков функ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ций вида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17"/>
                <w:sz w:val="20"/>
                <w:szCs w:val="20"/>
                <w:shd w:val="clear" w:color="auto" w:fill="FFFFFF"/>
              </w:rPr>
              <w:t>у=кх + т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ся с понятием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график линейной функции.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учиться приво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дить линейной уравнение к виду линейной функции 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17"/>
                <w:sz w:val="20"/>
                <w:szCs w:val="20"/>
                <w:shd w:val="clear" w:color="auto" w:fill="FFFFFF"/>
              </w:rPr>
              <w:t xml:space="preserve"> =кх +т,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находить значение функции при заданном значении аргумента;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находить значение аргумента при заданном значении функции, строить график линейной функции, вычислять значения линейной функции, составлять таблицы значений.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готов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ность к обсуждению разных точек зре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ния и выработке общей (групповой) позиции; обмениваться знаниями между членами группы для принятия эффективных совместных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решений.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сличать свой способ действия с эталоном; оценивать достигнутый результат; определять последовательность промежуточных целей с учетом конечного результата.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выражать смысл ситуации различными средствами (ри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сунки, символы, схемы, знаки); выби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рать знаково-символические средства  для построения модели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составления алгоритма выполнения задания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C2292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Практиче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ская рабо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та по теме «График линейной функции»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ся с понятиями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наибольшее и наи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>меньшее значение, возрастание и убы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 xml:space="preserve">вание функции.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 координаты точек пересечения графика с коорди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натными осями, координаты точ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ки пересечения графиков двух линейных функ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ций, наибольшее и наименьшее значения функ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ции на заданном промежутке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общаться и взаимодействовать с одноклассниками по совместной деятельности или об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мену информацией.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сличать способ и результат своих действий с заданным эталоном, обнаруживать отклонения и отличия от эталона.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создавать алгоритмы деятельности при решении проблем творческого и поискового характера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самоана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троля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C2292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Линейная функция вида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 xml:space="preserve"> у =кх.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Тест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ся с понятиями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прямая пропор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 xml:space="preserve">циональность, коэффициент 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пропорционалъности, угловой коэффициент.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Научиться находить коэф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фициент пропорциональности, строить график функции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 xml:space="preserve"> у =кх,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знак углового коэффициента по графику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описывать содер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жание совершаемых действий с целью ориентировки предметно-практиче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ской или иной деятельности; проявлять готовность адекватно реагировать на нужды других, оказывать помощь и эмоциональную поддержку одно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классникам.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лировать познавательную цель и стро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ить план действия в соответствии с ней.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 усло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вия и требования задачи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обучению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C2292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Взаимное распо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ложение графиков линейных функций. 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формулировать тео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рему о взаимных расположения графиков линей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ных функций, определять взаим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ное расположение графиков по виду линейных функ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ций, показывать схематически 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ложение на координатной плоскости графиков функций вида у=кх+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y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=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kx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зависимости от значений коэффициентов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рабочие отношения; эффективно со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трудничать и способствовать продук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тивной кооперации.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сличать свой способ действия с эталоном; вносить коррек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тивы и дополнения в составленные планы.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выдвигать и обосновывать гипотезы, предлагать способы их проверки; строить логические це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почки рассуждений; заменять терми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 определениями; выделять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самодиагностики и самокоррекции в индиви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дуальной и коллек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деятель-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C2292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</w:t>
            </w: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ная ра</w:t>
            </w: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бота № 2 по теме «Линейная функция»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теоре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тический материал, изученный на предыдущих уроках, на прак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тике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письменной форме.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оценивать достигнутый результат.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дачи в зависимости от конкретных условий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моконтроля</w:t>
            </w:r>
          </w:p>
        </w:tc>
      </w:tr>
      <w:tr w:rsidR="001D7D77" w:rsidRPr="00A54F55" w:rsidTr="004C7E35">
        <w:trPr>
          <w:gridAfter w:val="1"/>
          <w:wAfter w:w="336" w:type="dxa"/>
        </w:trPr>
        <w:tc>
          <w:tcPr>
            <w:tcW w:w="14850" w:type="dxa"/>
            <w:gridSpan w:val="7"/>
          </w:tcPr>
          <w:p w:rsidR="001D7D77" w:rsidRPr="00A54F55" w:rsidRDefault="001D7D77" w:rsidP="001D7D7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Системы двух линейных уравнений с двумя переменными (12ч.)</w:t>
            </w:r>
          </w:p>
        </w:tc>
        <w:tc>
          <w:tcPr>
            <w:tcW w:w="236" w:type="dxa"/>
          </w:tcPr>
          <w:p w:rsidR="001D7D77" w:rsidRPr="001D7D77" w:rsidRDefault="001D7D77" w:rsidP="00C2292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1D7D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понятия о системе двух линейных уравнений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основ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ные понятия о решении систем двух линейных уравнений.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Научиться пра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вильно употреб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лять термины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уравнение с двумя переменными, система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; понимать их в тексте, в речи учителя, пони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мать формулиров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ку задачи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 xml:space="preserve"> решить систему уравнений с двумя перемен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>ными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  <w:vertAlign w:val="superscript"/>
              </w:rPr>
              <w:t>-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строить некоторые урав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нения с двумя переменными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цели и функции участников, способы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взаимодействия; планировать общие спо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собы работы.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предвосхищать временные характеристики достижения результата (отвечать на вопрос «когда будет результат?»).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чинно-следственные связи; делать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воды; извлекать необходимую информацию из прослушанного объяснения учителя, высказываний одноклассни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ков, систематизировать собственные знания; читать и слушать, извлекая нужную информацию, находить ее в учебнике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самодиа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гностики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мокоррекции в индиви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дуальной и коллек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деятельности, способно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сти к во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левому усилию в преодо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лении препят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ствий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1D7D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Решение упражне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ний на составление систем двух ли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нейных уравнений.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Самостоятельная работа.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опре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делять, что такое линейное урав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нение с двумя переменными, система уравнений, график линейного уравнения с двумя переменными. Научиться использо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функциональ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но-графические представления для решения и исследования систем уравнений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письменной и устной форме; разви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вать способность с помощью вопросов добывать недостающую информацию.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ставить учебную задачу на основе соотнесения того, что уже известно и усвоено, и того, что еще неизвестно; самостоятельно формули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ровать познавательную цель и строить план действия в соответствии с ней.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проводить анализ способов решения задач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органи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зации анализа своей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1D7D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Метод подстановки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Познакомиться с одним из методов решения систем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уравнений с двумя перемен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ными — методом подстановки. Научиться 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шать уравнения методом подста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новки; применять алгоритм при решении систем уравнений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готов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ность адекватно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реагировать на нужды других, оказывать помощь и эмоциональную поддержку одноклассникам.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структурировать знания; выделять объекты и процессы с точки зрения целого и частей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познава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тельного интереса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1D7D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1D7D7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Метод 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подстанов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ки. Тест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решать системы уравне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ний методом подстановки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рабочие отношения; описывать содер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жание совершаемых действий с целью ориентировки предметно-практиче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ской или иной деятельности.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сличать способ и результат своих действий с заданным эталоном, обнаруживать отклонения и отличия от эталона.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выбирать, сопоставлять и обосновывать способы реше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задачи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мотивации 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закреп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лению нового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Default="001D7D77" w:rsidP="001D7D77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15.11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Графиче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ское реше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систем уравнений с помощью мето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да подста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новки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графи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ческое решение систем уравнений с двумя перемен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ными методом подстановки. Научиться решать графически си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стемы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уравнений с двумя перемен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ными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аде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кватные языковые средства для отображения своих чувств, мыслей и побуждений.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лировать познавательную цель и стро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ить план действия в соответствии с ней.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выражать структуру задачи разными средствами; выби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рать, сопоставлять и обосновывать способы решения задачи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проблемно- поисковой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</w:rPr>
              <w:t>1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.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Default="001D7D77" w:rsidP="00C2292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Метод алгебраи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ческого сложения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; с одним из 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тодов решения систем уравне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ний — методом алгебраического сложения.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учиться конструи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эквива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лентные речевые высказывания  с использованием алгебраического и геометрического языков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управлять поведением партнера - убеждать, контроли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ровать, корректировать и оценивать его действия.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сличать способ и результат своих действий с заданным эталоном, обнаруживать отклонения и отличия от эталона; оценивать до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стигнутый результат.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взаимосвязь между объемом приобретенных на уроке знаний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познава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тельного интереса к предме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ту иссле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дования,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мотивации к изучению и закреплению нового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Default="001D7D77" w:rsidP="00C2292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Метод 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алгебраи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ческого сложения. Самостоятельная работа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алгоритм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решения систем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уравнений методом алгебраического сложения.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Научиться решать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системы уравнений методом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алгебраического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сложения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9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сравнивать разные точки зрения,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прежде чем принимать решение и делать выбор.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9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последовательность промежуточных целей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учетом конечного результата; осознавать качество и уровень усвоения.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9"/>
                <w:sz w:val="20"/>
                <w:szCs w:val="20"/>
                <w:shd w:val="clear" w:color="auto" w:fill="FFFFFF"/>
              </w:rPr>
              <w:t xml:space="preserve"> 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приобретать умение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мотивированно организовывать свою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деятельность; устанавливать аналогии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устойчивой мотивации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к изучению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закреплению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нового;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навыков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своей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 составе группы</w:t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Default="001D7D77" w:rsidP="00C2292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Графиче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ское реше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систем уравнений с 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мощью метода алгебраи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ческого сложения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графическое решение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систем уравнений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 двумя переменными методом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алгебраического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сложения. Научиться приводить примеры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решения систем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уравнений с двумя переменными,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решать графически системы уравнений с двумя переменными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9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разрешать конфликты - выявлять, идентифицировать проблемы, искать и оценивать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альтернативные способы разрешения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конфликта, принимать решение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реализовывать его.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9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последовательность промежуточных целей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учетом конечного результата; составлять план и последовательность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действий.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9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взаимосвязь между объемом приобретенных знаний и операционных,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исследовательских, аналитических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умений как интегрированных, сложных умений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способности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 волевому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усилию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 преодолении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препятствий,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навыков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самодиагностики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самокоррек-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ции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Default="001D7D77" w:rsidP="00C2292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 «Методы решения систем линейных уравне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ний». Теоретический зачёт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графическую интерпретацию системы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уравнений с двумя переменными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ее методы. Научиться решать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системы уравнений с двумя переменными различными способами;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находить целые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решения путем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перебора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9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продуктивно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общаться и взаимодействовать с коллегами по совместной деятельности;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осуществлять совместное целеполагание и планирование общих способов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работы на основе прогнозирования.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9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формулировать познавательную цель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строить план действия в соответствии с ней; использовать различные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ресурсы для достижения цели; выбирать успешные стратегии в трудных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ситуациях.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9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формулировать познавательную цель;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 условия и требования задачи; самостоятельно создавать алгоритмы деятельности при решении проблем творческого и поискового характера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навыков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самоанализа и самоконтроль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Default="001D7D77" w:rsidP="00C2292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Системы двух ли</w:t>
            </w:r>
            <w:r w:rsidRPr="00A54F5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softHyphen/>
              <w:t>нейных уравнений с двумя перемен</w:t>
            </w:r>
            <w:r w:rsidRPr="00A54F5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softHyphen/>
              <w:t>ными как матема</w:t>
            </w:r>
            <w:r w:rsidRPr="00A54F5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softHyphen/>
              <w:t>тические модели реальных ситуаций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использовать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 практике математическую модель при решении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алгебраических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задач с помощью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систем линейных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уравнений с двумя переменными.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решать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текстовые задачи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алгебраическим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способом: переходить от словесной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формулировки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условия задачи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 алгебраической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модели путем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составления системы уравнений;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решать составленную систему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уравнений; интерпретировать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результат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7"/>
                <w:sz w:val="20"/>
                <w:szCs w:val="20"/>
                <w:shd w:val="clear" w:color="auto" w:fill="FFFFFF"/>
              </w:rPr>
              <w:t xml:space="preserve"> демонстрировать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7"/>
                <w:sz w:val="20"/>
                <w:szCs w:val="20"/>
                <w:shd w:val="clear" w:color="auto" w:fill="FFFFFF"/>
              </w:rPr>
              <w:br/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к эмпатии, стремление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устанавливать доверительные отношения взаимопонимания; использовать адекватные языковые средства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для отображения своих чувств, мыслей и побуждений.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познавательную цель и строить план действия в соответствии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ней.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,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приобретенные знания и умения в практической деятельности и повседневной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жизни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навыков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анализа,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творческой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инициативности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активности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1D7D77" w:rsidP="001D7D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Системы двух ли</w:t>
            </w:r>
            <w:r w:rsidRPr="00A54F5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softHyphen/>
              <w:t>нейных уравнений с двумя перемен</w:t>
            </w:r>
            <w:r w:rsidRPr="00A54F5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softHyphen/>
              <w:t>ными как матема</w:t>
            </w:r>
            <w:r w:rsidRPr="00A54F5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softHyphen/>
              <w:t>тические модели реальных ситуаций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использовать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 практике математическую модель при решении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алгебраических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задач с помощью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систем линейных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уравнений с двумя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переменными.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Научиться решать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текстовые задачи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алгебраическим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способом: переходить от словестной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формулировку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условия задачи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 алгебраической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модели путем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составления системы уравнений;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решать составленную систему уравнений; интерпретировать результат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задавать вопросы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целью получения необходимой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для решения проблемы информации;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осуществлять совместную деятельность в парах и рабочих группах с учетом конкретных учебно-познавательных задач.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оценивать достигнутый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результат; предвосхищать результат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уровень усвоения (отвечать на вопрос «какой будет результат?»).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отбор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существенной информации (из материалов учебника и рассказа учителя,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по воспроизведению в памяти)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навыка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осознанного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выбора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наиболее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эффективного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способа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решения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7D77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D7D77" w:rsidRPr="00A54F55" w:rsidRDefault="001D7D77" w:rsidP="001D7D77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D7D77" w:rsidRPr="001D7D77" w:rsidRDefault="004C7E35" w:rsidP="001D7D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784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</w:t>
            </w: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ная работа № 3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теме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«Систе</w:t>
            </w: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мы двух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линейных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уравнений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 двумя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перемен</w:t>
            </w: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ными»</w:t>
            </w:r>
          </w:p>
        </w:tc>
        <w:tc>
          <w:tcPr>
            <w:tcW w:w="2852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теоре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тический мате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риал, изученный на предыдущих уроках, на прак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тике</w:t>
            </w:r>
          </w:p>
        </w:tc>
        <w:tc>
          <w:tcPr>
            <w:tcW w:w="2940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письменной форме.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оценивать достигнутый результат.</w:t>
            </w:r>
          </w:p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дачи в зависимости от конкретных условий</w:t>
            </w:r>
          </w:p>
        </w:tc>
        <w:tc>
          <w:tcPr>
            <w:tcW w:w="4086" w:type="dxa"/>
          </w:tcPr>
          <w:p w:rsidR="001D7D77" w:rsidRPr="00A54F55" w:rsidRDefault="001D7D77" w:rsidP="001D7D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самоана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моконтроля</w:t>
            </w:r>
          </w:p>
        </w:tc>
      </w:tr>
      <w:tr w:rsidR="001D7D77" w:rsidRPr="00A54F55" w:rsidTr="004C7E35">
        <w:trPr>
          <w:gridAfter w:val="1"/>
          <w:wAfter w:w="336" w:type="dxa"/>
        </w:trPr>
        <w:tc>
          <w:tcPr>
            <w:tcW w:w="14850" w:type="dxa"/>
            <w:gridSpan w:val="7"/>
          </w:tcPr>
          <w:p w:rsidR="001D7D77" w:rsidRPr="001D7D77" w:rsidRDefault="001D7D77" w:rsidP="001D7D7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D77">
              <w:rPr>
                <w:rFonts w:ascii="Times New Roman" w:eastAsia="Calibri" w:hAnsi="Times New Roman" w:cs="Times New Roman"/>
                <w:sz w:val="20"/>
                <w:szCs w:val="20"/>
              </w:rPr>
              <w:t>Степень с натуральным показателем и ее свойства (6)</w:t>
            </w:r>
          </w:p>
        </w:tc>
        <w:tc>
          <w:tcPr>
            <w:tcW w:w="236" w:type="dxa"/>
          </w:tcPr>
          <w:p w:rsidR="001D7D77" w:rsidRDefault="001D7D77" w:rsidP="004C7E35">
            <w:pPr>
              <w:ind w:left="-391"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E35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4C7E35" w:rsidRPr="00A54F55" w:rsidRDefault="004C7E35" w:rsidP="004C7E3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4C7E35" w:rsidRDefault="004C7E35" w:rsidP="004C7E3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05.12</w:t>
            </w:r>
          </w:p>
        </w:tc>
        <w:tc>
          <w:tcPr>
            <w:tcW w:w="784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степень с нату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ральным показате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лем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Познакомиться с определением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степень с натуральным показа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>телем;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понятиями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степень, основа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softHyphen/>
              <w:t xml:space="preserve">ние, показатель;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 основной опе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рацией — возве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дением в степень числа: Научиться формулировать, записывать в символической форме и обосно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вывать свойства степени с целым неотрицательным показателем</w:t>
            </w:r>
          </w:p>
        </w:tc>
        <w:tc>
          <w:tcPr>
            <w:tcW w:w="2940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обмениваться мнениями, понимать позицию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одноклассников, в том числе и отличную от своей; задавать вопросы, слушать и отвечать на вопросы других, формулировать собственные мысли,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сказывать и обосновывать свою точку зрения.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планировать (в сотрудничестве с учителем и одноклассниками или самостоятельно) необходимые действия, операции, действовать по плану; самостоятельно планировать необходимые действия, операции.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 усло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вия и требования задачи; проводить анализ способов решения задачи с точки зрения их рациональности и экономичности</w:t>
            </w:r>
          </w:p>
        </w:tc>
        <w:tc>
          <w:tcPr>
            <w:tcW w:w="4086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навыков составле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алго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ритма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задания, выполне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твор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ческого задания</w:t>
            </w:r>
          </w:p>
        </w:tc>
      </w:tr>
      <w:tr w:rsidR="004C7E35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4C7E35" w:rsidRPr="00A54F55" w:rsidRDefault="004C7E35" w:rsidP="004C7E3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4C7E35" w:rsidRDefault="004C7E35" w:rsidP="004C7E3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06.12</w:t>
            </w:r>
          </w:p>
        </w:tc>
        <w:tc>
          <w:tcPr>
            <w:tcW w:w="784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Таблица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основных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степеней. Тест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нять на практике таблицу основных степеней чисел, использовать формулы и табли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цу для возведения чисел в опреде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ленную степень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совместную деятельность в группах; задавать вопросы с целью получения необходимой для решения проблемы информации; осуществлять деятельность с учетом конкретных учебно- познавательных задач. 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оценивать работу; исправлять и объяснять ошибки.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обобщен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ный смысл и формальную структуру задачи; выводить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следствия из имею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щихся в условии задачи данных</w:t>
            </w:r>
          </w:p>
        </w:tc>
        <w:tc>
          <w:tcPr>
            <w:tcW w:w="4086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познава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тельного интереса 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 нового, способам обобще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и си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стема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тизации знаний, навыков анализа, твор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ческой инициа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тивности и актив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</w:tr>
      <w:tr w:rsidR="004C7E35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4C7E35" w:rsidRPr="00A54F55" w:rsidRDefault="004C7E35" w:rsidP="004C7E3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4C7E35" w:rsidRDefault="004C7E35" w:rsidP="004C7E3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784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Свойства степени с нату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ральным показате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лем</w:t>
            </w:r>
          </w:p>
        </w:tc>
        <w:tc>
          <w:tcPr>
            <w:tcW w:w="2852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основными свойствами сте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пеней; методами их решения. 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свойства степени для пре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образования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ражений и вычислений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совместную деятельность в рабочих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группах с учетом конкретных учеб-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но-познавательных задач, задавать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уточняющие вопросы; формулировать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собственные мысли, высказывать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обосновывать свою точку зрения.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оценивать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свои достижения, осознавать возникающие трудности, искать их причины и пути преодоления.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наиболее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эффективные способы решения задачи в зависимости от конкретных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условий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рование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познава-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тельного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интереса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 изучению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нового,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способам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обобщения и систематизации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знаний,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навыков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анализа,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творческой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инициативности</w:t>
            </w:r>
          </w:p>
        </w:tc>
      </w:tr>
      <w:tr w:rsidR="004C7E35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4C7E35" w:rsidRPr="00A54F55" w:rsidRDefault="004C7E35" w:rsidP="004C7E3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4C7E35" w:rsidRDefault="004C7E35" w:rsidP="004C7E3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784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Свойства степени с нату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ральным показате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лем.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2852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основные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свойства степе-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ней на практике,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записывать про-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изведения в виде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степени, называть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основание и показатель, вычислять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значение степени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умение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использовать языковые средства, адекватные обсуждаемой проблеме.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осознавать недостаточность своих знаний; планировать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(в сотрудничестве с учителем и одноклассниками или самостоятельно)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необходимые действия.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количественные характеристики объектов,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заданные словами; заменять термины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определениями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</w:t>
            </w:r>
          </w:p>
        </w:tc>
      </w:tr>
      <w:tr w:rsidR="004C7E35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4C7E35" w:rsidRPr="00A54F55" w:rsidRDefault="004C7E35" w:rsidP="004C7E3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4C7E35" w:rsidRDefault="004C7E35" w:rsidP="004C7E3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784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жение и деление степеней с одинако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вым пока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зателем</w:t>
            </w:r>
          </w:p>
        </w:tc>
        <w:tc>
          <w:tcPr>
            <w:tcW w:w="2852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принципом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умножения и деления степеней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одинаковыми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показателями.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Научиться умно-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жать и делить степень на степень,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воспроизводить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формулировки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определений,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конструировать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несложные определения самостоятельно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продуктивно общаться и взаимодействовать с од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ноклассниками в совместной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ности.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оценивать свои достижения, осознавать возни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кающие трудности, искать их причи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ны и пути преодоления.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выражать смысл ситуации различными средствами (рисунки, символы, схемы, знаки); осуществлять поиск и выделение не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обходимой информации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навыков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самодиагностики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самокор-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рекции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 индиви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дуальной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коллективной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деятельности,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способности к во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левому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усилию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 преодолении препятствий</w:t>
            </w:r>
          </w:p>
        </w:tc>
      </w:tr>
      <w:tr w:rsidR="004C7E35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4C7E35" w:rsidRPr="00A54F55" w:rsidRDefault="004C7E35" w:rsidP="004C7E3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4C7E35" w:rsidRDefault="004C7E35" w:rsidP="004C7E3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784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Степень с нулевым показате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лем. Диктант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понятиями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4"/>
                <w:sz w:val="20"/>
                <w:szCs w:val="20"/>
                <w:shd w:val="clear" w:color="auto" w:fill="FFFFFF"/>
              </w:rPr>
              <w:t xml:space="preserve"> степень с натуральным показателем,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4"/>
                <w:sz w:val="20"/>
                <w:szCs w:val="20"/>
                <w:shd w:val="clear" w:color="auto" w:fill="FFFFFF"/>
              </w:rPr>
              <w:br/>
              <w:t>степень с нулевым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4"/>
                <w:sz w:val="20"/>
                <w:szCs w:val="20"/>
                <w:shd w:val="clear" w:color="auto" w:fill="FFFFFF"/>
              </w:rPr>
              <w:br/>
              <w:t>показателем.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Научиться возводить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числа в натуральную и нулевую степень,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воспроизводить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формулировки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доказательства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изученных теорем, конструировать математические предложения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 помощью связки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«если.., то...»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способность брать на себя инициативу в организации совместного действия; обмениваться знаниями между членами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группы для принятия эффективных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совместных решений.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контролировать учебные действия, замечать допущенные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ошибки.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восстанавливать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предметную ситуацию, описанную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 задаче, путем переформулирования,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упрощенного пересказа текста с выделением только существенной для решения задачи информации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навыков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организации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анализа</w:t>
            </w:r>
          </w:p>
          <w:p w:rsidR="004C7E35" w:rsidRPr="00A54F55" w:rsidRDefault="004C7E35" w:rsidP="004C7E35">
            <w:pPr>
              <w:tabs>
                <w:tab w:val="left" w:pos="147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своей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 xml:space="preserve"> деятельности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</w:tr>
      <w:tr w:rsidR="004C7E35" w:rsidRPr="00A54F55" w:rsidTr="004C7E35">
        <w:tc>
          <w:tcPr>
            <w:tcW w:w="14850" w:type="dxa"/>
            <w:gridSpan w:val="7"/>
          </w:tcPr>
          <w:p w:rsidR="004C7E35" w:rsidRPr="001D7D77" w:rsidRDefault="004C7E35" w:rsidP="004C7E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D7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Одночлены. Операции над одночленами ( 8ч)</w:t>
            </w:r>
          </w:p>
        </w:tc>
        <w:tc>
          <w:tcPr>
            <w:tcW w:w="572" w:type="dxa"/>
            <w:gridSpan w:val="2"/>
          </w:tcPr>
          <w:p w:rsidR="004C7E35" w:rsidRDefault="004C7E35" w:rsidP="004C7E3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E35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4C7E35" w:rsidRPr="00A54F55" w:rsidRDefault="004C7E35" w:rsidP="004C7E3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4C7E35" w:rsidRDefault="004C7E35" w:rsidP="004C7E3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19.12</w:t>
            </w:r>
          </w:p>
        </w:tc>
        <w:tc>
          <w:tcPr>
            <w:tcW w:w="784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Понятие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одночлена.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Стандартный вид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одночлена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понятиями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4"/>
                <w:sz w:val="20"/>
                <w:szCs w:val="20"/>
                <w:shd w:val="clear" w:color="auto" w:fill="FFFFFF"/>
              </w:rPr>
              <w:t xml:space="preserve"> одночлен, стандартный вид одночлена.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4"/>
                <w:sz w:val="20"/>
                <w:szCs w:val="20"/>
                <w:shd w:val="clear" w:color="auto" w:fill="FFFFFF"/>
              </w:rPr>
              <w:br/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приводить одночлены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 стандартному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виду, находить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область допустимых значений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переменных в выражении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обмениваться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знаниями между членами группы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для принятия эффективных совместных решений, проявлять уважительное отношение к партнерам.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осознавать самого себя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как движущую силу своего научения, способности к мобилизации сил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энергии, к волевому усилию - вы-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бору в ситуации мотивационного конфликта, к преодолению препятствий.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структурировать знания; определять основную и второстепенную информацию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навыков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составления алгоритма выполнения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задания,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навыков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выполнения творческого задания</w:t>
            </w:r>
          </w:p>
        </w:tc>
      </w:tr>
      <w:tr w:rsidR="004C7E35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4C7E35" w:rsidRPr="00A54F55" w:rsidRDefault="004C7E35" w:rsidP="004C7E3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4C7E35" w:rsidRDefault="004C7E35" w:rsidP="004C7E3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784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одно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членов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понятиями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подобные члены,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4"/>
                <w:sz w:val="20"/>
                <w:szCs w:val="20"/>
                <w:shd w:val="clear" w:color="auto" w:fill="FFFFFF"/>
              </w:rPr>
              <w:br/>
              <w:t>сложение и вычитание одночленов.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Научиться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выполнять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элементарные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знаково-символические действия,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применять буквы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для обозначения'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чисел, для записи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общих утверждений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умение использовать языковые средства, адекватные обсуждаемой проблеме; развивать способность с помощью вопросов добывать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недостающую ин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формацию.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методы информационного поиска, в том чис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 с помощью компьютерных средств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устойчивой мотивации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 изучению и закреплению нового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</w:tr>
      <w:tr w:rsidR="004C7E35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4C7E35" w:rsidRPr="00A54F55" w:rsidRDefault="004C7E35" w:rsidP="004C7E3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4C7E35" w:rsidRDefault="004C7E35" w:rsidP="004C7E3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784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одно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членов. 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2852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три этапа математического моделирования при решении задач, приме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нять одночлены для создания алгоритма реше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задач, использовать метод введения новой переменной при сложении и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читании одно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членов, решать задачи на</w:t>
            </w:r>
          </w:p>
        </w:tc>
        <w:tc>
          <w:tcPr>
            <w:tcW w:w="2940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обмениваться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знаниями между членами группы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для принятия эффективных совместных решений, проявлять уважительное отношение к партнерам.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оценивать уровень владения учебным действием (отвечать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 вопрос «что я не знаю и не умею?»).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выражать смысл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ситуации различными средствами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(рисунки, символы, схемы, знаки);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выбирать обобщенные стратегии решения задачи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проблемно- поисковой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7E35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4C7E35" w:rsidRPr="00A54F55" w:rsidRDefault="004C7E35" w:rsidP="004C7E3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4C7E35" w:rsidRDefault="004C7E35" w:rsidP="004C7E3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26.12</w:t>
            </w:r>
          </w:p>
        </w:tc>
        <w:tc>
          <w:tcPr>
            <w:tcW w:w="784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Умноже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одно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членов</w:t>
            </w:r>
          </w:p>
        </w:tc>
        <w:tc>
          <w:tcPr>
            <w:tcW w:w="2852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менять принцип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умножения одночлена на одно-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член на практике,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умножать одно-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члены, представлять одночлены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 виде суммы подобных членов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готовность адекватно реагировать на нужды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одноклассников, оказывать помощь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эмоциональную поддержку партнерам.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последовательности промежуточных целей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учетом конечного результата; составлять план последовательности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действий.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и адекватно оценивать язык средств массовой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информации; устанавливать причинно-следственные связи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познава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тельного интереса к предме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ту исследования,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закреплению</w:t>
            </w:r>
          </w:p>
        </w:tc>
      </w:tr>
      <w:tr w:rsidR="004C7E35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4C7E35" w:rsidRPr="00A54F55" w:rsidRDefault="004C7E35" w:rsidP="004C7E3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4C7E35" w:rsidRDefault="004C7E35" w:rsidP="004C7E3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784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Возведе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одно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члена в натуральную степень</w:t>
            </w:r>
          </w:p>
        </w:tc>
        <w:tc>
          <w:tcPr>
            <w:tcW w:w="2852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операцией воз-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ведения одночлена в натуральную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степень. На-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учиться возводить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одночлен в натуральную степень,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вычислять числовое значение буквенного выражения</w:t>
            </w:r>
          </w:p>
        </w:tc>
        <w:tc>
          <w:tcPr>
            <w:tcW w:w="2940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цели и функции участников, способы взаи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модействия; планировать общие спо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собы работы; с достаточной полнотой и точностью выражать свои мысли в соответствии с задачами и условия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ми коммуникации.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ставить учебную задачу на основе соотнесения того, что уже известно и усвоено, и того, что еще неизвестно.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создавать структуру взаимосвязей смысловых единиц тек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ста; извлекать необходимую информа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цию из услышанного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и,закреплению нового;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навыков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организа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ции своей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 составе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группы</w:t>
            </w:r>
          </w:p>
        </w:tc>
      </w:tr>
      <w:tr w:rsidR="004C7E35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4C7E35" w:rsidRPr="00A54F55" w:rsidRDefault="004C7E35" w:rsidP="004C7E35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4C7E35" w:rsidRDefault="004C7E35" w:rsidP="004C7E3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29.12</w:t>
            </w:r>
          </w:p>
        </w:tc>
        <w:tc>
          <w:tcPr>
            <w:tcW w:w="784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Деление одночлена на одно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член. Тест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принципом деления одного одночлена на дру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гой. Научиться делить одночлен на одночлен,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данные знания на прак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тике</w:t>
            </w:r>
          </w:p>
        </w:tc>
        <w:tc>
          <w:tcPr>
            <w:tcW w:w="2940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воз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можность существования различных точек зрения, не совпадающих с собственной; управлять поведением од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ноклассника - убеждать, контролиро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вать, корректировать и оценивать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его действия.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целевые установки учебной деятельности,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страивать последовательности необхо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димых операций (алгоритм действий).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познавательную цель</w:t>
            </w:r>
          </w:p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4C7E35" w:rsidRPr="00A54F55" w:rsidRDefault="004C7E35" w:rsidP="004C7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способно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сти к во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левому усилию в преодо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лении препят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ствий, навыков самодиа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гностики и само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коррекции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Деление одночлена на одно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член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принципом деления одного одночлена на дру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гой. Научиться делить одночлен на одночлен,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данные знания на прак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тике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умения интегрироваться в группу сверстников и строить продуктивное взаимодейст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вие со сверстниками и взрослыми.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обнаруживать и формулировать учебную проблему; определять цель учебной деятельности.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обобщенный смысл и формальную структуру задачи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органи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зации анализа своей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16.01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</w:t>
            </w: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 xml:space="preserve">ная работа № 4 по теме 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«Степень с натуральным показате</w:t>
            </w: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лем и ее свойства. Одночлены и операции над ними»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теоре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тический материал изученный на предыдущих уроках, на прак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тике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задачами и условиями коммуникации.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осознавать качество и уровень усвоения знаний.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дачи в зависимости от конкретных условий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самоана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моконтроля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Понятие многочле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на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ся с понятиями </w:t>
            </w:r>
            <w:r w:rsidRPr="00A54F55">
              <w:rPr>
                <w:rFonts w:ascii="Times New Roman" w:eastAsia="Arial Unicode MS" w:hAnsi="Times New Roman" w:cs="Times New Roman"/>
                <w:i/>
                <w:iCs/>
                <w:spacing w:val="-4"/>
                <w:sz w:val="20"/>
                <w:szCs w:val="20"/>
                <w:shd w:val="clear" w:color="auto" w:fill="FFFFFF"/>
              </w:rPr>
              <w:t>многочлен, стан</w:t>
            </w:r>
            <w:r w:rsidRPr="00A54F55">
              <w:rPr>
                <w:rFonts w:ascii="Times New Roman" w:eastAsia="Arial Unicode MS" w:hAnsi="Times New Roman" w:cs="Times New Roman"/>
                <w:i/>
                <w:iCs/>
                <w:spacing w:val="-4"/>
                <w:sz w:val="20"/>
                <w:szCs w:val="20"/>
                <w:shd w:val="clear" w:color="auto" w:fill="FFFFFF"/>
              </w:rPr>
              <w:softHyphen/>
              <w:t xml:space="preserve">дартный вид многочлена, полином.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полнять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 с многочленами, приводить подоб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ные многочлены к стандартному виду, решать 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линомы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спо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собность брать на себя инициативу в организации совместного действия;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устанавливать и сравнивать разные точки зрения, прежде чем принимать решение и делать выбор; использо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адекватные языковые средства для отображения своих чувств, мыс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лей и побуждений.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последовательность промежуточных целей с учетом конечного результата; со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ставлять план последовательности действий.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закреп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лению нового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23.01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многочленов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операцию сложения и вычи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тания многочле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нов на практике, распознавать квадратный трехчлен, выяснять возможность раз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ложения на 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жители, представ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квадратный трехчлен в виде произведения линейных множи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телей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интересоваться мнением одноклассников и высказы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свое; устанавливать и сравнивать разные точки зрения, прежде чем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нимать решение и делать выбор.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вносить необходимые дополнения и коррективы в план и способ действия в случае расхожде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эталона, реального действия и его результата.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создавать структуру взаимосвязей смысловых единиц тек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ста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про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блемно- поис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ковой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24.01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много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членов.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понятием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4"/>
                <w:sz w:val="20"/>
                <w:szCs w:val="20"/>
                <w:shd w:val="clear" w:color="auto" w:fill="FFFFFF"/>
              </w:rPr>
              <w:t xml:space="preserve"> алге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4"/>
                <w:sz w:val="20"/>
                <w:szCs w:val="20"/>
                <w:shd w:val="clear" w:color="auto" w:fill="FFFFFF"/>
              </w:rPr>
              <w:softHyphen/>
              <w:t>браическая сумма многочленов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его применением. Научиться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полнять действия с многочленами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цели и функции участников, способы взаимодействия; планировать общие способы работы; представлять конкретное содержание и сообщать его в письменной и устной форме.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осознавать то, что уже усвоено, осознавать ка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чество и уровень усвоения.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lastRenderedPageBreak/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выражать смысл ситуации различными средствами (ри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сунки, символы, схемы, знаки)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закреплению нового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Умноже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многочлена на одно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член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опера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цию умножения многочлен на одночлен. Научить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ся правильно умножать много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член на одночлен, используя данную операцию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обсуждать разные точки зрения и вырабатывать общую (групповую) позицию.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прогнозировать резуль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тат и уровень усвоения.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обоб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щенные стратегии решения задачи; применять методы информационного поиска, в том числе с помощью компьютерных средств; структурировать знания; определять основную и второстепенную информацию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 обуче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A54F55">
              <w:rPr>
                <w:rFonts w:ascii="Times New Roman" w:eastAsia="Calibri" w:hAnsi="Times New Roman" w:cs="Times New Roman"/>
                <w:b/>
                <w:bCs/>
                <w:spacing w:val="5"/>
                <w:sz w:val="20"/>
                <w:szCs w:val="20"/>
                <w:shd w:val="clear" w:color="auto" w:fill="FFFFFF"/>
              </w:rPr>
              <w:t>нию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30.01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Умноже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многочлена на одно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член. Тест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опера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цию вынесения общего множи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теля за скобки на практике. Научиться выносить общий множитель за скобки, решать текстовые задачи с помощью трех этапов математи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ческого модели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способ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ность с помощью вопросов добывать недостающую информацию; слушать и слышать друг друга; понимать воз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можность существования различных точек зрения, не совпадающих с собственной.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чинно-следственные связи; строить логические цепочки рассуждений; выдвигать и обосновывать гипотезы, предлагать способы их проверки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самодиагностики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мокоррекции в индиви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дуальной и коллективной деятельности, способно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сти к во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левому усилию в преодо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лении препят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ствий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31.01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Умноже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ние многочлена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 много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член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Познакомиться с правилом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жения многочле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на на многочлен. Научиться приво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дить многочлены к стандартному виду, применять различные формы самоконтроля при выполнении пре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образований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описывать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содержание совершаемых действий с целью ориентировки предметно-практиче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ской или иной деятельности.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деятельность: вносить изменения в про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цесс с учетом возникших трудностей и ошибок, намечать способы их устра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нения.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выбирать, сопоставлять и обосновывать способы реше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задачи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органи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зации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анализа своей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Умноже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гочлена на много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член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правилом умно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жений многочле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на на многочлен. Научиться приво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дить многочлены к стандартному виду, применять различные формы самоконтроля при выполнении преобразований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умение обмениваться знаниями между одно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классниками для принятия эффективных совместных решений.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способности к мобилизации сил и энергии, к волевому усилию — выбору в си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туации мотивационного конфликта и к преодолению препятствий.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выбирать, сопостав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и обосновывать способы реше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задачи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познавательного интереса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06.02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 «Арифме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тические операции над много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членами». Теоретический зачёт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основ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ные правила и приемы реше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многочленов: сложение и вычи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тание многочле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нов, умножение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умение использовать языковые средства, аде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кватные обсуждаемой проблеме.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оцени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и принимать решения, опреде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ляющие стратегию поведения, с 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том гражданских и нравственных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самоана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троля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07.02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Формулы сокращен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ного умно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жения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основными фор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мулами сокращенного умноже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 xml:space="preserve"> -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квадрат суммы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(разности). 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данные формулы при решении упраж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нений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способствовать формированию своего научного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мировоззрения.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познавательные цели; осуществлять поиск и выделе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ние необходимой информации.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основ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ную и второстепенную информацию; выделять количественные характери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стики объектов, заданные словами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мотивации 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закреплению нового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Разность квадратов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одной из ос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новных формул сокращенного умножения: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—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ность квадратов. Научиться приме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нять данную фор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мулу при решении упражнений,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полнять действия с многочленами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выки учебного сотрудничества в ходе индивидуальной и групповой работы.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оценивать свои достижения, осознавать возни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кающие трудности, искать их причи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ны и пути преодоления.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давать определения терминам; составлять целое из частей, самостоятельно достраивая, воспол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няя недостающие компоненты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проблемно- поисковой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13.02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Разность и сумма кубов. Самостоятельная работа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основными фор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мулами сокра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щенного умноже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ния:— разность (сумма) кубов. Научиться приме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нять данные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организовывать и планировать учебное сотрудни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чество с учителем и одноклассниками.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 объект, выделяя существенные и несуще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ственные признаки; восстанавливать предметную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ситуацию, описанную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познава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тельного интереса к предме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ту исследования,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мотивации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14.02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Полный и непол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ный ква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драт.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основными фор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мулами сокра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щенного умноже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ния: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18"/>
                <w:sz w:val="20"/>
                <w:szCs w:val="20"/>
                <w:shd w:val="clear" w:color="auto" w:fill="FFFFFF"/>
              </w:rPr>
              <w:t xml:space="preserve">-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полный и не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полный квадрат суммы (разности); формулы разло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жения многочле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нов на линейные множители. Научиться приме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нять данные фор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мулы при реше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нии упражнений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с достаточ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ной полнотой и точностью выражать свои мысли в соответствии с задачами и условиями коммуникации.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оценивать свои достижения, осознавать возни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кающие трудности, искать их причи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ны и пути преодоления.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объяснять роль математики в практической деятельности людей; выделять и формулировать проблему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закреп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лению нового, навыков организа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ции своей,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 составе группы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 «Формулы сокращен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ного умно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жения».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Теоретический зачёт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основными формулами сокращенного умноже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ния. Научиться выполнять разло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жение многочле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нов на линейные множители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совместное целеполагание и планирова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ние общих способов работы на основе прогнозирования.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познавательную цель и строить план действия в соответствии с ней; ис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пользовать различные ресурсы для до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стижения цели.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навыки познавательной рефлексии как осо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знания совершаемых действий и мыслительных процессов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самоана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троля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20.02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Деление многочле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на на од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ночлен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правило деления много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члена на одно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член, расклады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многочлен на множители, делить многочлен на одночлен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критично отно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ситься к своему мнению, с достоин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ством признавать ошибочность своего мнения (если оно таково) и корректировать его.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обнаруживать и форму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лировать учебную проблему; состав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лять план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выполнения работы.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дачи в зависимости от конкретных условий; самостоятельно создавать алгоритмы деятельности при решении проблем творческого и поискового характера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способ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к во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левому усилию в преодо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лении препят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ствий, навыков самодиагностики и самоконтроль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21.02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</w:t>
            </w: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ная работа № 5 по теме «Многочлены и операции над ними»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теоре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тический материал, изученный на предыдущих уроках, на прак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тике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описывать содержание совершаемых действий.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осознавать качество и уровень усвоения; оценивать достигнутый результат.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дачи в зависимости от конкретных условий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самоана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троля</w:t>
            </w:r>
          </w:p>
        </w:tc>
      </w:tr>
      <w:tr w:rsidR="001B39AF" w:rsidRPr="00A54F55" w:rsidTr="004C7E35">
        <w:tc>
          <w:tcPr>
            <w:tcW w:w="14850" w:type="dxa"/>
            <w:gridSpan w:val="7"/>
          </w:tcPr>
          <w:p w:rsidR="001B39AF" w:rsidRPr="001D7D77" w:rsidRDefault="001B39AF" w:rsidP="001B39A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D77">
              <w:rPr>
                <w:rFonts w:ascii="Times New Roman" w:eastAsia="Calibri" w:hAnsi="Times New Roman" w:cs="Times New Roman"/>
                <w:sz w:val="20"/>
                <w:szCs w:val="20"/>
              </w:rPr>
              <w:t>Разложение многочленов на множители (18ч.)</w:t>
            </w:r>
          </w:p>
        </w:tc>
        <w:tc>
          <w:tcPr>
            <w:tcW w:w="572" w:type="dxa"/>
            <w:gridSpan w:val="2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Разложе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многочленов на множи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тели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опера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цию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 xml:space="preserve"> разложение многочленов на множители.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рас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кладывать многочлены на линей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ные множители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воспринимать текст с учетом поставленной учебной задачи; находить в тексте информа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цию, необходимую для решения.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вносить необходимые дополнения и коррективы в план и способ действия в случае расхожде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эталона, реального действия и его результата.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вид графической модели, адекватной выделенным смысловым единицам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твор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ческой инициа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тивности и актив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27.02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Вынесение общего множителя за скобки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опера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цию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 xml:space="preserve"> вынесение общего множителя за скобки.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учиться находить наибольший общий делитель для вынесения общего множите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ля за скобки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умение обмениваться знаниями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между одно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классниками для принятия эффективных совместных решений.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способ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к мобилизации сил и энергии, к волевому усилию - выбору в си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туации мотивационного конфликта и к преодолению препятствий.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создавать структу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ру взаимосвязей смысловых единиц текста; выделять обобщенный смысл и формальную структуру задачи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навыка осознан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ного выбора наиболее эффективно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 способа решения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28.02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Вынесение общего множителя за скобки. 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алгоритмом вынесения об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щего множителя за скобки. 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учиться приме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нять данный алго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ритм на практике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коммуникативные действия, направленные на структурирование инфор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мации по данной теме.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способности к мобилизации сил и энергии, к волевому усилию —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бору в ситуации мотивационного конфликта, к преодолению препятствий.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причинно-следственные связи; анализи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объект, выделяя существенные и несущественные признаки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обуче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04.03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Способ группи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ровки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опе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рацию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 xml:space="preserve"> способ группировки для разложения многочленов.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Научиться применять данную операцию на практике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цели и функции участников, способы взаимодействия; планировать общие спо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собы работы; обмениваться знаниями между членами группы для принятия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эффективных совместных решений.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обобщенный смысл и формальную структуру задачи; выражать структуру задачи разными средствами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самодиагностики и самокор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рекции в индиви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дуальной и коллек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ности, способно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сти к во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левому усилию в преодо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лении препят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ствий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06.03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Способ группи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ровки. Тест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ся со способом группировки. 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несколько способов группи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ровки для разло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жения многочле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нов на линейные множители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обмениваться мнениями, понимать позицию одноклассников, в том числе и отличную от своей; задавать вопросы, слушать и отвечать на вопросы других, фор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мулировать собственные мысли,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сказывать и обосновывать свою точку зрения.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оценивать уровень вла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дения учебным действием (отвечать на вопрос «что я не знаю и не умею?»).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выводить следствия из имеющихся в условии задачи дан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ных; выбирать основания и критерии для сравнения, классифи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кации объектов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составле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алго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ритма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задания, навыков выполне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твор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ческого задания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07.03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Разложе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гочлена на множи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тели с 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мощью формул сокращен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ного умно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жения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основными фор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мулами сокра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щенного умноже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ния: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 xml:space="preserve">-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квадрат суммы (разности); раз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ность квадратов. 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данные формулы для раз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ложения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совместную деятельность в группах; задавать вопросы с целью получения необходимой для решения проблемы информации; осуществлять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ность с учетом конкретных учебно-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познавательных задач.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составлять план после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довательности действий. 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количественные характеристики объектов, заданные словами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работы по алго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ритму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Разложе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гочлена на множи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тели с 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мощью формул сокращен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ного умно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жения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 основными фор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мулами сокра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щенного умноже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1"/>
                <w:sz w:val="20"/>
                <w:szCs w:val="20"/>
                <w:shd w:val="clear" w:color="auto" w:fill="FFFFFF"/>
              </w:rPr>
              <w:t>ния: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квадрат суммы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(разности);</w:t>
            </w:r>
            <w:r w:rsidRPr="00A54F55">
              <w:rPr>
                <w:rFonts w:ascii="Times New Roman" w:eastAsia="Calibri" w:hAnsi="Times New Roman" w:cs="Times New Roman"/>
                <w:b/>
                <w:bCs/>
                <w:iCs/>
                <w:spacing w:val="-1"/>
                <w:sz w:val="20"/>
                <w:szCs w:val="20"/>
                <w:shd w:val="clear" w:color="auto" w:fill="FFFFFF"/>
              </w:rPr>
              <w:t>раз</w:t>
            </w:r>
            <w:r w:rsidRPr="00A54F55">
              <w:rPr>
                <w:rFonts w:ascii="Times New Roman" w:eastAsia="Calibri" w:hAnsi="Times New Roman" w:cs="Times New Roman"/>
                <w:b/>
                <w:bCs/>
                <w:iCs/>
                <w:spacing w:val="-1"/>
                <w:sz w:val="20"/>
                <w:szCs w:val="20"/>
                <w:shd w:val="clear" w:color="auto" w:fill="FFFFFF"/>
              </w:rPr>
              <w:softHyphen/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ность квадратов.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менять данные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формулы для разложения многочленов на линей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ные множители,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выполнять дейст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вия с многочле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нами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1"/>
                <w:sz w:val="20"/>
                <w:szCs w:val="20"/>
                <w:shd w:val="clear" w:color="auto" w:fill="FFFFFF"/>
              </w:rPr>
              <w:t xml:space="preserve"> осуществлять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совместную деятельность в рабочих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группах с учетом конкретных учеб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но-познавательных задач, задавать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уточняющие вопросы; формулировать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мысли, высказывать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обосновывать свою точку зрения.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последовательности промежуточных целей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конечного результата.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осознанно и произвольно строить речевые высказывания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 устной и письменной форме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способ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к во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левому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усилию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 преодолении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препят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ствий,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навыков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самодиагностики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само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коррек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ции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Разложе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гочлена на множи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тели с 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мощью формул сокращен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ного умно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жения. Математический диктант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 основными формулами сокращенного умноже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ния: 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20"/>
                <w:sz w:val="20"/>
                <w:szCs w:val="20"/>
                <w:shd w:val="clear" w:color="auto" w:fill="FFFFFF"/>
              </w:rPr>
              <w:t>—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разность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(сумма) кубов;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полный и не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полный квадрат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суммы (разности).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форму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лы разложения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многочленов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линейные множители.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Научиться применять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данные формулы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для разложения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многочленов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 линейные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множители, доказывать формулы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сокращенного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умножения, применять их в пре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образованиях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выражений и вычислениях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умение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языковые средства, аде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кватные обсуждаемой проблеме.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оценивать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свои достижения, осознавать возникающие трудности, искать их причи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 и пути преодоления.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объекты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процессы с точки зрения целого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частей; выделять и формулировать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познавательную цель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познавательного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интереса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нового,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способам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обобще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и си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стематизации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знаний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14.03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Разложе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гочлена на множи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тели с 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мощью формул сокращен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ного умно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жения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 основными фор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мулами сокращенного умноже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ния: 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разность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(сумма) кубов;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-полный и не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полный квадрат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суммы (разности).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форму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лы разложения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многочленов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 линейные множители. Научиться применять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данные формулы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для разложения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многочленов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 линейные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множители, доказывать формулы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сокращенного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умножения, применять их в пре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образованиях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выражений и вычислениях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умение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использовать языковые средства,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оценивать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свои достижения, осознавать возникающие трудности, искать их причи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 и пути преодоления.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объекты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процессы с точки зрения целого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частей; выделять и формулировать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познавательную цель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тельного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интереса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нового,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способам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обобще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и си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стематизации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знаний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 по теме «Разложе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гочлена на множи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тели с помощью формул сокращен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ного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жения». Теоретический зачёт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основные операции для раз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ложения много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членов на линей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ные множители с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помощью основ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ных формул сокра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щенного умноже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на практике, выполнять разложения многочле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нов на линейные множители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умение ясно, логично и точно излагать свою точку зрения; представлять кон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кретное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содержание и сообщать его в письменной и устной форме.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оценивать достигнутый результат.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навыки познавательной рефлексии как осознания результатов своих действий и мыслительных процессов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самоана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моконтроля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Разложе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гочленов на 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жители с помо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щью ком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бинаций различных приемов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основные формулы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сокращенного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умножения:-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br/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полный и не-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полный квадрат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суммы (разности),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формулы разложения многочленов на линейные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множители. Научиться применять различные комбинации для разложения многочленов на множители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совместную деятельность в группах; задавать вопросы с целью получения необходимой для решения проблемы информации; осуществлять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ность с учетом конкретных учебно- познавательных задач. 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оценивать работу; исправлять и объяснять ошибки.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схемы, модели для получения информации; устанавливать причинно-следственные связи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органи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зации анализа своей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Pr="001D7D77" w:rsidRDefault="001B39AF" w:rsidP="001B39AF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Разложе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гочленов на 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жители с помо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щью ком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бинаций различных приемов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ис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пользовать в од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ном выражении многочлена несколько опе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раций из ранее изученных,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полнять разложение многочленов на множители, применять различные формы самоконтроля при выполнении преобразований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совместную деятельность в рабочих группах с учетом конкретных учебно-познавательных задач, задавать уточняющие вопросы; формулировать собственные мысли, высказывать и обосновывать свою точку зрения.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контролировать учебные действия, замечать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допущенные ошибки.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существенную информацию из текстов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способ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к во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левому усилию в преодо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лении препят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ствий, навыков самодиа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гностики и само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коррекции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25.03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 по теме «Разложе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гочленов на мно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жители с помо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щью ком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бинаций различных приемов». Самостоятельная работа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Освоить основ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ные приемы для разложения многочленов на линейные множители. Научиться приме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нять изученные комбинации при выполнении те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стовых заданий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работать в группе; осуществлять контроль и коррекцию хода и результатов совместной деятельности.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осу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ществлять, контролировать и кор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ректировать учебную, внеурочную и внешкольную деятельность с учетом предварительного планирования.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основания и критерии для сравнения, классификации объектов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самоана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троля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27.03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Алгебраи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ческие дроби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понятиями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алгебраическая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br/>
              <w:t>дробь, область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br/>
              <w:t>допустимых значений переменной,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br/>
              <w:t>общий множитель</w:t>
            </w: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br/>
              <w:t>дробей,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основными составными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частями алгебраической дроби.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Научится сокращать алгебраические двроби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готов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ность адекватно реагировать на нужды одноклассников, оказывать помощь и эмоциональную поддержку партнерам.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оценивать свои достижения, осознавать возни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кающие трудности, искать их причи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ны и пути преодоления.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строить рассужде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в форме связи простых суждений об объекте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устоичивои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закрепление.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нового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28.03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Сокра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щение алгебраи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ческих дробей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Познакомиться с понятиями алгебраическая дробь, область допустимых значений, общий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множитель дробей, основными составными частями алгебраической дроби. Научиться сокращать алгебраические дроби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сравнивать разные точки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зрения,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прежде чем принимать решение и делать выбор.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осознавать недостаточность своих знаний; планировать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проблемно-поисковой деятельности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01.04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Сокра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щение алгебраи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ческих. Тест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целым выра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жением в виде многочлена, дробным — в виде отношения многочленов. 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несколь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ко способов для сокращения нескольких ал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гебраических дробей, содержа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щихся в одном выражении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разрешать кон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фликты - выявлять, идентифициро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вать проблемы, искать и оценивать альтернативные способы разрешения конфликта, принимать решение и реализовывать его.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деятельности;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страивать алгоритмы действий.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создавать и преобра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зовывать модели и схемы для решения задач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обуче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03.04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Тождества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ся с понятиями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 xml:space="preserve">тождества, тождественные выражения и их преобразования.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дока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зывать тождества и преобразовы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тождествен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ные выражения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обсуждать разные точки зрения и вырабатывать общую (групповую) позицию.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умение выделять закономерность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самодиа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гностики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мокоррекции в индиви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дуальной и коллек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ности, способно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сти к во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левому усилию в преодо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лении препят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ствий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04.04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</w:t>
            </w: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ная работа № 6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теме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«Разложе</w:t>
            </w: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ние мно</w:t>
            </w: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гочленов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множи</w:t>
            </w: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тели»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теоре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тический материал, изученный на предыдущих уроках, на прак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тике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использовать речевые средства для дискуссии и аргументации своей позиции.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осознавать качество и уровень усвоения; оценивать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достигнутый результат.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дачи в зависимости от конкретных условий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самоана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троля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Функция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вида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 xml:space="preserve"> у =х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>,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br/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ее свойства и график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ся с основной квадратичной функцией вида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4"/>
                <w:sz w:val="20"/>
                <w:szCs w:val="20"/>
                <w:shd w:val="clear" w:color="auto" w:fill="FFFFFF"/>
              </w:rPr>
              <w:t>у =х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4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4"/>
                <w:sz w:val="20"/>
                <w:szCs w:val="20"/>
                <w:shd w:val="clear" w:color="auto" w:fill="FFFFFF"/>
              </w:rPr>
              <w:t>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ее свойст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вами и графиком, основными понятиями для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ния функции: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парабола, вершина параболы, ось.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учиться строить и читать график квадратичной функции, опре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делять без 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строения графика принадлежность точки графику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коммуникативные действия, направ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ленные на структурирование инфор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мации по данной теме.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деятельности;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страивать последовательность необхо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димых операций.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произвольно и осо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знанно овладевать общим приемом решения задач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познава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тельного интереса 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 нового, способам обобще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и си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стема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тизации знаний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Функция вида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>у = х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 xml:space="preserve">,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ее свой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ства и гра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фик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Диктант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Познакомиться с квадратичной функцией вида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4"/>
                <w:sz w:val="20"/>
                <w:szCs w:val="20"/>
                <w:shd w:val="clear" w:color="auto" w:fill="FFFFFF"/>
              </w:rPr>
              <w:t>у =х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4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4"/>
                <w:sz w:val="20"/>
                <w:szCs w:val="20"/>
                <w:shd w:val="clear" w:color="auto" w:fill="FFFFFF"/>
              </w:rPr>
              <w:t>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ее свойст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вами и графиком, с основными понятиями для изучения функции: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4"/>
                <w:sz w:val="20"/>
                <w:szCs w:val="20"/>
                <w:shd w:val="clear" w:color="auto" w:fill="FFFFFF"/>
              </w:rPr>
              <w:t xml:space="preserve"> пара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4"/>
                <w:sz w:val="20"/>
                <w:szCs w:val="20"/>
                <w:shd w:val="clear" w:color="auto" w:fill="FFFFFF"/>
              </w:rPr>
              <w:softHyphen/>
              <w:t>бола, вершина параболы, ось, фо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4"/>
                <w:sz w:val="20"/>
                <w:szCs w:val="20"/>
                <w:shd w:val="clear" w:color="auto" w:fill="FFFFFF"/>
              </w:rPr>
              <w:softHyphen/>
              <w:t>кус параболы.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Научиться строить и читать график квадратичной функции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составлять план и последовательность действий; вносить коррективы и дополнения в составленные планы.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закреп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лению нового, навыков организа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ции своей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 составе группы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11.04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Практическая работа по теме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«Построение графиков функций вида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>у = х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>»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стро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ить графики квадратичных функций, описы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их свойства, вычислять зна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чения функций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32"/>
                <w:sz w:val="20"/>
                <w:szCs w:val="20"/>
                <w:shd w:val="clear" w:color="auto" w:fill="FFFFFF"/>
              </w:rPr>
              <w:t>у = Х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32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32"/>
                <w:sz w:val="20"/>
                <w:szCs w:val="20"/>
                <w:shd w:val="clear" w:color="auto" w:fill="FFFFFF"/>
              </w:rPr>
              <w:t>и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4"/>
                <w:sz w:val="20"/>
                <w:szCs w:val="20"/>
                <w:shd w:val="clear" w:color="auto" w:fill="FFFFFF"/>
              </w:rPr>
              <w:t xml:space="preserve"> у = х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4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4"/>
                <w:sz w:val="20"/>
                <w:szCs w:val="20"/>
                <w:shd w:val="clear" w:color="auto" w:fill="FFFFFF"/>
              </w:rPr>
              <w:t xml:space="preserve">,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таб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лицы значений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использовать функциональ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ную символику для записи разно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образных фактов, связанных с рас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сматриваемыми функциями, обо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гащая опыт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со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вместное целеполагание и планирова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ние общих способов работы на основе прогнозирования.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вносить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коррективы и дополнения в способ своих действий в случае расхождения эталона, реаль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ного действия и его результата.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лировать познавательную цель;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ражать смысл ситуации различными средствами (рисунки, символы, схе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мы, знаки)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самоана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лиза и самоконтроля 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Графи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ческое решение уравнений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алгоритмом построения гра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фиков функций в одной систе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 координат для нахождения общих точек пе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ресечения (кор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ней заданного уравнения). Научиться строить графики элемен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тарных функций, строить речевые конструкции с использованием функциональной терминологии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совместную деятельность в группах; задавать вопросы с целью получения необходимой для решения проблемы информации; осуществлять деятельность с учетом конкретных учебно-познавательных задач.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принимать позна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вательную цель, сохранять ее при выполнении учебных действий, регулировать весь процесс их выполнения и четко выполнять требования позна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вательной задачи.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существен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ную информацию из текстов разных видов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изуче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закреп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лению нового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Графи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ческое решение уравнений. Самостоятельная работа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алгоритмом построения гра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фиков функций в одной систе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 координат для нахождения общих точек пересечения (кор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ней заданного уравнения). Научиться строить графики элемен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тарных функций,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строить речевые конструкции с использованием функциональной терминологии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совместную деятельность в рабочих группах с учетом конкретных учебно-познавательных задач, задавать уточняющие вопросы; формулировать собственные мысли, высказывать и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обосновывать свою точку зрения.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сличать свой способ действия с эталоном; вносить коррек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тивы и дополнения в составленные планы.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про- блемно- поисковой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записи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shd w:val="clear" w:color="auto" w:fill="FFFFFF"/>
              </w:rPr>
              <w:t>у=</w:t>
            </w:r>
            <w:r w:rsidRPr="00A54F55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shd w:val="clear" w:color="auto" w:fill="FFFFFF"/>
                <w:lang w:val="en-US"/>
              </w:rPr>
              <w:t>f</w:t>
            </w:r>
            <w:r w:rsidRPr="00A54F55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shd w:val="clear" w:color="auto" w:fill="FFFFFF"/>
              </w:rPr>
              <w:t>(</w:t>
            </w:r>
            <w:r w:rsidRPr="00A54F55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shd w:val="clear" w:color="auto" w:fill="FFFFFF"/>
                <w:lang w:val="en-US"/>
              </w:rPr>
              <w:t>x</w:t>
            </w:r>
            <w:r w:rsidRPr="00A54F55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shd w:val="clear" w:color="auto" w:fill="FFFFFF"/>
              </w:rPr>
              <w:t>)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в матема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тике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основной мате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матической запи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сью для построе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ния графиков функций: </w:t>
            </w:r>
            <w:r w:rsidRPr="00A54F55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shd w:val="clear" w:color="auto" w:fill="FFFFFF"/>
              </w:rPr>
              <w:t>у=</w:t>
            </w:r>
            <w:r w:rsidRPr="00A54F55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shd w:val="clear" w:color="auto" w:fill="FFFFFF"/>
                <w:lang w:val="en-US"/>
              </w:rPr>
              <w:t>f</w:t>
            </w:r>
            <w:r w:rsidRPr="00A54F55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shd w:val="clear" w:color="auto" w:fill="FFFFFF"/>
              </w:rPr>
              <w:t>(</w:t>
            </w:r>
            <w:r w:rsidRPr="00A54F55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shd w:val="clear" w:color="auto" w:fill="FFFFFF"/>
                <w:lang w:val="en-US"/>
              </w:rPr>
              <w:t>x</w:t>
            </w:r>
            <w:r w:rsidRPr="00A54F55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shd w:val="clear" w:color="auto" w:fill="FFFFFF"/>
              </w:rPr>
              <w:t>)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ставлять и дока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зывать выраже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ния под знаком </w:t>
            </w:r>
            <w:r w:rsidRPr="00A54F55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shd w:val="clear" w:color="auto" w:fill="FFFFFF"/>
              </w:rPr>
              <w:t>у=</w:t>
            </w:r>
            <w:r w:rsidRPr="00A54F55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shd w:val="clear" w:color="auto" w:fill="FFFFFF"/>
                <w:lang w:val="en-US"/>
              </w:rPr>
              <w:t>f</w:t>
            </w:r>
            <w:r w:rsidRPr="00A54F55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shd w:val="clear" w:color="auto" w:fill="FFFFFF"/>
              </w:rPr>
              <w:t>(</w:t>
            </w:r>
            <w:r w:rsidRPr="00A54F55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shd w:val="clear" w:color="auto" w:fill="FFFFFF"/>
                <w:lang w:val="en-US"/>
              </w:rPr>
              <w:t>x</w:t>
            </w:r>
            <w:r w:rsidRPr="00A54F55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shd w:val="clear" w:color="auto" w:fill="FFFFFF"/>
              </w:rPr>
              <w:t>)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спо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собность брать на себя инициативу в организации совместного действия; устанавливать и сравнивать разные точки зрения, прежде чем принимать решение и делать выбор; использо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адекватные языковые средства для отображения своих чувств, мыс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лей и побуждений.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лировать познавательную цель и стро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ить план действия в соответствии с ней.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аналогии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познава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тельного интереса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строение кусочно- заданных функций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 алгоритмом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построения системы графиков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функций на координатной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плоскости с заданными функциями по общим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точкам соединения. Научиться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строить графики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кусочно-заданных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функций, описывать свойства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кусочно-заданных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функций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интересоваться чужим мнением и высказывать свое; устанавливать и сравнивать разные точки зрения, прежде чем принимать решение и делать выбор.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сличать свой способ действия с эталоном; оценивать достигнутый результат; определять последовательность промежуточных целей с учетом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конечного результата.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чинно-следственные связи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строение кусочно - заданных функций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алгоритмом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построения системы графиков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функций на координатной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плоскости с заданными функциями по общим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точкам соединения. Научиться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строить графики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кусочно-заданных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функций, описывать свойства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кусочно-заданных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функций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уважительное отношение к партнерам, внимание к личности одноклассников,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развивать адекватное межличностное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восприятие.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планировать промежуточные цели с учетом конечного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результата; оценивать качество и уровень усвоенного материала.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формулировать познавательную цель; выражать смысл ситуации различными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средствами (рисунки, символы, схемы, знаки)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навыков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самодиагностики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самокор-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рекции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 индивиуаль-ной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коллектив-ной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деятельности,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способности к волевому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усилию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25.04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</w:t>
            </w: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ная ра</w:t>
            </w: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 xml:space="preserve">бота 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7 по теме «Функция </w:t>
            </w:r>
            <w:r w:rsidRPr="00A54F55">
              <w:rPr>
                <w:rFonts w:ascii="Times New Roman" w:eastAsia="Calibri" w:hAnsi="Times New Roman" w:cs="Times New Roman"/>
                <w:bCs/>
                <w:i/>
                <w:iCs/>
                <w:spacing w:val="20"/>
                <w:sz w:val="20"/>
                <w:szCs w:val="20"/>
                <w:shd w:val="clear" w:color="auto" w:fill="FFFFFF"/>
              </w:rPr>
              <w:t>у =</w:t>
            </w:r>
            <w:r w:rsidRPr="00A54F55">
              <w:rPr>
                <w:rFonts w:ascii="Times New Roman" w:eastAsia="Calibri" w:hAnsi="Times New Roman" w:cs="Times New Roman"/>
                <w:bCs/>
                <w:i/>
                <w:iCs/>
                <w:spacing w:val="20"/>
                <w:sz w:val="20"/>
                <w:szCs w:val="20"/>
                <w:shd w:val="clear" w:color="auto" w:fill="FFFFFF"/>
                <w:lang w:val="en-US"/>
              </w:rPr>
              <w:t>x</w:t>
            </w:r>
            <w:r w:rsidRPr="00A54F55">
              <w:rPr>
                <w:rFonts w:ascii="Times New Roman" w:eastAsia="Calibri" w:hAnsi="Times New Roman" w:cs="Times New Roman"/>
                <w:bCs/>
                <w:i/>
                <w:iCs/>
                <w:spacing w:val="20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A54F55">
              <w:rPr>
                <w:rFonts w:ascii="Times New Roman" w:eastAsia="Calibri" w:hAnsi="Times New Roman" w:cs="Times New Roman"/>
                <w:bCs/>
                <w:i/>
                <w:iCs/>
                <w:spacing w:val="20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менять теоретический материал, изученный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 предыдущих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уроках, на практике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</w:pP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описывать содер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жание совершаемых действий.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осознавать качество и уровень усвоения; оценивать достигнутый результат.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строить логические цепочки рассуждений; выполнять операции со знаками и символами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самоана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троля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B39AF" w:rsidRPr="00A54F55" w:rsidTr="004C7E35">
        <w:tc>
          <w:tcPr>
            <w:tcW w:w="14850" w:type="dxa"/>
            <w:gridSpan w:val="7"/>
          </w:tcPr>
          <w:p w:rsidR="001B39AF" w:rsidRPr="00A54F55" w:rsidRDefault="001B39AF" w:rsidP="001B39A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Итоговое повторение (5ч.)</w:t>
            </w:r>
          </w:p>
        </w:tc>
        <w:tc>
          <w:tcPr>
            <w:tcW w:w="572" w:type="dxa"/>
            <w:gridSpan w:val="2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1B39AF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 Функции и графики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Приме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нять на практике весь теоретиче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ский материал, изученный в 7 классе: переводить математические симво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лы, составлять математическую модель, строить графики элементарных функций и описывать их свойства, решать системы двух линейных урав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нений с одной и двумя перемен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ными, определять степени и показа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тели, произведет, арифметические операции над пре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образованиями одночленов и многочленов, решать примеры на применение формул сокра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щенного умножение, правильно раскладывать многочлены на линейные множители с помощью основных операций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аргументировать свою точку зрения, спорить и отстаи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свою позицию невраждебным для оппонентов образом; развивать умения интегрироваться в группу одноклассников и строить продуктив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ное взаимодействие со сверстниками и взрослыми.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деятельности; вы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страивать алгоритм действий.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чинно-следственные связи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навыков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анализа,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твор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ческой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инициа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тивности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актив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0027E1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1B39AF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 Линейные уравнения и системы уравнений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нять на практике весь теоретиче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ский материал, изученный в 7 классе: переводить математические симво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лы, составлять математическую модель, строить графики элементарных функций и описывать их свойства, решать системы двух линейных урав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нений с одной и двумя перемен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ными, определять степени и показа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тели, производить арифметические операции над преобразованиями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одночленов и многочленов, решать примеры на применение формул сокра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щенного умноже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ния, правильно раскладывать многочлены на линейные множители с 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мощью основных операций.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цели и функции участников, способы взаи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модействия; планировать общие спо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собы работы; с достаточной полнотой и точностью выражать свои мысли в соответствии с задачами и условия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ми коммуникации.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проектировать тра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ектории развития через включение в новые виды деятельности и формы сотрудничества.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синтез как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составление целого из частей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навыка осознан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ного выбора наиболее эффек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тивного способа решения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Default="000027E1" w:rsidP="001B39AF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1B39AF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 Линейные уравнения и системы уравнений.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нять на практике весь теоретиче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ский материал, изученный в 7 классе: пере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водить математические символы, составлять мате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матическую модель, строить Алгебраическая дробь. Преобразование выражения. Многочлен. Одночлен. Формулы со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кращенного умножения. Разложение. Арифметические операции над числами. Степень. Ма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тематический язык</w:t>
            </w: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возмож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ность существования различных точек зрения, не совпадающих с собствен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ной; управлять поведением партне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ра - убеждать его, контролировать, корректировать и оценивать его дей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ствия.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обнаруживать и форму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лировать учебную проблему; состав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лять план выполнения работы.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ориентироваться проектирование выполнения домашнего задания, комментиро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ванное выставление оценок</w:t>
            </w: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познава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тельного интереса</w:t>
            </w:r>
          </w:p>
        </w:tc>
      </w:tr>
      <w:tr w:rsidR="001B39AF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1B39AF" w:rsidRPr="00A54F55" w:rsidRDefault="001B39AF" w:rsidP="001B39AF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1B39AF" w:rsidRPr="00A54F55" w:rsidRDefault="000027E1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1B39AF"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784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 Алгебраи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ческие преобразо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2852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нять на практике весь теоретиче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ский материал, изученный в 7 классе: переводить математические симво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лы, составлять математическую модель, строить графики элемен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тарных функций и описывать их свойства, решать системы двух линейных урав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нений с одной и двумя перемен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ными, определяв степени и показа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тели, производить арифметические операции над преобразованиями одночленов и многочленов, решать примеры на применение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аргументировать свою точку зрения, спорить и отстаи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свою позицию невраждебным для оппонентов образом; развивать умения интегрироваться в группу сверстников и строить продуктивное взаимодействие со сверстниками и взрослыми.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вносить необходимые дополнения и коррективы в план и способ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 в случае расхожде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эталона, реального действия и его результата.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i/>
                <w:iCs/>
                <w:spacing w:val="-6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срав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нение и классификацию по заданным критериям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устойчи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вой мо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обуче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нию</w:t>
            </w:r>
          </w:p>
          <w:p w:rsidR="001B39AF" w:rsidRPr="00A54F55" w:rsidRDefault="001B39AF" w:rsidP="001B39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027E1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0027E1" w:rsidRPr="00A54F55" w:rsidRDefault="000027E1" w:rsidP="000027E1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0027E1" w:rsidRDefault="000027E1" w:rsidP="000027E1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15.05</w:t>
            </w:r>
          </w:p>
        </w:tc>
        <w:tc>
          <w:tcPr>
            <w:tcW w:w="784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Итоговая контроль</w:t>
            </w:r>
            <w:r w:rsidRPr="00A54F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ная работа</w:t>
            </w:r>
          </w:p>
        </w:tc>
        <w:tc>
          <w:tcPr>
            <w:tcW w:w="2852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теорети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ческий материал, изученный за курс алгебры 7 класса, на практике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027E1" w:rsidRPr="00A54F55" w:rsidRDefault="000027E1" w:rsidP="000027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ясно, логично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точно излагать ответы на поставленные вопросы.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вносить коррективы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и дополнения в составленные планы.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8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наиболее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эффективные способы решения задачи в зависимости от конкретных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условий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самоана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 и са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моконтроля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027E1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0027E1" w:rsidRPr="00A54F55" w:rsidRDefault="000027E1" w:rsidP="000027E1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0027E1" w:rsidRDefault="000027E1" w:rsidP="00C2292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27.05</w:t>
            </w:r>
          </w:p>
        </w:tc>
        <w:tc>
          <w:tcPr>
            <w:tcW w:w="784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Данные. Ряды данных. Таблицы распреде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ления</w:t>
            </w:r>
          </w:p>
        </w:tc>
        <w:tc>
          <w:tcPr>
            <w:tcW w:w="2852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разделом мате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матики «Элемен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ты статистиче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ской обработки данных». На-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управлять поведе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нием партнера - убеждать, контроли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ровать, корректировать и оценивать его действия.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Форми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рование навыков самодиа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гностики и самокорек-ции в индивидуальной и коллективной деятельности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027E1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0027E1" w:rsidRPr="00A54F55" w:rsidRDefault="000027E1" w:rsidP="000027E1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0027E1" w:rsidRDefault="000027E1" w:rsidP="00C2292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29.05</w:t>
            </w:r>
          </w:p>
        </w:tc>
        <w:tc>
          <w:tcPr>
            <w:tcW w:w="784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Нечисло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вые ряды данных. Составле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таблиц распре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делений без упоря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дочивания данных</w:t>
            </w:r>
          </w:p>
        </w:tc>
        <w:tc>
          <w:tcPr>
            <w:tcW w:w="2852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с разделом математики «Элементы статистической обработки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данных». На-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учиться извлекать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необходимую ин-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формацию из таблиц и диаграмм,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вычисления по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табличным данным,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организовывать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информацию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 виде таблиц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диаграмм, при-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водить примеры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числовых данных,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находить среднее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числовых данных,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размах, моду числовых наборов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сравнивать разные точки зрения,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прежде чем принимать решение и делать выбор.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способности к мобилизации сил и энергии, „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 волевому усилию — выбору в ситуации мотивационного конфликта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к преодолению препятствий.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анализ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объектов с выделением существенных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несущественных признаков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027E1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0027E1" w:rsidRPr="00A54F55" w:rsidRDefault="000027E1" w:rsidP="000027E1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0027E1" w:rsidRDefault="000027E1" w:rsidP="00C2292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30.05</w:t>
            </w:r>
          </w:p>
        </w:tc>
        <w:tc>
          <w:tcPr>
            <w:tcW w:w="784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Частота. Таблица распреде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ления ча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стот. Про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центные частоты</w:t>
            </w:r>
          </w:p>
        </w:tc>
        <w:tc>
          <w:tcPr>
            <w:tcW w:w="2852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разделом математики «Элементы статистической обработки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данных». На-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учиться извлекать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необходимую ин-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формацию из таблиц и диаграмм,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выполнять вычисления по табличным данным,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разрешать конфликты — выявлять, идентифицировать проблемы, искать и оценивать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альтернативные способы разрешения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конфликта, принимать решение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реализовывать его.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A54F55"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проектировать траектории развития через включение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 новые виды деятельности и формы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сотрудничества.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сравнение и классификацию по заданным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критериям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027E1" w:rsidRPr="00A54F55" w:rsidTr="004C7E35">
        <w:trPr>
          <w:gridAfter w:val="2"/>
          <w:wAfter w:w="572" w:type="dxa"/>
        </w:trPr>
        <w:tc>
          <w:tcPr>
            <w:tcW w:w="903" w:type="dxa"/>
          </w:tcPr>
          <w:p w:rsidR="000027E1" w:rsidRPr="00A54F55" w:rsidRDefault="000027E1" w:rsidP="000027E1">
            <w:pPr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0027E1" w:rsidRDefault="000027E1" w:rsidP="00C22925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31.05</w:t>
            </w:r>
          </w:p>
        </w:tc>
        <w:tc>
          <w:tcPr>
            <w:tcW w:w="784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68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Группи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ровка дан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ных</w:t>
            </w:r>
          </w:p>
        </w:tc>
        <w:tc>
          <w:tcPr>
            <w:tcW w:w="2852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менять знания о статистической обработке данных при выполнении заданий на ком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пьютере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Коммуникативные: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совместную деятельность в группах; задавать вопросы с целью получения необходимой для решения проблемы информации; осуществлять деятель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ность с учетом конкретных учебно- 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познавательных задач. </w:t>
            </w: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Регулятивные: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ставить учебную задачу на основе соотнесения того, что уже известно и усвоено, и того, что еще неизвестно.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F5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4"/>
                <w:sz w:val="20"/>
                <w:szCs w:val="20"/>
                <w:shd w:val="clear" w:color="auto" w:fill="FFFFFF"/>
              </w:rPr>
              <w:t>Познавательные:</w:t>
            </w:r>
            <w:r w:rsidRPr="00A54F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задач</w:t>
            </w:r>
          </w:p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:rsidR="000027E1" w:rsidRPr="00A54F55" w:rsidRDefault="000027E1" w:rsidP="000027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54F55" w:rsidRDefault="00A54F55" w:rsidP="001D53A0">
      <w:pPr>
        <w:jc w:val="center"/>
        <w:rPr>
          <w:rFonts w:ascii="Times New Roman" w:hAnsi="Times New Roman" w:cs="Times New Roman"/>
          <w:b/>
        </w:rPr>
      </w:pPr>
    </w:p>
    <w:p w:rsidR="001D53A0" w:rsidRDefault="001D53A0" w:rsidP="006F0095">
      <w:pPr>
        <w:jc w:val="center"/>
      </w:pPr>
    </w:p>
    <w:p w:rsidR="001D53A0" w:rsidRDefault="001D53A0" w:rsidP="006F0095">
      <w:pPr>
        <w:jc w:val="center"/>
      </w:pPr>
    </w:p>
    <w:sectPr w:rsidR="001D53A0" w:rsidSect="006F00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01F" w:rsidRDefault="0046601F" w:rsidP="00420E7D">
      <w:pPr>
        <w:spacing w:after="0" w:line="240" w:lineRule="auto"/>
      </w:pPr>
      <w:r>
        <w:separator/>
      </w:r>
    </w:p>
  </w:endnote>
  <w:endnote w:type="continuationSeparator" w:id="1">
    <w:p w:rsidR="0046601F" w:rsidRDefault="0046601F" w:rsidP="00420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01F" w:rsidRDefault="0046601F" w:rsidP="00420E7D">
      <w:pPr>
        <w:spacing w:after="0" w:line="240" w:lineRule="auto"/>
      </w:pPr>
      <w:r>
        <w:separator/>
      </w:r>
    </w:p>
  </w:footnote>
  <w:footnote w:type="continuationSeparator" w:id="1">
    <w:p w:rsidR="0046601F" w:rsidRDefault="0046601F" w:rsidP="00420E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AD2914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1AC63C0"/>
    <w:multiLevelType w:val="multilevel"/>
    <w:tmpl w:val="F268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162466"/>
    <w:multiLevelType w:val="hybridMultilevel"/>
    <w:tmpl w:val="2BD05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061AC"/>
    <w:multiLevelType w:val="hybridMultilevel"/>
    <w:tmpl w:val="BB66D9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FD04F71"/>
    <w:multiLevelType w:val="hybridMultilevel"/>
    <w:tmpl w:val="D37AA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1D09BA"/>
    <w:multiLevelType w:val="multilevel"/>
    <w:tmpl w:val="BF12C14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-6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6D50E5"/>
    <w:multiLevelType w:val="hybridMultilevel"/>
    <w:tmpl w:val="28CA1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A66E5"/>
    <w:multiLevelType w:val="hybridMultilevel"/>
    <w:tmpl w:val="66786E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2601C3"/>
    <w:multiLevelType w:val="multilevel"/>
    <w:tmpl w:val="63309DC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-6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7409F4"/>
    <w:multiLevelType w:val="multilevel"/>
    <w:tmpl w:val="2DB29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0E299D"/>
    <w:multiLevelType w:val="hybridMultilevel"/>
    <w:tmpl w:val="C0BEB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7C4624"/>
    <w:multiLevelType w:val="multilevel"/>
    <w:tmpl w:val="1C4CFBB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-6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BE247C"/>
    <w:multiLevelType w:val="hybridMultilevel"/>
    <w:tmpl w:val="EA625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2A54E0"/>
    <w:multiLevelType w:val="hybridMultilevel"/>
    <w:tmpl w:val="9CA2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672903"/>
    <w:multiLevelType w:val="hybridMultilevel"/>
    <w:tmpl w:val="EA625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334B5"/>
    <w:multiLevelType w:val="hybridMultilevel"/>
    <w:tmpl w:val="9776F1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CE70D1"/>
    <w:multiLevelType w:val="hybridMultilevel"/>
    <w:tmpl w:val="C31E0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7553AD"/>
    <w:multiLevelType w:val="multilevel"/>
    <w:tmpl w:val="CD3AD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3F4D20"/>
    <w:multiLevelType w:val="multilevel"/>
    <w:tmpl w:val="FC025D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-6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897C8D"/>
    <w:multiLevelType w:val="hybridMultilevel"/>
    <w:tmpl w:val="C280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9E6558"/>
    <w:multiLevelType w:val="hybridMultilevel"/>
    <w:tmpl w:val="4006A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8F3585"/>
    <w:multiLevelType w:val="hybridMultilevel"/>
    <w:tmpl w:val="06182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E47D0D"/>
    <w:multiLevelType w:val="hybridMultilevel"/>
    <w:tmpl w:val="B6CAD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596C7C"/>
    <w:multiLevelType w:val="multilevel"/>
    <w:tmpl w:val="2F16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1F4332"/>
    <w:multiLevelType w:val="hybridMultilevel"/>
    <w:tmpl w:val="F0FA56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3345FE"/>
    <w:multiLevelType w:val="hybridMultilevel"/>
    <w:tmpl w:val="DAEE6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6D7BBD"/>
    <w:multiLevelType w:val="hybridMultilevel"/>
    <w:tmpl w:val="C4406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726F6C"/>
    <w:multiLevelType w:val="hybridMultilevel"/>
    <w:tmpl w:val="81AAF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1427CB"/>
    <w:multiLevelType w:val="hybridMultilevel"/>
    <w:tmpl w:val="71A6837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>
    <w:nsid w:val="74C3323A"/>
    <w:multiLevelType w:val="hybridMultilevel"/>
    <w:tmpl w:val="9A982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4C3BBE"/>
    <w:multiLevelType w:val="hybridMultilevel"/>
    <w:tmpl w:val="F62C8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137B0D"/>
    <w:multiLevelType w:val="hybridMultilevel"/>
    <w:tmpl w:val="DE60834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A544336"/>
    <w:multiLevelType w:val="hybridMultilevel"/>
    <w:tmpl w:val="3BFC8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42772B"/>
    <w:multiLevelType w:val="hybridMultilevel"/>
    <w:tmpl w:val="DBE21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260E7C"/>
    <w:multiLevelType w:val="hybridMultilevel"/>
    <w:tmpl w:val="D396C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4"/>
  </w:num>
  <w:num w:numId="4">
    <w:abstractNumId w:val="21"/>
  </w:num>
  <w:num w:numId="5">
    <w:abstractNumId w:val="23"/>
  </w:num>
  <w:num w:numId="6">
    <w:abstractNumId w:val="18"/>
  </w:num>
  <w:num w:numId="7">
    <w:abstractNumId w:val="24"/>
  </w:num>
  <w:num w:numId="8">
    <w:abstractNumId w:val="10"/>
  </w:num>
  <w:num w:numId="9">
    <w:abstractNumId w:val="22"/>
  </w:num>
  <w:num w:numId="10">
    <w:abstractNumId w:val="5"/>
  </w:num>
  <w:num w:numId="11">
    <w:abstractNumId w:val="27"/>
  </w:num>
  <w:num w:numId="12">
    <w:abstractNumId w:val="28"/>
  </w:num>
  <w:num w:numId="13">
    <w:abstractNumId w:val="31"/>
  </w:num>
  <w:num w:numId="14">
    <w:abstractNumId w:val="29"/>
  </w:num>
  <w:num w:numId="15">
    <w:abstractNumId w:val="20"/>
  </w:num>
  <w:num w:numId="16">
    <w:abstractNumId w:val="11"/>
  </w:num>
  <w:num w:numId="17">
    <w:abstractNumId w:val="7"/>
  </w:num>
  <w:num w:numId="18">
    <w:abstractNumId w:val="26"/>
  </w:num>
  <w:num w:numId="1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9"/>
  </w:num>
  <w:num w:numId="25">
    <w:abstractNumId w:val="19"/>
  </w:num>
  <w:num w:numId="26">
    <w:abstractNumId w:val="12"/>
  </w:num>
  <w:num w:numId="27">
    <w:abstractNumId w:val="6"/>
  </w:num>
  <w:num w:numId="28">
    <w:abstractNumId w:val="32"/>
  </w:num>
  <w:num w:numId="29">
    <w:abstractNumId w:val="1"/>
  </w:num>
  <w:num w:numId="30">
    <w:abstractNumId w:val="15"/>
  </w:num>
  <w:num w:numId="31">
    <w:abstractNumId w:val="17"/>
  </w:num>
  <w:num w:numId="32">
    <w:abstractNumId w:val="13"/>
  </w:num>
  <w:num w:numId="33">
    <w:abstractNumId w:val="33"/>
  </w:num>
  <w:num w:numId="34">
    <w:abstractNumId w:val="3"/>
  </w:num>
  <w:num w:numId="35">
    <w:abstractNumId w:val="35"/>
  </w:num>
  <w:num w:numId="36">
    <w:abstractNumId w:val="8"/>
  </w:num>
  <w:num w:numId="37">
    <w:abstractNumId w:val="16"/>
  </w:num>
  <w:num w:numId="38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095"/>
    <w:rsid w:val="000027E1"/>
    <w:rsid w:val="00006D99"/>
    <w:rsid w:val="00057899"/>
    <w:rsid w:val="000D080F"/>
    <w:rsid w:val="000F1E38"/>
    <w:rsid w:val="00114F5E"/>
    <w:rsid w:val="00197F48"/>
    <w:rsid w:val="001B39AF"/>
    <w:rsid w:val="001D53A0"/>
    <w:rsid w:val="001D7D77"/>
    <w:rsid w:val="00262959"/>
    <w:rsid w:val="002B2061"/>
    <w:rsid w:val="00420E7D"/>
    <w:rsid w:val="0046601F"/>
    <w:rsid w:val="00495A85"/>
    <w:rsid w:val="004B7466"/>
    <w:rsid w:val="004C7E35"/>
    <w:rsid w:val="00580C97"/>
    <w:rsid w:val="005D75E0"/>
    <w:rsid w:val="006610B6"/>
    <w:rsid w:val="006A7D8B"/>
    <w:rsid w:val="006F0095"/>
    <w:rsid w:val="00706E60"/>
    <w:rsid w:val="00767BFB"/>
    <w:rsid w:val="007E5D83"/>
    <w:rsid w:val="008E29A6"/>
    <w:rsid w:val="009169C4"/>
    <w:rsid w:val="0098012D"/>
    <w:rsid w:val="009B54F4"/>
    <w:rsid w:val="009E5FE5"/>
    <w:rsid w:val="00A26807"/>
    <w:rsid w:val="00A54F55"/>
    <w:rsid w:val="00AB1C1F"/>
    <w:rsid w:val="00AD13AD"/>
    <w:rsid w:val="00B26B8F"/>
    <w:rsid w:val="00B41BD5"/>
    <w:rsid w:val="00B8342D"/>
    <w:rsid w:val="00BF47F6"/>
    <w:rsid w:val="00C12FD2"/>
    <w:rsid w:val="00C22925"/>
    <w:rsid w:val="00C446C9"/>
    <w:rsid w:val="00C75FFD"/>
    <w:rsid w:val="00CC1BE9"/>
    <w:rsid w:val="00D30E63"/>
    <w:rsid w:val="00DF2A5F"/>
    <w:rsid w:val="00E01F7B"/>
    <w:rsid w:val="00EC5E00"/>
    <w:rsid w:val="00ED6E4A"/>
    <w:rsid w:val="00EE7432"/>
    <w:rsid w:val="00F2712C"/>
    <w:rsid w:val="00FC5A77"/>
    <w:rsid w:val="00FD7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D53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5A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5A8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E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20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20E7D"/>
  </w:style>
  <w:style w:type="paragraph" w:styleId="aa">
    <w:name w:val="footer"/>
    <w:basedOn w:val="a"/>
    <w:link w:val="ab"/>
    <w:uiPriority w:val="99"/>
    <w:unhideWhenUsed/>
    <w:rsid w:val="00420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20E7D"/>
  </w:style>
  <w:style w:type="numbering" w:customStyle="1" w:styleId="NoList1">
    <w:name w:val="No List1"/>
    <w:next w:val="a2"/>
    <w:uiPriority w:val="99"/>
    <w:semiHidden/>
    <w:unhideWhenUsed/>
    <w:rsid w:val="00A54F55"/>
  </w:style>
  <w:style w:type="character" w:customStyle="1" w:styleId="FontStyle30">
    <w:name w:val="Font Style30"/>
    <w:uiPriority w:val="99"/>
    <w:rsid w:val="00A54F55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A54F55"/>
    <w:pPr>
      <w:widowControl w:val="0"/>
      <w:autoSpaceDE w:val="0"/>
      <w:autoSpaceDN w:val="0"/>
      <w:adjustRightInd w:val="0"/>
      <w:spacing w:after="0" w:line="293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54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A54F55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17">
    <w:name w:val="Style17"/>
    <w:basedOn w:val="a"/>
    <w:uiPriority w:val="99"/>
    <w:rsid w:val="00A54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A54F55"/>
    <w:pPr>
      <w:spacing w:after="0" w:line="240" w:lineRule="auto"/>
    </w:pPr>
  </w:style>
  <w:style w:type="paragraph" w:styleId="ad">
    <w:name w:val="Title"/>
    <w:basedOn w:val="a"/>
    <w:next w:val="a"/>
    <w:link w:val="ae"/>
    <w:qFormat/>
    <w:rsid w:val="00A54F5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A54F5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">
    <w:name w:val="Основной текст_"/>
    <w:basedOn w:val="a0"/>
    <w:link w:val="1"/>
    <w:rsid w:val="00A54F55"/>
    <w:rPr>
      <w:rFonts w:ascii="Times New Roman" w:eastAsia="Times New Roman" w:hAnsi="Times New Roman" w:cs="Times New Roman"/>
      <w:spacing w:val="-1"/>
      <w:sz w:val="19"/>
      <w:szCs w:val="19"/>
      <w:shd w:val="clear" w:color="auto" w:fill="FFFFFF"/>
    </w:rPr>
  </w:style>
  <w:style w:type="character" w:customStyle="1" w:styleId="2">
    <w:name w:val="Заголовок №2_"/>
    <w:basedOn w:val="a0"/>
    <w:link w:val="20"/>
    <w:rsid w:val="00A54F55"/>
    <w:rPr>
      <w:rFonts w:ascii="Times New Roman" w:eastAsia="Times New Roman" w:hAnsi="Times New Roman" w:cs="Times New Roman"/>
      <w:spacing w:val="-6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f"/>
    <w:rsid w:val="00A54F55"/>
    <w:pPr>
      <w:shd w:val="clear" w:color="auto" w:fill="FFFFFF"/>
      <w:spacing w:after="0" w:line="235" w:lineRule="exact"/>
      <w:ind w:hanging="180"/>
      <w:jc w:val="both"/>
    </w:pPr>
    <w:rPr>
      <w:rFonts w:ascii="Times New Roman" w:eastAsia="Times New Roman" w:hAnsi="Times New Roman" w:cs="Times New Roman"/>
      <w:spacing w:val="-1"/>
      <w:sz w:val="19"/>
      <w:szCs w:val="19"/>
    </w:rPr>
  </w:style>
  <w:style w:type="paragraph" w:customStyle="1" w:styleId="20">
    <w:name w:val="Заголовок №2"/>
    <w:basedOn w:val="a"/>
    <w:link w:val="2"/>
    <w:rsid w:val="00A54F55"/>
    <w:pPr>
      <w:shd w:val="clear" w:color="auto" w:fill="FFFFFF"/>
      <w:spacing w:after="0" w:line="226" w:lineRule="exact"/>
      <w:ind w:firstLine="180"/>
      <w:jc w:val="both"/>
      <w:outlineLvl w:val="1"/>
    </w:pPr>
    <w:rPr>
      <w:rFonts w:ascii="Times New Roman" w:eastAsia="Times New Roman" w:hAnsi="Times New Roman" w:cs="Times New Roman"/>
      <w:spacing w:val="-6"/>
      <w:sz w:val="18"/>
      <w:szCs w:val="18"/>
    </w:rPr>
  </w:style>
  <w:style w:type="character" w:customStyle="1" w:styleId="apple-converted-space">
    <w:name w:val="apple-converted-space"/>
    <w:basedOn w:val="a0"/>
    <w:rsid w:val="00A54F55"/>
  </w:style>
  <w:style w:type="character" w:customStyle="1" w:styleId="af0">
    <w:name w:val="Основной текст + Курсив"/>
    <w:basedOn w:val="af"/>
    <w:rsid w:val="00A54F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6"/>
      <w:sz w:val="19"/>
      <w:szCs w:val="19"/>
      <w:shd w:val="clear" w:color="auto" w:fill="FFFFFF"/>
    </w:rPr>
  </w:style>
  <w:style w:type="character" w:customStyle="1" w:styleId="ArialUnicodeMS9pt">
    <w:name w:val="Основной текст + Arial Unicode MS;9 pt;Полужирный"/>
    <w:basedOn w:val="af"/>
    <w:rsid w:val="00A54F55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pacing w:val="-7"/>
      <w:sz w:val="17"/>
      <w:szCs w:val="17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54F55"/>
    <w:rPr>
      <w:rFonts w:ascii="Times New Roman" w:eastAsia="Times New Roman" w:hAnsi="Times New Roman" w:cs="Times New Roman"/>
      <w:spacing w:val="-6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54F55"/>
    <w:pPr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pacing w:val="-6"/>
      <w:sz w:val="19"/>
      <w:szCs w:val="19"/>
    </w:rPr>
  </w:style>
  <w:style w:type="character" w:customStyle="1" w:styleId="Hyperlink1">
    <w:name w:val="Hyperlink1"/>
    <w:basedOn w:val="a0"/>
    <w:uiPriority w:val="99"/>
    <w:semiHidden/>
    <w:unhideWhenUsed/>
    <w:rsid w:val="00A54F55"/>
    <w:rPr>
      <w:color w:val="0000FF"/>
      <w:u w:val="single"/>
    </w:rPr>
  </w:style>
  <w:style w:type="character" w:customStyle="1" w:styleId="af1">
    <w:name w:val="Основной текст + Полужирный;Курсив"/>
    <w:basedOn w:val="af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7"/>
      <w:szCs w:val="17"/>
      <w:shd w:val="clear" w:color="auto" w:fill="FFFFFF"/>
    </w:rPr>
  </w:style>
  <w:style w:type="paragraph" w:customStyle="1" w:styleId="23">
    <w:name w:val="Основной текст2"/>
    <w:basedOn w:val="a"/>
    <w:rsid w:val="00A54F55"/>
    <w:pPr>
      <w:shd w:val="clear" w:color="auto" w:fill="FFFFFF"/>
      <w:spacing w:after="0" w:line="216" w:lineRule="exact"/>
    </w:pPr>
    <w:rPr>
      <w:rFonts w:ascii="Times New Roman" w:eastAsia="Times New Roman" w:hAnsi="Times New Roman" w:cs="Times New Roman"/>
      <w:color w:val="000000"/>
      <w:spacing w:val="1"/>
      <w:sz w:val="18"/>
      <w:szCs w:val="18"/>
      <w:lang w:eastAsia="ru-RU"/>
    </w:rPr>
  </w:style>
  <w:style w:type="paragraph" w:customStyle="1" w:styleId="3">
    <w:name w:val="Основной текст3"/>
    <w:basedOn w:val="a"/>
    <w:rsid w:val="00A54F55"/>
    <w:pPr>
      <w:shd w:val="clear" w:color="auto" w:fill="FFFFFF"/>
      <w:spacing w:after="0" w:line="216" w:lineRule="exact"/>
    </w:pPr>
    <w:rPr>
      <w:rFonts w:ascii="Times New Roman" w:eastAsia="Times New Roman" w:hAnsi="Times New Roman" w:cs="Times New Roman"/>
      <w:color w:val="000000"/>
      <w:spacing w:val="1"/>
      <w:sz w:val="18"/>
      <w:szCs w:val="18"/>
      <w:lang w:eastAsia="ru-RU"/>
    </w:rPr>
  </w:style>
  <w:style w:type="paragraph" w:customStyle="1" w:styleId="4">
    <w:name w:val="Основной текст4"/>
    <w:basedOn w:val="a"/>
    <w:rsid w:val="00A54F55"/>
    <w:pPr>
      <w:shd w:val="clear" w:color="auto" w:fill="FFFFFF"/>
      <w:spacing w:after="0" w:line="216" w:lineRule="exact"/>
    </w:pPr>
    <w:rPr>
      <w:rFonts w:ascii="Times New Roman" w:eastAsia="Times New Roman" w:hAnsi="Times New Roman" w:cs="Times New Roman"/>
      <w:color w:val="000000"/>
      <w:spacing w:val="1"/>
      <w:sz w:val="18"/>
      <w:szCs w:val="18"/>
      <w:lang w:eastAsia="ru-RU"/>
    </w:rPr>
  </w:style>
  <w:style w:type="paragraph" w:customStyle="1" w:styleId="5">
    <w:name w:val="Основной текст5"/>
    <w:basedOn w:val="a"/>
    <w:rsid w:val="00A54F55"/>
    <w:pPr>
      <w:shd w:val="clear" w:color="auto" w:fill="FFFFFF"/>
      <w:spacing w:after="0" w:line="216" w:lineRule="exact"/>
    </w:pPr>
    <w:rPr>
      <w:rFonts w:ascii="Times New Roman" w:eastAsia="Times New Roman" w:hAnsi="Times New Roman" w:cs="Times New Roman"/>
      <w:color w:val="000000"/>
      <w:spacing w:val="1"/>
      <w:sz w:val="18"/>
      <w:szCs w:val="18"/>
      <w:lang w:eastAsia="ru-RU"/>
    </w:rPr>
  </w:style>
  <w:style w:type="character" w:customStyle="1" w:styleId="9">
    <w:name w:val="Основной текст (9)_"/>
    <w:basedOn w:val="a0"/>
    <w:link w:val="90"/>
    <w:rsid w:val="00A54F55"/>
    <w:rPr>
      <w:rFonts w:ascii="Times New Roman" w:eastAsia="Times New Roman" w:hAnsi="Times New Roman" w:cs="Times New Roman"/>
      <w:spacing w:val="24"/>
      <w:sz w:val="14"/>
      <w:szCs w:val="14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54F55"/>
    <w:pPr>
      <w:shd w:val="clear" w:color="auto" w:fill="FFFFFF"/>
      <w:spacing w:before="1380" w:after="0" w:line="0" w:lineRule="atLeast"/>
      <w:jc w:val="both"/>
    </w:pPr>
    <w:rPr>
      <w:rFonts w:ascii="Times New Roman" w:eastAsia="Times New Roman" w:hAnsi="Times New Roman" w:cs="Times New Roman"/>
      <w:spacing w:val="24"/>
      <w:sz w:val="14"/>
      <w:szCs w:val="14"/>
    </w:rPr>
  </w:style>
  <w:style w:type="character" w:customStyle="1" w:styleId="50">
    <w:name w:val="Основной текст (5)_"/>
    <w:basedOn w:val="a0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7"/>
      <w:szCs w:val="17"/>
    </w:rPr>
  </w:style>
  <w:style w:type="character" w:customStyle="1" w:styleId="51">
    <w:name w:val="Основной текст (5)"/>
    <w:basedOn w:val="50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17"/>
      <w:szCs w:val="17"/>
    </w:rPr>
  </w:style>
  <w:style w:type="character" w:customStyle="1" w:styleId="2pt">
    <w:name w:val="Основной текст + Интервал 2 pt"/>
    <w:basedOn w:val="af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5"/>
      <w:sz w:val="18"/>
      <w:szCs w:val="18"/>
      <w:shd w:val="clear" w:color="auto" w:fill="FFFFFF"/>
    </w:rPr>
  </w:style>
  <w:style w:type="character" w:customStyle="1" w:styleId="1pt">
    <w:name w:val="Основной текст + Курсив;Интервал 1 pt"/>
    <w:basedOn w:val="af"/>
    <w:rsid w:val="00A54F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7"/>
      <w:sz w:val="18"/>
      <w:szCs w:val="18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f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-8"/>
      <w:sz w:val="18"/>
      <w:szCs w:val="18"/>
      <w:shd w:val="clear" w:color="auto" w:fill="FFFFFF"/>
    </w:rPr>
  </w:style>
  <w:style w:type="character" w:customStyle="1" w:styleId="95pt">
    <w:name w:val="Основной текст + 9;5 pt;Полужирный"/>
    <w:basedOn w:val="af"/>
    <w:rsid w:val="00A54F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8"/>
      <w:szCs w:val="18"/>
      <w:shd w:val="clear" w:color="auto" w:fill="FFFFFF"/>
    </w:rPr>
  </w:style>
  <w:style w:type="character" w:customStyle="1" w:styleId="1pt0">
    <w:name w:val="Основной текст + Интервал 1 pt"/>
    <w:basedOn w:val="af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A54F55"/>
    <w:rPr>
      <w:rFonts w:ascii="Times New Roman" w:eastAsia="Times New Roman" w:hAnsi="Times New Roman" w:cs="Times New Roman"/>
      <w:spacing w:val="-4"/>
      <w:sz w:val="18"/>
      <w:szCs w:val="18"/>
      <w:shd w:val="clear" w:color="auto" w:fill="FFFFFF"/>
    </w:rPr>
  </w:style>
  <w:style w:type="character" w:customStyle="1" w:styleId="101">
    <w:name w:val="Основной текст (10) + Не курсив"/>
    <w:basedOn w:val="10"/>
    <w:rsid w:val="00A54F55"/>
    <w:rPr>
      <w:rFonts w:ascii="Times New Roman" w:eastAsia="Times New Roman" w:hAnsi="Times New Roman" w:cs="Times New Roman"/>
      <w:i/>
      <w:iCs/>
      <w:spacing w:val="-1"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A54F55"/>
    <w:pPr>
      <w:shd w:val="clear" w:color="auto" w:fill="FFFFFF"/>
      <w:spacing w:after="0" w:line="211" w:lineRule="exact"/>
    </w:pPr>
    <w:rPr>
      <w:rFonts w:ascii="Times New Roman" w:eastAsia="Times New Roman" w:hAnsi="Times New Roman" w:cs="Times New Roman"/>
      <w:spacing w:val="-4"/>
      <w:sz w:val="18"/>
      <w:szCs w:val="18"/>
    </w:rPr>
  </w:style>
  <w:style w:type="character" w:customStyle="1" w:styleId="ArialUnicodeMS12pt">
    <w:name w:val="Колонтитул + Arial Unicode MS;12 pt"/>
    <w:basedOn w:val="a0"/>
    <w:rsid w:val="00A54F5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2"/>
      <w:sz w:val="22"/>
      <w:szCs w:val="22"/>
    </w:rPr>
  </w:style>
  <w:style w:type="character" w:customStyle="1" w:styleId="40">
    <w:name w:val="Основной текст (4)_"/>
    <w:basedOn w:val="a0"/>
    <w:link w:val="41"/>
    <w:rsid w:val="00A54F55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character" w:customStyle="1" w:styleId="42">
    <w:name w:val="Основной текст (4) + Полужирный;Курсив"/>
    <w:basedOn w:val="40"/>
    <w:rsid w:val="00A54F55"/>
    <w:rPr>
      <w:rFonts w:ascii="Times New Roman" w:eastAsia="Times New Roman" w:hAnsi="Times New Roman" w:cs="Times New Roman"/>
      <w:b/>
      <w:bCs/>
      <w:i/>
      <w:iCs/>
      <w:spacing w:val="-6"/>
      <w:sz w:val="19"/>
      <w:szCs w:val="19"/>
      <w:shd w:val="clear" w:color="auto" w:fill="FFFFFF"/>
    </w:rPr>
  </w:style>
  <w:style w:type="character" w:customStyle="1" w:styleId="510pt">
    <w:name w:val="Основной текст (5) + 10 pt;Полужирный;Курсив"/>
    <w:basedOn w:val="50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-6"/>
      <w:sz w:val="19"/>
      <w:szCs w:val="19"/>
    </w:rPr>
  </w:style>
  <w:style w:type="paragraph" w:customStyle="1" w:styleId="41">
    <w:name w:val="Основной текст (4)"/>
    <w:basedOn w:val="a"/>
    <w:link w:val="40"/>
    <w:rsid w:val="00A54F55"/>
    <w:pPr>
      <w:shd w:val="clear" w:color="auto" w:fill="FFFFFF"/>
      <w:spacing w:before="720" w:after="0" w:line="0" w:lineRule="atLeast"/>
    </w:pPr>
    <w:rPr>
      <w:rFonts w:ascii="Times New Roman" w:eastAsia="Times New Roman" w:hAnsi="Times New Roman" w:cs="Times New Roman"/>
      <w:spacing w:val="4"/>
      <w:sz w:val="20"/>
      <w:szCs w:val="20"/>
    </w:rPr>
  </w:style>
  <w:style w:type="character" w:customStyle="1" w:styleId="95pt0pt">
    <w:name w:val="Основной текст + 9;5 pt;Полужирный;Курсив;Интервал 0 pt"/>
    <w:basedOn w:val="af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-9"/>
      <w:sz w:val="18"/>
      <w:szCs w:val="18"/>
      <w:shd w:val="clear" w:color="auto" w:fill="FFFFFF"/>
    </w:rPr>
  </w:style>
  <w:style w:type="character" w:customStyle="1" w:styleId="6">
    <w:name w:val="Основной текст (6)_"/>
    <w:basedOn w:val="a0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</w:rPr>
  </w:style>
  <w:style w:type="character" w:customStyle="1" w:styleId="60">
    <w:name w:val="Основной текст (6)"/>
    <w:basedOn w:val="6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7"/>
      <w:szCs w:val="17"/>
    </w:rPr>
  </w:style>
  <w:style w:type="character" w:customStyle="1" w:styleId="9pt">
    <w:name w:val="Основной текст + 9 pt;Полужирный;Курсив"/>
    <w:basedOn w:val="af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-6"/>
      <w:sz w:val="17"/>
      <w:szCs w:val="17"/>
      <w:shd w:val="clear" w:color="auto" w:fill="FFFFFF"/>
    </w:rPr>
  </w:style>
  <w:style w:type="character" w:customStyle="1" w:styleId="9pt0">
    <w:name w:val="Основной текст + 9 pt;Курсив"/>
    <w:basedOn w:val="af"/>
    <w:rsid w:val="00A54F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7"/>
      <w:sz w:val="17"/>
      <w:szCs w:val="17"/>
      <w:shd w:val="clear" w:color="auto" w:fill="FFFFFF"/>
    </w:rPr>
  </w:style>
  <w:style w:type="character" w:customStyle="1" w:styleId="613pt">
    <w:name w:val="Основной текст (6) + 13 pt;Не курсив"/>
    <w:basedOn w:val="6"/>
    <w:rsid w:val="00A54F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1">
    <w:name w:val="Подпись к таблице + Интервал 1 pt"/>
    <w:basedOn w:val="a0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7"/>
      <w:szCs w:val="17"/>
    </w:rPr>
  </w:style>
  <w:style w:type="character" w:customStyle="1" w:styleId="95pt0">
    <w:name w:val="Основной текст + 9;5 pt;Курсив"/>
    <w:basedOn w:val="af"/>
    <w:rsid w:val="00A54F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18"/>
      <w:szCs w:val="18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A54F55"/>
    <w:rPr>
      <w:rFonts w:ascii="Times New Roman" w:eastAsia="Times New Roman" w:hAnsi="Times New Roman" w:cs="Times New Roman"/>
      <w:spacing w:val="4"/>
      <w:sz w:val="8"/>
      <w:szCs w:val="8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54F5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8"/>
      <w:szCs w:val="8"/>
    </w:rPr>
  </w:style>
  <w:style w:type="character" w:customStyle="1" w:styleId="7pt1pt">
    <w:name w:val="Основной текст + 7 pt;Полужирный;Интервал 1 pt"/>
    <w:basedOn w:val="af"/>
    <w:rsid w:val="00A54F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13"/>
      <w:szCs w:val="13"/>
      <w:shd w:val="clear" w:color="auto" w:fill="FFFFFF"/>
    </w:rPr>
  </w:style>
  <w:style w:type="character" w:customStyle="1" w:styleId="9pt1">
    <w:name w:val="Основной текст + 9 pt;Полужирный"/>
    <w:basedOn w:val="af"/>
    <w:rsid w:val="00A54F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16"/>
      <w:szCs w:val="16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A54F5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A54F55"/>
    <w:pPr>
      <w:shd w:val="clear" w:color="auto" w:fill="FFFFFF"/>
      <w:spacing w:before="900"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20">
    <w:name w:val="Основной текст (22)_"/>
    <w:basedOn w:val="a0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7"/>
      <w:szCs w:val="17"/>
    </w:rPr>
  </w:style>
  <w:style w:type="character" w:customStyle="1" w:styleId="221">
    <w:name w:val="Основной текст (22)"/>
    <w:basedOn w:val="220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7"/>
      <w:szCs w:val="17"/>
    </w:rPr>
  </w:style>
  <w:style w:type="character" w:customStyle="1" w:styleId="9pt1pt">
    <w:name w:val="Основной текст + 9 pt;Полужирный;Курсив;Интервал 1 pt"/>
    <w:basedOn w:val="af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18"/>
      <w:sz w:val="17"/>
      <w:szCs w:val="17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A54F55"/>
    <w:rPr>
      <w:rFonts w:ascii="Times New Roman" w:eastAsia="Times New Roman" w:hAnsi="Times New Roman" w:cs="Times New Roman"/>
      <w:spacing w:val="-3"/>
      <w:sz w:val="18"/>
      <w:szCs w:val="18"/>
      <w:shd w:val="clear" w:color="auto" w:fill="FFFFFF"/>
    </w:rPr>
  </w:style>
  <w:style w:type="character" w:customStyle="1" w:styleId="81">
    <w:name w:val="Основной текст (8) + Не полужирный;Не курсив"/>
    <w:basedOn w:val="8"/>
    <w:rsid w:val="00A54F55"/>
    <w:rPr>
      <w:rFonts w:ascii="Times New Roman" w:eastAsia="Times New Roman" w:hAnsi="Times New Roman" w:cs="Times New Roman"/>
      <w:b/>
      <w:bCs/>
      <w:i/>
      <w:iCs/>
      <w:spacing w:val="-1"/>
      <w:sz w:val="18"/>
      <w:szCs w:val="18"/>
      <w:shd w:val="clear" w:color="auto" w:fill="FFFFFF"/>
    </w:rPr>
  </w:style>
  <w:style w:type="character" w:customStyle="1" w:styleId="81pt">
    <w:name w:val="Основной текст (8) + Интервал 1 pt"/>
    <w:basedOn w:val="8"/>
    <w:rsid w:val="00A54F55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54F5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3"/>
      <w:sz w:val="18"/>
      <w:szCs w:val="18"/>
    </w:rPr>
  </w:style>
  <w:style w:type="character" w:customStyle="1" w:styleId="1pt2">
    <w:name w:val="Основной текст + Полужирный;Курсив;Интервал 1 pt"/>
    <w:basedOn w:val="af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sz w:val="18"/>
      <w:szCs w:val="18"/>
      <w:shd w:val="clear" w:color="auto" w:fill="FFFFFF"/>
    </w:rPr>
  </w:style>
  <w:style w:type="character" w:customStyle="1" w:styleId="9pt2pt">
    <w:name w:val="Основной текст + 9 pt;Полужирный;Курсив;Интервал 2 pt"/>
    <w:basedOn w:val="af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40"/>
      <w:sz w:val="17"/>
      <w:szCs w:val="17"/>
      <w:shd w:val="clear" w:color="auto" w:fill="FFFFFF"/>
    </w:rPr>
  </w:style>
  <w:style w:type="character" w:customStyle="1" w:styleId="13pt">
    <w:name w:val="Колонтитул + 13 pt;Полужирный"/>
    <w:basedOn w:val="a0"/>
    <w:rsid w:val="00A54F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6"/>
      <w:szCs w:val="26"/>
    </w:rPr>
  </w:style>
  <w:style w:type="character" w:customStyle="1" w:styleId="91">
    <w:name w:val="Основной текст (9) + Не курсив"/>
    <w:basedOn w:val="9"/>
    <w:rsid w:val="00A54F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19"/>
      <w:szCs w:val="19"/>
      <w:shd w:val="clear" w:color="auto" w:fill="FFFFFF"/>
    </w:rPr>
  </w:style>
  <w:style w:type="character" w:customStyle="1" w:styleId="85pt">
    <w:name w:val="Основной текст + 8;5 pt;Полужирный;Курсив"/>
    <w:basedOn w:val="af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4"/>
      <w:sz w:val="16"/>
      <w:szCs w:val="16"/>
      <w:shd w:val="clear" w:color="auto" w:fill="FFFFFF"/>
    </w:rPr>
  </w:style>
  <w:style w:type="character" w:customStyle="1" w:styleId="85pt1pt">
    <w:name w:val="Основной текст + 8;5 pt;Полужирный;Курсив;Интервал 1 pt"/>
    <w:basedOn w:val="af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32"/>
      <w:sz w:val="16"/>
      <w:szCs w:val="16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A54F55"/>
    <w:rPr>
      <w:rFonts w:ascii="Times New Roman" w:eastAsia="Times New Roman" w:hAnsi="Times New Roman" w:cs="Times New Roman"/>
      <w:spacing w:val="-3"/>
      <w:sz w:val="17"/>
      <w:szCs w:val="17"/>
      <w:shd w:val="clear" w:color="auto" w:fill="FFFFFF"/>
    </w:rPr>
  </w:style>
  <w:style w:type="character" w:customStyle="1" w:styleId="31pt">
    <w:name w:val="Основной текст (3) + Интервал 1 pt"/>
    <w:basedOn w:val="30"/>
    <w:rsid w:val="00A54F55"/>
    <w:rPr>
      <w:rFonts w:ascii="Times New Roman" w:eastAsia="Times New Roman" w:hAnsi="Times New Roman" w:cs="Times New Roman"/>
      <w:spacing w:val="23"/>
      <w:sz w:val="17"/>
      <w:szCs w:val="17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54F5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3"/>
      <w:sz w:val="17"/>
      <w:szCs w:val="17"/>
    </w:rPr>
  </w:style>
  <w:style w:type="character" w:styleId="af2">
    <w:name w:val="Hyperlink"/>
    <w:basedOn w:val="a0"/>
    <w:uiPriority w:val="99"/>
    <w:semiHidden/>
    <w:unhideWhenUsed/>
    <w:rsid w:val="00A54F5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0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D53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5A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A8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420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E7D"/>
  </w:style>
  <w:style w:type="paragraph" w:styleId="Footer">
    <w:name w:val="footer"/>
    <w:basedOn w:val="Normal"/>
    <w:link w:val="FooterChar"/>
    <w:uiPriority w:val="99"/>
    <w:unhideWhenUsed/>
    <w:rsid w:val="00420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E7D"/>
  </w:style>
  <w:style w:type="numbering" w:customStyle="1" w:styleId="NoList1">
    <w:name w:val="No List1"/>
    <w:next w:val="NoList"/>
    <w:uiPriority w:val="99"/>
    <w:semiHidden/>
    <w:unhideWhenUsed/>
    <w:rsid w:val="00A54F55"/>
  </w:style>
  <w:style w:type="character" w:customStyle="1" w:styleId="FontStyle30">
    <w:name w:val="Font Style30"/>
    <w:uiPriority w:val="99"/>
    <w:rsid w:val="00A54F55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Normal"/>
    <w:uiPriority w:val="99"/>
    <w:rsid w:val="00A54F55"/>
    <w:pPr>
      <w:widowControl w:val="0"/>
      <w:autoSpaceDE w:val="0"/>
      <w:autoSpaceDN w:val="0"/>
      <w:adjustRightInd w:val="0"/>
      <w:spacing w:after="0" w:line="293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Normal"/>
    <w:uiPriority w:val="99"/>
    <w:rsid w:val="00A54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A54F55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17">
    <w:name w:val="Style17"/>
    <w:basedOn w:val="Normal"/>
    <w:uiPriority w:val="99"/>
    <w:rsid w:val="00A54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A54F55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qFormat/>
    <w:rsid w:val="00A54F5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54F5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">
    <w:name w:val="Основной текст_"/>
    <w:basedOn w:val="DefaultParagraphFont"/>
    <w:link w:val="1"/>
    <w:rsid w:val="00A54F55"/>
    <w:rPr>
      <w:rFonts w:ascii="Times New Roman" w:eastAsia="Times New Roman" w:hAnsi="Times New Roman" w:cs="Times New Roman"/>
      <w:spacing w:val="-1"/>
      <w:sz w:val="19"/>
      <w:szCs w:val="19"/>
      <w:shd w:val="clear" w:color="auto" w:fill="FFFFFF"/>
    </w:rPr>
  </w:style>
  <w:style w:type="character" w:customStyle="1" w:styleId="2">
    <w:name w:val="Заголовок №2_"/>
    <w:basedOn w:val="DefaultParagraphFont"/>
    <w:link w:val="20"/>
    <w:rsid w:val="00A54F55"/>
    <w:rPr>
      <w:rFonts w:ascii="Times New Roman" w:eastAsia="Times New Roman" w:hAnsi="Times New Roman" w:cs="Times New Roman"/>
      <w:spacing w:val="-6"/>
      <w:sz w:val="18"/>
      <w:szCs w:val="18"/>
      <w:shd w:val="clear" w:color="auto" w:fill="FFFFFF"/>
    </w:rPr>
  </w:style>
  <w:style w:type="paragraph" w:customStyle="1" w:styleId="1">
    <w:name w:val="Основной текст1"/>
    <w:basedOn w:val="Normal"/>
    <w:link w:val="a"/>
    <w:rsid w:val="00A54F55"/>
    <w:pPr>
      <w:shd w:val="clear" w:color="auto" w:fill="FFFFFF"/>
      <w:spacing w:after="0" w:line="235" w:lineRule="exact"/>
      <w:ind w:hanging="180"/>
      <w:jc w:val="both"/>
    </w:pPr>
    <w:rPr>
      <w:rFonts w:ascii="Times New Roman" w:eastAsia="Times New Roman" w:hAnsi="Times New Roman" w:cs="Times New Roman"/>
      <w:spacing w:val="-1"/>
      <w:sz w:val="19"/>
      <w:szCs w:val="19"/>
    </w:rPr>
  </w:style>
  <w:style w:type="paragraph" w:customStyle="1" w:styleId="20">
    <w:name w:val="Заголовок №2"/>
    <w:basedOn w:val="Normal"/>
    <w:link w:val="2"/>
    <w:rsid w:val="00A54F55"/>
    <w:pPr>
      <w:shd w:val="clear" w:color="auto" w:fill="FFFFFF"/>
      <w:spacing w:after="0" w:line="226" w:lineRule="exact"/>
      <w:ind w:firstLine="180"/>
      <w:jc w:val="both"/>
      <w:outlineLvl w:val="1"/>
    </w:pPr>
    <w:rPr>
      <w:rFonts w:ascii="Times New Roman" w:eastAsia="Times New Roman" w:hAnsi="Times New Roman" w:cs="Times New Roman"/>
      <w:spacing w:val="-6"/>
      <w:sz w:val="18"/>
      <w:szCs w:val="18"/>
    </w:rPr>
  </w:style>
  <w:style w:type="character" w:customStyle="1" w:styleId="apple-converted-space">
    <w:name w:val="apple-converted-space"/>
    <w:basedOn w:val="DefaultParagraphFont"/>
    <w:rsid w:val="00A54F55"/>
  </w:style>
  <w:style w:type="character" w:customStyle="1" w:styleId="a0">
    <w:name w:val="Основной текст + Курсив"/>
    <w:basedOn w:val="a"/>
    <w:rsid w:val="00A54F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6"/>
      <w:sz w:val="19"/>
      <w:szCs w:val="19"/>
      <w:shd w:val="clear" w:color="auto" w:fill="FFFFFF"/>
    </w:rPr>
  </w:style>
  <w:style w:type="character" w:customStyle="1" w:styleId="ArialUnicodeMS9pt">
    <w:name w:val="Основной текст + Arial Unicode MS;9 pt;Полужирный"/>
    <w:basedOn w:val="a"/>
    <w:rsid w:val="00A54F55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pacing w:val="-7"/>
      <w:sz w:val="17"/>
      <w:szCs w:val="17"/>
      <w:shd w:val="clear" w:color="auto" w:fill="FFFFFF"/>
    </w:rPr>
  </w:style>
  <w:style w:type="character" w:customStyle="1" w:styleId="21">
    <w:name w:val="Основной текст (2)_"/>
    <w:basedOn w:val="DefaultParagraphFont"/>
    <w:link w:val="22"/>
    <w:rsid w:val="00A54F55"/>
    <w:rPr>
      <w:rFonts w:ascii="Times New Roman" w:eastAsia="Times New Roman" w:hAnsi="Times New Roman" w:cs="Times New Roman"/>
      <w:spacing w:val="-6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Normal"/>
    <w:link w:val="21"/>
    <w:rsid w:val="00A54F55"/>
    <w:pPr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pacing w:val="-6"/>
      <w:sz w:val="19"/>
      <w:szCs w:val="19"/>
    </w:rPr>
  </w:style>
  <w:style w:type="character" w:customStyle="1" w:styleId="Hyperlink1">
    <w:name w:val="Hyperlink1"/>
    <w:basedOn w:val="DefaultParagraphFont"/>
    <w:uiPriority w:val="99"/>
    <w:semiHidden/>
    <w:unhideWhenUsed/>
    <w:rsid w:val="00A54F55"/>
    <w:rPr>
      <w:color w:val="0000FF"/>
      <w:u w:val="single"/>
    </w:rPr>
  </w:style>
  <w:style w:type="character" w:customStyle="1" w:styleId="a1">
    <w:name w:val="Основной текст + Полужирный;Курсив"/>
    <w:basedOn w:val="a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7"/>
      <w:szCs w:val="17"/>
      <w:shd w:val="clear" w:color="auto" w:fill="FFFFFF"/>
    </w:rPr>
  </w:style>
  <w:style w:type="paragraph" w:customStyle="1" w:styleId="23">
    <w:name w:val="Основной текст2"/>
    <w:basedOn w:val="Normal"/>
    <w:rsid w:val="00A54F55"/>
    <w:pPr>
      <w:shd w:val="clear" w:color="auto" w:fill="FFFFFF"/>
      <w:spacing w:after="0" w:line="216" w:lineRule="exact"/>
    </w:pPr>
    <w:rPr>
      <w:rFonts w:ascii="Times New Roman" w:eastAsia="Times New Roman" w:hAnsi="Times New Roman" w:cs="Times New Roman"/>
      <w:color w:val="000000"/>
      <w:spacing w:val="1"/>
      <w:sz w:val="18"/>
      <w:szCs w:val="18"/>
      <w:lang w:eastAsia="ru-RU"/>
    </w:rPr>
  </w:style>
  <w:style w:type="paragraph" w:customStyle="1" w:styleId="3">
    <w:name w:val="Основной текст3"/>
    <w:basedOn w:val="Normal"/>
    <w:rsid w:val="00A54F55"/>
    <w:pPr>
      <w:shd w:val="clear" w:color="auto" w:fill="FFFFFF"/>
      <w:spacing w:after="0" w:line="216" w:lineRule="exact"/>
    </w:pPr>
    <w:rPr>
      <w:rFonts w:ascii="Times New Roman" w:eastAsia="Times New Roman" w:hAnsi="Times New Roman" w:cs="Times New Roman"/>
      <w:color w:val="000000"/>
      <w:spacing w:val="1"/>
      <w:sz w:val="18"/>
      <w:szCs w:val="18"/>
      <w:lang w:eastAsia="ru-RU"/>
    </w:rPr>
  </w:style>
  <w:style w:type="paragraph" w:customStyle="1" w:styleId="4">
    <w:name w:val="Основной текст4"/>
    <w:basedOn w:val="Normal"/>
    <w:rsid w:val="00A54F55"/>
    <w:pPr>
      <w:shd w:val="clear" w:color="auto" w:fill="FFFFFF"/>
      <w:spacing w:after="0" w:line="216" w:lineRule="exact"/>
    </w:pPr>
    <w:rPr>
      <w:rFonts w:ascii="Times New Roman" w:eastAsia="Times New Roman" w:hAnsi="Times New Roman" w:cs="Times New Roman"/>
      <w:color w:val="000000"/>
      <w:spacing w:val="1"/>
      <w:sz w:val="18"/>
      <w:szCs w:val="18"/>
      <w:lang w:eastAsia="ru-RU"/>
    </w:rPr>
  </w:style>
  <w:style w:type="paragraph" w:customStyle="1" w:styleId="5">
    <w:name w:val="Основной текст5"/>
    <w:basedOn w:val="Normal"/>
    <w:rsid w:val="00A54F55"/>
    <w:pPr>
      <w:shd w:val="clear" w:color="auto" w:fill="FFFFFF"/>
      <w:spacing w:after="0" w:line="216" w:lineRule="exact"/>
    </w:pPr>
    <w:rPr>
      <w:rFonts w:ascii="Times New Roman" w:eastAsia="Times New Roman" w:hAnsi="Times New Roman" w:cs="Times New Roman"/>
      <w:color w:val="000000"/>
      <w:spacing w:val="1"/>
      <w:sz w:val="18"/>
      <w:szCs w:val="18"/>
      <w:lang w:eastAsia="ru-RU"/>
    </w:rPr>
  </w:style>
  <w:style w:type="character" w:customStyle="1" w:styleId="9">
    <w:name w:val="Основной текст (9)_"/>
    <w:basedOn w:val="DefaultParagraphFont"/>
    <w:link w:val="90"/>
    <w:rsid w:val="00A54F55"/>
    <w:rPr>
      <w:rFonts w:ascii="Times New Roman" w:eastAsia="Times New Roman" w:hAnsi="Times New Roman" w:cs="Times New Roman"/>
      <w:spacing w:val="24"/>
      <w:sz w:val="14"/>
      <w:szCs w:val="14"/>
      <w:shd w:val="clear" w:color="auto" w:fill="FFFFFF"/>
    </w:rPr>
  </w:style>
  <w:style w:type="paragraph" w:customStyle="1" w:styleId="90">
    <w:name w:val="Основной текст (9)"/>
    <w:basedOn w:val="Normal"/>
    <w:link w:val="9"/>
    <w:rsid w:val="00A54F55"/>
    <w:pPr>
      <w:shd w:val="clear" w:color="auto" w:fill="FFFFFF"/>
      <w:spacing w:before="1380" w:after="0" w:line="0" w:lineRule="atLeast"/>
      <w:jc w:val="both"/>
    </w:pPr>
    <w:rPr>
      <w:rFonts w:ascii="Times New Roman" w:eastAsia="Times New Roman" w:hAnsi="Times New Roman" w:cs="Times New Roman"/>
      <w:spacing w:val="24"/>
      <w:sz w:val="14"/>
      <w:szCs w:val="14"/>
    </w:rPr>
  </w:style>
  <w:style w:type="character" w:customStyle="1" w:styleId="50">
    <w:name w:val="Основной текст (5)_"/>
    <w:basedOn w:val="DefaultParagraphFont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7"/>
      <w:szCs w:val="17"/>
    </w:rPr>
  </w:style>
  <w:style w:type="character" w:customStyle="1" w:styleId="51">
    <w:name w:val="Основной текст (5)"/>
    <w:basedOn w:val="50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17"/>
      <w:szCs w:val="17"/>
    </w:rPr>
  </w:style>
  <w:style w:type="character" w:customStyle="1" w:styleId="2pt">
    <w:name w:val="Основной текст + Интервал 2 pt"/>
    <w:basedOn w:val="a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5"/>
      <w:sz w:val="18"/>
      <w:szCs w:val="18"/>
      <w:shd w:val="clear" w:color="auto" w:fill="FFFFFF"/>
    </w:rPr>
  </w:style>
  <w:style w:type="character" w:customStyle="1" w:styleId="1pt">
    <w:name w:val="Основной текст + Курсив;Интервал 1 pt"/>
    <w:basedOn w:val="a"/>
    <w:rsid w:val="00A54F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7"/>
      <w:sz w:val="18"/>
      <w:szCs w:val="18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-8"/>
      <w:sz w:val="18"/>
      <w:szCs w:val="18"/>
      <w:shd w:val="clear" w:color="auto" w:fill="FFFFFF"/>
    </w:rPr>
  </w:style>
  <w:style w:type="character" w:customStyle="1" w:styleId="95pt">
    <w:name w:val="Основной текст + 9;5 pt;Полужирный"/>
    <w:basedOn w:val="a"/>
    <w:rsid w:val="00A54F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8"/>
      <w:szCs w:val="18"/>
      <w:shd w:val="clear" w:color="auto" w:fill="FFFFFF"/>
    </w:rPr>
  </w:style>
  <w:style w:type="character" w:customStyle="1" w:styleId="1pt0">
    <w:name w:val="Основной текст + Интервал 1 pt"/>
    <w:basedOn w:val="a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shd w:val="clear" w:color="auto" w:fill="FFFFFF"/>
    </w:rPr>
  </w:style>
  <w:style w:type="character" w:customStyle="1" w:styleId="10">
    <w:name w:val="Основной текст (10)_"/>
    <w:basedOn w:val="DefaultParagraphFont"/>
    <w:link w:val="100"/>
    <w:rsid w:val="00A54F55"/>
    <w:rPr>
      <w:rFonts w:ascii="Times New Roman" w:eastAsia="Times New Roman" w:hAnsi="Times New Roman" w:cs="Times New Roman"/>
      <w:spacing w:val="-4"/>
      <w:sz w:val="18"/>
      <w:szCs w:val="18"/>
      <w:shd w:val="clear" w:color="auto" w:fill="FFFFFF"/>
    </w:rPr>
  </w:style>
  <w:style w:type="character" w:customStyle="1" w:styleId="101">
    <w:name w:val="Основной текст (10) + Не курсив"/>
    <w:basedOn w:val="10"/>
    <w:rsid w:val="00A54F55"/>
    <w:rPr>
      <w:rFonts w:ascii="Times New Roman" w:eastAsia="Times New Roman" w:hAnsi="Times New Roman" w:cs="Times New Roman"/>
      <w:i/>
      <w:iCs/>
      <w:spacing w:val="-1"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Normal"/>
    <w:link w:val="10"/>
    <w:rsid w:val="00A54F55"/>
    <w:pPr>
      <w:shd w:val="clear" w:color="auto" w:fill="FFFFFF"/>
      <w:spacing w:after="0" w:line="211" w:lineRule="exact"/>
    </w:pPr>
    <w:rPr>
      <w:rFonts w:ascii="Times New Roman" w:eastAsia="Times New Roman" w:hAnsi="Times New Roman" w:cs="Times New Roman"/>
      <w:spacing w:val="-4"/>
      <w:sz w:val="18"/>
      <w:szCs w:val="18"/>
    </w:rPr>
  </w:style>
  <w:style w:type="character" w:customStyle="1" w:styleId="ArialUnicodeMS12pt">
    <w:name w:val="Колонтитул + Arial Unicode MS;12 pt"/>
    <w:basedOn w:val="DefaultParagraphFont"/>
    <w:rsid w:val="00A54F5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2"/>
      <w:sz w:val="22"/>
      <w:szCs w:val="22"/>
    </w:rPr>
  </w:style>
  <w:style w:type="character" w:customStyle="1" w:styleId="40">
    <w:name w:val="Основной текст (4)_"/>
    <w:basedOn w:val="DefaultParagraphFont"/>
    <w:link w:val="41"/>
    <w:rsid w:val="00A54F55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character" w:customStyle="1" w:styleId="42">
    <w:name w:val="Основной текст (4) + Полужирный;Курсив"/>
    <w:basedOn w:val="40"/>
    <w:rsid w:val="00A54F55"/>
    <w:rPr>
      <w:rFonts w:ascii="Times New Roman" w:eastAsia="Times New Roman" w:hAnsi="Times New Roman" w:cs="Times New Roman"/>
      <w:b/>
      <w:bCs/>
      <w:i/>
      <w:iCs/>
      <w:spacing w:val="-6"/>
      <w:sz w:val="19"/>
      <w:szCs w:val="19"/>
      <w:shd w:val="clear" w:color="auto" w:fill="FFFFFF"/>
    </w:rPr>
  </w:style>
  <w:style w:type="character" w:customStyle="1" w:styleId="510pt">
    <w:name w:val="Основной текст (5) + 10 pt;Полужирный;Курсив"/>
    <w:basedOn w:val="50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-6"/>
      <w:sz w:val="19"/>
      <w:szCs w:val="19"/>
    </w:rPr>
  </w:style>
  <w:style w:type="paragraph" w:customStyle="1" w:styleId="41">
    <w:name w:val="Основной текст (4)"/>
    <w:basedOn w:val="Normal"/>
    <w:link w:val="40"/>
    <w:rsid w:val="00A54F55"/>
    <w:pPr>
      <w:shd w:val="clear" w:color="auto" w:fill="FFFFFF"/>
      <w:spacing w:before="720" w:after="0" w:line="0" w:lineRule="atLeast"/>
    </w:pPr>
    <w:rPr>
      <w:rFonts w:ascii="Times New Roman" w:eastAsia="Times New Roman" w:hAnsi="Times New Roman" w:cs="Times New Roman"/>
      <w:spacing w:val="4"/>
      <w:sz w:val="20"/>
      <w:szCs w:val="20"/>
    </w:rPr>
  </w:style>
  <w:style w:type="character" w:customStyle="1" w:styleId="95pt0pt">
    <w:name w:val="Основной текст + 9;5 pt;Полужирный;Курсив;Интервал 0 pt"/>
    <w:basedOn w:val="a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-9"/>
      <w:sz w:val="18"/>
      <w:szCs w:val="18"/>
      <w:shd w:val="clear" w:color="auto" w:fill="FFFFFF"/>
    </w:rPr>
  </w:style>
  <w:style w:type="character" w:customStyle="1" w:styleId="6">
    <w:name w:val="Основной текст (6)_"/>
    <w:basedOn w:val="DefaultParagraphFont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</w:rPr>
  </w:style>
  <w:style w:type="character" w:customStyle="1" w:styleId="60">
    <w:name w:val="Основной текст (6)"/>
    <w:basedOn w:val="6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7"/>
      <w:szCs w:val="17"/>
    </w:rPr>
  </w:style>
  <w:style w:type="character" w:customStyle="1" w:styleId="9pt">
    <w:name w:val="Основной текст + 9 pt;Полужирный;Курсив"/>
    <w:basedOn w:val="a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-6"/>
      <w:sz w:val="17"/>
      <w:szCs w:val="17"/>
      <w:shd w:val="clear" w:color="auto" w:fill="FFFFFF"/>
    </w:rPr>
  </w:style>
  <w:style w:type="character" w:customStyle="1" w:styleId="9pt0">
    <w:name w:val="Основной текст + 9 pt;Курсив"/>
    <w:basedOn w:val="a"/>
    <w:rsid w:val="00A54F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7"/>
      <w:sz w:val="17"/>
      <w:szCs w:val="17"/>
      <w:shd w:val="clear" w:color="auto" w:fill="FFFFFF"/>
    </w:rPr>
  </w:style>
  <w:style w:type="character" w:customStyle="1" w:styleId="613pt">
    <w:name w:val="Основной текст (6) + 13 pt;Не курсив"/>
    <w:basedOn w:val="6"/>
    <w:rsid w:val="00A54F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1">
    <w:name w:val="Подпись к таблице + Интервал 1 pt"/>
    <w:basedOn w:val="DefaultParagraphFont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7"/>
      <w:szCs w:val="17"/>
    </w:rPr>
  </w:style>
  <w:style w:type="character" w:customStyle="1" w:styleId="95pt0">
    <w:name w:val="Основной текст + 9;5 pt;Курсив"/>
    <w:basedOn w:val="a"/>
    <w:rsid w:val="00A54F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18"/>
      <w:szCs w:val="18"/>
      <w:shd w:val="clear" w:color="auto" w:fill="FFFFFF"/>
    </w:rPr>
  </w:style>
  <w:style w:type="character" w:customStyle="1" w:styleId="14">
    <w:name w:val="Основной текст (14)_"/>
    <w:basedOn w:val="DefaultParagraphFont"/>
    <w:link w:val="140"/>
    <w:rsid w:val="00A54F55"/>
    <w:rPr>
      <w:rFonts w:ascii="Times New Roman" w:eastAsia="Times New Roman" w:hAnsi="Times New Roman" w:cs="Times New Roman"/>
      <w:spacing w:val="4"/>
      <w:sz w:val="8"/>
      <w:szCs w:val="8"/>
      <w:shd w:val="clear" w:color="auto" w:fill="FFFFFF"/>
    </w:rPr>
  </w:style>
  <w:style w:type="paragraph" w:customStyle="1" w:styleId="140">
    <w:name w:val="Основной текст (14)"/>
    <w:basedOn w:val="Normal"/>
    <w:link w:val="14"/>
    <w:rsid w:val="00A54F5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8"/>
      <w:szCs w:val="8"/>
    </w:rPr>
  </w:style>
  <w:style w:type="character" w:customStyle="1" w:styleId="7pt1pt">
    <w:name w:val="Основной текст + 7 pt;Полужирный;Интервал 1 pt"/>
    <w:basedOn w:val="a"/>
    <w:rsid w:val="00A54F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13"/>
      <w:szCs w:val="13"/>
      <w:shd w:val="clear" w:color="auto" w:fill="FFFFFF"/>
    </w:rPr>
  </w:style>
  <w:style w:type="character" w:customStyle="1" w:styleId="9pt1">
    <w:name w:val="Основной текст + 9 pt;Полужирный"/>
    <w:basedOn w:val="a"/>
    <w:rsid w:val="00A54F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16"/>
      <w:szCs w:val="16"/>
      <w:shd w:val="clear" w:color="auto" w:fill="FFFFFF"/>
    </w:rPr>
  </w:style>
  <w:style w:type="character" w:customStyle="1" w:styleId="200">
    <w:name w:val="Основной текст (20)_"/>
    <w:basedOn w:val="DefaultParagraphFont"/>
    <w:link w:val="201"/>
    <w:rsid w:val="00A54F5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1">
    <w:name w:val="Основной текст (20)"/>
    <w:basedOn w:val="Normal"/>
    <w:link w:val="200"/>
    <w:rsid w:val="00A54F55"/>
    <w:pPr>
      <w:shd w:val="clear" w:color="auto" w:fill="FFFFFF"/>
      <w:spacing w:before="900"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20">
    <w:name w:val="Основной текст (22)_"/>
    <w:basedOn w:val="DefaultParagraphFont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7"/>
      <w:szCs w:val="17"/>
    </w:rPr>
  </w:style>
  <w:style w:type="character" w:customStyle="1" w:styleId="221">
    <w:name w:val="Основной текст (22)"/>
    <w:basedOn w:val="220"/>
    <w:rsid w:val="00A5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7"/>
      <w:szCs w:val="17"/>
    </w:rPr>
  </w:style>
  <w:style w:type="character" w:customStyle="1" w:styleId="9pt1pt">
    <w:name w:val="Основной текст + 9 pt;Полужирный;Курсив;Интервал 1 pt"/>
    <w:basedOn w:val="a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18"/>
      <w:sz w:val="17"/>
      <w:szCs w:val="17"/>
      <w:shd w:val="clear" w:color="auto" w:fill="FFFFFF"/>
    </w:rPr>
  </w:style>
  <w:style w:type="character" w:customStyle="1" w:styleId="8">
    <w:name w:val="Основной текст (8)_"/>
    <w:basedOn w:val="DefaultParagraphFont"/>
    <w:link w:val="80"/>
    <w:rsid w:val="00A54F55"/>
    <w:rPr>
      <w:rFonts w:ascii="Times New Roman" w:eastAsia="Times New Roman" w:hAnsi="Times New Roman" w:cs="Times New Roman"/>
      <w:spacing w:val="-3"/>
      <w:sz w:val="18"/>
      <w:szCs w:val="18"/>
      <w:shd w:val="clear" w:color="auto" w:fill="FFFFFF"/>
    </w:rPr>
  </w:style>
  <w:style w:type="character" w:customStyle="1" w:styleId="81">
    <w:name w:val="Основной текст (8) + Не полужирный;Не курсив"/>
    <w:basedOn w:val="8"/>
    <w:rsid w:val="00A54F55"/>
    <w:rPr>
      <w:rFonts w:ascii="Times New Roman" w:eastAsia="Times New Roman" w:hAnsi="Times New Roman" w:cs="Times New Roman"/>
      <w:b/>
      <w:bCs/>
      <w:i/>
      <w:iCs/>
      <w:spacing w:val="-1"/>
      <w:sz w:val="18"/>
      <w:szCs w:val="18"/>
      <w:shd w:val="clear" w:color="auto" w:fill="FFFFFF"/>
    </w:rPr>
  </w:style>
  <w:style w:type="character" w:customStyle="1" w:styleId="81pt">
    <w:name w:val="Основной текст (8) + Интервал 1 pt"/>
    <w:basedOn w:val="8"/>
    <w:rsid w:val="00A54F55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Normal"/>
    <w:link w:val="8"/>
    <w:rsid w:val="00A54F5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3"/>
      <w:sz w:val="18"/>
      <w:szCs w:val="18"/>
    </w:rPr>
  </w:style>
  <w:style w:type="character" w:customStyle="1" w:styleId="1pt2">
    <w:name w:val="Основной текст + Полужирный;Курсив;Интервал 1 pt"/>
    <w:basedOn w:val="a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sz w:val="18"/>
      <w:szCs w:val="18"/>
      <w:shd w:val="clear" w:color="auto" w:fill="FFFFFF"/>
    </w:rPr>
  </w:style>
  <w:style w:type="character" w:customStyle="1" w:styleId="9pt2pt">
    <w:name w:val="Основной текст + 9 pt;Полужирный;Курсив;Интервал 2 pt"/>
    <w:basedOn w:val="a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40"/>
      <w:sz w:val="17"/>
      <w:szCs w:val="17"/>
      <w:shd w:val="clear" w:color="auto" w:fill="FFFFFF"/>
    </w:rPr>
  </w:style>
  <w:style w:type="character" w:customStyle="1" w:styleId="13pt">
    <w:name w:val="Колонтитул + 13 pt;Полужирный"/>
    <w:basedOn w:val="DefaultParagraphFont"/>
    <w:rsid w:val="00A54F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6"/>
      <w:szCs w:val="26"/>
    </w:rPr>
  </w:style>
  <w:style w:type="character" w:customStyle="1" w:styleId="91">
    <w:name w:val="Основной текст (9) + Не курсив"/>
    <w:basedOn w:val="9"/>
    <w:rsid w:val="00A54F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19"/>
      <w:szCs w:val="19"/>
      <w:shd w:val="clear" w:color="auto" w:fill="FFFFFF"/>
    </w:rPr>
  </w:style>
  <w:style w:type="character" w:customStyle="1" w:styleId="85pt">
    <w:name w:val="Основной текст + 8;5 pt;Полужирный;Курсив"/>
    <w:basedOn w:val="a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4"/>
      <w:sz w:val="16"/>
      <w:szCs w:val="16"/>
      <w:shd w:val="clear" w:color="auto" w:fill="FFFFFF"/>
    </w:rPr>
  </w:style>
  <w:style w:type="character" w:customStyle="1" w:styleId="85pt1pt">
    <w:name w:val="Основной текст + 8;5 pt;Полужирный;Курсив;Интервал 1 pt"/>
    <w:basedOn w:val="a"/>
    <w:rsid w:val="00A54F55"/>
    <w:rPr>
      <w:rFonts w:ascii="Times New Roman" w:eastAsia="Times New Roman" w:hAnsi="Times New Roman" w:cs="Times New Roman"/>
      <w:b/>
      <w:bCs/>
      <w:i/>
      <w:iCs/>
      <w:smallCaps w:val="0"/>
      <w:strike w:val="0"/>
      <w:spacing w:val="32"/>
      <w:sz w:val="16"/>
      <w:szCs w:val="16"/>
      <w:shd w:val="clear" w:color="auto" w:fill="FFFFFF"/>
    </w:rPr>
  </w:style>
  <w:style w:type="character" w:customStyle="1" w:styleId="30">
    <w:name w:val="Основной текст (3)_"/>
    <w:basedOn w:val="DefaultParagraphFont"/>
    <w:link w:val="31"/>
    <w:rsid w:val="00A54F55"/>
    <w:rPr>
      <w:rFonts w:ascii="Times New Roman" w:eastAsia="Times New Roman" w:hAnsi="Times New Roman" w:cs="Times New Roman"/>
      <w:spacing w:val="-3"/>
      <w:sz w:val="17"/>
      <w:szCs w:val="17"/>
      <w:shd w:val="clear" w:color="auto" w:fill="FFFFFF"/>
    </w:rPr>
  </w:style>
  <w:style w:type="character" w:customStyle="1" w:styleId="31pt">
    <w:name w:val="Основной текст (3) + Интервал 1 pt"/>
    <w:basedOn w:val="30"/>
    <w:rsid w:val="00A54F55"/>
    <w:rPr>
      <w:rFonts w:ascii="Times New Roman" w:eastAsia="Times New Roman" w:hAnsi="Times New Roman" w:cs="Times New Roman"/>
      <w:spacing w:val="23"/>
      <w:sz w:val="17"/>
      <w:szCs w:val="17"/>
      <w:shd w:val="clear" w:color="auto" w:fill="FFFFFF"/>
    </w:rPr>
  </w:style>
  <w:style w:type="paragraph" w:customStyle="1" w:styleId="31">
    <w:name w:val="Основной текст (3)"/>
    <w:basedOn w:val="Normal"/>
    <w:link w:val="30"/>
    <w:rsid w:val="00A54F5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3"/>
      <w:sz w:val="17"/>
      <w:szCs w:val="17"/>
    </w:rPr>
  </w:style>
  <w:style w:type="character" w:styleId="Hyperlink">
    <w:name w:val="Hyperlink"/>
    <w:basedOn w:val="DefaultParagraphFont"/>
    <w:uiPriority w:val="99"/>
    <w:semiHidden/>
    <w:unhideWhenUsed/>
    <w:rsid w:val="00A54F5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ip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estival.1september.ru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sportal.ru/shkola/algebra/library/rabochaya-programma-po-matematike-5-klass-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portal.ru/shkola/algebra/library/rabochaya-programma-po-matematike-5-klass-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C463F-6D23-47E8-BB73-C9AE23A23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14444</Words>
  <Characters>82333</Characters>
  <Application>Microsoft Office Word</Application>
  <DocSecurity>0</DocSecurity>
  <Lines>686</Lines>
  <Paragraphs>193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borschool2</cp:lastModifiedBy>
  <cp:revision>21</cp:revision>
  <cp:lastPrinted>2018-09-10T11:15:00Z</cp:lastPrinted>
  <dcterms:created xsi:type="dcterms:W3CDTF">2016-09-01T22:41:00Z</dcterms:created>
  <dcterms:modified xsi:type="dcterms:W3CDTF">2018-12-10T09:16:00Z</dcterms:modified>
</cp:coreProperties>
</file>