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366" w:rsidRDefault="009E5366" w:rsidP="00203C8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A3979">
        <w:rPr>
          <w:rFonts w:ascii="Times New Roman" w:hAnsi="Times New Roman"/>
          <w:b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4.4pt;height:536.4pt">
            <v:imagedata r:id="rId7" o:title=""/>
          </v:shape>
        </w:pict>
      </w:r>
    </w:p>
    <w:p w:rsidR="009E5366" w:rsidRPr="003F5CDD" w:rsidRDefault="009E5366" w:rsidP="00203C8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1.</w:t>
      </w:r>
      <w:r w:rsidRPr="003F5CDD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9E5366" w:rsidRPr="003F5CDD" w:rsidRDefault="009E5366" w:rsidP="002D285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музыке составлена </w:t>
      </w:r>
      <w:r w:rsidRPr="003F5CDD">
        <w:rPr>
          <w:rFonts w:ascii="Times New Roman" w:hAnsi="Times New Roman"/>
          <w:sz w:val="24"/>
          <w:szCs w:val="24"/>
        </w:rPr>
        <w:t>в соответствии с:</w:t>
      </w:r>
    </w:p>
    <w:p w:rsidR="009E5366" w:rsidRPr="003F5CDD" w:rsidRDefault="009E5366" w:rsidP="002D285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>1)П</w:t>
      </w:r>
      <w:r>
        <w:rPr>
          <w:rFonts w:ascii="Times New Roman" w:hAnsi="Times New Roman"/>
          <w:sz w:val="24"/>
          <w:szCs w:val="24"/>
        </w:rPr>
        <w:t>риказом Минобрнауки РФ от 06.10 2009 №373 «</w:t>
      </w:r>
      <w:r w:rsidRPr="003F5CDD">
        <w:rPr>
          <w:rFonts w:ascii="Times New Roman" w:hAnsi="Times New Roman"/>
          <w:sz w:val="24"/>
          <w:szCs w:val="24"/>
        </w:rPr>
        <w:t>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9E5366" w:rsidRPr="003F5CDD" w:rsidRDefault="009E5366" w:rsidP="002D285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2)А</w:t>
      </w:r>
      <w:r w:rsidRPr="003F5CDD">
        <w:rPr>
          <w:rFonts w:ascii="Times New Roman" w:hAnsi="Times New Roman"/>
          <w:sz w:val="24"/>
          <w:szCs w:val="24"/>
        </w:rPr>
        <w:t>вторской программой.</w:t>
      </w:r>
      <w:r w:rsidRPr="003F5CDD">
        <w:rPr>
          <w:sz w:val="24"/>
          <w:szCs w:val="24"/>
        </w:rPr>
        <w:t xml:space="preserve"> </w:t>
      </w:r>
      <w:r w:rsidRPr="003F5CDD">
        <w:rPr>
          <w:rFonts w:ascii="Times New Roman" w:hAnsi="Times New Roman"/>
          <w:sz w:val="24"/>
          <w:szCs w:val="24"/>
        </w:rPr>
        <w:t>«Музыкальное искусство - концепция «Начальная школа 21 века», по</w:t>
      </w:r>
      <w:r>
        <w:rPr>
          <w:rFonts w:ascii="Times New Roman" w:hAnsi="Times New Roman"/>
          <w:sz w:val="24"/>
          <w:szCs w:val="24"/>
        </w:rPr>
        <w:t xml:space="preserve">д редакцией Н.Ф. Виноградовой (авторы Усачёва В.О. </w:t>
      </w:r>
      <w:r w:rsidRPr="003F5CDD">
        <w:rPr>
          <w:rFonts w:ascii="Times New Roman" w:hAnsi="Times New Roman"/>
          <w:sz w:val="24"/>
          <w:szCs w:val="24"/>
        </w:rPr>
        <w:t xml:space="preserve"> Школяр Л.В., Школяр В.А. М.: Вентана - Граф, 2013)</w:t>
      </w:r>
    </w:p>
    <w:p w:rsidR="009E5366" w:rsidRDefault="009E5366" w:rsidP="002D2859">
      <w:pPr>
        <w:spacing w:after="0"/>
        <w:ind w:right="306"/>
        <w:jc w:val="both"/>
        <w:rPr>
          <w:rFonts w:ascii="Times New Roman" w:hAnsi="Times New Roman"/>
          <w:sz w:val="24"/>
          <w:szCs w:val="24"/>
        </w:rPr>
      </w:pPr>
      <w:r w:rsidRPr="003F5CDD">
        <w:t xml:space="preserve"> </w:t>
      </w:r>
      <w:r w:rsidRPr="002D2859"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>П</w:t>
      </w:r>
      <w:r w:rsidRPr="00203C89">
        <w:rPr>
          <w:rFonts w:ascii="Times New Roman" w:hAnsi="Times New Roman"/>
          <w:sz w:val="24"/>
          <w:szCs w:val="24"/>
        </w:rPr>
        <w:t xml:space="preserve">римерной программой начального общего образования по </w:t>
      </w:r>
      <w:r>
        <w:rPr>
          <w:rFonts w:ascii="Times New Roman" w:hAnsi="Times New Roman"/>
          <w:sz w:val="24"/>
          <w:szCs w:val="24"/>
        </w:rPr>
        <w:t>музыке</w:t>
      </w:r>
      <w:r w:rsidRPr="00203C89">
        <w:rPr>
          <w:rFonts w:ascii="Times New Roman" w:hAnsi="Times New Roman"/>
          <w:sz w:val="24"/>
          <w:szCs w:val="24"/>
        </w:rPr>
        <w:t xml:space="preserve">, созданной на основе федерального компонента государственного стандарта начального общего образования начальной школы (2015г).  </w:t>
      </w:r>
    </w:p>
    <w:p w:rsidR="009E5366" w:rsidRPr="002D2859" w:rsidRDefault="009E5366" w:rsidP="002D2859">
      <w:pPr>
        <w:spacing w:after="0"/>
        <w:ind w:right="30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Pr="002D2859">
        <w:rPr>
          <w:rFonts w:ascii="Times New Roman" w:hAnsi="Times New Roman"/>
          <w:lang w:eastAsia="en-US"/>
        </w:rPr>
        <w:t xml:space="preserve"> </w:t>
      </w:r>
      <w:r w:rsidRPr="002D2859">
        <w:rPr>
          <w:rFonts w:ascii="Times New Roman" w:hAnsi="Times New Roman"/>
          <w:sz w:val="24"/>
          <w:szCs w:val="24"/>
        </w:rPr>
        <w:t>Положением о рабочей программе</w:t>
      </w:r>
      <w:r>
        <w:rPr>
          <w:rFonts w:ascii="Times New Roman" w:hAnsi="Times New Roman"/>
          <w:sz w:val="24"/>
          <w:szCs w:val="24"/>
        </w:rPr>
        <w:t xml:space="preserve"> учителя</w:t>
      </w:r>
      <w:r w:rsidRPr="002D2859">
        <w:rPr>
          <w:rFonts w:ascii="Times New Roman" w:hAnsi="Times New Roman"/>
          <w:sz w:val="24"/>
          <w:szCs w:val="24"/>
        </w:rPr>
        <w:t xml:space="preserve"> МАОУ Стрехнинская СОШ.</w:t>
      </w:r>
    </w:p>
    <w:p w:rsidR="009E5366" w:rsidRPr="00163CA4" w:rsidRDefault="009E5366" w:rsidP="00203C89">
      <w:pPr>
        <w:pStyle w:val="NoSpacing"/>
        <w:rPr>
          <w:rFonts w:ascii="Times New Roman" w:hAnsi="Times New Roman"/>
          <w:b/>
          <w:bCs/>
          <w:iCs/>
          <w:sz w:val="24"/>
          <w:szCs w:val="24"/>
        </w:rPr>
      </w:pPr>
      <w:r w:rsidRPr="00163CA4">
        <w:rPr>
          <w:rFonts w:ascii="Times New Roman" w:hAnsi="Times New Roman"/>
          <w:b/>
          <w:bCs/>
          <w:iCs/>
          <w:sz w:val="24"/>
          <w:szCs w:val="24"/>
        </w:rPr>
        <w:t>Цели учебного предмета</w:t>
      </w:r>
      <w:r>
        <w:rPr>
          <w:rFonts w:ascii="Times New Roman" w:hAnsi="Times New Roman"/>
          <w:b/>
          <w:bCs/>
          <w:iCs/>
          <w:sz w:val="24"/>
          <w:szCs w:val="24"/>
        </w:rPr>
        <w:t>«</w:t>
      </w:r>
      <w:r w:rsidRPr="00163CA4">
        <w:rPr>
          <w:rFonts w:ascii="Times New Roman" w:hAnsi="Times New Roman"/>
          <w:b/>
          <w:bCs/>
          <w:iCs/>
          <w:sz w:val="24"/>
          <w:szCs w:val="24"/>
        </w:rPr>
        <w:t xml:space="preserve">Музыка» </w:t>
      </w:r>
      <w:r w:rsidRPr="00163CA4">
        <w:rPr>
          <w:rFonts w:ascii="Times New Roman" w:hAnsi="Times New Roman"/>
          <w:bCs/>
          <w:iCs/>
          <w:sz w:val="24"/>
          <w:szCs w:val="24"/>
        </w:rPr>
        <w:t>:</w:t>
      </w:r>
    </w:p>
    <w:p w:rsidR="009E5366" w:rsidRPr="00163CA4" w:rsidRDefault="009E5366" w:rsidP="002D2859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63CA4">
        <w:rPr>
          <w:rFonts w:ascii="Times New Roman" w:hAnsi="Times New Roman"/>
          <w:bCs/>
          <w:sz w:val="24"/>
          <w:szCs w:val="24"/>
        </w:rPr>
        <w:t xml:space="preserve">формирование </w:t>
      </w:r>
      <w:r w:rsidRPr="00163CA4">
        <w:rPr>
          <w:rFonts w:ascii="Times New Roman" w:hAnsi="Times New Roman"/>
          <w:sz w:val="24"/>
          <w:szCs w:val="24"/>
        </w:rPr>
        <w:t>основ музыкальной культуры через эмоциональное восприятие музыки;</w:t>
      </w:r>
    </w:p>
    <w:p w:rsidR="009E5366" w:rsidRPr="00163CA4" w:rsidRDefault="009E5366" w:rsidP="002D2859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63CA4">
        <w:rPr>
          <w:rFonts w:ascii="Times New Roman" w:hAnsi="Times New Roman"/>
          <w:bCs/>
          <w:sz w:val="24"/>
          <w:szCs w:val="24"/>
        </w:rPr>
        <w:t xml:space="preserve">воспитание </w:t>
      </w:r>
      <w:r w:rsidRPr="00163CA4">
        <w:rPr>
          <w:rFonts w:ascii="Times New Roman" w:hAnsi="Times New Roman"/>
          <w:sz w:val="24"/>
          <w:szCs w:val="24"/>
        </w:rPr>
        <w:t>эмоционально - ценностного отношения к искусству, худож</w:t>
      </w:r>
      <w:r>
        <w:rPr>
          <w:rFonts w:ascii="Times New Roman" w:hAnsi="Times New Roman"/>
          <w:sz w:val="24"/>
          <w:szCs w:val="24"/>
        </w:rPr>
        <w:t xml:space="preserve">ественного вкуса, нравственных </w:t>
      </w:r>
      <w:r w:rsidRPr="00163CA4">
        <w:rPr>
          <w:rFonts w:ascii="Times New Roman" w:hAnsi="Times New Roman"/>
          <w:sz w:val="24"/>
          <w:szCs w:val="24"/>
        </w:rPr>
        <w:t>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9E5366" w:rsidRPr="00163CA4" w:rsidRDefault="009E5366" w:rsidP="002D2859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63CA4">
        <w:rPr>
          <w:rFonts w:ascii="Times New Roman" w:hAnsi="Times New Roman"/>
          <w:bCs/>
          <w:sz w:val="24"/>
          <w:szCs w:val="24"/>
        </w:rPr>
        <w:t>развитие</w:t>
      </w:r>
      <w:r w:rsidRPr="00163CA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63CA4">
        <w:rPr>
          <w:rFonts w:ascii="Times New Roman" w:hAnsi="Times New Roman"/>
          <w:sz w:val="24"/>
          <w:szCs w:val="24"/>
        </w:rPr>
        <w:t>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9E5366" w:rsidRPr="00163CA4" w:rsidRDefault="009E5366" w:rsidP="002D2859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63CA4">
        <w:rPr>
          <w:rFonts w:ascii="Times New Roman" w:hAnsi="Times New Roman"/>
          <w:sz w:val="24"/>
          <w:szCs w:val="24"/>
        </w:rPr>
        <w:t>освоение музыкальных произведений и знаний о музыке;</w:t>
      </w:r>
    </w:p>
    <w:p w:rsidR="009E5366" w:rsidRPr="003F5CDD" w:rsidRDefault="009E5366" w:rsidP="002D2859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63CA4">
        <w:rPr>
          <w:rFonts w:ascii="Times New Roman" w:hAnsi="Times New Roman"/>
          <w:sz w:val="24"/>
          <w:szCs w:val="24"/>
        </w:rPr>
        <w:t>овладение</w:t>
      </w:r>
      <w:r w:rsidRPr="003F5CD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F5CDD">
        <w:rPr>
          <w:rFonts w:ascii="Times New Roman" w:hAnsi="Times New Roman"/>
          <w:sz w:val="24"/>
          <w:szCs w:val="24"/>
        </w:rPr>
        <w:t>практическими умениями и навыками в учебно -</w:t>
      </w:r>
      <w:r>
        <w:rPr>
          <w:rFonts w:ascii="Times New Roman" w:hAnsi="Times New Roman"/>
          <w:sz w:val="24"/>
          <w:szCs w:val="24"/>
        </w:rPr>
        <w:t xml:space="preserve"> творческой деятельности</w:t>
      </w:r>
      <w:r w:rsidRPr="003F5CD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5CDD">
        <w:rPr>
          <w:rFonts w:ascii="Times New Roman" w:hAnsi="Times New Roman"/>
          <w:sz w:val="24"/>
          <w:szCs w:val="24"/>
        </w:rPr>
        <w:t xml:space="preserve">пении, слушании музыки, игре на элементарных музыкальных инструментах, музыкально пластическом движении и импровизации. </w:t>
      </w:r>
    </w:p>
    <w:p w:rsidR="009E5366" w:rsidRPr="00163CA4" w:rsidRDefault="009E5366" w:rsidP="00203C89">
      <w:pPr>
        <w:pStyle w:val="NoSpacing"/>
        <w:rPr>
          <w:rFonts w:ascii="Times New Roman" w:hAnsi="Times New Roman"/>
          <w:b/>
          <w:sz w:val="24"/>
          <w:szCs w:val="24"/>
        </w:rPr>
      </w:pPr>
      <w:r w:rsidRPr="00163CA4">
        <w:rPr>
          <w:rFonts w:ascii="Times New Roman" w:hAnsi="Times New Roman"/>
          <w:b/>
          <w:sz w:val="24"/>
          <w:szCs w:val="24"/>
        </w:rPr>
        <w:t>Задачами учебного предмета «Музыка» являются:</w:t>
      </w:r>
    </w:p>
    <w:p w:rsidR="009E5366" w:rsidRPr="003F5CDD" w:rsidRDefault="009E5366" w:rsidP="002D2859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>Раскрытие природы музыкального искусства как результата творческой деятельности человека.</w:t>
      </w:r>
    </w:p>
    <w:p w:rsidR="009E5366" w:rsidRPr="003F5CDD" w:rsidRDefault="009E5366" w:rsidP="002D2859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>Формирования у учащихся эмоционально-ценностного отношения к музыке.</w:t>
      </w:r>
    </w:p>
    <w:p w:rsidR="009E5366" w:rsidRPr="003F5CDD" w:rsidRDefault="009E5366" w:rsidP="002D2859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>Воспитание устойчивого интереса к деятельности музыканта- человека, сочиняющего, исполняющего и слушающего музыку</w:t>
      </w:r>
    </w:p>
    <w:p w:rsidR="009E5366" w:rsidRPr="003F5CDD" w:rsidRDefault="009E5366" w:rsidP="002D2859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>Развитие музыкального восприятия как творческого процесса- основы приобщения к искусству.</w:t>
      </w:r>
    </w:p>
    <w:p w:rsidR="009E5366" w:rsidRPr="003F5CDD" w:rsidRDefault="009E5366" w:rsidP="002D2859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>Овладение интонационно – образным языком музыки на основе складывающегося опыта творческой деятельности и взаимосвязей между различными видами искусства.</w:t>
      </w:r>
    </w:p>
    <w:p w:rsidR="009E5366" w:rsidRPr="003F5CDD" w:rsidRDefault="009E5366" w:rsidP="002D2859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>Воспитание эмоционально – ценностного отношения к искусству, художественного вкуса, нравственных и эстетических чувств: любви к ближнему, своему народу, Родине; уважения к истории, традициям, музыкальной культуре разных народов мира.</w:t>
      </w:r>
    </w:p>
    <w:p w:rsidR="009E5366" w:rsidRPr="003F5CDD" w:rsidRDefault="009E5366" w:rsidP="002D2859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>Освоение музыкальных произведений и знания о музыке.</w:t>
      </w:r>
    </w:p>
    <w:p w:rsidR="009E5366" w:rsidRPr="003F5CDD" w:rsidRDefault="009E5366" w:rsidP="002D2859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>Овладение практическими умениями и навыками в учебно – творческой деятельности: пении, слушании музыки, игре на элементарных музыкальных инструментах, музыкально – пластическом движении и импровизации.</w:t>
      </w:r>
    </w:p>
    <w:p w:rsidR="009E5366" w:rsidRDefault="009E5366" w:rsidP="00203C89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E5366" w:rsidRPr="00163CA4" w:rsidRDefault="009E5366" w:rsidP="00203C89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 w:rsidRPr="00163CA4">
        <w:rPr>
          <w:rFonts w:ascii="Times New Roman" w:hAnsi="Times New Roman"/>
          <w:b/>
          <w:bCs/>
          <w:sz w:val="24"/>
          <w:szCs w:val="24"/>
        </w:rPr>
        <w:t>Общая характеристика учебного предмета «Музыка»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9E5366" w:rsidRPr="003F5CDD" w:rsidRDefault="009E5366" w:rsidP="002D285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 xml:space="preserve">Предмет «Музыка» направлен на приобретение опыта эмоционально-ценностного отношения младших школьников к произведениям искусства, опыта их музыкально-творческой деятельности, на усвоение первоначальных музыкальных знаний, формирование умений и навыков в процессе занятий музыкой. Особое значение в начальной школе приобретает развитие эмоционального отклика на музыку, ее образного восприятия в процессе разнообразных видов активной музыкальной деятельности, прежде всего исполнительской. </w:t>
      </w:r>
    </w:p>
    <w:p w:rsidR="009E5366" w:rsidRPr="003F5CDD" w:rsidRDefault="009E5366" w:rsidP="002D285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 xml:space="preserve">         Занятия музыкой способствуют воспитанию и формированию у учащихся эмоциональной отзывчивости, способности сопереживать другому человеку, творческого самовыражения, художественного творческого мышления, воображения, интуиции, трудолюбия, чувства коллективизма. </w:t>
      </w:r>
    </w:p>
    <w:p w:rsidR="009E5366" w:rsidRPr="003F5CDD" w:rsidRDefault="009E5366" w:rsidP="002D285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 xml:space="preserve">         Формирование целостной системы представлений об искусстве и жизни, а также певческих, инструментальных и дирижерско- исполнительских умений и навыков является важнейшим средством музыкально-воспитательного процесса, способствующим развитию художественного мышления и нравственно-эстетического сознания личности. Поэтому формирующиеся знания, умения и навыки не должны занимать место основной цели в программе по музыке и быть преимущественным объектом оценки, критерием учебно-воспитательного процесса. Главным результатом уроков музыки является переход к новому внутреннему состоянию ребенка, которое называется одухотворенностью, и воспитание ценностных отношений к музыке и жизни. </w:t>
      </w:r>
    </w:p>
    <w:p w:rsidR="009E5366" w:rsidRPr="003F5CDD" w:rsidRDefault="009E5366" w:rsidP="002D285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 xml:space="preserve">          Важнейшей особенностью данной программы является её тематическое построение. Для каждой четверти учебного года определяется своя тем</w:t>
      </w:r>
      <w:r>
        <w:rPr>
          <w:rFonts w:ascii="Times New Roman" w:hAnsi="Times New Roman"/>
          <w:sz w:val="24"/>
          <w:szCs w:val="24"/>
        </w:rPr>
        <w:t xml:space="preserve">а. Постепенно и последовательно </w:t>
      </w:r>
      <w:r w:rsidRPr="003F5CDD">
        <w:rPr>
          <w:rFonts w:ascii="Times New Roman" w:hAnsi="Times New Roman"/>
          <w:sz w:val="24"/>
          <w:szCs w:val="24"/>
        </w:rPr>
        <w:t>усложняясь и углубляясь, она раскрывается от урока к уроку. Между четырьмя четвертями и между всеми годами обучения также осуществляется внутренняя преемственность.  Тематическое построение программы создаёт условия для достижения цельности урока, единства всех его элементов, а также дает возможность достаточно свободно заменять одно произведение другим с аналогичными художественно-педагогическими задачами.</w:t>
      </w:r>
    </w:p>
    <w:p w:rsidR="009E5366" w:rsidRPr="00163CA4" w:rsidRDefault="009E5366" w:rsidP="00203C8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163CA4">
        <w:rPr>
          <w:rFonts w:ascii="Times New Roman" w:hAnsi="Times New Roman"/>
          <w:b/>
          <w:sz w:val="24"/>
          <w:szCs w:val="24"/>
        </w:rPr>
        <w:t>Описание места учебного предмета «Музыка» в учебном плане.</w:t>
      </w:r>
    </w:p>
    <w:p w:rsidR="009E5366" w:rsidRPr="003F5CDD" w:rsidRDefault="009E5366" w:rsidP="002D285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 xml:space="preserve">              В соответствии с учебным планом на преподавание музыки во 2 классе отводится 1 час в неделю. Соответственно программа рассчитана на 34 часа:(1 четверть –    8 часов, 2 четверть-  8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5CDD">
        <w:rPr>
          <w:rFonts w:ascii="Times New Roman" w:hAnsi="Times New Roman"/>
          <w:sz w:val="24"/>
          <w:szCs w:val="24"/>
        </w:rPr>
        <w:t>часов, 3 четверть -</w:t>
      </w:r>
      <w:r>
        <w:rPr>
          <w:rFonts w:ascii="Times New Roman" w:hAnsi="Times New Roman"/>
          <w:sz w:val="24"/>
          <w:szCs w:val="24"/>
        </w:rPr>
        <w:t xml:space="preserve"> 1 0</w:t>
      </w:r>
      <w:r w:rsidRPr="003F5CDD">
        <w:rPr>
          <w:rFonts w:ascii="Times New Roman" w:hAnsi="Times New Roman"/>
          <w:sz w:val="24"/>
          <w:szCs w:val="24"/>
        </w:rPr>
        <w:t xml:space="preserve"> часов, 4 четверть - </w:t>
      </w:r>
      <w:r>
        <w:rPr>
          <w:rFonts w:ascii="Times New Roman" w:hAnsi="Times New Roman"/>
          <w:sz w:val="24"/>
          <w:szCs w:val="24"/>
        </w:rPr>
        <w:t>8</w:t>
      </w:r>
      <w:r w:rsidRPr="003F5CDD">
        <w:rPr>
          <w:rFonts w:ascii="Times New Roman" w:hAnsi="Times New Roman"/>
          <w:sz w:val="24"/>
          <w:szCs w:val="24"/>
        </w:rPr>
        <w:t xml:space="preserve"> часов)</w:t>
      </w:r>
      <w:r>
        <w:rPr>
          <w:rFonts w:ascii="Times New Roman" w:hAnsi="Times New Roman"/>
          <w:sz w:val="24"/>
          <w:szCs w:val="24"/>
        </w:rPr>
        <w:t>.</w:t>
      </w:r>
    </w:p>
    <w:p w:rsidR="009E5366" w:rsidRPr="00163CA4" w:rsidRDefault="009E5366" w:rsidP="00203C89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4.Описание </w:t>
      </w:r>
      <w:r w:rsidRPr="00163CA4">
        <w:rPr>
          <w:rFonts w:ascii="Times New Roman" w:hAnsi="Times New Roman"/>
          <w:b/>
          <w:bCs/>
          <w:sz w:val="24"/>
          <w:szCs w:val="24"/>
        </w:rPr>
        <w:t>ценностных ориентиров</w:t>
      </w:r>
      <w:r>
        <w:rPr>
          <w:rFonts w:ascii="Times New Roman" w:hAnsi="Times New Roman"/>
          <w:b/>
          <w:bCs/>
          <w:sz w:val="24"/>
          <w:szCs w:val="24"/>
        </w:rPr>
        <w:t xml:space="preserve"> содержания учебного предмета «</w:t>
      </w:r>
      <w:r w:rsidRPr="00163CA4">
        <w:rPr>
          <w:rFonts w:ascii="Times New Roman" w:hAnsi="Times New Roman"/>
          <w:b/>
          <w:bCs/>
          <w:sz w:val="24"/>
          <w:szCs w:val="24"/>
        </w:rPr>
        <w:t>Музыка».</w:t>
      </w:r>
    </w:p>
    <w:p w:rsidR="009E5366" w:rsidRPr="00D40F8F" w:rsidRDefault="009E5366" w:rsidP="002D285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 xml:space="preserve">            </w:t>
      </w:r>
      <w:r w:rsidRPr="00D40F8F">
        <w:rPr>
          <w:rFonts w:ascii="Times New Roman" w:hAnsi="Times New Roman"/>
          <w:sz w:val="24"/>
          <w:szCs w:val="24"/>
        </w:rPr>
        <w:t xml:space="preserve">Целенаправленная организация и планомерное формирование музыкальной учебной деятельности способствуют </w:t>
      </w:r>
      <w:r w:rsidRPr="00D40F8F">
        <w:rPr>
          <w:rFonts w:ascii="Times New Roman" w:hAnsi="Times New Roman"/>
          <w:iCs/>
          <w:sz w:val="24"/>
          <w:szCs w:val="24"/>
        </w:rPr>
        <w:t>личностному развитию учащихся</w:t>
      </w:r>
      <w:r w:rsidRPr="00D40F8F">
        <w:rPr>
          <w:rFonts w:ascii="Times New Roman" w:hAnsi="Times New Roman"/>
          <w:sz w:val="24"/>
          <w:szCs w:val="24"/>
        </w:rPr>
        <w:t xml:space="preserve">: реализации творческого потенциала, готовности выражать своё отношение к искусству; становлению эстетических идеалов и самосознания, позитивной самооценки и самоуважения, жизненного оптимизма. </w:t>
      </w:r>
    </w:p>
    <w:p w:rsidR="009E5366" w:rsidRPr="00D40F8F" w:rsidRDefault="009E5366" w:rsidP="002D285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40F8F">
        <w:rPr>
          <w:rFonts w:ascii="Times New Roman" w:hAnsi="Times New Roman"/>
          <w:sz w:val="24"/>
          <w:szCs w:val="24"/>
        </w:rPr>
        <w:t xml:space="preserve">Приобщение учащихся к шедеврам мировой музыкальной культуры народному и профессиональному музыкальному творчеству направлено на формирование целостной художественной картины мира, воспитание патриотических чувств, толерантных взаимоотношений в поликультурном обществе, активизацию творческого мышления, продуктивного воображения, рефлексии, что в целом способствует </w:t>
      </w:r>
      <w:r w:rsidRPr="00D40F8F">
        <w:rPr>
          <w:rFonts w:ascii="Times New Roman" w:hAnsi="Times New Roman"/>
          <w:iCs/>
          <w:sz w:val="24"/>
          <w:szCs w:val="24"/>
        </w:rPr>
        <w:t>познавательному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0F8F">
        <w:rPr>
          <w:rFonts w:ascii="Times New Roman" w:hAnsi="Times New Roman"/>
          <w:sz w:val="24"/>
          <w:szCs w:val="24"/>
        </w:rPr>
        <w:t xml:space="preserve">и </w:t>
      </w:r>
      <w:r w:rsidRPr="00D40F8F">
        <w:rPr>
          <w:rFonts w:ascii="Times New Roman" w:hAnsi="Times New Roman"/>
          <w:iCs/>
          <w:sz w:val="24"/>
          <w:szCs w:val="24"/>
        </w:rPr>
        <w:t xml:space="preserve">социальному развитию </w:t>
      </w:r>
      <w:r w:rsidRPr="00D40F8F">
        <w:rPr>
          <w:rFonts w:ascii="Times New Roman" w:hAnsi="Times New Roman"/>
          <w:sz w:val="24"/>
          <w:szCs w:val="24"/>
        </w:rPr>
        <w:t xml:space="preserve">растущего человека. В результате у школьников формируются духовно - нравственные основания, в том числе воспитывается любовь к своему Отечеству, малой родине и семье, уважение к духовному наследию и мировоззрению разных народов, развиваются способности оценивать и сознательно выстраивать отношения с другими людьми. </w:t>
      </w:r>
    </w:p>
    <w:p w:rsidR="009E5366" w:rsidRPr="00D40F8F" w:rsidRDefault="009E5366" w:rsidP="002D285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40F8F">
        <w:rPr>
          <w:rFonts w:ascii="Times New Roman" w:hAnsi="Times New Roman"/>
          <w:sz w:val="24"/>
          <w:szCs w:val="24"/>
        </w:rPr>
        <w:t xml:space="preserve">Художественная эмпатия, эмоционально - эстетический отклик на музыку обеспечивают </w:t>
      </w:r>
      <w:r w:rsidRPr="00D40F8F">
        <w:rPr>
          <w:rFonts w:ascii="Times New Roman" w:hAnsi="Times New Roman"/>
          <w:iCs/>
          <w:sz w:val="24"/>
          <w:szCs w:val="24"/>
        </w:rPr>
        <w:t>коммуникативное развитие</w:t>
      </w:r>
      <w:r w:rsidRPr="00D40F8F">
        <w:rPr>
          <w:rFonts w:ascii="Times New Roman" w:hAnsi="Times New Roman"/>
          <w:sz w:val="24"/>
          <w:szCs w:val="24"/>
        </w:rPr>
        <w:t>: формируют умение слушать, способность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Личностное, социальное, познавательное, коммуникативное развитие учащихся обусловливается характером организации их музыкально - учебной, художественно - творческой деятельности и предопределяет решение основных педагогических задач.</w:t>
      </w:r>
    </w:p>
    <w:p w:rsidR="009E5366" w:rsidRPr="00163CA4" w:rsidRDefault="009E5366" w:rsidP="0073292A">
      <w:pPr>
        <w:pStyle w:val="NoSpacing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73292A">
        <w:rPr>
          <w:rFonts w:ascii="Times New Roman" w:hAnsi="Times New Roman"/>
          <w:b/>
          <w:sz w:val="24"/>
          <w:szCs w:val="24"/>
        </w:rPr>
        <w:t>5.</w:t>
      </w:r>
      <w:r w:rsidRPr="00163CA4">
        <w:rPr>
          <w:rFonts w:ascii="Times New Roman" w:hAnsi="Times New Roman"/>
          <w:b/>
          <w:bCs/>
          <w:sz w:val="24"/>
          <w:szCs w:val="24"/>
        </w:rPr>
        <w:t>Личностные, метапредметные и предметные результа</w:t>
      </w:r>
      <w:r>
        <w:rPr>
          <w:rFonts w:ascii="Times New Roman" w:hAnsi="Times New Roman"/>
          <w:b/>
          <w:bCs/>
          <w:sz w:val="24"/>
          <w:szCs w:val="24"/>
        </w:rPr>
        <w:t>ты освоения учебного предмета «</w:t>
      </w:r>
      <w:r w:rsidRPr="00163CA4">
        <w:rPr>
          <w:rFonts w:ascii="Times New Roman" w:hAnsi="Times New Roman"/>
          <w:b/>
          <w:bCs/>
          <w:sz w:val="24"/>
          <w:szCs w:val="24"/>
        </w:rPr>
        <w:t>Музыка»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9E5366" w:rsidRPr="0073292A" w:rsidRDefault="009E5366" w:rsidP="00BB59B3">
      <w:pPr>
        <w:pStyle w:val="NoSpacing"/>
        <w:rPr>
          <w:rFonts w:ascii="Times New Roman" w:hAnsi="Times New Roman"/>
          <w:b/>
          <w:bCs/>
          <w:iCs/>
          <w:sz w:val="24"/>
          <w:szCs w:val="24"/>
        </w:rPr>
      </w:pPr>
      <w:r w:rsidRPr="00BB59B3">
        <w:rPr>
          <w:rFonts w:ascii="Times New Roman" w:hAnsi="Times New Roman"/>
          <w:b/>
          <w:bCs/>
          <w:iCs/>
          <w:sz w:val="24"/>
          <w:szCs w:val="24"/>
        </w:rPr>
        <w:t>Личностные результаты</w:t>
      </w:r>
      <w:r>
        <w:rPr>
          <w:rFonts w:ascii="Times New Roman" w:hAnsi="Times New Roman"/>
          <w:b/>
          <w:bCs/>
          <w:iCs/>
          <w:sz w:val="24"/>
          <w:szCs w:val="24"/>
        </w:rPr>
        <w:t>.</w:t>
      </w:r>
    </w:p>
    <w:p w:rsidR="009E5366" w:rsidRPr="00BB59B3" w:rsidRDefault="009E5366" w:rsidP="00BB59B3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BB59B3">
        <w:rPr>
          <w:rFonts w:ascii="Times New Roman" w:hAnsi="Times New Roman"/>
          <w:b/>
          <w:bCs/>
          <w:sz w:val="24"/>
          <w:szCs w:val="24"/>
        </w:rPr>
        <w:t>У выпускника будут сформированы:</w:t>
      </w:r>
    </w:p>
    <w:p w:rsidR="009E5366" w:rsidRPr="00BB59B3" w:rsidRDefault="009E5366" w:rsidP="002D2859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9E5366" w:rsidRPr="00BB59B3" w:rsidRDefault="009E5366" w:rsidP="002D2859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широкая мотивационная основа учебной деятельности, включающая социальные, учебно­познавательные и внешние мотивы;</w:t>
      </w:r>
    </w:p>
    <w:p w:rsidR="009E5366" w:rsidRPr="00BB59B3" w:rsidRDefault="009E5366" w:rsidP="002D2859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9E5366" w:rsidRPr="00BB59B3" w:rsidRDefault="009E5366" w:rsidP="002D2859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9E5366" w:rsidRPr="00BB59B3" w:rsidRDefault="009E5366" w:rsidP="002D2859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способность к оценке своей учебной деятельности;</w:t>
      </w:r>
    </w:p>
    <w:p w:rsidR="009E5366" w:rsidRPr="00BB59B3" w:rsidRDefault="009E5366" w:rsidP="002D2859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E5366" w:rsidRPr="00BB59B3" w:rsidRDefault="009E5366" w:rsidP="002D2859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ориентация в нравственном содержании и смысле как собственных поступков, так и поступков окружающих людей;</w:t>
      </w:r>
    </w:p>
    <w:p w:rsidR="009E5366" w:rsidRPr="00BB59B3" w:rsidRDefault="009E5366" w:rsidP="002D2859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знание основных моральных норм и ориентация на их выполнение;</w:t>
      </w:r>
    </w:p>
    <w:p w:rsidR="009E5366" w:rsidRPr="00BB59B3" w:rsidRDefault="009E5366" w:rsidP="002D2859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9E5366" w:rsidRPr="00BB59B3" w:rsidRDefault="009E5366" w:rsidP="002D2859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установка на здоровый образ жизни;</w:t>
      </w:r>
    </w:p>
    <w:p w:rsidR="009E5366" w:rsidRPr="00BB59B3" w:rsidRDefault="009E5366" w:rsidP="002D2859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здоровьесберегающего поведения;</w:t>
      </w:r>
    </w:p>
    <w:p w:rsidR="009E5366" w:rsidRPr="00BB59B3" w:rsidRDefault="009E5366" w:rsidP="002D2859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9E5366" w:rsidRPr="00BB59B3" w:rsidRDefault="009E5366" w:rsidP="00BB59B3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BB59B3">
        <w:rPr>
          <w:rFonts w:ascii="Times New Roman" w:hAnsi="Times New Roman"/>
          <w:b/>
          <w:bCs/>
          <w:iCs/>
          <w:sz w:val="24"/>
          <w:szCs w:val="24"/>
        </w:rPr>
        <w:t>Выпускник получит возможность для формирования:</w:t>
      </w:r>
    </w:p>
    <w:p w:rsidR="009E5366" w:rsidRPr="00BB59B3" w:rsidRDefault="009E5366" w:rsidP="002D2859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9E5366" w:rsidRPr="00BB59B3" w:rsidRDefault="009E5366" w:rsidP="002D2859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выраженной устойчивой учебно­познавательной мотивации учения;</w:t>
      </w:r>
    </w:p>
    <w:p w:rsidR="009E5366" w:rsidRPr="00BB59B3" w:rsidRDefault="009E5366" w:rsidP="002D2859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устойчивого учебно­познавательного интереса к новым общим способам решения задач;</w:t>
      </w:r>
    </w:p>
    <w:p w:rsidR="009E5366" w:rsidRPr="00BB59B3" w:rsidRDefault="009E5366" w:rsidP="002D2859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9E5366" w:rsidRPr="00BB59B3" w:rsidRDefault="009E5366" w:rsidP="002D2859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9E5366" w:rsidRPr="00BB59B3" w:rsidRDefault="009E5366" w:rsidP="002D2859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компетентности в реализации основ гражданской идентичности в поступках и деятельности;</w:t>
      </w:r>
    </w:p>
    <w:p w:rsidR="009E5366" w:rsidRPr="00BB59B3" w:rsidRDefault="009E5366" w:rsidP="002D2859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9E5366" w:rsidRPr="00BB59B3" w:rsidRDefault="009E5366" w:rsidP="002D2859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9E5366" w:rsidRPr="00BB59B3" w:rsidRDefault="009E5366" w:rsidP="002D2859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9E5366" w:rsidRPr="00BB59B3" w:rsidRDefault="009E5366" w:rsidP="002D2859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9E5366" w:rsidRPr="0073292A" w:rsidRDefault="009E5366" w:rsidP="00BB59B3">
      <w:pPr>
        <w:pStyle w:val="NoSpacing"/>
        <w:rPr>
          <w:rFonts w:ascii="Times New Roman" w:hAnsi="Times New Roman"/>
          <w:b/>
          <w:bCs/>
          <w:iCs/>
          <w:sz w:val="24"/>
          <w:szCs w:val="24"/>
        </w:rPr>
      </w:pPr>
      <w:r w:rsidRPr="00BB59B3">
        <w:rPr>
          <w:rFonts w:ascii="Times New Roman" w:hAnsi="Times New Roman"/>
          <w:b/>
          <w:bCs/>
          <w:iCs/>
          <w:sz w:val="24"/>
          <w:szCs w:val="24"/>
        </w:rPr>
        <w:t>Регулятивные универсальные учебные действия</w:t>
      </w:r>
      <w:r>
        <w:rPr>
          <w:rFonts w:ascii="Times New Roman" w:hAnsi="Times New Roman"/>
          <w:b/>
          <w:bCs/>
          <w:iCs/>
          <w:sz w:val="24"/>
          <w:szCs w:val="24"/>
        </w:rPr>
        <w:t>.</w:t>
      </w:r>
    </w:p>
    <w:p w:rsidR="009E5366" w:rsidRPr="00BB59B3" w:rsidRDefault="009E5366" w:rsidP="00BB59B3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BB59B3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:rsidR="009E5366" w:rsidRPr="00BB59B3" w:rsidRDefault="009E5366" w:rsidP="002D2859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принимать и сохранять учебную задачу;</w:t>
      </w:r>
    </w:p>
    <w:p w:rsidR="009E5366" w:rsidRPr="00BB59B3" w:rsidRDefault="009E5366" w:rsidP="002D2859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9E5366" w:rsidRPr="00BB59B3" w:rsidRDefault="009E5366" w:rsidP="002D2859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9E5366" w:rsidRPr="00BB59B3" w:rsidRDefault="009E5366" w:rsidP="002D2859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9E5366" w:rsidRPr="00BB59B3" w:rsidRDefault="009E5366" w:rsidP="002D2859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осуществлять итоговый и пошаговый контроль по результату;</w:t>
      </w:r>
    </w:p>
    <w:p w:rsidR="009E5366" w:rsidRPr="00BB59B3" w:rsidRDefault="009E5366" w:rsidP="002D2859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9E5366" w:rsidRPr="00BB59B3" w:rsidRDefault="009E5366" w:rsidP="002D2859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9E5366" w:rsidRPr="00BB59B3" w:rsidRDefault="009E5366" w:rsidP="002D2859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различать способ и результат действия;</w:t>
      </w:r>
    </w:p>
    <w:p w:rsidR="009E5366" w:rsidRPr="00BB59B3" w:rsidRDefault="009E5366" w:rsidP="002D2859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9E5366" w:rsidRPr="00BB59B3" w:rsidRDefault="009E5366" w:rsidP="00BB59B3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BB59B3">
        <w:rPr>
          <w:rFonts w:ascii="Times New Roman" w:hAnsi="Times New Roman"/>
          <w:b/>
          <w:bCs/>
          <w:iCs/>
          <w:sz w:val="24"/>
          <w:szCs w:val="24"/>
        </w:rPr>
        <w:t>Выпускник получит возможность научиться:</w:t>
      </w:r>
    </w:p>
    <w:p w:rsidR="009E5366" w:rsidRPr="00BB59B3" w:rsidRDefault="009E5366" w:rsidP="002D2859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в сотрудничестве с учителем ставить новые учебные задачи;</w:t>
      </w:r>
    </w:p>
    <w:p w:rsidR="009E5366" w:rsidRPr="00BB59B3" w:rsidRDefault="009E5366" w:rsidP="002D2859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преобразовывать практическую задачу в познавательную;</w:t>
      </w:r>
    </w:p>
    <w:p w:rsidR="009E5366" w:rsidRPr="00BB59B3" w:rsidRDefault="009E5366" w:rsidP="002D2859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проявлять познавательную инициативу в учебном сотрудничестве;</w:t>
      </w:r>
    </w:p>
    <w:p w:rsidR="009E5366" w:rsidRPr="00BB59B3" w:rsidRDefault="009E5366" w:rsidP="002D2859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самостоятельно учитывать выделенные учителем ориентиры действия в новом учебном материале;</w:t>
      </w:r>
    </w:p>
    <w:p w:rsidR="009E5366" w:rsidRPr="00BB59B3" w:rsidRDefault="009E5366" w:rsidP="002D2859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9E5366" w:rsidRPr="00964CEB" w:rsidRDefault="009E5366" w:rsidP="002D2859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9E5366" w:rsidRDefault="009E5366" w:rsidP="00964CEB">
      <w:pPr>
        <w:pStyle w:val="NoSpacing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</w:p>
    <w:p w:rsidR="009E5366" w:rsidRDefault="009E5366" w:rsidP="00964CEB">
      <w:pPr>
        <w:pStyle w:val="NoSpacing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</w:p>
    <w:p w:rsidR="009E5366" w:rsidRPr="00BB59B3" w:rsidRDefault="009E5366" w:rsidP="00964CEB">
      <w:pPr>
        <w:pStyle w:val="NoSpacing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E5366" w:rsidRPr="0073292A" w:rsidRDefault="009E5366" w:rsidP="00BB59B3">
      <w:pPr>
        <w:pStyle w:val="NoSpacing"/>
        <w:rPr>
          <w:rFonts w:ascii="Times New Roman" w:hAnsi="Times New Roman"/>
          <w:b/>
          <w:bCs/>
          <w:iCs/>
          <w:sz w:val="24"/>
          <w:szCs w:val="24"/>
        </w:rPr>
      </w:pPr>
      <w:r w:rsidRPr="00BB59B3">
        <w:rPr>
          <w:rFonts w:ascii="Times New Roman" w:hAnsi="Times New Roman"/>
          <w:b/>
          <w:bCs/>
          <w:iCs/>
          <w:sz w:val="24"/>
          <w:szCs w:val="24"/>
        </w:rPr>
        <w:t>Познавательные универсальные учебные действия</w:t>
      </w:r>
      <w:r>
        <w:rPr>
          <w:rFonts w:ascii="Times New Roman" w:hAnsi="Times New Roman"/>
          <w:b/>
          <w:bCs/>
          <w:iCs/>
          <w:sz w:val="24"/>
          <w:szCs w:val="24"/>
        </w:rPr>
        <w:t>.</w:t>
      </w:r>
    </w:p>
    <w:p w:rsidR="009E5366" w:rsidRPr="00BB59B3" w:rsidRDefault="009E5366" w:rsidP="00BB59B3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BB59B3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:rsidR="009E5366" w:rsidRPr="00BB59B3" w:rsidRDefault="009E5366" w:rsidP="002D2859">
      <w:pPr>
        <w:pStyle w:val="NoSpacing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 том числе контролируемом пространстве сети Интернет;</w:t>
      </w:r>
    </w:p>
    <w:p w:rsidR="009E5366" w:rsidRPr="00BB59B3" w:rsidRDefault="009E5366" w:rsidP="002D2859">
      <w:pPr>
        <w:pStyle w:val="NoSpacing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9E5366" w:rsidRPr="00BB59B3" w:rsidRDefault="009E5366" w:rsidP="002D2859">
      <w:pPr>
        <w:pStyle w:val="NoSpacing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использовать знаково­символические средства, в том числе модели (включая виртуальные) и схемы (включая концептуальные), для решения задач;</w:t>
      </w:r>
    </w:p>
    <w:p w:rsidR="009E5366" w:rsidRPr="00BB59B3" w:rsidRDefault="009E5366" w:rsidP="002D2859">
      <w:pPr>
        <w:pStyle w:val="NoSpacing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проявлять познавательную инициативу в учебном сотрудничестве;</w:t>
      </w:r>
    </w:p>
    <w:p w:rsidR="009E5366" w:rsidRPr="00BB59B3" w:rsidRDefault="009E5366" w:rsidP="002D2859">
      <w:pPr>
        <w:pStyle w:val="NoSpacing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строить сообщения в устной и письменной форме;</w:t>
      </w:r>
    </w:p>
    <w:p w:rsidR="009E5366" w:rsidRPr="00BB59B3" w:rsidRDefault="009E5366" w:rsidP="002D2859">
      <w:pPr>
        <w:pStyle w:val="NoSpacing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ориентироваться на разнообразие способов решения задач;</w:t>
      </w:r>
    </w:p>
    <w:p w:rsidR="009E5366" w:rsidRPr="00BB59B3" w:rsidRDefault="009E5366" w:rsidP="002D2859">
      <w:pPr>
        <w:pStyle w:val="NoSpacing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9E5366" w:rsidRPr="00BB59B3" w:rsidRDefault="009E5366" w:rsidP="002D2859">
      <w:pPr>
        <w:pStyle w:val="NoSpacing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9E5366" w:rsidRPr="00BB59B3" w:rsidRDefault="009E5366" w:rsidP="002D2859">
      <w:pPr>
        <w:pStyle w:val="NoSpacing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осуществлять синтез как составление целого из частей;</w:t>
      </w:r>
    </w:p>
    <w:p w:rsidR="009E5366" w:rsidRPr="00BB59B3" w:rsidRDefault="009E5366" w:rsidP="002D2859">
      <w:pPr>
        <w:pStyle w:val="NoSpacing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проводить сравнение, сериацию и классификацию по заданным критериям;</w:t>
      </w:r>
    </w:p>
    <w:p w:rsidR="009E5366" w:rsidRPr="00BB59B3" w:rsidRDefault="009E5366" w:rsidP="002D2859">
      <w:pPr>
        <w:pStyle w:val="NoSpacing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устанавливать причинно­следственные связи в изучаемом круге явлений;</w:t>
      </w:r>
    </w:p>
    <w:p w:rsidR="009E5366" w:rsidRPr="00BB59B3" w:rsidRDefault="009E5366" w:rsidP="002D2859">
      <w:pPr>
        <w:pStyle w:val="NoSpacing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9E5366" w:rsidRPr="00BB59B3" w:rsidRDefault="009E5366" w:rsidP="002D2859">
      <w:pPr>
        <w:pStyle w:val="NoSpacing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обобщать, т.</w:t>
      </w:r>
      <w:r w:rsidRPr="00BB59B3">
        <w:rPr>
          <w:rFonts w:ascii="Times New Roman" w:hAnsi="Times New Roman"/>
          <w:bCs/>
          <w:sz w:val="24"/>
          <w:szCs w:val="24"/>
        </w:rPr>
        <w:t> </w:t>
      </w:r>
      <w:r w:rsidRPr="00BB59B3">
        <w:rPr>
          <w:rFonts w:ascii="Times New Roman" w:hAnsi="Times New Roman"/>
          <w:bCs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9E5366" w:rsidRPr="00BB59B3" w:rsidRDefault="009E5366" w:rsidP="002D2859">
      <w:pPr>
        <w:pStyle w:val="NoSpacing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9E5366" w:rsidRPr="00BB59B3" w:rsidRDefault="009E5366" w:rsidP="002D2859">
      <w:pPr>
        <w:pStyle w:val="NoSpacing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устанавливать аналогии;</w:t>
      </w:r>
    </w:p>
    <w:p w:rsidR="009E5366" w:rsidRPr="00BB59B3" w:rsidRDefault="009E5366" w:rsidP="002D2859">
      <w:pPr>
        <w:pStyle w:val="NoSpacing"/>
        <w:numPr>
          <w:ilvl w:val="0"/>
          <w:numId w:val="10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владеть рядом общих приемов решения задач.</w:t>
      </w:r>
    </w:p>
    <w:p w:rsidR="009E5366" w:rsidRPr="00BB59B3" w:rsidRDefault="009E5366" w:rsidP="00BB59B3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BB59B3">
        <w:rPr>
          <w:rFonts w:ascii="Times New Roman" w:hAnsi="Times New Roman"/>
          <w:b/>
          <w:bCs/>
          <w:iCs/>
          <w:sz w:val="24"/>
          <w:szCs w:val="24"/>
        </w:rPr>
        <w:t>Выпускник получит возможность научиться:</w:t>
      </w:r>
    </w:p>
    <w:p w:rsidR="009E5366" w:rsidRPr="00BB59B3" w:rsidRDefault="009E5366" w:rsidP="002D2859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9E5366" w:rsidRPr="00BB59B3" w:rsidRDefault="009E5366" w:rsidP="002D2859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9E5366" w:rsidRPr="00BB59B3" w:rsidRDefault="009E5366" w:rsidP="002D2859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создавать и преобразовывать модели и схемы для решения задач;</w:t>
      </w:r>
    </w:p>
    <w:p w:rsidR="009E5366" w:rsidRPr="00BB59B3" w:rsidRDefault="009E5366" w:rsidP="002D2859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осознанно и произвольно строить сообщения в устной и письменной форме;</w:t>
      </w:r>
    </w:p>
    <w:p w:rsidR="009E5366" w:rsidRPr="00BB59B3" w:rsidRDefault="009E5366" w:rsidP="002D2859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9E5366" w:rsidRPr="00BB59B3" w:rsidRDefault="009E5366" w:rsidP="002D2859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9E5366" w:rsidRPr="00BB59B3" w:rsidRDefault="009E5366" w:rsidP="002D2859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9E5366" w:rsidRPr="00BB59B3" w:rsidRDefault="009E5366" w:rsidP="002D2859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9E5366" w:rsidRPr="00BB59B3" w:rsidRDefault="009E5366" w:rsidP="002D2859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произвольно и осознанно владеть общими приемами решения задач.</w:t>
      </w:r>
    </w:p>
    <w:p w:rsidR="009E5366" w:rsidRPr="0073292A" w:rsidRDefault="009E5366" w:rsidP="00BB59B3">
      <w:pPr>
        <w:pStyle w:val="NoSpacing"/>
        <w:rPr>
          <w:rFonts w:ascii="Times New Roman" w:hAnsi="Times New Roman"/>
          <w:b/>
          <w:bCs/>
          <w:iCs/>
          <w:sz w:val="24"/>
          <w:szCs w:val="24"/>
        </w:rPr>
      </w:pPr>
      <w:r w:rsidRPr="00BB59B3">
        <w:rPr>
          <w:rFonts w:ascii="Times New Roman" w:hAnsi="Times New Roman"/>
          <w:b/>
          <w:bCs/>
          <w:iCs/>
          <w:sz w:val="24"/>
          <w:szCs w:val="24"/>
        </w:rPr>
        <w:t>Коммуникативные универсальные учебные действия</w:t>
      </w:r>
      <w:r>
        <w:rPr>
          <w:rFonts w:ascii="Times New Roman" w:hAnsi="Times New Roman"/>
          <w:b/>
          <w:bCs/>
          <w:iCs/>
          <w:sz w:val="24"/>
          <w:szCs w:val="24"/>
        </w:rPr>
        <w:t>.</w:t>
      </w:r>
    </w:p>
    <w:p w:rsidR="009E5366" w:rsidRPr="00BB59B3" w:rsidRDefault="009E5366" w:rsidP="00BB59B3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BB59B3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:rsidR="009E5366" w:rsidRPr="00BB59B3" w:rsidRDefault="009E5366" w:rsidP="002D2859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9E5366" w:rsidRPr="00BB59B3" w:rsidRDefault="009E5366" w:rsidP="002D2859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9E5366" w:rsidRPr="00BB59B3" w:rsidRDefault="009E5366" w:rsidP="002D2859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9E5366" w:rsidRPr="00BB59B3" w:rsidRDefault="009E5366" w:rsidP="002D2859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формулировать собственное мнение и позицию;</w:t>
      </w:r>
    </w:p>
    <w:p w:rsidR="009E5366" w:rsidRPr="00BB59B3" w:rsidRDefault="009E5366" w:rsidP="002D2859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9E5366" w:rsidRPr="00BB59B3" w:rsidRDefault="009E5366" w:rsidP="002D2859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9E5366" w:rsidRPr="00BB59B3" w:rsidRDefault="009E5366" w:rsidP="002D2859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задавать вопросы;</w:t>
      </w:r>
    </w:p>
    <w:p w:rsidR="009E5366" w:rsidRPr="00BB59B3" w:rsidRDefault="009E5366" w:rsidP="002D2859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контролировать действия партнера;</w:t>
      </w:r>
    </w:p>
    <w:p w:rsidR="009E5366" w:rsidRPr="00BB59B3" w:rsidRDefault="009E5366" w:rsidP="002D2859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использовать речь для регуляции своего действия;</w:t>
      </w:r>
    </w:p>
    <w:p w:rsidR="009E5366" w:rsidRPr="00BB59B3" w:rsidRDefault="009E5366" w:rsidP="002D2859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9E5366" w:rsidRPr="00BB59B3" w:rsidRDefault="009E5366" w:rsidP="00BB59B3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BB59B3">
        <w:rPr>
          <w:rFonts w:ascii="Times New Roman" w:hAnsi="Times New Roman"/>
          <w:b/>
          <w:bCs/>
          <w:iCs/>
          <w:sz w:val="24"/>
          <w:szCs w:val="24"/>
        </w:rPr>
        <w:t>Выпускник получит возможность научиться:</w:t>
      </w:r>
    </w:p>
    <w:p w:rsidR="009E5366" w:rsidRPr="00BB59B3" w:rsidRDefault="009E5366" w:rsidP="002D2859">
      <w:pPr>
        <w:pStyle w:val="NoSpacing"/>
        <w:numPr>
          <w:ilvl w:val="0"/>
          <w:numId w:val="9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учитывать и координировать в сотрудничестве позиции других людей, отличные от собственной;</w:t>
      </w:r>
    </w:p>
    <w:p w:rsidR="009E5366" w:rsidRPr="00BB59B3" w:rsidRDefault="009E5366" w:rsidP="002D2859">
      <w:pPr>
        <w:pStyle w:val="NoSpacing"/>
        <w:numPr>
          <w:ilvl w:val="0"/>
          <w:numId w:val="9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учитывать разные мнения и интересы и обосновывать собственную позицию;</w:t>
      </w:r>
    </w:p>
    <w:p w:rsidR="009E5366" w:rsidRPr="00BB59B3" w:rsidRDefault="009E5366" w:rsidP="002D2859">
      <w:pPr>
        <w:pStyle w:val="NoSpacing"/>
        <w:numPr>
          <w:ilvl w:val="0"/>
          <w:numId w:val="9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понимать относительность мнений и подходов к решению проблемы;</w:t>
      </w:r>
    </w:p>
    <w:p w:rsidR="009E5366" w:rsidRPr="00BB59B3" w:rsidRDefault="009E5366" w:rsidP="002D2859">
      <w:pPr>
        <w:pStyle w:val="NoSpacing"/>
        <w:numPr>
          <w:ilvl w:val="0"/>
          <w:numId w:val="9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9E5366" w:rsidRPr="00BB59B3" w:rsidRDefault="009E5366" w:rsidP="002D2859">
      <w:pPr>
        <w:pStyle w:val="NoSpacing"/>
        <w:numPr>
          <w:ilvl w:val="0"/>
          <w:numId w:val="9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9E5366" w:rsidRPr="00BB59B3" w:rsidRDefault="009E5366" w:rsidP="002D2859">
      <w:pPr>
        <w:pStyle w:val="NoSpacing"/>
        <w:numPr>
          <w:ilvl w:val="0"/>
          <w:numId w:val="9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9E5366" w:rsidRPr="00BB59B3" w:rsidRDefault="009E5366" w:rsidP="002D2859">
      <w:pPr>
        <w:pStyle w:val="NoSpacing"/>
        <w:numPr>
          <w:ilvl w:val="0"/>
          <w:numId w:val="9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9E5366" w:rsidRPr="00BB59B3" w:rsidRDefault="009E5366" w:rsidP="002D2859">
      <w:pPr>
        <w:pStyle w:val="NoSpacing"/>
        <w:numPr>
          <w:ilvl w:val="0"/>
          <w:numId w:val="9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9E5366" w:rsidRPr="00BB59B3" w:rsidRDefault="009E5366" w:rsidP="002D2859">
      <w:pPr>
        <w:pStyle w:val="NoSpacing"/>
        <w:numPr>
          <w:ilvl w:val="0"/>
          <w:numId w:val="9"/>
        </w:numPr>
        <w:ind w:left="426"/>
        <w:jc w:val="both"/>
        <w:rPr>
          <w:rFonts w:ascii="Times New Roman" w:hAnsi="Times New Roman"/>
          <w:bCs/>
          <w:iCs/>
          <w:sz w:val="24"/>
          <w:szCs w:val="24"/>
        </w:rPr>
      </w:pPr>
      <w:r w:rsidRPr="00BB59B3">
        <w:rPr>
          <w:rFonts w:ascii="Times New Roman" w:hAnsi="Times New Roman"/>
          <w:bCs/>
          <w:iCs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9E5366" w:rsidRPr="009B1FD2" w:rsidRDefault="009E5366" w:rsidP="009B1FD2">
      <w:pPr>
        <w:widowControl w:val="0"/>
        <w:suppressLineNumbers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kern w:val="3"/>
          <w:sz w:val="24"/>
          <w:szCs w:val="24"/>
          <w:lang w:eastAsia="zh-CN" w:bidi="hi-IN"/>
        </w:rPr>
      </w:pPr>
      <w:r w:rsidRPr="009B1FD2"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 xml:space="preserve">Предметные результаты </w:t>
      </w:r>
      <w:r w:rsidRPr="009B1FD2">
        <w:rPr>
          <w:rFonts w:ascii="Times New Roman" w:hAnsi="Times New Roman"/>
          <w:kern w:val="3"/>
          <w:sz w:val="24"/>
          <w:szCs w:val="24"/>
          <w:lang w:eastAsia="zh-CN" w:bidi="hi-IN"/>
        </w:rPr>
        <w:t>освоения программы должны отражать:</w:t>
      </w:r>
    </w:p>
    <w:p w:rsidR="009E5366" w:rsidRPr="009B1FD2" w:rsidRDefault="009E5366" w:rsidP="009B1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9E5366" w:rsidRPr="009B1FD2" w:rsidRDefault="009E5366" w:rsidP="009B1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9E5366" w:rsidRPr="009B1FD2" w:rsidRDefault="009E5366" w:rsidP="009B1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умение воспринимать музыку и выражать свое отношение к музыкальному произведению;</w:t>
      </w:r>
    </w:p>
    <w:p w:rsidR="009E5366" w:rsidRPr="009B1FD2" w:rsidRDefault="009E5366" w:rsidP="009B1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9E5366" w:rsidRPr="009B1FD2" w:rsidRDefault="009E5366" w:rsidP="009B1F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B1FD2">
        <w:rPr>
          <w:rFonts w:ascii="Times New Roman" w:hAnsi="Times New Roman"/>
          <w:b/>
          <w:sz w:val="24"/>
          <w:szCs w:val="24"/>
        </w:rPr>
        <w:t>Предметные результаты по видам деятельности обучающихся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E5366" w:rsidRPr="009B1FD2" w:rsidRDefault="009E5366" w:rsidP="009B1FD2">
      <w:pPr>
        <w:widowControl w:val="0"/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В результате освоения программы обучающиеся должны научиться в дальнейшем применять знания, умения и навыки, приобретенные в различных видах познавательной, музыкально-исполнительской и творческой деятельности. 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школьника, включающее формирование его духовно-нравственных качеств, музыкальной культуры, развитие музыкально-исполнительских и творческих способностей, возможностей самооценки и самореализации. Освоение программы позволит обучающимся принимать активное участие в общественной, концертной и музыкально-театральной жизни школы, города, региона.</w:t>
      </w:r>
    </w:p>
    <w:p w:rsidR="009E5366" w:rsidRPr="009B1FD2" w:rsidRDefault="009E5366" w:rsidP="009B1FD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B1FD2">
        <w:rPr>
          <w:rFonts w:ascii="Times New Roman" w:hAnsi="Times New Roman"/>
          <w:b/>
          <w:sz w:val="24"/>
          <w:szCs w:val="24"/>
        </w:rPr>
        <w:t>Слушание музыки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E5366" w:rsidRPr="009B1FD2" w:rsidRDefault="009E5366" w:rsidP="009B1F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Обучающийся: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1. Узнает изученные музыкальные произведения и называет имена их авторов.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 xml:space="preserve">2. Умеет определять характер музыкального произведения, его образ, отдельные элементы музыкального языка: лад, темп, тембр, динамику, регистр. 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9E5366" w:rsidRPr="009B1FD2" w:rsidRDefault="009E5366" w:rsidP="009B1FD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5. 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 w:rsidRPr="009B1FD2">
        <w:rPr>
          <w:rFonts w:ascii="Times New Roman" w:hAnsi="Times New Roman"/>
          <w:bCs/>
          <w:iCs/>
          <w:sz w:val="24"/>
          <w:szCs w:val="24"/>
        </w:rPr>
        <w:t xml:space="preserve"> а также </w:t>
      </w:r>
      <w:r w:rsidRPr="009B1FD2">
        <w:rPr>
          <w:rFonts w:ascii="Times New Roman" w:hAnsi="Times New Roman"/>
          <w:sz w:val="24"/>
          <w:szCs w:val="24"/>
        </w:rPr>
        <w:t>народного, академического, церковного) и их исполнительских возможностей и особенностей репертуара.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 w:rsidR="009E5366" w:rsidRPr="009B1FD2" w:rsidRDefault="009E5366" w:rsidP="009B1FD2">
      <w:pPr>
        <w:tabs>
          <w:tab w:val="left" w:pos="27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7. 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8. Определяет жанровую основу в пройденных музыкальных произведениях.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 xml:space="preserve">9. Имеет слуховой багаж из прослушанных произведений народной музыки, отечественной и зарубежной классики. </w:t>
      </w:r>
    </w:p>
    <w:p w:rsidR="009E5366" w:rsidRPr="009B1FD2" w:rsidRDefault="009E5366" w:rsidP="009B1F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10. Умеет импровизировать под музыку с использованием танцевальных, маршеобразных движений, пластического интонирования.</w:t>
      </w:r>
    </w:p>
    <w:p w:rsidR="009E5366" w:rsidRDefault="009E5366" w:rsidP="009B1FD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9B1FD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9B1FD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9B1FD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Pr="009B1FD2" w:rsidRDefault="009E5366" w:rsidP="009B1FD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B1FD2">
        <w:rPr>
          <w:rFonts w:ascii="Times New Roman" w:hAnsi="Times New Roman"/>
          <w:b/>
          <w:sz w:val="24"/>
          <w:szCs w:val="24"/>
        </w:rPr>
        <w:t>Хоровое пение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E5366" w:rsidRPr="009B1FD2" w:rsidRDefault="009E5366" w:rsidP="009B1F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Обучающийся:</w:t>
      </w:r>
    </w:p>
    <w:p w:rsidR="009E5366" w:rsidRPr="009B1FD2" w:rsidRDefault="009E5366" w:rsidP="009B1FD2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1. Знает слова и мелодию Гимна Российской Федерации.</w:t>
      </w:r>
    </w:p>
    <w:p w:rsidR="009E5366" w:rsidRPr="009B1FD2" w:rsidRDefault="009E5366" w:rsidP="009B1FD2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9E5366" w:rsidRPr="009B1FD2" w:rsidRDefault="009E5366" w:rsidP="009B1FD2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3. Знает о способах и приемах выразительного музыкального интонирования.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4. Соблюдает при пении певческую установку. Использует в процессе пения правильное певческое дыхание.</w:t>
      </w:r>
    </w:p>
    <w:p w:rsidR="009E5366" w:rsidRPr="009B1FD2" w:rsidRDefault="009E5366" w:rsidP="009B1FD2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7. Исполняет одноголосные произведения, а также произведения с элементами двухголосия.</w:t>
      </w:r>
    </w:p>
    <w:p w:rsidR="009E5366" w:rsidRPr="009B1FD2" w:rsidRDefault="009E5366" w:rsidP="009B1FD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B1FD2">
        <w:rPr>
          <w:rFonts w:ascii="Times New Roman" w:hAnsi="Times New Roman"/>
          <w:b/>
          <w:sz w:val="24"/>
          <w:szCs w:val="24"/>
        </w:rPr>
        <w:t>Игра в детском инструментальном оркестре (ансамбле)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E5366" w:rsidRPr="009B1FD2" w:rsidRDefault="009E5366" w:rsidP="009B1F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Обучающийся: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 xml:space="preserve">1. Имеет представления о приемах игры на элементарных инструментах детского оркестра, блокфлейте, синтезаторе, народных инструментах и др. 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2. Умеет исполнять различные ритмические группы в оркестровых партиях.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3. Имеет первоначальные навыки игры в ансамбле – дуэте, трио (простейшее двух-трехголосие). Владеет основами игры в детском оркестре, инструментальном ансамбле.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4. Использует возможности различных инструментов в ансамбле и оркестре, в том числе тембровые возможности синтезатора.</w:t>
      </w:r>
    </w:p>
    <w:p w:rsidR="009E5366" w:rsidRPr="009B1FD2" w:rsidRDefault="009E5366" w:rsidP="009B1FD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b/>
          <w:sz w:val="24"/>
          <w:szCs w:val="24"/>
        </w:rPr>
        <w:t>Основы музыкальной грамоты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E5366" w:rsidRPr="009B1FD2" w:rsidRDefault="009E5366" w:rsidP="009B1F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 xml:space="preserve">Объем музыкальной грамоты и теоретических понятий: 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1.</w:t>
      </w:r>
      <w:r w:rsidRPr="009B1FD2">
        <w:rPr>
          <w:rFonts w:ascii="Times New Roman" w:hAnsi="Times New Roman"/>
          <w:b/>
          <w:sz w:val="24"/>
          <w:szCs w:val="24"/>
        </w:rPr>
        <w:t xml:space="preserve"> Звук.</w:t>
      </w:r>
      <w:r w:rsidRPr="009B1FD2">
        <w:rPr>
          <w:rFonts w:ascii="Times New Roman" w:hAnsi="Times New Roman"/>
          <w:sz w:val="24"/>
          <w:szCs w:val="24"/>
        </w:rPr>
        <w:t xml:space="preserve"> Свойства музыкального звука: высота, длительность, тембр, громкость.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2.</w:t>
      </w:r>
      <w:r w:rsidRPr="009B1FD2">
        <w:rPr>
          <w:rFonts w:ascii="Times New Roman" w:hAnsi="Times New Roman"/>
          <w:b/>
          <w:sz w:val="24"/>
          <w:szCs w:val="24"/>
        </w:rPr>
        <w:t xml:space="preserve"> Мелодия.</w:t>
      </w:r>
      <w:r w:rsidRPr="009B1FD2">
        <w:rPr>
          <w:rFonts w:ascii="Times New Roman" w:hAnsi="Times New Roman"/>
          <w:sz w:val="24"/>
          <w:szCs w:val="24"/>
        </w:rPr>
        <w:t xml:space="preserve"> Типы мелодического движения. Интонация. Начальное представление о клавиатуре фортепиано (синтезатора). Подбор по слуху попевок и простых песен. 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3.</w:t>
      </w:r>
      <w:r w:rsidRPr="009B1FD2">
        <w:rPr>
          <w:rFonts w:ascii="Times New Roman" w:hAnsi="Times New Roman"/>
          <w:b/>
          <w:sz w:val="24"/>
          <w:szCs w:val="24"/>
        </w:rPr>
        <w:t xml:space="preserve"> Метроритм.</w:t>
      </w:r>
      <w:r w:rsidRPr="009B1FD2">
        <w:rPr>
          <w:rFonts w:ascii="Times New Roman" w:hAnsi="Times New Roman"/>
          <w:sz w:val="24"/>
          <w:szCs w:val="24"/>
        </w:rPr>
        <w:t xml:space="preserve"> Длительности: восьмые, четверти, половинные. Пауза. Акцент в музыке: сильная и слабая доли. Такт. Размеры: 2/4; 3/4; 4/4. Сочетание восьмых, четвертных и половинных длительностей, пауз в ритмических упражнениях, ритмических рисунках исполняемых песен, в оркестровых партиях и аккомпанементах. Двух- и трехдольность – восприятие и передача в движении.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 xml:space="preserve">4. </w:t>
      </w:r>
      <w:r w:rsidRPr="009B1FD2">
        <w:rPr>
          <w:rFonts w:ascii="Times New Roman" w:hAnsi="Times New Roman"/>
          <w:b/>
          <w:sz w:val="24"/>
          <w:szCs w:val="24"/>
        </w:rPr>
        <w:t xml:space="preserve">Лад: </w:t>
      </w:r>
      <w:r w:rsidRPr="009B1FD2">
        <w:rPr>
          <w:rFonts w:ascii="Times New Roman" w:hAnsi="Times New Roman"/>
          <w:sz w:val="24"/>
          <w:szCs w:val="24"/>
        </w:rPr>
        <w:t xml:space="preserve">мажор, минор; тональность, тоника. </w:t>
      </w:r>
    </w:p>
    <w:p w:rsidR="009E5366" w:rsidRPr="009B1FD2" w:rsidRDefault="009E5366" w:rsidP="009B1F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5.</w:t>
      </w:r>
      <w:r w:rsidRPr="009B1FD2">
        <w:rPr>
          <w:rFonts w:ascii="Times New Roman" w:hAnsi="Times New Roman"/>
          <w:b/>
          <w:sz w:val="24"/>
          <w:szCs w:val="24"/>
        </w:rPr>
        <w:t xml:space="preserve"> Нотная грамота.</w:t>
      </w:r>
      <w:r w:rsidRPr="009B1FD2">
        <w:rPr>
          <w:rFonts w:ascii="Times New Roman" w:hAnsi="Times New Roman"/>
          <w:sz w:val="24"/>
          <w:szCs w:val="24"/>
        </w:rPr>
        <w:t xml:space="preserve">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попевок (двухступенных, трехступенных, пятиступенных), песен, разучивание по нотам хоровых и оркестровых партий.</w:t>
      </w:r>
    </w:p>
    <w:p w:rsidR="009E5366" w:rsidRDefault="009E5366" w:rsidP="009B1FD2">
      <w:pPr>
        <w:tabs>
          <w:tab w:val="left" w:pos="20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 xml:space="preserve">6. </w:t>
      </w:r>
      <w:r w:rsidRPr="009B1FD2">
        <w:rPr>
          <w:rFonts w:ascii="Times New Roman" w:hAnsi="Times New Roman"/>
          <w:b/>
          <w:sz w:val="24"/>
          <w:szCs w:val="24"/>
        </w:rPr>
        <w:t xml:space="preserve">Интервалы </w:t>
      </w:r>
      <w:r w:rsidRPr="009B1FD2">
        <w:rPr>
          <w:rFonts w:ascii="Times New Roman" w:hAnsi="Times New Roman"/>
          <w:sz w:val="24"/>
          <w:szCs w:val="24"/>
        </w:rPr>
        <w:t xml:space="preserve">в пределах октавы. </w:t>
      </w:r>
    </w:p>
    <w:p w:rsidR="009E5366" w:rsidRPr="009B1FD2" w:rsidRDefault="009E5366" w:rsidP="009B1FD2">
      <w:pPr>
        <w:tabs>
          <w:tab w:val="left" w:pos="20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b/>
          <w:sz w:val="24"/>
          <w:szCs w:val="24"/>
        </w:rPr>
        <w:t>Трезвучия</w:t>
      </w:r>
      <w:r w:rsidRPr="009B1FD2">
        <w:rPr>
          <w:rFonts w:ascii="Times New Roman" w:hAnsi="Times New Roman"/>
          <w:sz w:val="24"/>
          <w:szCs w:val="24"/>
        </w:rP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 w:rsidR="009E5366" w:rsidRPr="009B1FD2" w:rsidRDefault="009E5366" w:rsidP="009B1FD2">
      <w:pPr>
        <w:tabs>
          <w:tab w:val="left" w:pos="20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>7.</w:t>
      </w:r>
      <w:r w:rsidRPr="009B1FD2">
        <w:rPr>
          <w:rFonts w:ascii="Times New Roman" w:hAnsi="Times New Roman"/>
          <w:b/>
          <w:sz w:val="24"/>
          <w:szCs w:val="24"/>
        </w:rPr>
        <w:t xml:space="preserve"> Музыкальные жанры.</w:t>
      </w:r>
      <w:r w:rsidRPr="009B1FD2">
        <w:rPr>
          <w:rFonts w:ascii="Times New Roman" w:hAnsi="Times New Roman"/>
          <w:sz w:val="24"/>
          <w:szCs w:val="24"/>
        </w:rPr>
        <w:t xml:space="preserve"> Песня, танец, марш. Инструментальный концерт. Музыкально-сценические жанры: балет, опера, мюзикл.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1FD2">
        <w:rPr>
          <w:rFonts w:ascii="Times New Roman" w:hAnsi="Times New Roman"/>
          <w:sz w:val="24"/>
          <w:szCs w:val="24"/>
        </w:rPr>
        <w:t xml:space="preserve">8. </w:t>
      </w:r>
      <w:r w:rsidRPr="009B1FD2">
        <w:rPr>
          <w:rFonts w:ascii="Times New Roman" w:hAnsi="Times New Roman"/>
          <w:b/>
          <w:sz w:val="24"/>
          <w:szCs w:val="24"/>
        </w:rPr>
        <w:t>Музыкальные формы.</w:t>
      </w:r>
      <w:r w:rsidRPr="009B1FD2">
        <w:rPr>
          <w:rFonts w:ascii="Times New Roman" w:hAnsi="Times New Roman"/>
          <w:sz w:val="24"/>
          <w:szCs w:val="24"/>
        </w:rPr>
        <w:t xml:space="preserve"> Виды развития: повтор, контраст. Вступление, заключение. Простые двухчастная и трехчастная формы, куплетная форма, вариации, рондо.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9B1FD2">
        <w:rPr>
          <w:rFonts w:ascii="Times New Roman" w:eastAsia="Arial Unicode MS" w:hAnsi="Times New Roman"/>
          <w:sz w:val="24"/>
          <w:szCs w:val="24"/>
        </w:rPr>
        <w:t xml:space="preserve">В результате изучения музыки на уровне начального общего образования обучающийся </w:t>
      </w:r>
      <w:r w:rsidRPr="009B1FD2">
        <w:rPr>
          <w:rFonts w:ascii="Times New Roman" w:eastAsia="Arial Unicode MS" w:hAnsi="Times New Roman"/>
          <w:b/>
          <w:sz w:val="24"/>
          <w:szCs w:val="24"/>
        </w:rPr>
        <w:t>получит возможность научиться</w:t>
      </w:r>
      <w:r w:rsidRPr="009B1FD2">
        <w:rPr>
          <w:rFonts w:ascii="Times New Roman" w:eastAsia="Arial Unicode MS" w:hAnsi="Times New Roman"/>
          <w:sz w:val="24"/>
          <w:szCs w:val="24"/>
        </w:rPr>
        <w:t>: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9B1FD2">
        <w:rPr>
          <w:rFonts w:ascii="Times New Roman" w:eastAsia="Arial Unicode MS" w:hAnsi="Times New Roman"/>
          <w:sz w:val="24"/>
          <w:szCs w:val="24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9B1FD2">
        <w:rPr>
          <w:rFonts w:ascii="Times New Roman" w:eastAsia="Arial Unicode MS" w:hAnsi="Times New Roman"/>
          <w:sz w:val="24"/>
          <w:szCs w:val="24"/>
        </w:rPr>
        <w:t>организовывать культурный досуг, самостоятельную музыкально-творческую деятельность; музицировать;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9B1FD2">
        <w:rPr>
          <w:rFonts w:ascii="Times New Roman" w:eastAsia="Arial Unicode MS" w:hAnsi="Times New Roman"/>
          <w:sz w:val="24"/>
          <w:szCs w:val="24"/>
        </w:rPr>
        <w:t>использовать систему графических знаков для ориентации в нотном письме при пении простейших мелодий;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9B1FD2">
        <w:rPr>
          <w:rFonts w:ascii="Times New Roman" w:eastAsia="Arial Unicode MS" w:hAnsi="Times New Roman"/>
          <w:sz w:val="24"/>
          <w:szCs w:val="24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9B1FD2">
        <w:rPr>
          <w:rFonts w:ascii="Times New Roman" w:eastAsia="Arial Unicode MS" w:hAnsi="Times New Roman"/>
          <w:sz w:val="24"/>
          <w:szCs w:val="24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9E5366" w:rsidRPr="009B1FD2" w:rsidRDefault="009E5366" w:rsidP="009B1FD2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9B1FD2">
        <w:rPr>
          <w:rFonts w:ascii="Times New Roman" w:eastAsia="Arial Unicode MS" w:hAnsi="Times New Roman"/>
          <w:sz w:val="24"/>
          <w:szCs w:val="24"/>
        </w:rPr>
        <w:t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музицирование, драматизация и др.); собирать музыкальные коллекции (фонотека, видеотека).</w:t>
      </w:r>
    </w:p>
    <w:p w:rsidR="009E5366" w:rsidRPr="00163CA4" w:rsidRDefault="009E5366" w:rsidP="00203C89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6.Содержание </w:t>
      </w:r>
      <w:r w:rsidRPr="00163CA4">
        <w:rPr>
          <w:rFonts w:ascii="Times New Roman" w:hAnsi="Times New Roman"/>
          <w:b/>
          <w:bCs/>
          <w:sz w:val="24"/>
          <w:szCs w:val="24"/>
        </w:rPr>
        <w:t>учебного предмета «Музыка».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Народное музыкальное искусство. Традиции и обряды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9B1FD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Cs/>
          <w:sz w:val="24"/>
          <w:szCs w:val="24"/>
        </w:rPr>
        <w:t>Музыкальный фольклор. Народные игры. Народные инструменты. Годовой круг календарных праздников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 xml:space="preserve">Содержание обучения по видам деятельности: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Музыкально-игровая деятельность</w:t>
      </w:r>
      <w:r w:rsidRPr="009B1FD2">
        <w:rPr>
          <w:rFonts w:ascii="Times New Roman" w:hAnsi="Times New Roman"/>
          <w:bCs/>
          <w:sz w:val="24"/>
          <w:szCs w:val="24"/>
        </w:rPr>
        <w:t xml:space="preserve">. Повторение и инсценирование народных песен, пройденных в первом классе. Разучивание и исполнение закличек, потешек, игровых и хороводных песен. Приобщение детей к игровой традиционной народной культуре: народные игры с музыкальным сопровождением. Примеры: «Каравай», «Яблонька», «Галка», «Заинька». Игры народного календаря: святочные игры, колядки, весенние игры (виды весенних хороводов – «змейка», «улитка» и др.).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Игра на народных инструментах</w:t>
      </w:r>
      <w:r w:rsidRPr="009B1FD2">
        <w:rPr>
          <w:rFonts w:ascii="Times New Roman" w:hAnsi="Times New Roman"/>
          <w:bCs/>
          <w:sz w:val="24"/>
          <w:szCs w:val="24"/>
        </w:rPr>
        <w:t>. Знакомство с ритмической партитурой. Исполнение произведений по ритмической партитуре. Свободное дирижирование ансамблем одноклассников. Исполнение песен с инструментальным сопровождением: подражание «народному оркестру» (ложки, трещотки, гусли, шаркунки). Народные инструменты разных регионов.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Слушание произведений в исполнении фольклорных коллективов</w:t>
      </w:r>
      <w:r w:rsidRPr="009B1FD2">
        <w:rPr>
          <w:rFonts w:ascii="Times New Roman" w:hAnsi="Times New Roman"/>
          <w:bCs/>
          <w:sz w:val="24"/>
          <w:szCs w:val="24"/>
        </w:rPr>
        <w:t>. Прослушивание народных песен в исполнении детских фольклорных ансамблей, хоровых коллективов (пример: детский фольклорный ансамбль «Зоренька», Государственный академический русский народный хор имени М.Е. Пятницкого и др.). Знакомство с народными танцами в исполнении фольклорных и профессиональных ансамблей (пример: Государственный ансамбль народного танца имени Игоря Моисеева; коллективы разных регионов России и др.).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Широка страна моя родная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Cs/>
          <w:sz w:val="24"/>
          <w:szCs w:val="24"/>
        </w:rPr>
        <w:t>Государственные символы России (герб, флаг, гимн). Гимн – главная песня народов нашей страны. Гимн Российской Федерации.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Cs/>
          <w:sz w:val="24"/>
          <w:szCs w:val="24"/>
        </w:rPr>
        <w:t>Мелодия. Мелодический рисунок, его выразительные свойства, фразировка. Многообразие музыкальных интонаций. Великие русские композиторы-мелодисты: М.И. Глинка, П.И. Чайковский, С.В. Рахманинов.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 xml:space="preserve">Содержание обучения по видам деятельности: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Разучивание и исполнение Гимна Российской Федерации. Исполнение гимна своей республики, города, школы</w:t>
      </w:r>
      <w:r w:rsidRPr="009B1FD2">
        <w:rPr>
          <w:rFonts w:ascii="Times New Roman" w:hAnsi="Times New Roman"/>
          <w:bCs/>
          <w:sz w:val="24"/>
          <w:szCs w:val="24"/>
        </w:rPr>
        <w:t>. Применение знаний о способах и приемах выразительного пения.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Слушание музыки отечественных композиторов. Элементарный анализ особенностей мелодии.</w:t>
      </w:r>
      <w:r w:rsidRPr="009B1FD2">
        <w:rPr>
          <w:rFonts w:ascii="Times New Roman" w:hAnsi="Times New Roman"/>
          <w:bCs/>
          <w:sz w:val="24"/>
          <w:szCs w:val="24"/>
        </w:rPr>
        <w:t xml:space="preserve"> Прослушивание произведений с яркой выразительной мелодией. Примеры: М.И. Глинка «Патриотическая песня», П.И. Чайковский Первый концерт для фортепиано с оркестром (1 часть), С.В. Рахманинов «Вокализ», Второй концерт для фортепиано с оркестром (начало). Узнавание в прослушанных произведениях различных видов интонаций (призывная, жалобная, настойчивая и т.д.).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Cs/>
          <w:sz w:val="24"/>
          <w:szCs w:val="24"/>
        </w:rPr>
        <w:t xml:space="preserve">Подбор по слуху с помощью учителя пройденных песен с несложным (поступенным) движением. Освоение фактуры «мелодия-аккомпанемент» в упражнениях и пьесах для оркестра элементарных инструментов.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Игра на элементарных музыкальных инструментах в ансамбле</w:t>
      </w:r>
      <w:r w:rsidRPr="009B1FD2">
        <w:rPr>
          <w:rFonts w:ascii="Times New Roman" w:hAnsi="Times New Roman"/>
          <w:bCs/>
          <w:sz w:val="24"/>
          <w:szCs w:val="24"/>
        </w:rPr>
        <w:t>. 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Музыкальное время и его особенности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Cs/>
          <w:sz w:val="24"/>
          <w:szCs w:val="24"/>
        </w:rPr>
        <w:t xml:space="preserve">Метроритм. Длительности и паузы в простых ритмических рисунках. Ритмоформулы. Такт. Размер.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 xml:space="preserve">Содержание обучения по видам деятельности: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Игровые дидактические упражнения с использованием наглядного материала.</w:t>
      </w:r>
      <w:r w:rsidRPr="009B1FD2">
        <w:rPr>
          <w:rFonts w:ascii="Times New Roman" w:hAnsi="Times New Roman"/>
          <w:bCs/>
          <w:sz w:val="24"/>
          <w:szCs w:val="24"/>
        </w:rPr>
        <w:t xml:space="preserve"> Восьмые, четвертные и половинные длительности, паузы. Составление ритмических рисунков в объеме фраз и предложений, ритмизация стихов.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Ритмические игры.</w:t>
      </w:r>
      <w:r w:rsidRPr="009B1FD2">
        <w:rPr>
          <w:rFonts w:ascii="Times New Roman" w:hAnsi="Times New Roman"/>
          <w:bCs/>
          <w:sz w:val="24"/>
          <w:szCs w:val="24"/>
        </w:rPr>
        <w:t xml:space="preserve"> Ритмические «паззлы», ритмическая эстафета, ритмическое эхо, простые ритмические каноны.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Игра на элементарных музыкальных инструментах в ансамбле</w:t>
      </w:r>
      <w:r w:rsidRPr="009B1FD2">
        <w:rPr>
          <w:rFonts w:ascii="Times New Roman" w:hAnsi="Times New Roman"/>
          <w:bCs/>
          <w:sz w:val="24"/>
          <w:szCs w:val="24"/>
        </w:rPr>
        <w:t xml:space="preserve">. Чтение простейших ритмических партитур. Соло-тутти. Исполнение пьес на инструментах малой ударной группы: маракас, пандейра, коробочка (вуд-блок), блоктроммель, барабан, треугольник, реко-реко и др.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Разучивание и исполнение хоровых и инструментальных произведений</w:t>
      </w:r>
      <w:r w:rsidRPr="009B1FD2">
        <w:rPr>
          <w:rFonts w:ascii="Times New Roman" w:hAnsi="Times New Roman"/>
          <w:bCs/>
          <w:sz w:val="24"/>
          <w:szCs w:val="24"/>
        </w:rPr>
        <w:t xml:space="preserve"> с разнообразным ритмическим рисунком. Исполнение пройденных песенных и инструментальных мелодий по нотам.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Музыкальная грамота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Cs/>
          <w:sz w:val="24"/>
          <w:szCs w:val="24"/>
        </w:rPr>
        <w:t xml:space="preserve">Основы музыкальной грамоты. Расположение нот в первой-второй октавах. Интервалы в пределах октавы, выразительные возможности интервалов.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 xml:space="preserve">Содержание обучения по видам деятельности: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Чтение нотной записи</w:t>
      </w:r>
      <w:r w:rsidRPr="009B1FD2">
        <w:rPr>
          <w:rFonts w:ascii="Times New Roman" w:hAnsi="Times New Roman"/>
          <w:bCs/>
          <w:sz w:val="24"/>
          <w:szCs w:val="24"/>
        </w:rPr>
        <w:t>. Чтение нот первой-второй октав в записи пройденных песен. Пение простых выученных попевок и песен в размере 2/4 по нотам с тактированием.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 xml:space="preserve">Игровые дидактические упражнения с использованием наглядного материала. </w:t>
      </w:r>
      <w:r w:rsidRPr="009B1FD2">
        <w:rPr>
          <w:rFonts w:ascii="Times New Roman" w:hAnsi="Times New Roman"/>
          <w:bCs/>
          <w:sz w:val="24"/>
          <w:szCs w:val="24"/>
        </w:rPr>
        <w:t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 Простые интервалы: виды, особенности звучания и выразительные возможности.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Пение мелодических интервалов</w:t>
      </w:r>
      <w:r w:rsidRPr="009B1FD2">
        <w:rPr>
          <w:rFonts w:ascii="Times New Roman" w:hAnsi="Times New Roman"/>
          <w:bCs/>
          <w:sz w:val="24"/>
          <w:szCs w:val="24"/>
        </w:rPr>
        <w:t xml:space="preserve"> с использованием ручных знаков.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Прослушивание и узнавание</w:t>
      </w:r>
      <w:r w:rsidRPr="009B1FD2">
        <w:rPr>
          <w:rFonts w:ascii="Times New Roman" w:hAnsi="Times New Roman"/>
          <w:bCs/>
          <w:sz w:val="24"/>
          <w:szCs w:val="24"/>
        </w:rPr>
        <w:t xml:space="preserve"> в пройденном вокальном и инструментальном музыкальном материале интервалов (терция, кварта, квинта, октава). Слушание двухголосных хоровых произведений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Игра на элементарных музыкальных инструментах в ансамбле.</w:t>
      </w:r>
      <w:r w:rsidRPr="009B1FD2">
        <w:rPr>
          <w:rFonts w:ascii="Times New Roman" w:hAnsi="Times New Roman"/>
          <w:bCs/>
          <w:sz w:val="24"/>
          <w:szCs w:val="24"/>
        </w:rPr>
        <w:t xml:space="preserve"> Простое остинатное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 xml:space="preserve"> «Музыкальный конструктор»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Cs/>
          <w:sz w:val="24"/>
          <w:szCs w:val="24"/>
        </w:rPr>
        <w:t xml:space="preserve">Мир музыкальных форм. Повторность и вариативность в музыке. Простые песенные формы (двухчастная и трехчастная формы). Вариации. Куплетная форма в вокальной музыке. Прогулки в прошлое. Классические музыкальные формы (Й. Гайдн, В.А Моцарт, Л. Бетховен, Р. Шуман, П.И. Чайковский, С.С. Прокофьев и др.).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 xml:space="preserve">Содержание обучения по видам деятельности: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Слушание музыкальных произведений</w:t>
      </w:r>
      <w:r w:rsidRPr="009B1FD2">
        <w:rPr>
          <w:rFonts w:ascii="Times New Roman" w:hAnsi="Times New Roman"/>
          <w:bCs/>
          <w:sz w:val="24"/>
          <w:szCs w:val="24"/>
        </w:rPr>
        <w:t>. Восприятие точной и вариативной повторности в музыке. Прослушивание музыкальных произведений в простой двухчастной форме (примеры: Л. Бетховен Багатели, Ф. Шуберт Экосезы); в простой трехчастной форме (примеры: П.И. Чайковский пьесы из «Детского альбома», Р. Шуман «Детские сцены», «Альбом для юношества», С.С. Прокофьев «Детская музыка»); в форме вариаций (примеры: инструментальные и оркестровые вариации Й. Гайдна, В.А. Моцарта, Л. Бетховена, М.И. Глинки); куплетная форма (песни и хоровые произведения).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 xml:space="preserve">Игра на элементарных музыкальных инструментах в ансамбле. </w:t>
      </w:r>
      <w:r w:rsidRPr="009B1FD2">
        <w:rPr>
          <w:rFonts w:ascii="Times New Roman" w:hAnsi="Times New Roman"/>
          <w:bCs/>
          <w:sz w:val="24"/>
          <w:szCs w:val="24"/>
        </w:rPr>
        <w:t>Исполнение пьес в простой двухчастной, простой трехчастной и куплетной формах в инструментальном музицировании. Различные типы аккомпанемента как один из элементов создания контрастных образов.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Сочинение простейших мелодий</w:t>
      </w:r>
      <w:r w:rsidRPr="009B1FD2">
        <w:rPr>
          <w:rFonts w:ascii="Times New Roman" w:hAnsi="Times New Roman"/>
          <w:bCs/>
          <w:sz w:val="24"/>
          <w:szCs w:val="24"/>
        </w:rPr>
        <w:t>. Сочинение мелодий по пройденным мелодическим моделям. Игра на ксилофоне и металлофоне сочиненных вариантов. «Музыкальная эстафета»: игра на элементарных инструментах сочиненного мелодико-ритмического рисунка с точным и неточным повтором по эстафете.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Исполнение песен</w:t>
      </w:r>
      <w:r w:rsidRPr="009B1FD2">
        <w:rPr>
          <w:rFonts w:ascii="Times New Roman" w:hAnsi="Times New Roman"/>
          <w:bCs/>
          <w:sz w:val="24"/>
          <w:szCs w:val="24"/>
        </w:rPr>
        <w:t xml:space="preserve"> в простой двухчастной и простой трехчастной формах. Примеры: В.А. Моцарт «Колыбельная»; Л. Бетховен «Сурок»; Й. Гайдн «Мы дружим с музыкой» и др.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Жанровое разнообразие в музыке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Cs/>
          <w:sz w:val="24"/>
          <w:szCs w:val="24"/>
        </w:rPr>
        <w:t>Песенность, танцевальность, маршевость в различных жанрах вокальной и инструментальной музыки. Песенность как отличительная черта русской музыки. Средства музыкальной выразительности. 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 xml:space="preserve">Содержание обучения по видам деятельности: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Слушание классических музыкальных произведений с определением их жанровой основы.</w:t>
      </w:r>
      <w:r w:rsidRPr="009B1FD2">
        <w:rPr>
          <w:rFonts w:ascii="Times New Roman" w:hAnsi="Times New Roman"/>
          <w:bCs/>
          <w:sz w:val="24"/>
          <w:szCs w:val="24"/>
        </w:rPr>
        <w:t xml:space="preserve"> 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 Примеры: пьесы из детских альбомов А.Т. Гречанинова, Г.В. Свиридова, А.И. Хачатуряна, «Детской музыки» С.С. Прокофьева, фортепианные прелюдии Д.Д. Шостаковича и др.).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Пластическое интонирование</w:t>
      </w:r>
      <w:r w:rsidRPr="009B1FD2">
        <w:rPr>
          <w:rFonts w:ascii="Times New Roman" w:hAnsi="Times New Roman"/>
          <w:bCs/>
          <w:sz w:val="24"/>
          <w:szCs w:val="24"/>
        </w:rPr>
        <w:t xml:space="preserve">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Создание презентации</w:t>
      </w:r>
      <w:r w:rsidRPr="009B1FD2">
        <w:rPr>
          <w:rFonts w:ascii="Times New Roman" w:hAnsi="Times New Roman"/>
          <w:bCs/>
          <w:sz w:val="24"/>
          <w:szCs w:val="24"/>
        </w:rPr>
        <w:t xml:space="preserve"> «Путешествие в мир театра» (общая панорама, балет, опера). Сравнение на основе презентации жанров балета и оперы. Разработка и создание элементарных макетов театральных декораций и афиш по сюжетам известных сказок, мультфильмов и др.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Исполнение песен</w:t>
      </w:r>
      <w:r w:rsidRPr="009B1FD2">
        <w:rPr>
          <w:rFonts w:ascii="Times New Roman" w:hAnsi="Times New Roman"/>
          <w:bCs/>
          <w:sz w:val="24"/>
          <w:szCs w:val="24"/>
        </w:rPr>
        <w:t xml:space="preserve"> кантиленного, маршевого и танцевального характера. Примеры: А. Спадавеккиа «Добрый жук», В. Шаинский «Вместе весело шагать», А. Островский «Пусть всегда будет солнце», песен современных композиторов.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Cs/>
          <w:sz w:val="24"/>
          <w:szCs w:val="24"/>
        </w:rPr>
        <w:t xml:space="preserve">Игра на элементарных музыкальных инструментах в ансамбле. 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Я – артист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Cs/>
          <w:sz w:val="24"/>
          <w:szCs w:val="24"/>
        </w:rPr>
        <w:t xml:space="preserve">Сольное и ансамблевое музицирование (вокальное и инструментальное). Творческое соревнование.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Cs/>
          <w:sz w:val="24"/>
          <w:szCs w:val="24"/>
        </w:rPr>
        <w:t>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 xml:space="preserve">Содержание обучения по видам деятельности: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Исполнение пройденных хоровых и инструментальных произведений</w:t>
      </w:r>
      <w:r w:rsidRPr="009B1FD2">
        <w:rPr>
          <w:rFonts w:ascii="Times New Roman" w:hAnsi="Times New Roman"/>
          <w:bCs/>
          <w:sz w:val="24"/>
          <w:szCs w:val="24"/>
        </w:rPr>
        <w:t xml:space="preserve"> в школьных мероприятиях, посвященных праздникам, торжественным событиям.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Подготовка концертных программ</w:t>
      </w:r>
      <w:r w:rsidRPr="009B1FD2">
        <w:rPr>
          <w:rFonts w:ascii="Times New Roman" w:hAnsi="Times New Roman"/>
          <w:bCs/>
          <w:sz w:val="24"/>
          <w:szCs w:val="24"/>
        </w:rPr>
        <w:t xml:space="preserve">, включающих произведения для хорового и инструментального (либо совместного) музицирования. 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Cs/>
          <w:sz w:val="24"/>
          <w:szCs w:val="24"/>
        </w:rPr>
        <w:t>Участие в школьных, региональных и всероссийских музыкально-исполнительских фестивалях, конкурсах и т.д.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Командные состязания</w:t>
      </w:r>
      <w:r w:rsidRPr="009B1FD2">
        <w:rPr>
          <w:rFonts w:ascii="Times New Roman" w:hAnsi="Times New Roman"/>
          <w:bCs/>
          <w:sz w:val="24"/>
          <w:szCs w:val="24"/>
        </w:rPr>
        <w:t>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Игра на элементарных музыкальных инструментах в ансамбле. Совершенствование навыка импровизации</w:t>
      </w:r>
      <w:r w:rsidRPr="009B1FD2">
        <w:rPr>
          <w:rFonts w:ascii="Times New Roman" w:hAnsi="Times New Roman"/>
          <w:bCs/>
          <w:sz w:val="24"/>
          <w:szCs w:val="24"/>
        </w:rPr>
        <w:t>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солистов – импровизация простых аккомпанементов и мелодико-ритмических рисунков.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>Музыкально-театрализованное представление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Cs/>
          <w:sz w:val="24"/>
          <w:szCs w:val="24"/>
        </w:rPr>
        <w:t>Музыкально-театрализованное представление как результат освоения программы во втором классе.</w:t>
      </w:r>
    </w:p>
    <w:p w:rsidR="009E5366" w:rsidRPr="009B1FD2" w:rsidRDefault="009E5366" w:rsidP="009B1FD2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9B1FD2">
        <w:rPr>
          <w:rFonts w:ascii="Times New Roman" w:hAnsi="Times New Roman"/>
          <w:b/>
          <w:bCs/>
          <w:sz w:val="24"/>
          <w:szCs w:val="24"/>
        </w:rPr>
        <w:t xml:space="preserve">Содержание обучения по видам деятельности: </w:t>
      </w:r>
    </w:p>
    <w:p w:rsidR="009E5366" w:rsidRDefault="009E5366" w:rsidP="009B1FD2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B1FD2">
        <w:rPr>
          <w:rFonts w:ascii="Times New Roman" w:hAnsi="Times New Roman"/>
          <w:bCs/>
          <w:sz w:val="24"/>
          <w:szCs w:val="24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</w:r>
    </w:p>
    <w:p w:rsidR="009E5366" w:rsidRDefault="009E5366" w:rsidP="00203C89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9E5366" w:rsidRDefault="009E5366" w:rsidP="00203C89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9E5366" w:rsidRDefault="009E5366" w:rsidP="00203C89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9E5366" w:rsidRDefault="009E5366" w:rsidP="00203C89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9E5366" w:rsidRDefault="009E5366" w:rsidP="00203C89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</w:t>
      </w:r>
      <w:r w:rsidRPr="00163CA4">
        <w:rPr>
          <w:rFonts w:ascii="Times New Roman" w:hAnsi="Times New Roman"/>
          <w:b/>
          <w:bCs/>
          <w:sz w:val="24"/>
          <w:szCs w:val="24"/>
        </w:rPr>
        <w:t>Тематическое планирование с определением основных видов учебной деятельности учащихся.</w:t>
      </w:r>
    </w:p>
    <w:p w:rsidR="009E5366" w:rsidRDefault="009E5366" w:rsidP="00203C89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05"/>
        <w:gridCol w:w="4730"/>
        <w:gridCol w:w="1723"/>
        <w:gridCol w:w="7062"/>
      </w:tblGrid>
      <w:tr w:rsidR="009E5366" w:rsidRPr="0073292A" w:rsidTr="00344168">
        <w:tc>
          <w:tcPr>
            <w:tcW w:w="1305" w:type="dxa"/>
          </w:tcPr>
          <w:p w:rsidR="009E5366" w:rsidRPr="0073292A" w:rsidRDefault="009E5366" w:rsidP="0073292A">
            <w:pPr>
              <w:spacing w:after="0" w:line="240" w:lineRule="auto"/>
              <w:ind w:right="30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3292A">
              <w:rPr>
                <w:rFonts w:ascii="Times New Roman" w:hAnsi="Times New Roman"/>
                <w:bCs/>
                <w:sz w:val="24"/>
                <w:szCs w:val="24"/>
              </w:rPr>
              <w:t>№ раздела</w:t>
            </w:r>
          </w:p>
        </w:tc>
        <w:tc>
          <w:tcPr>
            <w:tcW w:w="4820" w:type="dxa"/>
          </w:tcPr>
          <w:p w:rsidR="009E5366" w:rsidRPr="0073292A" w:rsidRDefault="009E5366" w:rsidP="0073292A">
            <w:pPr>
              <w:spacing w:after="0" w:line="240" w:lineRule="auto"/>
              <w:ind w:right="30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3292A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</w:p>
        </w:tc>
        <w:tc>
          <w:tcPr>
            <w:tcW w:w="1257" w:type="dxa"/>
          </w:tcPr>
          <w:p w:rsidR="009E5366" w:rsidRPr="0073292A" w:rsidRDefault="009E5366" w:rsidP="0073292A">
            <w:pPr>
              <w:spacing w:after="0" w:line="240" w:lineRule="auto"/>
              <w:ind w:right="30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3292A">
              <w:rPr>
                <w:rFonts w:ascii="Times New Roman" w:hAnsi="Times New Roman"/>
                <w:bCs/>
                <w:sz w:val="24"/>
                <w:szCs w:val="24"/>
              </w:rPr>
              <w:t>Количество часов по разделу</w:t>
            </w:r>
          </w:p>
        </w:tc>
        <w:tc>
          <w:tcPr>
            <w:tcW w:w="7212" w:type="dxa"/>
          </w:tcPr>
          <w:p w:rsidR="009E5366" w:rsidRPr="0073292A" w:rsidRDefault="009E5366" w:rsidP="0073292A">
            <w:pPr>
              <w:spacing w:after="0" w:line="240" w:lineRule="auto"/>
              <w:ind w:right="30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3292A">
              <w:rPr>
                <w:rFonts w:ascii="Times New Roman" w:hAnsi="Times New Roman"/>
                <w:bCs/>
                <w:sz w:val="24"/>
                <w:szCs w:val="24"/>
              </w:rPr>
              <w:t>Виды деятельности</w:t>
            </w:r>
          </w:p>
        </w:tc>
      </w:tr>
      <w:tr w:rsidR="009E5366" w:rsidRPr="0073292A" w:rsidTr="00344168">
        <w:tc>
          <w:tcPr>
            <w:tcW w:w="1305" w:type="dxa"/>
          </w:tcPr>
          <w:p w:rsidR="009E5366" w:rsidRPr="0073292A" w:rsidRDefault="009E5366" w:rsidP="009B2B4E">
            <w:pPr>
              <w:spacing w:after="0" w:line="240" w:lineRule="auto"/>
              <w:ind w:right="30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раздел</w:t>
            </w:r>
          </w:p>
        </w:tc>
        <w:tc>
          <w:tcPr>
            <w:tcW w:w="4820" w:type="dxa"/>
          </w:tcPr>
          <w:p w:rsidR="009E5366" w:rsidRDefault="009E5366" w:rsidP="00344168">
            <w:pPr>
              <w:spacing w:after="0" w:line="240" w:lineRule="auto"/>
              <w:ind w:right="30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Всеобщее в жизни и в музыке</w:t>
            </w:r>
          </w:p>
          <w:p w:rsidR="009E5366" w:rsidRPr="006740B9" w:rsidRDefault="009E5366" w:rsidP="003441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9E5366" w:rsidRPr="0073292A" w:rsidRDefault="009E5366" w:rsidP="009B2B4E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7212" w:type="dxa"/>
          </w:tcPr>
          <w:p w:rsidR="009E5366" w:rsidRDefault="009E5366" w:rsidP="0034416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Размышлять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о взаимосвязи м</w:t>
            </w:r>
            <w:r>
              <w:rPr>
                <w:rFonts w:ascii="Times New Roman" w:hAnsi="Times New Roman"/>
                <w:sz w:val="24"/>
                <w:szCs w:val="24"/>
              </w:rPr>
              <w:t>узыкальных и жизненных явлений.</w:t>
            </w:r>
          </w:p>
          <w:p w:rsidR="009E5366" w:rsidRDefault="009E5366" w:rsidP="0034416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Исследовать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выразительные и изобразительные возможности музыки — возможна ли «чистая»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изобразительность в искусстве?</w:t>
            </w:r>
          </w:p>
          <w:p w:rsidR="009E5366" w:rsidRDefault="009E5366" w:rsidP="0034416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в произведениях искусства</w:t>
            </w:r>
            <w:r w:rsidRPr="00964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>песенность, танцевальность, маршевость и выделять эти свойс</w:t>
            </w:r>
            <w:r>
              <w:rPr>
                <w:rFonts w:ascii="Times New Roman" w:hAnsi="Times New Roman"/>
                <w:sz w:val="24"/>
                <w:szCs w:val="24"/>
              </w:rPr>
              <w:t>тва в жизни природы и человека.</w:t>
            </w:r>
          </w:p>
          <w:p w:rsidR="009E5366" w:rsidRDefault="009E5366" w:rsidP="0034416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Воспринимать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и раскрывать музыкальное содержание как выражение мыслей, чувств, характера чел</w:t>
            </w:r>
            <w:r>
              <w:rPr>
                <w:rFonts w:ascii="Times New Roman" w:hAnsi="Times New Roman"/>
                <w:sz w:val="24"/>
                <w:szCs w:val="24"/>
              </w:rPr>
              <w:t>овека, его душевного состояния.</w:t>
            </w:r>
          </w:p>
          <w:p w:rsidR="009E5366" w:rsidRDefault="009E5366" w:rsidP="0034416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графическую запись при импровизации голосом, игре на де</w:t>
            </w:r>
            <w:r>
              <w:rPr>
                <w:rFonts w:ascii="Times New Roman" w:hAnsi="Times New Roman"/>
                <w:sz w:val="24"/>
                <w:szCs w:val="24"/>
              </w:rPr>
              <w:t>тских музыкальных инструментах.</w:t>
            </w:r>
          </w:p>
          <w:p w:rsidR="009E5366" w:rsidRPr="003F5CDD" w:rsidRDefault="009E5366" w:rsidP="0034416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Исполнять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песни, собственные попевки, музыкальные фразы, подбирать </w:t>
            </w:r>
            <w:r>
              <w:rPr>
                <w:rFonts w:ascii="Times New Roman" w:hAnsi="Times New Roman"/>
                <w:sz w:val="24"/>
                <w:szCs w:val="24"/>
              </w:rPr>
              <w:t>к ним ритмический аккомпанемент</w:t>
            </w:r>
          </w:p>
        </w:tc>
      </w:tr>
      <w:tr w:rsidR="009E5366" w:rsidRPr="0073292A" w:rsidTr="00344168">
        <w:tc>
          <w:tcPr>
            <w:tcW w:w="1305" w:type="dxa"/>
          </w:tcPr>
          <w:p w:rsidR="009E5366" w:rsidRDefault="009E5366" w:rsidP="006740B9">
            <w:pPr>
              <w:spacing w:after="0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AB01B0">
              <w:rPr>
                <w:rFonts w:ascii="Times New Roman" w:hAnsi="Times New Roman"/>
                <w:bCs/>
                <w:sz w:val="24"/>
                <w:szCs w:val="24"/>
              </w:rPr>
              <w:t xml:space="preserve"> раздел</w:t>
            </w:r>
          </w:p>
        </w:tc>
        <w:tc>
          <w:tcPr>
            <w:tcW w:w="4820" w:type="dxa"/>
          </w:tcPr>
          <w:p w:rsidR="009E5366" w:rsidRPr="006740B9" w:rsidRDefault="009E5366" w:rsidP="00344168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740B9">
              <w:rPr>
                <w:rFonts w:ascii="Times New Roman" w:hAnsi="Times New Roman"/>
                <w:b/>
                <w:sz w:val="24"/>
                <w:szCs w:val="24"/>
              </w:rPr>
              <w:t xml:space="preserve">Музыка — искусство интонируемого смысла </w:t>
            </w:r>
          </w:p>
          <w:p w:rsidR="009E5366" w:rsidRPr="006740B9" w:rsidRDefault="009E5366" w:rsidP="003441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7" w:type="dxa"/>
          </w:tcPr>
          <w:p w:rsidR="009E5366" w:rsidRPr="0073292A" w:rsidRDefault="009E5366" w:rsidP="006740B9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212" w:type="dxa"/>
          </w:tcPr>
          <w:p w:rsidR="009E5366" w:rsidRPr="003F5CDD" w:rsidRDefault="009E5366" w:rsidP="0034416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 xml:space="preserve">Размышлять 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>о музыкальной интонации как художественном воспроизведении человеческой речи.</w:t>
            </w:r>
            <w:r w:rsidRPr="00964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истоки разговорной и музыкальной интонации, определять их выразительное значение.</w:t>
            </w:r>
            <w:r w:rsidRPr="00964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Исследовать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средства перевода звуков природы, человеческой речи в музыкальную интонацию.</w:t>
            </w:r>
            <w:r w:rsidRPr="00964CE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на слух и исполнять интонации, характерные для музыкально-художественных образов произведений разных форм и жанров.</w:t>
            </w:r>
            <w:r w:rsidRPr="00964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Сочинять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главные интонации героев сказок, литературных сюжетов.</w:t>
            </w:r>
            <w:r w:rsidRPr="00964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>Исполнять вокально-хоровые произведения, воплощая интонационно-выразительный замысел авторов текста и музыки</w:t>
            </w:r>
          </w:p>
          <w:p w:rsidR="009E5366" w:rsidRPr="003F5CDD" w:rsidRDefault="009E5366" w:rsidP="0034416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366" w:rsidRPr="0073292A" w:rsidTr="00344168">
        <w:tc>
          <w:tcPr>
            <w:tcW w:w="1305" w:type="dxa"/>
          </w:tcPr>
          <w:p w:rsidR="009E5366" w:rsidRDefault="009E5366" w:rsidP="0038599E">
            <w:pPr>
              <w:spacing w:after="0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AB01B0">
              <w:rPr>
                <w:rFonts w:ascii="Times New Roman" w:hAnsi="Times New Roman"/>
                <w:bCs/>
                <w:sz w:val="24"/>
                <w:szCs w:val="24"/>
              </w:rPr>
              <w:t xml:space="preserve"> раздел</w:t>
            </w:r>
          </w:p>
        </w:tc>
        <w:tc>
          <w:tcPr>
            <w:tcW w:w="4820" w:type="dxa"/>
          </w:tcPr>
          <w:p w:rsidR="009E5366" w:rsidRDefault="009E5366" w:rsidP="00344168">
            <w:pPr>
              <w:spacing w:after="0" w:line="240" w:lineRule="auto"/>
              <w:ind w:right="30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«Тема» и «развитие» — жизнь художественного образа</w:t>
            </w:r>
          </w:p>
          <w:p w:rsidR="009E5366" w:rsidRPr="006740B9" w:rsidRDefault="009E5366" w:rsidP="003441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9E5366" w:rsidRPr="0073292A" w:rsidRDefault="009E5366" w:rsidP="0038599E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212" w:type="dxa"/>
          </w:tcPr>
          <w:p w:rsidR="009E5366" w:rsidRPr="003F5CDD" w:rsidRDefault="009E5366" w:rsidP="0034416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Размышлять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о всеобщности развития в жизни и музыке: «всё течет, всё изменяется».</w:t>
            </w: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Воспринимать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музыкальную тему произведения в единстве жизненного содержания и интонационной линии развития.</w:t>
            </w:r>
            <w:r w:rsidRPr="00964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>, как с появлением нового художественного образа (темы) музыка изменяет движение во времени и пространстве.</w:t>
            </w:r>
            <w:r w:rsidRPr="00964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на слух взаимодействие музыкальных тем на основе тождества и контраста, сходства и различия.</w:t>
            </w:r>
            <w:r w:rsidRPr="00964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Вырабатывать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исполнительский план вокально-хорового произведения, исходя из отражения в нём законов развития музыки и жизни.</w:t>
            </w:r>
            <w:r w:rsidRPr="00964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Воплощать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исполнительский замысел в разных видах музицирования: пении, игре на музыкальных инструментах, пластическом интонировании</w:t>
            </w:r>
          </w:p>
          <w:p w:rsidR="009E5366" w:rsidRPr="003F5CDD" w:rsidRDefault="009E5366" w:rsidP="0034416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366" w:rsidRPr="0073292A" w:rsidTr="00344168">
        <w:tc>
          <w:tcPr>
            <w:tcW w:w="1305" w:type="dxa"/>
          </w:tcPr>
          <w:p w:rsidR="009E5366" w:rsidRDefault="009E5366" w:rsidP="0038599E">
            <w:pPr>
              <w:spacing w:after="0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AB01B0">
              <w:rPr>
                <w:rFonts w:ascii="Times New Roman" w:hAnsi="Times New Roman"/>
                <w:bCs/>
                <w:sz w:val="24"/>
                <w:szCs w:val="24"/>
              </w:rPr>
              <w:t xml:space="preserve"> раздел</w:t>
            </w:r>
          </w:p>
        </w:tc>
        <w:tc>
          <w:tcPr>
            <w:tcW w:w="4820" w:type="dxa"/>
          </w:tcPr>
          <w:p w:rsidR="009E5366" w:rsidRPr="0038599E" w:rsidRDefault="009E5366" w:rsidP="00344168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599E">
              <w:rPr>
                <w:rFonts w:ascii="Times New Roman" w:hAnsi="Times New Roman"/>
                <w:b/>
                <w:sz w:val="24"/>
                <w:szCs w:val="24"/>
              </w:rPr>
              <w:t>Развитие как становление художественной формы</w:t>
            </w:r>
          </w:p>
          <w:p w:rsidR="009E5366" w:rsidRPr="0038599E" w:rsidRDefault="009E5366" w:rsidP="003441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7" w:type="dxa"/>
          </w:tcPr>
          <w:p w:rsidR="009E5366" w:rsidRPr="0073292A" w:rsidRDefault="009E5366" w:rsidP="0038599E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212" w:type="dxa"/>
          </w:tcPr>
          <w:p w:rsidR="009E5366" w:rsidRPr="003F5CDD" w:rsidRDefault="009E5366" w:rsidP="0034416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Размышлять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над зависимостью формы от содержания в каждом конкретном произведении.</w:t>
            </w:r>
            <w:r w:rsidRPr="00964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Выявлять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роль формы для восприятия логического развития музыкальной мысли.</w:t>
            </w:r>
            <w:r w:rsidRPr="00964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на слух простые формы звучащей музыки — двухчастные, трёхчастные, рондо, вариации.</w:t>
            </w:r>
            <w:r w:rsidRPr="00964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Воплощать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собственный художественный замысел в той или иной форме с позиций композитора, исполнителя, слушателя.</w:t>
            </w:r>
            <w:r w:rsidRPr="00964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CDD">
              <w:rPr>
                <w:rFonts w:ascii="Times New Roman" w:hAnsi="Times New Roman"/>
                <w:b/>
                <w:sz w:val="24"/>
                <w:szCs w:val="24"/>
              </w:rPr>
              <w:t>Запоминать</w:t>
            </w:r>
            <w:r w:rsidRPr="003F5CDD">
              <w:rPr>
                <w:rFonts w:ascii="Times New Roman" w:hAnsi="Times New Roman"/>
                <w:sz w:val="24"/>
                <w:szCs w:val="24"/>
              </w:rPr>
              <w:t xml:space="preserve"> имена великих композиторов-классиков, определять на слух интонации, главные темы, характерные для их творческой индивидуальности</w:t>
            </w:r>
          </w:p>
          <w:p w:rsidR="009E5366" w:rsidRPr="003F5CDD" w:rsidRDefault="009E5366" w:rsidP="0034416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366" w:rsidRPr="0073292A" w:rsidTr="00344168">
        <w:tc>
          <w:tcPr>
            <w:tcW w:w="6125" w:type="dxa"/>
            <w:gridSpan w:val="2"/>
          </w:tcPr>
          <w:p w:rsidR="009E5366" w:rsidRPr="009B2B4E" w:rsidRDefault="009E5366" w:rsidP="009B2B4E">
            <w:pPr>
              <w:spacing w:after="0" w:line="240" w:lineRule="auto"/>
              <w:ind w:right="306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B4E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469" w:type="dxa"/>
            <w:gridSpan w:val="2"/>
          </w:tcPr>
          <w:p w:rsidR="009E5366" w:rsidRPr="009B2B4E" w:rsidRDefault="009E5366" w:rsidP="009B2B4E">
            <w:pPr>
              <w:spacing w:after="0" w:line="240" w:lineRule="auto"/>
              <w:ind w:right="30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B4E">
              <w:rPr>
                <w:rFonts w:ascii="Times New Roman" w:hAnsi="Times New Roman"/>
                <w:b/>
                <w:bCs/>
                <w:sz w:val="24"/>
                <w:szCs w:val="24"/>
              </w:rPr>
              <w:t>34 часа.</w:t>
            </w:r>
          </w:p>
        </w:tc>
      </w:tr>
    </w:tbl>
    <w:p w:rsidR="009E5366" w:rsidRDefault="009E5366" w:rsidP="009B2B4E">
      <w:pPr>
        <w:spacing w:after="0" w:line="240" w:lineRule="auto"/>
        <w:ind w:right="30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E5366" w:rsidRDefault="009E5366" w:rsidP="009B2B4E">
      <w:pPr>
        <w:spacing w:after="0" w:line="240" w:lineRule="auto"/>
        <w:ind w:right="306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  <w:bookmarkStart w:id="0" w:name="_GoBack"/>
      <w:bookmarkEnd w:id="0"/>
    </w:p>
    <w:p w:rsidR="009E5366" w:rsidRDefault="009E5366" w:rsidP="009B2B4E">
      <w:pPr>
        <w:spacing w:after="0" w:line="240" w:lineRule="auto"/>
        <w:ind w:right="306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9E5366" w:rsidRDefault="009E5366" w:rsidP="009B2B4E">
      <w:pPr>
        <w:spacing w:after="0" w:line="240" w:lineRule="auto"/>
        <w:ind w:right="306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9E5366" w:rsidRDefault="009E5366" w:rsidP="009B2B4E">
      <w:pPr>
        <w:spacing w:after="0" w:line="240" w:lineRule="auto"/>
        <w:ind w:right="306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9E5366" w:rsidRDefault="009E5366" w:rsidP="009B2B4E">
      <w:pPr>
        <w:spacing w:after="0" w:line="240" w:lineRule="auto"/>
        <w:ind w:right="306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9E5366" w:rsidRDefault="009E5366" w:rsidP="009B2B4E">
      <w:pPr>
        <w:spacing w:after="0" w:line="240" w:lineRule="auto"/>
        <w:ind w:right="306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9E5366" w:rsidRDefault="009E5366" w:rsidP="009B2B4E">
      <w:pPr>
        <w:spacing w:after="0" w:line="240" w:lineRule="auto"/>
        <w:ind w:right="306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9E5366" w:rsidRDefault="009E5366" w:rsidP="009B2B4E">
      <w:pPr>
        <w:spacing w:after="0" w:line="240" w:lineRule="auto"/>
        <w:ind w:right="306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9E5366" w:rsidRDefault="009E5366" w:rsidP="009B2B4E">
      <w:pPr>
        <w:spacing w:after="0" w:line="240" w:lineRule="auto"/>
        <w:ind w:right="306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9E5366" w:rsidRDefault="009E5366" w:rsidP="009B2B4E">
      <w:pPr>
        <w:spacing w:after="0" w:line="240" w:lineRule="auto"/>
        <w:ind w:right="306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9E5366" w:rsidRDefault="009E5366" w:rsidP="009B2B4E">
      <w:pPr>
        <w:spacing w:after="0" w:line="240" w:lineRule="auto"/>
        <w:ind w:right="306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9E5366" w:rsidRDefault="009E5366" w:rsidP="009B2B4E">
      <w:pPr>
        <w:spacing w:after="0" w:line="240" w:lineRule="auto"/>
        <w:ind w:right="306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9E5366" w:rsidRPr="009B2B4E" w:rsidRDefault="009E5366" w:rsidP="009B2B4E">
      <w:pPr>
        <w:spacing w:after="0" w:line="240" w:lineRule="auto"/>
        <w:ind w:right="306"/>
        <w:jc w:val="center"/>
        <w:rPr>
          <w:rFonts w:ascii="Times New Roman" w:hAnsi="Times New Roman"/>
          <w:b/>
          <w:bCs/>
          <w:sz w:val="24"/>
          <w:szCs w:val="24"/>
        </w:rPr>
      </w:pPr>
      <w:r w:rsidRPr="009B2B4E">
        <w:rPr>
          <w:rFonts w:ascii="Times New Roman" w:hAnsi="Times New Roman"/>
          <w:b/>
          <w:bCs/>
          <w:sz w:val="24"/>
          <w:szCs w:val="24"/>
        </w:rPr>
        <w:t>Региональный компонент в содержании программы: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4253"/>
        <w:gridCol w:w="3933"/>
      </w:tblGrid>
      <w:tr w:rsidR="009E5366" w:rsidRPr="009B2B4E" w:rsidTr="00B57AFF">
        <w:tc>
          <w:tcPr>
            <w:tcW w:w="6374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>Наименование темы регионального компонента</w:t>
            </w:r>
          </w:p>
        </w:tc>
        <w:tc>
          <w:tcPr>
            <w:tcW w:w="425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>Порядковый номер урока, где реализуется региональный компонент</w:t>
            </w:r>
          </w:p>
        </w:tc>
        <w:tc>
          <w:tcPr>
            <w:tcW w:w="393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>Время, отводимое на реализацию регионального компонента на уроке (в минутах)</w:t>
            </w:r>
          </w:p>
        </w:tc>
      </w:tr>
      <w:tr w:rsidR="009E5366" w:rsidRPr="009B2B4E" w:rsidTr="00B57AFF">
        <w:tc>
          <w:tcPr>
            <w:tcW w:w="6374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57AFF">
              <w:rPr>
                <w:rFonts w:ascii="Times New Roman" w:hAnsi="Times New Roman"/>
                <w:bCs/>
                <w:sz w:val="24"/>
                <w:szCs w:val="24"/>
              </w:rPr>
              <w:t>Знакомство с гимном Тюменской области.</w:t>
            </w:r>
          </w:p>
        </w:tc>
        <w:tc>
          <w:tcPr>
            <w:tcW w:w="425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3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>10 минут</w:t>
            </w:r>
          </w:p>
        </w:tc>
      </w:tr>
      <w:tr w:rsidR="009E5366" w:rsidRPr="009B2B4E" w:rsidTr="00B57AFF">
        <w:tc>
          <w:tcPr>
            <w:tcW w:w="6374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57AFF">
              <w:rPr>
                <w:rFonts w:ascii="Times New Roman" w:hAnsi="Times New Roman"/>
                <w:bCs/>
                <w:sz w:val="24"/>
                <w:szCs w:val="24"/>
              </w:rPr>
              <w:t>Разучивание гимна Тюменской области.</w:t>
            </w:r>
          </w:p>
        </w:tc>
        <w:tc>
          <w:tcPr>
            <w:tcW w:w="425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33" w:type="dxa"/>
          </w:tcPr>
          <w:p w:rsidR="009E5366" w:rsidRPr="009B2B4E" w:rsidRDefault="009E5366" w:rsidP="0083020D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 xml:space="preserve"> минут</w:t>
            </w:r>
          </w:p>
        </w:tc>
      </w:tr>
      <w:tr w:rsidR="009E5366" w:rsidRPr="009B2B4E" w:rsidTr="00B57AFF">
        <w:tc>
          <w:tcPr>
            <w:tcW w:w="6374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57AFF">
              <w:rPr>
                <w:rFonts w:ascii="Times New Roman" w:hAnsi="Times New Roman"/>
                <w:bCs/>
                <w:sz w:val="24"/>
                <w:szCs w:val="24"/>
              </w:rPr>
              <w:t>Исполнение гимна Тюменской области.</w:t>
            </w:r>
          </w:p>
        </w:tc>
        <w:tc>
          <w:tcPr>
            <w:tcW w:w="425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933" w:type="dxa"/>
          </w:tcPr>
          <w:p w:rsidR="009E5366" w:rsidRPr="009B2B4E" w:rsidRDefault="009E5366" w:rsidP="0083020D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 xml:space="preserve"> минут</w:t>
            </w:r>
          </w:p>
        </w:tc>
      </w:tr>
      <w:tr w:rsidR="009E5366" w:rsidRPr="009B2B4E" w:rsidTr="00B57AFF">
        <w:tc>
          <w:tcPr>
            <w:tcW w:w="6374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57AFF">
              <w:rPr>
                <w:rFonts w:ascii="Times New Roman" w:hAnsi="Times New Roman"/>
                <w:bCs/>
                <w:sz w:val="24"/>
                <w:szCs w:val="24"/>
              </w:rPr>
              <w:t>Танцы народов Сибири.</w:t>
            </w:r>
          </w:p>
        </w:tc>
        <w:tc>
          <w:tcPr>
            <w:tcW w:w="425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93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>10 минут</w:t>
            </w:r>
          </w:p>
        </w:tc>
      </w:tr>
      <w:tr w:rsidR="009E5366" w:rsidRPr="009B2B4E" w:rsidTr="00B57AFF">
        <w:tc>
          <w:tcPr>
            <w:tcW w:w="6374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57AFF">
              <w:rPr>
                <w:rFonts w:ascii="Times New Roman" w:hAnsi="Times New Roman"/>
                <w:bCs/>
                <w:sz w:val="24"/>
                <w:szCs w:val="24"/>
              </w:rPr>
              <w:t>Танцы народов Севера.</w:t>
            </w:r>
          </w:p>
        </w:tc>
        <w:tc>
          <w:tcPr>
            <w:tcW w:w="425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933" w:type="dxa"/>
          </w:tcPr>
          <w:p w:rsidR="009E5366" w:rsidRPr="009B2B4E" w:rsidRDefault="009E5366" w:rsidP="0083020D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 xml:space="preserve"> минут</w:t>
            </w:r>
          </w:p>
        </w:tc>
      </w:tr>
      <w:tr w:rsidR="009E5366" w:rsidRPr="009B2B4E" w:rsidTr="00B57AFF">
        <w:tc>
          <w:tcPr>
            <w:tcW w:w="6374" w:type="dxa"/>
          </w:tcPr>
          <w:p w:rsidR="009E5366" w:rsidRPr="009B2B4E" w:rsidRDefault="009E5366" w:rsidP="009666A6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57AFF">
              <w:rPr>
                <w:rFonts w:ascii="Times New Roman" w:hAnsi="Times New Roman"/>
                <w:bCs/>
                <w:sz w:val="24"/>
                <w:szCs w:val="24"/>
              </w:rPr>
              <w:t>Танцы народов юга Тюменской области.</w:t>
            </w:r>
          </w:p>
        </w:tc>
        <w:tc>
          <w:tcPr>
            <w:tcW w:w="425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93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 xml:space="preserve"> минут</w:t>
            </w:r>
          </w:p>
        </w:tc>
      </w:tr>
      <w:tr w:rsidR="009E5366" w:rsidRPr="009B2B4E" w:rsidTr="00B57AFF">
        <w:tc>
          <w:tcPr>
            <w:tcW w:w="6374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57AFF">
              <w:rPr>
                <w:rFonts w:ascii="Times New Roman" w:hAnsi="Times New Roman"/>
                <w:bCs/>
                <w:sz w:val="24"/>
                <w:szCs w:val="24"/>
              </w:rPr>
              <w:t>Русские народные песни нашего края.</w:t>
            </w:r>
          </w:p>
        </w:tc>
        <w:tc>
          <w:tcPr>
            <w:tcW w:w="425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93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>10 минут</w:t>
            </w:r>
          </w:p>
        </w:tc>
      </w:tr>
      <w:tr w:rsidR="009E5366" w:rsidRPr="009B2B4E" w:rsidTr="00B57AFF">
        <w:tc>
          <w:tcPr>
            <w:tcW w:w="6374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57AFF">
              <w:rPr>
                <w:rFonts w:ascii="Times New Roman" w:hAnsi="Times New Roman"/>
                <w:bCs/>
                <w:sz w:val="24"/>
                <w:szCs w:val="24"/>
              </w:rPr>
              <w:t>Песни народов Севера.</w:t>
            </w:r>
          </w:p>
        </w:tc>
        <w:tc>
          <w:tcPr>
            <w:tcW w:w="425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93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 xml:space="preserve"> минут</w:t>
            </w:r>
          </w:p>
        </w:tc>
      </w:tr>
      <w:tr w:rsidR="009E5366" w:rsidRPr="009B2B4E" w:rsidTr="00B57AFF">
        <w:tc>
          <w:tcPr>
            <w:tcW w:w="6374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57AFF">
              <w:rPr>
                <w:rFonts w:ascii="Times New Roman" w:hAnsi="Times New Roman"/>
                <w:bCs/>
                <w:sz w:val="24"/>
                <w:szCs w:val="24"/>
              </w:rPr>
              <w:t>Песни народов юга Тюменской области.</w:t>
            </w:r>
          </w:p>
        </w:tc>
        <w:tc>
          <w:tcPr>
            <w:tcW w:w="425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93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 xml:space="preserve"> минут</w:t>
            </w:r>
          </w:p>
        </w:tc>
      </w:tr>
      <w:tr w:rsidR="009E5366" w:rsidRPr="009B2B4E" w:rsidTr="00B57AFF">
        <w:tc>
          <w:tcPr>
            <w:tcW w:w="6374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57AFF">
              <w:rPr>
                <w:rFonts w:ascii="Times New Roman" w:hAnsi="Times New Roman"/>
                <w:bCs/>
                <w:sz w:val="24"/>
                <w:szCs w:val="24"/>
              </w:rPr>
              <w:t>Плясовые наигрыши юга Тюменской области.</w:t>
            </w:r>
          </w:p>
        </w:tc>
        <w:tc>
          <w:tcPr>
            <w:tcW w:w="425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93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 xml:space="preserve"> минут</w:t>
            </w:r>
          </w:p>
        </w:tc>
      </w:tr>
      <w:tr w:rsidR="009E5366" w:rsidRPr="009B2B4E" w:rsidTr="00B57AFF">
        <w:tc>
          <w:tcPr>
            <w:tcW w:w="6374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57AFF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 Тюменской области.</w:t>
            </w:r>
          </w:p>
        </w:tc>
        <w:tc>
          <w:tcPr>
            <w:tcW w:w="425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93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>10 минут</w:t>
            </w:r>
          </w:p>
        </w:tc>
      </w:tr>
      <w:tr w:rsidR="009E5366" w:rsidRPr="009B2B4E" w:rsidTr="00B57AFF">
        <w:tc>
          <w:tcPr>
            <w:tcW w:w="6374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57AFF">
              <w:rPr>
                <w:rFonts w:ascii="Times New Roman" w:hAnsi="Times New Roman"/>
                <w:bCs/>
                <w:sz w:val="24"/>
                <w:szCs w:val="24"/>
              </w:rPr>
              <w:t>Знакомство с биографией А.А.Алябьева.</w:t>
            </w:r>
          </w:p>
        </w:tc>
        <w:tc>
          <w:tcPr>
            <w:tcW w:w="425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933" w:type="dxa"/>
          </w:tcPr>
          <w:p w:rsidR="009E5366" w:rsidRPr="009B2B4E" w:rsidRDefault="009E5366" w:rsidP="009B2B4E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>10 минут</w:t>
            </w:r>
          </w:p>
        </w:tc>
      </w:tr>
      <w:tr w:rsidR="009E5366" w:rsidRPr="009B2B4E" w:rsidTr="00B57AFF">
        <w:tc>
          <w:tcPr>
            <w:tcW w:w="6374" w:type="dxa"/>
          </w:tcPr>
          <w:p w:rsidR="009E5366" w:rsidRPr="009B2B4E" w:rsidRDefault="009E5366" w:rsidP="009666A6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57AFF">
              <w:rPr>
                <w:rFonts w:ascii="Times New Roman" w:hAnsi="Times New Roman"/>
                <w:bCs/>
                <w:sz w:val="24"/>
                <w:szCs w:val="24"/>
              </w:rPr>
              <w:t>Знакомство с творчеством А.А.Алябьева.</w:t>
            </w:r>
          </w:p>
        </w:tc>
        <w:tc>
          <w:tcPr>
            <w:tcW w:w="4253" w:type="dxa"/>
          </w:tcPr>
          <w:p w:rsidR="009E5366" w:rsidRPr="009B2B4E" w:rsidRDefault="009E5366" w:rsidP="009666A6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933" w:type="dxa"/>
          </w:tcPr>
          <w:p w:rsidR="009E5366" w:rsidRPr="009B2B4E" w:rsidRDefault="009E5366" w:rsidP="009666A6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 xml:space="preserve"> минут</w:t>
            </w:r>
          </w:p>
        </w:tc>
      </w:tr>
      <w:tr w:rsidR="009E5366" w:rsidRPr="009B2B4E" w:rsidTr="00B57AFF">
        <w:tc>
          <w:tcPr>
            <w:tcW w:w="6374" w:type="dxa"/>
          </w:tcPr>
          <w:p w:rsidR="009E5366" w:rsidRPr="00B57AFF" w:rsidRDefault="009E5366" w:rsidP="009666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AFF">
              <w:rPr>
                <w:rFonts w:ascii="Times New Roman" w:hAnsi="Times New Roman"/>
                <w:color w:val="000000"/>
                <w:sz w:val="24"/>
                <w:szCs w:val="24"/>
              </w:rPr>
              <w:t>Музыка народов Сибири.</w:t>
            </w:r>
          </w:p>
        </w:tc>
        <w:tc>
          <w:tcPr>
            <w:tcW w:w="4253" w:type="dxa"/>
          </w:tcPr>
          <w:p w:rsidR="009E5366" w:rsidRPr="009B2B4E" w:rsidRDefault="009E5366" w:rsidP="009666A6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33" w:type="dxa"/>
          </w:tcPr>
          <w:p w:rsidR="009E5366" w:rsidRDefault="009E5366" w:rsidP="009666A6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>10 минут</w:t>
            </w:r>
          </w:p>
        </w:tc>
      </w:tr>
      <w:tr w:rsidR="009E5366" w:rsidRPr="009B2B4E" w:rsidTr="00B57AFF">
        <w:tc>
          <w:tcPr>
            <w:tcW w:w="6374" w:type="dxa"/>
          </w:tcPr>
          <w:p w:rsidR="009E5366" w:rsidRPr="00B57AFF" w:rsidRDefault="009E5366" w:rsidP="009666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AFF">
              <w:rPr>
                <w:rFonts w:ascii="Times New Roman" w:hAnsi="Times New Roman"/>
                <w:color w:val="000000"/>
                <w:sz w:val="24"/>
                <w:szCs w:val="24"/>
              </w:rPr>
              <w:t>Музыка народов Севера.</w:t>
            </w:r>
          </w:p>
        </w:tc>
        <w:tc>
          <w:tcPr>
            <w:tcW w:w="4253" w:type="dxa"/>
          </w:tcPr>
          <w:p w:rsidR="009E5366" w:rsidRPr="009B2B4E" w:rsidRDefault="009E5366" w:rsidP="009666A6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33" w:type="dxa"/>
          </w:tcPr>
          <w:p w:rsidR="009E5366" w:rsidRPr="009B2B4E" w:rsidRDefault="009E5366" w:rsidP="009666A6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 xml:space="preserve"> минут</w:t>
            </w:r>
          </w:p>
        </w:tc>
      </w:tr>
      <w:tr w:rsidR="009E5366" w:rsidRPr="009B2B4E" w:rsidTr="00B57AFF">
        <w:tc>
          <w:tcPr>
            <w:tcW w:w="6374" w:type="dxa"/>
          </w:tcPr>
          <w:p w:rsidR="009E5366" w:rsidRPr="00B57AFF" w:rsidRDefault="009E5366" w:rsidP="009666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AFF">
              <w:rPr>
                <w:rFonts w:ascii="Times New Roman" w:hAnsi="Times New Roman"/>
                <w:color w:val="000000"/>
                <w:sz w:val="24"/>
                <w:szCs w:val="24"/>
              </w:rPr>
              <w:t>Музыка народов юга Тюменской области.</w:t>
            </w:r>
          </w:p>
        </w:tc>
        <w:tc>
          <w:tcPr>
            <w:tcW w:w="4253" w:type="dxa"/>
          </w:tcPr>
          <w:p w:rsidR="009E5366" w:rsidRPr="009B2B4E" w:rsidRDefault="009E5366" w:rsidP="009666A6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33" w:type="dxa"/>
          </w:tcPr>
          <w:p w:rsidR="009E5366" w:rsidRPr="009B2B4E" w:rsidRDefault="009E5366" w:rsidP="009666A6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 xml:space="preserve"> минут</w:t>
            </w:r>
          </w:p>
        </w:tc>
      </w:tr>
      <w:tr w:rsidR="009E5366" w:rsidRPr="009B2B4E" w:rsidTr="00B57AFF">
        <w:tc>
          <w:tcPr>
            <w:tcW w:w="6374" w:type="dxa"/>
          </w:tcPr>
          <w:p w:rsidR="009E5366" w:rsidRPr="00B57AFF" w:rsidRDefault="009E5366" w:rsidP="009666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AFF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песен народов Севера.</w:t>
            </w:r>
          </w:p>
        </w:tc>
        <w:tc>
          <w:tcPr>
            <w:tcW w:w="4253" w:type="dxa"/>
          </w:tcPr>
          <w:p w:rsidR="009E5366" w:rsidRPr="009B2B4E" w:rsidRDefault="009E5366" w:rsidP="009666A6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933" w:type="dxa"/>
          </w:tcPr>
          <w:p w:rsidR="009E5366" w:rsidRPr="009B2B4E" w:rsidRDefault="009E5366" w:rsidP="0083020D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 xml:space="preserve"> минут</w:t>
            </w:r>
          </w:p>
        </w:tc>
      </w:tr>
      <w:tr w:rsidR="009E5366" w:rsidRPr="009B2B4E" w:rsidTr="00B57AFF">
        <w:tc>
          <w:tcPr>
            <w:tcW w:w="6374" w:type="dxa"/>
          </w:tcPr>
          <w:p w:rsidR="009E5366" w:rsidRPr="009B2B4E" w:rsidRDefault="009E5366" w:rsidP="009666A6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57AFF">
              <w:rPr>
                <w:rFonts w:ascii="Times New Roman" w:hAnsi="Times New Roman"/>
                <w:bCs/>
                <w:sz w:val="24"/>
                <w:szCs w:val="24"/>
              </w:rPr>
              <w:t>Исполнение песен народов юга Тюменской области.</w:t>
            </w:r>
          </w:p>
        </w:tc>
        <w:tc>
          <w:tcPr>
            <w:tcW w:w="4253" w:type="dxa"/>
          </w:tcPr>
          <w:p w:rsidR="009E5366" w:rsidRPr="009B2B4E" w:rsidRDefault="009E5366" w:rsidP="009666A6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933" w:type="dxa"/>
          </w:tcPr>
          <w:p w:rsidR="009E5366" w:rsidRPr="009B2B4E" w:rsidRDefault="009E5366" w:rsidP="000C16AF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 xml:space="preserve"> минут</w:t>
            </w:r>
          </w:p>
        </w:tc>
      </w:tr>
      <w:tr w:rsidR="009E5366" w:rsidRPr="009B2B4E" w:rsidTr="00B57AFF">
        <w:tc>
          <w:tcPr>
            <w:tcW w:w="6374" w:type="dxa"/>
          </w:tcPr>
          <w:p w:rsidR="009E5366" w:rsidRPr="009B2B4E" w:rsidRDefault="009E5366" w:rsidP="009666A6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4253" w:type="dxa"/>
          </w:tcPr>
          <w:p w:rsidR="009E5366" w:rsidRPr="009B2B4E" w:rsidRDefault="009E5366" w:rsidP="009666A6">
            <w:pPr>
              <w:spacing w:after="0" w:line="240" w:lineRule="auto"/>
              <w:ind w:right="3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3" w:type="dxa"/>
          </w:tcPr>
          <w:p w:rsidR="009E5366" w:rsidRPr="009B2B4E" w:rsidRDefault="009E5366" w:rsidP="009666A6">
            <w:pPr>
              <w:spacing w:after="0" w:line="240" w:lineRule="auto"/>
              <w:ind w:right="30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B4E">
              <w:rPr>
                <w:rFonts w:ascii="Times New Roman" w:hAnsi="Times New Roman"/>
                <w:bCs/>
                <w:sz w:val="24"/>
                <w:szCs w:val="24"/>
              </w:rPr>
              <w:t>240 минут=4 часа.</w:t>
            </w:r>
          </w:p>
        </w:tc>
      </w:tr>
    </w:tbl>
    <w:p w:rsidR="009E5366" w:rsidRPr="009B2B4E" w:rsidRDefault="009E5366" w:rsidP="009B2B4E">
      <w:pPr>
        <w:spacing w:after="0" w:line="240" w:lineRule="auto"/>
        <w:ind w:right="306"/>
        <w:rPr>
          <w:rFonts w:ascii="Times New Roman" w:hAnsi="Times New Roman"/>
          <w:bCs/>
          <w:sz w:val="24"/>
          <w:szCs w:val="24"/>
        </w:rPr>
      </w:pPr>
      <w:r w:rsidRPr="009B2B4E">
        <w:rPr>
          <w:rFonts w:ascii="Times New Roman" w:hAnsi="Times New Roman"/>
          <w:bCs/>
          <w:sz w:val="24"/>
          <w:szCs w:val="24"/>
        </w:rPr>
        <w:t>Календарно-тематическое планирование является приложением к рабочей программе. (Приложение</w:t>
      </w:r>
      <w:r>
        <w:rPr>
          <w:rFonts w:ascii="Times New Roman" w:hAnsi="Times New Roman"/>
          <w:bCs/>
          <w:sz w:val="24"/>
          <w:szCs w:val="24"/>
        </w:rPr>
        <w:t xml:space="preserve"> 1</w:t>
      </w:r>
      <w:r w:rsidRPr="009B2B4E">
        <w:rPr>
          <w:rFonts w:ascii="Times New Roman" w:hAnsi="Times New Roman"/>
          <w:bCs/>
          <w:sz w:val="24"/>
          <w:szCs w:val="24"/>
        </w:rPr>
        <w:t>).</w:t>
      </w:r>
    </w:p>
    <w:p w:rsidR="009E5366" w:rsidRDefault="009E5366" w:rsidP="00203C89">
      <w:pPr>
        <w:pStyle w:val="NoSpacing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203C89">
      <w:pPr>
        <w:pStyle w:val="NoSpacing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203C89">
      <w:pPr>
        <w:pStyle w:val="NoSpacing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203C89">
      <w:pPr>
        <w:pStyle w:val="NoSpacing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203C89">
      <w:pPr>
        <w:pStyle w:val="NoSpacing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203C89">
      <w:pPr>
        <w:pStyle w:val="NoSpacing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203C89">
      <w:pPr>
        <w:pStyle w:val="NoSpacing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203C89">
      <w:pPr>
        <w:pStyle w:val="NoSpacing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203C89">
      <w:pPr>
        <w:pStyle w:val="NoSpacing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Pr="00163CA4" w:rsidRDefault="009E5366" w:rsidP="00203C8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</w:t>
      </w:r>
      <w:r w:rsidRPr="00163CA4">
        <w:rPr>
          <w:rFonts w:ascii="Times New Roman" w:hAnsi="Times New Roman"/>
          <w:b/>
          <w:sz w:val="24"/>
          <w:szCs w:val="24"/>
        </w:rPr>
        <w:t>Описание материально-технического обеспе</w:t>
      </w:r>
      <w:r>
        <w:rPr>
          <w:rFonts w:ascii="Times New Roman" w:hAnsi="Times New Roman"/>
          <w:b/>
          <w:sz w:val="24"/>
          <w:szCs w:val="24"/>
        </w:rPr>
        <w:t>чения образовательного процесса</w:t>
      </w:r>
      <w:r w:rsidRPr="00163CA4">
        <w:rPr>
          <w:rFonts w:ascii="Times New Roman" w:hAnsi="Times New Roman"/>
          <w:b/>
          <w:sz w:val="24"/>
          <w:szCs w:val="24"/>
        </w:rPr>
        <w:t>.</w:t>
      </w:r>
    </w:p>
    <w:p w:rsidR="009E5366" w:rsidRPr="003F5CDD" w:rsidRDefault="009E5366" w:rsidP="00203C89">
      <w:pPr>
        <w:pStyle w:val="NoSpacing"/>
        <w:rPr>
          <w:rFonts w:ascii="Times New Roman" w:hAnsi="Times New Roman"/>
          <w:b/>
          <w:sz w:val="24"/>
          <w:szCs w:val="24"/>
        </w:rPr>
      </w:pPr>
      <w:r w:rsidRPr="003F5CDD">
        <w:rPr>
          <w:rFonts w:ascii="Times New Roman" w:hAnsi="Times New Roman"/>
          <w:b/>
          <w:sz w:val="24"/>
          <w:szCs w:val="24"/>
        </w:rPr>
        <w:t>Учебно-методическая литература</w:t>
      </w:r>
    </w:p>
    <w:p w:rsidR="009E5366" w:rsidRPr="003F5CDD" w:rsidRDefault="009E5366" w:rsidP="00203C89">
      <w:pPr>
        <w:pStyle w:val="NoSpacing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>Усачёва В. О., Школяр Л. В. Музыка: Учебник для учащихся 2 класс</w:t>
      </w:r>
      <w:r>
        <w:rPr>
          <w:rFonts w:ascii="Times New Roman" w:hAnsi="Times New Roman"/>
          <w:sz w:val="24"/>
          <w:szCs w:val="24"/>
        </w:rPr>
        <w:t xml:space="preserve"> общеобразовательных учреждений- М.: Вентана-Граф, 2014</w:t>
      </w:r>
      <w:r w:rsidRPr="003F5CDD">
        <w:rPr>
          <w:rFonts w:ascii="Times New Roman" w:hAnsi="Times New Roman"/>
          <w:sz w:val="24"/>
          <w:szCs w:val="24"/>
        </w:rPr>
        <w:t>- 128 с.: ил.- (Начальная школа XXI века).</w:t>
      </w:r>
    </w:p>
    <w:p w:rsidR="009E5366" w:rsidRPr="003F5CDD" w:rsidRDefault="009E5366" w:rsidP="00203C89">
      <w:pPr>
        <w:pStyle w:val="NoSpacing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>• О.В.Кузьмина, В.О.Усачева</w:t>
      </w:r>
      <w:r>
        <w:rPr>
          <w:rFonts w:ascii="Times New Roman" w:hAnsi="Times New Roman"/>
          <w:sz w:val="24"/>
          <w:szCs w:val="24"/>
        </w:rPr>
        <w:t xml:space="preserve">, Л.В.Школяр «Музыка»: Тетрадь </w:t>
      </w:r>
      <w:r w:rsidRPr="003F5CDD">
        <w:rPr>
          <w:rFonts w:ascii="Times New Roman" w:hAnsi="Times New Roman"/>
          <w:sz w:val="24"/>
          <w:szCs w:val="24"/>
        </w:rPr>
        <w:t>для учащихся 2 кл</w:t>
      </w:r>
      <w:r>
        <w:rPr>
          <w:rFonts w:ascii="Times New Roman" w:hAnsi="Times New Roman"/>
          <w:sz w:val="24"/>
          <w:szCs w:val="24"/>
        </w:rPr>
        <w:t>асса образовательных учреждений- М:Вентана-Граф, 20</w:t>
      </w:r>
      <w:r w:rsidRPr="003F5CD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5</w:t>
      </w:r>
      <w:r w:rsidRPr="003F5CDD">
        <w:rPr>
          <w:rFonts w:ascii="Times New Roman" w:hAnsi="Times New Roman"/>
          <w:sz w:val="24"/>
          <w:szCs w:val="24"/>
        </w:rPr>
        <w:t>;</w:t>
      </w:r>
    </w:p>
    <w:p w:rsidR="009E5366" w:rsidRPr="003F5CDD" w:rsidRDefault="009E5366" w:rsidP="00203C89">
      <w:pPr>
        <w:pStyle w:val="NoSpacing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>• Фонохрестоматия к учебному пособию «Музыка», 2 класс, в 2- частях.</w:t>
      </w:r>
    </w:p>
    <w:p w:rsidR="009E5366" w:rsidRPr="003F5CDD" w:rsidRDefault="009E5366" w:rsidP="00203C89">
      <w:pPr>
        <w:pStyle w:val="NoSpacing"/>
        <w:rPr>
          <w:rFonts w:ascii="Times New Roman" w:hAnsi="Times New Roman"/>
          <w:b/>
          <w:sz w:val="24"/>
          <w:szCs w:val="24"/>
        </w:rPr>
      </w:pPr>
      <w:r w:rsidRPr="003F5CDD">
        <w:rPr>
          <w:rFonts w:ascii="Times New Roman" w:hAnsi="Times New Roman"/>
          <w:b/>
          <w:sz w:val="24"/>
          <w:szCs w:val="24"/>
        </w:rPr>
        <w:t>Технические средства обучения:</w:t>
      </w:r>
    </w:p>
    <w:p w:rsidR="009E5366" w:rsidRPr="003F5CDD" w:rsidRDefault="009E5366" w:rsidP="00203C89">
      <w:pPr>
        <w:pStyle w:val="NoSpacing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>Ноутбук.</w:t>
      </w:r>
    </w:p>
    <w:p w:rsidR="009E5366" w:rsidRPr="003F5CDD" w:rsidRDefault="009E5366" w:rsidP="00203C89">
      <w:pPr>
        <w:pStyle w:val="NoSpacing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>Проектор.</w:t>
      </w:r>
    </w:p>
    <w:p w:rsidR="009E5366" w:rsidRPr="003F5CDD" w:rsidRDefault="009E5366" w:rsidP="00203C89">
      <w:pPr>
        <w:pStyle w:val="NoSpacing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>Магнитофон</w:t>
      </w:r>
    </w:p>
    <w:p w:rsidR="009E5366" w:rsidRPr="003F5CDD" w:rsidRDefault="009E5366" w:rsidP="00203C89">
      <w:pPr>
        <w:pStyle w:val="NoSpacing"/>
        <w:rPr>
          <w:rFonts w:ascii="Times New Roman" w:hAnsi="Times New Roman"/>
          <w:b/>
          <w:sz w:val="24"/>
          <w:szCs w:val="24"/>
        </w:rPr>
      </w:pPr>
      <w:r w:rsidRPr="003F5CDD">
        <w:rPr>
          <w:rFonts w:ascii="Times New Roman" w:hAnsi="Times New Roman"/>
          <w:b/>
          <w:sz w:val="24"/>
          <w:szCs w:val="24"/>
        </w:rPr>
        <w:t>Наглядные пособия:</w:t>
      </w:r>
    </w:p>
    <w:p w:rsidR="009E5366" w:rsidRPr="003F5CDD" w:rsidRDefault="009E5366" w:rsidP="00203C89">
      <w:pPr>
        <w:pStyle w:val="NoSpacing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>Репродукции картин.</w:t>
      </w:r>
    </w:p>
    <w:p w:rsidR="009E5366" w:rsidRPr="003F5CDD" w:rsidRDefault="009E5366" w:rsidP="00203C89">
      <w:pPr>
        <w:pStyle w:val="NoSpacing"/>
        <w:rPr>
          <w:rFonts w:ascii="Times New Roman" w:hAnsi="Times New Roman"/>
          <w:sz w:val="24"/>
          <w:szCs w:val="24"/>
        </w:rPr>
      </w:pPr>
      <w:r w:rsidRPr="003F5CDD">
        <w:rPr>
          <w:rFonts w:ascii="Times New Roman" w:hAnsi="Times New Roman"/>
          <w:sz w:val="24"/>
          <w:szCs w:val="24"/>
        </w:rPr>
        <w:t>Портреты композиторов,</w:t>
      </w:r>
    </w:p>
    <w:p w:rsidR="009E5366" w:rsidRPr="003F5CDD" w:rsidRDefault="009E5366" w:rsidP="00203C89">
      <w:pPr>
        <w:pStyle w:val="NoSpacing"/>
        <w:rPr>
          <w:rFonts w:ascii="Times New Roman" w:hAnsi="Times New Roman"/>
          <w:b/>
          <w:sz w:val="24"/>
          <w:szCs w:val="24"/>
        </w:rPr>
      </w:pPr>
      <w:r w:rsidRPr="003F5CDD">
        <w:rPr>
          <w:rFonts w:ascii="Times New Roman" w:hAnsi="Times New Roman"/>
          <w:b/>
          <w:sz w:val="24"/>
          <w:szCs w:val="24"/>
        </w:rPr>
        <w:t>Образовательные электронные ресурсы</w:t>
      </w:r>
    </w:p>
    <w:p w:rsidR="009E5366" w:rsidRPr="003F5CDD" w:rsidRDefault="009E5366" w:rsidP="00203C89">
      <w:pPr>
        <w:pStyle w:val="NoSpacing"/>
        <w:rPr>
          <w:rFonts w:ascii="Times New Roman" w:hAnsi="Times New Roman"/>
          <w:sz w:val="24"/>
          <w:szCs w:val="24"/>
        </w:rPr>
      </w:pPr>
      <w:r w:rsidRPr="003F5CDD">
        <w:rPr>
          <w:rStyle w:val="c1"/>
          <w:rFonts w:ascii="Times New Roman" w:hAnsi="Times New Roman"/>
          <w:sz w:val="24"/>
          <w:szCs w:val="24"/>
        </w:rPr>
        <w:t>«Искусство» - учебно-методическая газета для учителей МХК, музыки и изобразительного искусства (Приложение к газете «Первое сентября»).</w:t>
      </w:r>
    </w:p>
    <w:p w:rsidR="009E5366" w:rsidRPr="00163CA4" w:rsidRDefault="009E5366" w:rsidP="00203C89">
      <w:pPr>
        <w:pStyle w:val="NoSpacing"/>
        <w:rPr>
          <w:rStyle w:val="c1"/>
          <w:rFonts w:ascii="Times New Roman" w:hAnsi="Times New Roman"/>
          <w:sz w:val="24"/>
          <w:szCs w:val="24"/>
        </w:rPr>
      </w:pPr>
      <w:r w:rsidRPr="003F5CDD">
        <w:rPr>
          <w:rStyle w:val="c1"/>
          <w:rFonts w:ascii="Times New Roman" w:hAnsi="Times New Roman"/>
          <w:sz w:val="24"/>
          <w:szCs w:val="24"/>
        </w:rPr>
        <w:t>«</w:t>
      </w:r>
      <w:r w:rsidRPr="00163CA4">
        <w:rPr>
          <w:rStyle w:val="c1"/>
          <w:rFonts w:ascii="Times New Roman" w:hAnsi="Times New Roman"/>
          <w:sz w:val="24"/>
          <w:szCs w:val="24"/>
        </w:rPr>
        <w:t>Педагогика искусства» - электронное научное издание (</w:t>
      </w:r>
      <w:hyperlink r:id="rId8" w:history="1">
        <w:r w:rsidRPr="00163CA4">
          <w:rPr>
            <w:rStyle w:val="Hyperlink"/>
            <w:rFonts w:ascii="Times New Roman" w:hAnsi="Times New Roman"/>
            <w:color w:val="auto"/>
            <w:sz w:val="24"/>
            <w:szCs w:val="24"/>
          </w:rPr>
          <w:t>http://www.art-education.ru</w:t>
        </w:r>
      </w:hyperlink>
      <w:r w:rsidRPr="00163CA4">
        <w:rPr>
          <w:rStyle w:val="c1"/>
          <w:rFonts w:ascii="Times New Roman" w:hAnsi="Times New Roman"/>
          <w:sz w:val="24"/>
          <w:szCs w:val="24"/>
        </w:rPr>
        <w:t>)</w:t>
      </w:r>
    </w:p>
    <w:p w:rsidR="009E5366" w:rsidRPr="00163CA4" w:rsidRDefault="009E5366" w:rsidP="00203C89">
      <w:pPr>
        <w:pStyle w:val="NoSpacing"/>
        <w:rPr>
          <w:rFonts w:ascii="Times New Roman" w:hAnsi="Times New Roman"/>
          <w:sz w:val="24"/>
          <w:szCs w:val="24"/>
        </w:rPr>
      </w:pPr>
      <w:r w:rsidRPr="00163CA4">
        <w:rPr>
          <w:rFonts w:ascii="Times New Roman" w:hAnsi="Times New Roman"/>
          <w:sz w:val="24"/>
          <w:szCs w:val="24"/>
        </w:rPr>
        <w:t xml:space="preserve">Музыкальный мир  </w:t>
      </w:r>
      <w:hyperlink r:id="rId9" w:history="1">
        <w:r w:rsidRPr="00163CA4">
          <w:rPr>
            <w:rStyle w:val="Hyperlink"/>
            <w:rFonts w:ascii="Times New Roman" w:hAnsi="Times New Roman"/>
            <w:color w:val="auto"/>
            <w:sz w:val="24"/>
            <w:szCs w:val="24"/>
          </w:rPr>
          <w:t>http://muzworldnews.blogspot.com/</w:t>
        </w:r>
      </w:hyperlink>
    </w:p>
    <w:p w:rsidR="009E5366" w:rsidRPr="00163CA4" w:rsidRDefault="009E5366" w:rsidP="00203C89">
      <w:pPr>
        <w:pStyle w:val="NoSpacing"/>
        <w:rPr>
          <w:rFonts w:ascii="Times New Roman" w:hAnsi="Times New Roman"/>
          <w:sz w:val="24"/>
          <w:szCs w:val="24"/>
        </w:rPr>
      </w:pPr>
      <w:r w:rsidRPr="00163CA4">
        <w:rPr>
          <w:rFonts w:ascii="Times New Roman" w:hAnsi="Times New Roman"/>
          <w:sz w:val="24"/>
          <w:szCs w:val="24"/>
        </w:rPr>
        <w:t xml:space="preserve">«Великие композиторы»   </w:t>
      </w:r>
      <w:hyperlink r:id="rId10" w:history="1">
        <w:r w:rsidRPr="00163CA4">
          <w:rPr>
            <w:rStyle w:val="Hyperlink"/>
            <w:rFonts w:ascii="Times New Roman" w:hAnsi="Times New Roman"/>
            <w:color w:val="auto"/>
            <w:sz w:val="24"/>
            <w:szCs w:val="24"/>
          </w:rPr>
          <w:t>http://www.greatcomposers.ru/</w:t>
        </w:r>
      </w:hyperlink>
    </w:p>
    <w:p w:rsidR="009E5366" w:rsidRPr="00163CA4" w:rsidRDefault="009E5366" w:rsidP="00203C89">
      <w:pPr>
        <w:pStyle w:val="NoSpacing"/>
        <w:rPr>
          <w:rFonts w:ascii="Times New Roman" w:hAnsi="Times New Roman"/>
          <w:sz w:val="24"/>
          <w:szCs w:val="24"/>
        </w:rPr>
      </w:pPr>
      <w:r w:rsidRPr="00163CA4">
        <w:rPr>
          <w:rFonts w:ascii="Times New Roman" w:hAnsi="Times New Roman"/>
          <w:sz w:val="24"/>
          <w:szCs w:val="24"/>
        </w:rPr>
        <w:t xml:space="preserve">«Классическая музыка» </w:t>
      </w:r>
      <w:hyperlink r:id="rId11" w:history="1">
        <w:r w:rsidRPr="00163CA4">
          <w:rPr>
            <w:rStyle w:val="Hyperlink"/>
            <w:rFonts w:ascii="Times New Roman" w:hAnsi="Times New Roman"/>
            <w:color w:val="auto"/>
            <w:sz w:val="24"/>
            <w:szCs w:val="24"/>
          </w:rPr>
          <w:t>http://www.musclass.ru/musicfor.htm</w:t>
        </w:r>
      </w:hyperlink>
    </w:p>
    <w:p w:rsidR="009E5366" w:rsidRPr="00163CA4" w:rsidRDefault="009E5366" w:rsidP="00203C89">
      <w:pPr>
        <w:pStyle w:val="NoSpacing"/>
        <w:rPr>
          <w:rFonts w:ascii="Times New Roman" w:hAnsi="Times New Roman"/>
          <w:sz w:val="24"/>
          <w:szCs w:val="24"/>
        </w:rPr>
      </w:pPr>
      <w:r w:rsidRPr="00163CA4">
        <w:rPr>
          <w:rFonts w:ascii="Times New Roman" w:hAnsi="Times New Roman"/>
          <w:sz w:val="24"/>
          <w:szCs w:val="24"/>
        </w:rPr>
        <w:t xml:space="preserve">«Музыкальные жанры» </w:t>
      </w:r>
      <w:r w:rsidRPr="00163CA4">
        <w:rPr>
          <w:rFonts w:ascii="Times New Roman" w:hAnsi="Times New Roman"/>
          <w:sz w:val="24"/>
          <w:szCs w:val="24"/>
          <w:u w:val="single"/>
        </w:rPr>
        <w:t>http://www.muzzal.ru/zhanri.htm</w:t>
      </w:r>
      <w:r w:rsidRPr="00163CA4">
        <w:rPr>
          <w:rFonts w:ascii="Times New Roman" w:hAnsi="Times New Roman"/>
          <w:sz w:val="24"/>
          <w:szCs w:val="24"/>
        </w:rPr>
        <w:t xml:space="preserve"> </w:t>
      </w:r>
    </w:p>
    <w:p w:rsidR="009E5366" w:rsidRPr="00163CA4" w:rsidRDefault="009E5366" w:rsidP="00203C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9.</w:t>
      </w:r>
      <w:r w:rsidRPr="00163CA4">
        <w:rPr>
          <w:rFonts w:ascii="Times New Roman" w:hAnsi="Times New Roman"/>
          <w:b/>
          <w:sz w:val="24"/>
          <w:szCs w:val="24"/>
          <w:lang w:eastAsia="en-US"/>
        </w:rPr>
        <w:t xml:space="preserve">Планируемые результаты </w:t>
      </w:r>
      <w:r>
        <w:rPr>
          <w:rFonts w:ascii="Times New Roman" w:hAnsi="Times New Roman"/>
          <w:b/>
          <w:sz w:val="24"/>
          <w:szCs w:val="24"/>
          <w:lang w:eastAsia="en-US"/>
        </w:rPr>
        <w:t>изучения учебного предмета «Музыка»</w:t>
      </w:r>
      <w:r w:rsidRPr="00163CA4">
        <w:rPr>
          <w:rFonts w:ascii="Times New Roman" w:hAnsi="Times New Roman"/>
          <w:b/>
          <w:sz w:val="24"/>
          <w:szCs w:val="24"/>
          <w:lang w:eastAsia="en-US"/>
        </w:rPr>
        <w:t>:</w:t>
      </w:r>
    </w:p>
    <w:p w:rsidR="009E5366" w:rsidRPr="00644C1E" w:rsidRDefault="009E5366" w:rsidP="00203C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4C1E">
        <w:rPr>
          <w:rFonts w:ascii="Times New Roman" w:hAnsi="Times New Roman"/>
          <w:sz w:val="24"/>
          <w:szCs w:val="24"/>
        </w:rPr>
        <w:t>К концу обучения во 2 классе учащиеся способны:</w:t>
      </w:r>
    </w:p>
    <w:p w:rsidR="009E5366" w:rsidRPr="00644C1E" w:rsidRDefault="009E5366" w:rsidP="00203C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4C1E">
        <w:rPr>
          <w:rFonts w:ascii="Times New Roman" w:hAnsi="Times New Roman"/>
          <w:sz w:val="24"/>
          <w:szCs w:val="24"/>
        </w:rPr>
        <w:t>1.Проявлять устойчивый интерес к музыке;</w:t>
      </w:r>
    </w:p>
    <w:p w:rsidR="009E5366" w:rsidRPr="00644C1E" w:rsidRDefault="009E5366" w:rsidP="00203C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4C1E">
        <w:rPr>
          <w:rFonts w:ascii="Times New Roman" w:hAnsi="Times New Roman"/>
          <w:sz w:val="24"/>
          <w:szCs w:val="24"/>
        </w:rPr>
        <w:t>2.Проявлять готовность «исследовать» композиторский замысел в процессе восприятия интонационного богатства музыкального произведения;</w:t>
      </w:r>
    </w:p>
    <w:p w:rsidR="009E5366" w:rsidRPr="00644C1E" w:rsidRDefault="009E5366" w:rsidP="00203C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4C1E">
        <w:rPr>
          <w:rFonts w:ascii="Times New Roman" w:hAnsi="Times New Roman"/>
          <w:sz w:val="24"/>
          <w:szCs w:val="24"/>
        </w:rPr>
        <w:t>3.Приобретать навыки слушательской культуры;</w:t>
      </w:r>
    </w:p>
    <w:p w:rsidR="009E5366" w:rsidRPr="00644C1E" w:rsidRDefault="009E5366" w:rsidP="00203C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4C1E">
        <w:rPr>
          <w:rFonts w:ascii="Times New Roman" w:hAnsi="Times New Roman"/>
          <w:sz w:val="24"/>
          <w:szCs w:val="24"/>
        </w:rPr>
        <w:t>Второклассники должны решать учебные и практические задачи:</w:t>
      </w:r>
    </w:p>
    <w:p w:rsidR="009E5366" w:rsidRPr="00644C1E" w:rsidRDefault="009E5366" w:rsidP="00203C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4C1E">
        <w:rPr>
          <w:rFonts w:ascii="Times New Roman" w:hAnsi="Times New Roman"/>
          <w:sz w:val="24"/>
          <w:szCs w:val="24"/>
        </w:rPr>
        <w:sym w:font="Symbol" w:char="F0B7"/>
      </w:r>
      <w:r w:rsidRPr="00644C1E">
        <w:rPr>
          <w:rFonts w:ascii="Times New Roman" w:hAnsi="Times New Roman"/>
          <w:sz w:val="24"/>
          <w:szCs w:val="24"/>
        </w:rPr>
        <w:t>Определять жанровые признаки;</w:t>
      </w:r>
    </w:p>
    <w:p w:rsidR="009E5366" w:rsidRPr="00644C1E" w:rsidRDefault="009E5366" w:rsidP="00203C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4C1E">
        <w:rPr>
          <w:rFonts w:ascii="Times New Roman" w:hAnsi="Times New Roman"/>
          <w:sz w:val="24"/>
          <w:szCs w:val="24"/>
        </w:rPr>
        <w:sym w:font="Symbol" w:char="F0B7"/>
      </w:r>
      <w:r w:rsidRPr="00644C1E">
        <w:rPr>
          <w:rFonts w:ascii="Times New Roman" w:hAnsi="Times New Roman"/>
          <w:sz w:val="24"/>
          <w:szCs w:val="24"/>
        </w:rPr>
        <w:t>характеризовать интонации по эмоционально-образному строю –лирические, драматические, трагические, комические, возвышеннее, героические и тд.;</w:t>
      </w:r>
    </w:p>
    <w:p w:rsidR="009E5366" w:rsidRPr="00644C1E" w:rsidRDefault="009E5366" w:rsidP="00203C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4C1E">
        <w:rPr>
          <w:rFonts w:ascii="Times New Roman" w:hAnsi="Times New Roman"/>
          <w:sz w:val="24"/>
          <w:szCs w:val="24"/>
        </w:rPr>
        <w:sym w:font="Symbol" w:char="F0B7"/>
      </w:r>
      <w:r w:rsidRPr="00644C1E">
        <w:rPr>
          <w:rFonts w:ascii="Times New Roman" w:hAnsi="Times New Roman"/>
          <w:sz w:val="24"/>
          <w:szCs w:val="24"/>
        </w:rPr>
        <w:t>называть запомнившиеся формы музыки;</w:t>
      </w:r>
    </w:p>
    <w:p w:rsidR="009E5366" w:rsidRPr="00644C1E" w:rsidRDefault="009E5366" w:rsidP="00203C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4C1E">
        <w:rPr>
          <w:rFonts w:ascii="Times New Roman" w:hAnsi="Times New Roman"/>
          <w:sz w:val="24"/>
          <w:szCs w:val="24"/>
        </w:rPr>
        <w:sym w:font="Symbol" w:char="F0B7"/>
      </w:r>
      <w:r w:rsidRPr="00644C1E">
        <w:rPr>
          <w:rFonts w:ascii="Times New Roman" w:hAnsi="Times New Roman"/>
          <w:sz w:val="24"/>
          <w:szCs w:val="24"/>
        </w:rPr>
        <w:t xml:space="preserve">определять автора и название музыкального произведения по характерным </w:t>
      </w:r>
    </w:p>
    <w:p w:rsidR="009E5366" w:rsidRPr="00644C1E" w:rsidRDefault="009E5366" w:rsidP="00203C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4C1E">
        <w:rPr>
          <w:rFonts w:ascii="Times New Roman" w:hAnsi="Times New Roman"/>
          <w:sz w:val="24"/>
          <w:szCs w:val="24"/>
        </w:rPr>
        <w:t>интонациям (например, Бетховен –Пятая симфония, Григ –«Пер Гюнт», Чайковский –Четвертая симфония) и напеть;</w:t>
      </w:r>
    </w:p>
    <w:p w:rsidR="009E5366" w:rsidRPr="00644C1E" w:rsidRDefault="009E5366" w:rsidP="00203C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4C1E">
        <w:rPr>
          <w:rFonts w:ascii="Times New Roman" w:hAnsi="Times New Roman"/>
          <w:sz w:val="24"/>
          <w:szCs w:val="24"/>
        </w:rPr>
        <w:sym w:font="Symbol" w:char="F0B7"/>
      </w:r>
      <w:r w:rsidRPr="00644C1E">
        <w:rPr>
          <w:rFonts w:ascii="Times New Roman" w:hAnsi="Times New Roman"/>
          <w:sz w:val="24"/>
          <w:szCs w:val="24"/>
        </w:rPr>
        <w:t>продирижировать главные мотивы, мелодии;</w:t>
      </w:r>
    </w:p>
    <w:p w:rsidR="009E5366" w:rsidRPr="00644C1E" w:rsidRDefault="009E5366" w:rsidP="00203C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4C1E">
        <w:rPr>
          <w:rFonts w:ascii="Times New Roman" w:hAnsi="Times New Roman"/>
          <w:sz w:val="24"/>
          <w:szCs w:val="24"/>
        </w:rPr>
        <w:sym w:font="Symbol" w:char="F0B7"/>
      </w:r>
      <w:r w:rsidRPr="00644C1E">
        <w:rPr>
          <w:rFonts w:ascii="Times New Roman" w:hAnsi="Times New Roman"/>
          <w:sz w:val="24"/>
          <w:szCs w:val="24"/>
        </w:rPr>
        <w:t>делиться своими впечатлениями о музыке и выражать их в рисунках, игре на инструментах, пением, танцевальным движением;</w:t>
      </w:r>
    </w:p>
    <w:p w:rsidR="009E5366" w:rsidRPr="00644C1E" w:rsidRDefault="009E5366" w:rsidP="00203C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4C1E">
        <w:rPr>
          <w:rFonts w:ascii="Times New Roman" w:hAnsi="Times New Roman"/>
          <w:sz w:val="24"/>
          <w:szCs w:val="24"/>
        </w:rPr>
        <w:sym w:font="Symbol" w:char="F0B7"/>
      </w:r>
      <w:r w:rsidRPr="00644C1E">
        <w:rPr>
          <w:rFonts w:ascii="Times New Roman" w:hAnsi="Times New Roman"/>
          <w:sz w:val="24"/>
          <w:szCs w:val="24"/>
        </w:rPr>
        <w:t>проявлять готовность к самостоятельным творческим пробам (поиск своей музыкальной интонации к поэтическому тексту, образной ситуации, к характеристике персонажа, соз</w:t>
      </w:r>
      <w:r>
        <w:rPr>
          <w:rFonts w:ascii="Times New Roman" w:hAnsi="Times New Roman"/>
          <w:sz w:val="24"/>
          <w:szCs w:val="24"/>
        </w:rPr>
        <w:t>д</w:t>
      </w:r>
      <w:r w:rsidRPr="00644C1E">
        <w:rPr>
          <w:rFonts w:ascii="Times New Roman" w:hAnsi="Times New Roman"/>
          <w:sz w:val="24"/>
          <w:szCs w:val="24"/>
        </w:rPr>
        <w:t>ание элементарного аккомпанемента и пр.).</w:t>
      </w: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E5366" w:rsidRPr="003F5CDD" w:rsidRDefault="009E5366" w:rsidP="00BB59B3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Приложение1.  </w:t>
      </w:r>
    </w:p>
    <w:p w:rsidR="009E5366" w:rsidRDefault="009E5366" w:rsidP="00203C89">
      <w:pPr>
        <w:tabs>
          <w:tab w:val="left" w:pos="13774"/>
          <w:tab w:val="left" w:pos="14484"/>
        </w:tabs>
        <w:autoSpaceDE w:val="0"/>
        <w:autoSpaceDN w:val="0"/>
        <w:adjustRightInd w:val="0"/>
        <w:spacing w:before="100"/>
        <w:ind w:right="306"/>
        <w:jc w:val="center"/>
        <w:rPr>
          <w:rFonts w:ascii="Times New Roman" w:hAnsi="Times New Roman"/>
          <w:b/>
          <w:bCs/>
          <w:sz w:val="24"/>
          <w:szCs w:val="24"/>
        </w:rPr>
      </w:pPr>
      <w:r w:rsidRPr="00203C89">
        <w:rPr>
          <w:rFonts w:ascii="Times New Roman" w:hAnsi="Times New Roman"/>
          <w:b/>
          <w:bCs/>
          <w:sz w:val="24"/>
          <w:szCs w:val="24"/>
        </w:rPr>
        <w:t>Календарно – тематическое планирование</w:t>
      </w:r>
      <w:r>
        <w:rPr>
          <w:rFonts w:ascii="Times New Roman" w:hAnsi="Times New Roman"/>
          <w:b/>
          <w:bCs/>
          <w:sz w:val="24"/>
          <w:szCs w:val="24"/>
        </w:rPr>
        <w:t xml:space="preserve"> учебного предмета «Музыка».</w:t>
      </w:r>
    </w:p>
    <w:tbl>
      <w:tblPr>
        <w:tblW w:w="14760" w:type="dxa"/>
        <w:tblInd w:w="108" w:type="dxa"/>
        <w:tblLayout w:type="fixed"/>
        <w:tblLook w:val="0000"/>
      </w:tblPr>
      <w:tblGrid>
        <w:gridCol w:w="853"/>
        <w:gridCol w:w="1127"/>
        <w:gridCol w:w="1452"/>
        <w:gridCol w:w="2977"/>
        <w:gridCol w:w="3260"/>
        <w:gridCol w:w="3827"/>
        <w:gridCol w:w="1264"/>
      </w:tblGrid>
      <w:tr w:rsidR="009E5366" w:rsidRPr="00203C89" w:rsidTr="00B57AFF">
        <w:trPr>
          <w:trHeight w:val="525"/>
        </w:trPr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20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№ </w:t>
            </w: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20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Дата урока        ( по плану)</w:t>
            </w:r>
          </w:p>
        </w:tc>
        <w:tc>
          <w:tcPr>
            <w:tcW w:w="14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20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Дата урока</w:t>
            </w:r>
          </w:p>
          <w:p w:rsidR="009E5366" w:rsidRPr="00203C89" w:rsidRDefault="009E5366" w:rsidP="0020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(кор-ректи-ровка)</w:t>
            </w:r>
          </w:p>
        </w:tc>
        <w:tc>
          <w:tcPr>
            <w:tcW w:w="29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20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8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20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15FCA">
              <w:rPr>
                <w:rFonts w:ascii="Times New Roman" w:hAnsi="Times New Roman"/>
                <w:b/>
                <w:sz w:val="24"/>
                <w:szCs w:val="24"/>
              </w:rPr>
              <w:t>Планируемые  результаты</w:t>
            </w:r>
          </w:p>
        </w:tc>
        <w:tc>
          <w:tcPr>
            <w:tcW w:w="12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20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</w:t>
            </w: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 xml:space="preserve"> контроля</w:t>
            </w:r>
          </w:p>
        </w:tc>
      </w:tr>
      <w:tr w:rsidR="009E5366" w:rsidRPr="00203C89" w:rsidTr="00B57AFF">
        <w:trPr>
          <w:trHeight w:val="840"/>
        </w:trPr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2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366" w:rsidRPr="00203C89" w:rsidTr="00203C89">
        <w:trPr>
          <w:trHeight w:val="251"/>
        </w:trPr>
        <w:tc>
          <w:tcPr>
            <w:tcW w:w="1476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57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 xml:space="preserve">Всеобщее в жизни и музыке </w:t>
            </w:r>
          </w:p>
        </w:tc>
      </w:tr>
      <w:tr w:rsidR="009E5366" w:rsidRPr="00203C89" w:rsidTr="00B57AFF">
        <w:trPr>
          <w:trHeight w:val="765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</w:rPr>
              <w:t>енность, как состояние природы.</w:t>
            </w:r>
          </w:p>
          <w:p w:rsidR="009E5366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366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99E">
              <w:rPr>
                <w:rFonts w:ascii="Times New Roman" w:hAnsi="Times New Roman"/>
                <w:bCs/>
                <w:i/>
                <w:sz w:val="24"/>
                <w:szCs w:val="24"/>
              </w:rPr>
              <w:t>Знакомство с гимном Тюменской области.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Воспринимать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окружающий мир.  </w:t>
            </w:r>
          </w:p>
          <w:p w:rsidR="009E5366" w:rsidRPr="00203C89" w:rsidRDefault="009E5366" w:rsidP="006740B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Выделять в его звучании отдельные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музыкальные звуки, мелодии, фразы. 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осознание своих творческих возможностей;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формулировать собственное мнение и позицию; задавать вопросы;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- различать способ и результат действия;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строить речевые высказывания в устной форме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входной        устный опрос</w:t>
            </w:r>
          </w:p>
        </w:tc>
      </w:tr>
      <w:tr w:rsidR="009E5366" w:rsidRPr="00203C89" w:rsidTr="00B57AFF">
        <w:trPr>
          <w:trHeight w:val="3566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сенность, как состояние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челов</w:t>
            </w:r>
            <w:r>
              <w:rPr>
                <w:rFonts w:ascii="Times New Roman" w:hAnsi="Times New Roman"/>
                <w:sz w:val="24"/>
                <w:szCs w:val="24"/>
              </w:rPr>
              <w:t>ека.</w:t>
            </w:r>
          </w:p>
          <w:p w:rsidR="009E5366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5366" w:rsidRPr="0038599E" w:rsidRDefault="009E5366" w:rsidP="0038599E">
            <w:pPr>
              <w:rPr>
                <w:rFonts w:ascii="Times New Roman" w:hAnsi="Times New Roman"/>
                <w:sz w:val="24"/>
                <w:szCs w:val="24"/>
              </w:rPr>
            </w:pPr>
            <w:r w:rsidRPr="0038599E">
              <w:rPr>
                <w:rFonts w:ascii="Times New Roman" w:hAnsi="Times New Roman"/>
                <w:bCs/>
                <w:i/>
                <w:sz w:val="24"/>
                <w:szCs w:val="24"/>
              </w:rPr>
              <w:t>Разучивание гимна Тюменской области.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Воспринимать и раскрывать музыкальное содержание как выражение мыслей, чувств, характера человека, его душевного состояния.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Использовать графическую запись при импровизации голосом, игре на детских музыкальных инструментах.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 xml:space="preserve">Исполнять песни, собственные попевки, музыкальные фразы, подбирать </w:t>
            </w:r>
            <w:r>
              <w:rPr>
                <w:rFonts w:ascii="Times New Roman" w:hAnsi="Times New Roman"/>
                <w:sz w:val="24"/>
                <w:szCs w:val="24"/>
              </w:rPr>
              <w:t>к ним ритмический аккомпанемент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проявление познавательных мотивов;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планировать совместно с учителем свои действия в соответствии с поставленной задачей;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оформлять свою мысль в устной форме по типу рассуждения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тематический устный опрос</w:t>
            </w:r>
          </w:p>
        </w:tc>
      </w:tr>
      <w:tr w:rsidR="009E5366" w:rsidRPr="00203C89" w:rsidTr="00B57AFF">
        <w:trPr>
          <w:trHeight w:val="163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ар</w:t>
            </w:r>
            <w:r>
              <w:rPr>
                <w:rFonts w:ascii="Times New Roman" w:hAnsi="Times New Roman"/>
                <w:sz w:val="24"/>
                <w:szCs w:val="24"/>
              </w:rPr>
              <w:t>шевость как состояние природы.</w:t>
            </w:r>
          </w:p>
          <w:p w:rsidR="009E5366" w:rsidRDefault="009E5366" w:rsidP="003859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5366" w:rsidRPr="0038599E" w:rsidRDefault="009E5366" w:rsidP="0038599E">
            <w:pPr>
              <w:rPr>
                <w:rFonts w:ascii="Times New Roman" w:hAnsi="Times New Roman"/>
                <w:sz w:val="24"/>
                <w:szCs w:val="24"/>
              </w:rPr>
            </w:pPr>
            <w:r w:rsidRPr="0038599E">
              <w:rPr>
                <w:rFonts w:ascii="Times New Roman" w:hAnsi="Times New Roman"/>
                <w:bCs/>
                <w:i/>
                <w:sz w:val="24"/>
                <w:szCs w:val="24"/>
              </w:rPr>
              <w:t>Исполнение гимна Тюменской области.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Находить истоки музыкального искусства.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Воспроизводить музыкой явления окружающего мира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уважительно относиться к чужому мнению, к результатам труда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мастеров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принимать и сохранять учебную задачу;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строить речевые высказывания в устной форме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E5366" w:rsidRPr="00203C89" w:rsidTr="00B57AFF">
        <w:trPr>
          <w:trHeight w:val="163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аршевость, как состояние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человека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5366" w:rsidRDefault="009E5366" w:rsidP="003859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5366" w:rsidRPr="0038599E" w:rsidRDefault="009E5366" w:rsidP="0038599E">
            <w:pPr>
              <w:rPr>
                <w:rFonts w:ascii="Times New Roman" w:hAnsi="Times New Roman"/>
                <w:sz w:val="24"/>
                <w:szCs w:val="24"/>
              </w:rPr>
            </w:pPr>
            <w:r w:rsidRPr="0038599E">
              <w:rPr>
                <w:rFonts w:ascii="Times New Roman" w:hAnsi="Times New Roman"/>
                <w:bCs/>
                <w:i/>
                <w:sz w:val="24"/>
                <w:szCs w:val="24"/>
              </w:rPr>
              <w:t>Танцы народов Сибири.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Находить истоки музыкального искусства,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нужную речевую интонацию для передачи характера и настроения музыкального произведения. Проявлять личностное отношение при восприятии музыкальных произведений, эмоциональную отзывчивость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развитие чувства прекрасного и эстетического чувства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 xml:space="preserve">договариваться и приходить к общему решению в совместной творческой деятельности. 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принимать и сохранять учебную задачу;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оформлять свою мысль в устной форме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текущий                 устный опрос</w:t>
            </w:r>
          </w:p>
        </w:tc>
      </w:tr>
      <w:tr w:rsidR="009E5366" w:rsidRPr="00203C89" w:rsidTr="00B57AFF">
        <w:trPr>
          <w:trHeight w:val="163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анцевальность, как состояние природы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5366" w:rsidRDefault="009E5366" w:rsidP="003859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5366" w:rsidRPr="0038599E" w:rsidRDefault="009E5366" w:rsidP="0038599E">
            <w:pPr>
              <w:rPr>
                <w:rFonts w:ascii="Times New Roman" w:hAnsi="Times New Roman"/>
                <w:sz w:val="24"/>
                <w:szCs w:val="24"/>
              </w:rPr>
            </w:pPr>
            <w:r w:rsidRPr="0038599E">
              <w:rPr>
                <w:rFonts w:ascii="Times New Roman" w:hAnsi="Times New Roman"/>
                <w:bCs/>
                <w:i/>
                <w:sz w:val="24"/>
                <w:szCs w:val="24"/>
              </w:rPr>
              <w:t>Танцы народов Севера.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Воспринимать музыку и выражать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свое отношение к музыкальному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произведению.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 xml:space="preserve">Проявлять готовность увлеченно и живо «впитывать» музыкальные  впечатления, 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осознание своих творческих возможностей;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формулировать собственное мнение и позицию; задавать вопросы;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- различать способ и результат действия;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строить речевые высказывания в устной форме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текущий                   устный опрос</w:t>
            </w:r>
          </w:p>
        </w:tc>
      </w:tr>
      <w:tr w:rsidR="009E5366" w:rsidRPr="00203C89" w:rsidTr="00B57AFF">
        <w:trPr>
          <w:trHeight w:val="163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анце</w:t>
            </w:r>
            <w:r>
              <w:rPr>
                <w:rFonts w:ascii="Times New Roman" w:hAnsi="Times New Roman"/>
                <w:sz w:val="24"/>
                <w:szCs w:val="24"/>
              </w:rPr>
              <w:t>вальность, как состояние человека.</w:t>
            </w:r>
          </w:p>
          <w:p w:rsidR="009E5366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5366" w:rsidRPr="0038599E" w:rsidRDefault="009E5366" w:rsidP="0038599E">
            <w:pPr>
              <w:rPr>
                <w:rFonts w:ascii="Times New Roman" w:hAnsi="Times New Roman"/>
                <w:sz w:val="24"/>
                <w:szCs w:val="24"/>
              </w:rPr>
            </w:pPr>
            <w:r w:rsidRPr="0038599E">
              <w:rPr>
                <w:rFonts w:ascii="Times New Roman" w:hAnsi="Times New Roman"/>
                <w:bCs/>
                <w:i/>
                <w:sz w:val="24"/>
                <w:szCs w:val="24"/>
              </w:rPr>
              <w:t>Танцы народов юга Тюменской области.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Воплощать собственный художественный замысел в той или иной форме с позиций композитора, исполнителя, слушателя.</w:t>
            </w:r>
          </w:p>
          <w:p w:rsidR="009E5366" w:rsidRPr="00203C89" w:rsidRDefault="009E5366" w:rsidP="00B57A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Запоминать имена великих композиторов-классиков, определять на слух интонации, главные темы, характерные для их творческой индивидуальности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проявление познавательных мотивов;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планировать совместно с учителем свои действия в соответствии с поставленной задачей;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оформлять свою мысль в устной форме по типу рассуждения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тематический устный опрос</w:t>
            </w:r>
          </w:p>
        </w:tc>
      </w:tr>
      <w:tr w:rsidR="009E5366" w:rsidRPr="00203C89" w:rsidTr="00B57AFF">
        <w:trPr>
          <w:trHeight w:val="163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роцесс превращения обыденного в художественное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 xml:space="preserve">Использовать музыкальные образы при создании театрализованных и музыкально-пластических композиций, исполнении вокально-хоровых произведений, в импровизации.  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Применять элементы музыкальной речи в различных видах творческой  деятельности (пении, сочинении и импровизации, художественном  движении).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развитие чувства прекрасного и эстетического чувства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 xml:space="preserve">договариваться и приходить к общему решению в совместной творческой деятельности. 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принимать и сохранять учебную задачу;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оформлять свою мысль в устной форме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тематический устный опрос</w:t>
            </w:r>
          </w:p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E5366" w:rsidRPr="00203C89" w:rsidTr="00B57AFF">
        <w:trPr>
          <w:trHeight w:val="163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8.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Выразительные и изобразительные возможности музыки в раскрытии внутреннего мира человека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Воспринимать музыку и выражать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свое отношение к музыкальному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произведению;  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Развивать художественный вкус,  интерес к музыкальному искусству и музыкальной деятельности;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уважительно относиться к чужому мнению, к результатам труда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мастеров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принимать и сохранять учебную задачу;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строить речевые высказывания в устной форме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тематический устный опрос</w:t>
            </w:r>
          </w:p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E5366" w:rsidRPr="00203C89" w:rsidTr="00203C89">
        <w:trPr>
          <w:trHeight w:val="163"/>
        </w:trPr>
        <w:tc>
          <w:tcPr>
            <w:tcW w:w="1476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Музыка-искусс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тво интонируемого смысла </w:t>
            </w:r>
          </w:p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366" w:rsidRPr="00203C89" w:rsidTr="00B57AFF">
        <w:trPr>
          <w:trHeight w:val="163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9.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Default="009E5366" w:rsidP="006740B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Интонация как феномен человеческой речи и музыки.</w:t>
            </w:r>
          </w:p>
          <w:p w:rsidR="009E5366" w:rsidRPr="0038599E" w:rsidRDefault="009E5366" w:rsidP="0038599E">
            <w:pPr>
              <w:rPr>
                <w:rFonts w:ascii="Times New Roman" w:hAnsi="Times New Roman"/>
                <w:sz w:val="24"/>
                <w:szCs w:val="24"/>
              </w:rPr>
            </w:pPr>
            <w:r w:rsidRPr="0038599E">
              <w:rPr>
                <w:rFonts w:ascii="Times New Roman" w:hAnsi="Times New Roman"/>
                <w:bCs/>
                <w:i/>
                <w:sz w:val="24"/>
                <w:szCs w:val="24"/>
              </w:rPr>
              <w:t>Русские народные песни нашего края.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Воспринимать музыкальную тему произведения в единстве жизненного содержания и интонационной линии развития.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Наблюдать, как с появлением нового художественного образа (темы) музыка изменяет движение во времени и пространстве.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осознание своих творческих возможностей;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Комму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ни</w:t>
            </w: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кативные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формулировать собственное мнение и позицию; задавать вопросы;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- различать способ и результат действия;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строить речевые высказывания в устной форме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текущий            устный опрос</w:t>
            </w:r>
          </w:p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E5366" w:rsidRPr="00203C89" w:rsidTr="00B57AFF">
        <w:trPr>
          <w:trHeight w:val="163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10.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Default="009E5366" w:rsidP="006740B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Интонационное многообразие музыки: различие интонаций</w:t>
            </w:r>
          </w:p>
          <w:p w:rsidR="009E5366" w:rsidRPr="0038599E" w:rsidRDefault="009E5366" w:rsidP="0038599E">
            <w:pPr>
              <w:rPr>
                <w:rFonts w:ascii="Times New Roman" w:hAnsi="Times New Roman"/>
                <w:sz w:val="24"/>
                <w:szCs w:val="24"/>
              </w:rPr>
            </w:pPr>
            <w:r w:rsidRPr="0038599E">
              <w:rPr>
                <w:rFonts w:ascii="Times New Roman" w:hAnsi="Times New Roman"/>
                <w:bCs/>
                <w:i/>
                <w:sz w:val="24"/>
                <w:szCs w:val="24"/>
              </w:rPr>
              <w:t>Песни народов Севера.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Различать характер музыки и выявлять способ передачи состояний человека.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 xml:space="preserve">Воспринимать музыкальные произведения;   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уважительно относиться к чужому мнению, к результатам труда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мастеров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принимать и сохранять учебную задачу;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строить речевые высказывания в устной форме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текущий              устный опрос</w:t>
            </w:r>
          </w:p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E5366" w:rsidRPr="00203C89" w:rsidTr="00B57AFF">
        <w:trPr>
          <w:trHeight w:val="134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Интонационное многообразие музыки: классификация интонаций</w:t>
            </w:r>
          </w:p>
          <w:p w:rsidR="009E5366" w:rsidRDefault="009E5366" w:rsidP="003859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5366" w:rsidRPr="0038599E" w:rsidRDefault="009E5366" w:rsidP="0038599E">
            <w:pPr>
              <w:rPr>
                <w:rFonts w:ascii="Times New Roman" w:hAnsi="Times New Roman"/>
                <w:sz w:val="24"/>
                <w:szCs w:val="24"/>
              </w:rPr>
            </w:pPr>
            <w:r w:rsidRPr="0038599E">
              <w:rPr>
                <w:rFonts w:ascii="Times New Roman" w:hAnsi="Times New Roman"/>
                <w:bCs/>
                <w:i/>
                <w:sz w:val="24"/>
                <w:szCs w:val="24"/>
              </w:rPr>
              <w:t>Песни народов юга Тюменской области.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Различать на слух взаимодействие музыкальных тем на основе тождества и контраста, сходства и различия.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Вырабатывать исполнительский план вокально-хорового произведения, исходя из отражения в нём законов развития музыки и жизни.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развитие чувства прекрасного и эстетического чувства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 xml:space="preserve">договариваться и приходить к общему решению в совместной творческой деятельности. 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принимать и сохранять учебную задачу;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оформлять свою мысль в устной форме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E5366" w:rsidRPr="00203C89" w:rsidTr="00B57AFF">
        <w:trPr>
          <w:trHeight w:val="163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Интонационное многообразие музыки по жанровым истокам</w:t>
            </w:r>
          </w:p>
          <w:p w:rsidR="009E5366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366" w:rsidRPr="00B57AFF" w:rsidRDefault="009E5366" w:rsidP="00B57AFF">
            <w:pPr>
              <w:rPr>
                <w:rFonts w:ascii="Times New Roman" w:hAnsi="Times New Roman"/>
                <w:sz w:val="24"/>
                <w:szCs w:val="24"/>
              </w:rPr>
            </w:pPr>
            <w:r w:rsidRPr="0038599E">
              <w:rPr>
                <w:rFonts w:ascii="Times New Roman" w:hAnsi="Times New Roman"/>
                <w:bCs/>
                <w:i/>
                <w:sz w:val="24"/>
                <w:szCs w:val="24"/>
              </w:rPr>
              <w:t>Плясовые наигрыши юга Тюменской области.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Различать характер музыки и  выявлять способ передачи  состояний человека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 развитие эстетических чувств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планировать совместно с учителем свои действия в соответствии с поставленной задачей;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текущий               устный опрос</w:t>
            </w:r>
          </w:p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E5366" w:rsidRPr="00203C89" w:rsidTr="00B57AFF">
        <w:trPr>
          <w:trHeight w:val="3536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203C8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Интонационное многообразие музыки по эмоционально – образному содержанию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Размышлять об общих интонационных корнях профессиональной музыки и народного творчества.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Различать на слух интонации (мелодии) композиторской и народной музыки.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 развитие эстетических чувств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планировать совместно с учителем свои действия в соответствии с поставленной задачей;</w:t>
            </w:r>
          </w:p>
          <w:p w:rsidR="009E5366" w:rsidRPr="006740B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тематический устный опрос</w:t>
            </w:r>
          </w:p>
          <w:p w:rsidR="009E5366" w:rsidRPr="00203C89" w:rsidRDefault="009E5366" w:rsidP="00B1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E5366" w:rsidRPr="00203C89" w:rsidTr="00B57AFF">
        <w:trPr>
          <w:trHeight w:val="2775"/>
        </w:trPr>
        <w:tc>
          <w:tcPr>
            <w:tcW w:w="8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203C8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Интонация как особый тон произнесения музыки: особенность художественного высказывания – возвышенность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Развитие художественного вкуса и интереса к музыкальному искусству.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осознание своих творческих возможностей;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формулировать собственное мнение и позицию; задавать вопросы;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различать способ и результат действия;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строить речевые высказывания в устной форме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E5366" w:rsidRPr="00203C89" w:rsidTr="00B57AFF">
        <w:trPr>
          <w:trHeight w:val="843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78" w:lineRule="exact"/>
              <w:ind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Интонация как особый тон произнесения музыки: особенность художественного высказывания – благородство интонирования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Воспринимать музыкальную тему произведения в единстве жизненного содержания и интонационной линии развития.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Наблюдать, как с появлением нового художественного образа (темы) музыка изменяет движение во времени и пространстве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проявление познавательных мотивов;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планировать совместно с учителем свои действия в соответствии с поставленной задачей;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оформлять свою мысль в устной форме по типу рассуждения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E5366" w:rsidRPr="00203C89" w:rsidTr="00B57AFF">
        <w:trPr>
          <w:trHeight w:val="163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203C8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Интонация как интерпретация музыки: исполнительское прочтение авторского интонационного замысла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Применять элементы музыкальной речи в различных видах творческой  деятельности (пении, сочинении и импровизации, художественном  движении).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уважительно относиться к чужому мнению, к результатам труда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мастеров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принимать и сохранять учебную задачу;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строить речевые высказывания в устной форме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тематический устный опрос</w:t>
            </w:r>
          </w:p>
        </w:tc>
      </w:tr>
      <w:tr w:rsidR="009E5366" w:rsidRPr="00203C89" w:rsidTr="00B57AFF">
        <w:trPr>
          <w:trHeight w:val="702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17.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Интонация -«звукокомплекс», выступающий как единство содержания и формы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Cs/>
                <w:sz w:val="24"/>
                <w:szCs w:val="24"/>
              </w:rPr>
              <w:t xml:space="preserve">Различать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на слух и исполнять интонации, характерные для музыкально-художественных образов произведений разных форм и жанров. </w:t>
            </w:r>
            <w:r w:rsidRPr="00203C89">
              <w:rPr>
                <w:rFonts w:ascii="Times New Roman" w:hAnsi="Times New Roman"/>
                <w:bCs/>
                <w:sz w:val="24"/>
                <w:szCs w:val="24"/>
              </w:rPr>
              <w:t xml:space="preserve">Сочинять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главные интонации героев сказок,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литературных сюжетов.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развитие чувства прекрасного и эстетического чувства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 xml:space="preserve">договариваться и приходить к общему решению в совместной творческой деятельности. 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принимать и сохранять учебную задачу;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оформлять свою мысль в устной форме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итоговый  тест</w:t>
            </w:r>
          </w:p>
        </w:tc>
      </w:tr>
      <w:tr w:rsidR="009E5366" w:rsidRPr="00203C89" w:rsidTr="00B57AFF">
        <w:trPr>
          <w:trHeight w:val="163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18.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Интонация -единство выразительности и изобразительности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Воспринимать музыку и выражать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свое отношение к музыкальному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произведению.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 xml:space="preserve">Проявлять готовность увлеченно и живо «впитывать» музыкальные  впечатления, 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 развитие эстетических чувств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планировать совместно с учителем свои действия в соответствии с поставленной задачей;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текущий               устный опрос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E5366" w:rsidRPr="00203C89" w:rsidTr="00203C89">
        <w:trPr>
          <w:trHeight w:val="163"/>
        </w:trPr>
        <w:tc>
          <w:tcPr>
            <w:tcW w:w="1476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Тема» и «развитие»-жизн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ь художественного образа 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366" w:rsidRPr="00203C89" w:rsidTr="00B57AFF">
        <w:trPr>
          <w:trHeight w:val="375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19.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«Тема» - одно из основных понятий музыки</w:t>
            </w:r>
          </w:p>
          <w:p w:rsidR="009E5366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99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Композиторы Тюменской области.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Различать жанры и формы в музыке.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 xml:space="preserve">Выражать свое отношение к музыкальному  произведению; 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проявление познавательных мотивов;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планировать совместно с учителем свои действия в соответствии с поставленной задачей;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оформлять свою мысль в устной форме по типу рассуждения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текущий             устный опрос</w:t>
            </w:r>
          </w:p>
        </w:tc>
      </w:tr>
      <w:tr w:rsidR="009E5366" w:rsidRPr="00203C89" w:rsidTr="00B57AFF">
        <w:trPr>
          <w:trHeight w:val="392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20.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«Тема» - единство жизненного содержания и его интонационного воплощения.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74" w:lineRule="exact"/>
              <w:ind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99E">
              <w:rPr>
                <w:rFonts w:ascii="Times New Roman" w:hAnsi="Times New Roman"/>
                <w:bCs/>
                <w:i/>
                <w:sz w:val="24"/>
                <w:szCs w:val="24"/>
              </w:rPr>
              <w:t>Знакомство с биографией А.А.Алябьева.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Воспринимать музыкальную тему произведения в единстве жизненного содержания и интонационной линии развития.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Наблюдать, как с появлением нового художественного образа (темы) музыка изменяет движение во времени и пространстве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осознание своих творческих возможностей;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формулировать собственное мнение и позицию; задавать вопросы;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- различать способ и результат действия;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строить речевые высказывания в устной форме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тематический устный опрос</w:t>
            </w:r>
          </w:p>
        </w:tc>
      </w:tr>
      <w:tr w:rsidR="009E5366" w:rsidRPr="00203C89" w:rsidTr="00B57AFF">
        <w:trPr>
          <w:trHeight w:val="2626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21.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«Развитие» как отражение сложности жизни</w:t>
            </w:r>
          </w:p>
          <w:p w:rsidR="009E5366" w:rsidRDefault="009E5366" w:rsidP="006740B9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366" w:rsidRPr="00B57AFF" w:rsidRDefault="009E5366" w:rsidP="00B57AFF">
            <w:pPr>
              <w:rPr>
                <w:rFonts w:ascii="Times New Roman" w:hAnsi="Times New Roman"/>
                <w:sz w:val="24"/>
                <w:szCs w:val="24"/>
              </w:rPr>
            </w:pPr>
            <w:r w:rsidRPr="0038599E">
              <w:rPr>
                <w:rFonts w:ascii="Times New Roman" w:hAnsi="Times New Roman"/>
                <w:bCs/>
                <w:i/>
                <w:sz w:val="24"/>
                <w:szCs w:val="24"/>
              </w:rPr>
              <w:t>Знакомство с творчеством А.А.Алябьева.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Различать на слух взаимодействие музыкальных тем на основе тождества и контраста, сходства и различия.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Вырабатывать исполнительский план вокально-хорового произведения, исходя из отражения в нём законов развития музыки и жизни.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уважительно относиться к чужому мнению, к результатам труда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мастеров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принимать и сохранять учебную задачу;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строить речевые высказывания в устной форме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Текущий             устный опрос</w:t>
            </w:r>
          </w:p>
        </w:tc>
      </w:tr>
      <w:tr w:rsidR="009E5366" w:rsidRPr="00203C89" w:rsidTr="00B57AFF">
        <w:trPr>
          <w:trHeight w:val="375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22.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«Развитие» как отражение внутреннего богатства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74" w:lineRule="exact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Воплощать исполнительский замысел в разных видах музицирования: пении, игре на музыкальных инструментах, пластическом интонировании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проявление познавательных мотивов;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планировать совместно с учителем свои действия в соответствии с поставленной задачей;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оформлять свою мысль в устной форме по типу рассуждения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Тематический                      устный опрос</w:t>
            </w:r>
          </w:p>
        </w:tc>
      </w:tr>
      <w:tr w:rsidR="009E5366" w:rsidRPr="00203C89" w:rsidTr="00B57AFF">
        <w:trPr>
          <w:trHeight w:val="375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23.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«Развитие» как отражение внутреннего богатства и многообразия</w:t>
            </w:r>
          </w:p>
          <w:p w:rsidR="009E5366" w:rsidRDefault="009E5366" w:rsidP="006740B9">
            <w:pPr>
              <w:autoSpaceDE w:val="0"/>
              <w:autoSpaceDN w:val="0"/>
              <w:adjustRightInd w:val="0"/>
              <w:spacing w:after="0" w:line="278" w:lineRule="exact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366" w:rsidRPr="00B57AFF" w:rsidRDefault="009E5366" w:rsidP="00B57AFF">
            <w:pPr>
              <w:rPr>
                <w:rFonts w:ascii="Times New Roman" w:hAnsi="Times New Roman"/>
                <w:sz w:val="24"/>
                <w:szCs w:val="24"/>
              </w:rPr>
            </w:pPr>
            <w:r w:rsidRPr="0038599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Музыка народов Сибири.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Наблюдать, как с появлением нового художественного образа (темы) музыка изменяет движение во времени и пространстве.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Различать на слух взаимодействие музыкальных тем на основе тождества и контраста, сходства и различия.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 развитие эстетических чувств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планировать совместно с учителем свои действия в соответствии с поставленной задачей;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текущий          устный опрос</w:t>
            </w:r>
          </w:p>
        </w:tc>
      </w:tr>
      <w:tr w:rsidR="009E5366" w:rsidRPr="00203C89" w:rsidTr="00B57AFF">
        <w:trPr>
          <w:trHeight w:val="886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24.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«Развитие»  как отражение  проявлений человеческих чувств</w:t>
            </w:r>
          </w:p>
          <w:p w:rsidR="009E5366" w:rsidRDefault="009E5366" w:rsidP="00B57A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5366" w:rsidRPr="00B57AFF" w:rsidRDefault="009E5366" w:rsidP="00B57AFF">
            <w:pPr>
              <w:rPr>
                <w:rFonts w:ascii="Times New Roman" w:hAnsi="Times New Roman"/>
                <w:sz w:val="24"/>
                <w:szCs w:val="24"/>
              </w:rPr>
            </w:pPr>
            <w:r w:rsidRPr="0038599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Музыка народов Севера.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Наблюдать, как с появлением нового художественного образа (темы) музыка изменяет движение во времени и пространстве.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Различать на слух взаимодействие музыкальных тем на основе тождества и контраста, сходства и различия.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уважительно относиться к чужому мнению, к результатам труда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мастеров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принимать и сохранять учебную задачу;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строить речевые высказывания в устной форме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текущий             устный опрос</w:t>
            </w:r>
          </w:p>
        </w:tc>
      </w:tr>
      <w:tr w:rsidR="009E5366" w:rsidRPr="00203C89" w:rsidTr="00B57AFF">
        <w:trPr>
          <w:trHeight w:val="357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25.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«Развитие»  как процесс взаимодействия музыкальных образов</w:t>
            </w:r>
          </w:p>
          <w:p w:rsidR="009E5366" w:rsidRDefault="009E5366" w:rsidP="00B57A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5366" w:rsidRPr="00B57AFF" w:rsidRDefault="009E5366" w:rsidP="00B57AFF">
            <w:pPr>
              <w:rPr>
                <w:rFonts w:ascii="Times New Roman" w:hAnsi="Times New Roman"/>
                <w:sz w:val="24"/>
                <w:szCs w:val="24"/>
              </w:rPr>
            </w:pPr>
            <w:r w:rsidRPr="0038599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Музыка народов юга Тюменской области.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Cs/>
                <w:sz w:val="24"/>
                <w:szCs w:val="24"/>
              </w:rPr>
              <w:t xml:space="preserve">Размышлять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о всеобщности развития в жизни и музыке: «всё течет, всё изменяется».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Cs/>
                <w:sz w:val="24"/>
                <w:szCs w:val="24"/>
              </w:rPr>
              <w:t xml:space="preserve">Воспринимать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музыкальную тему произведения в единстве жизненного содержания и интонационной линии раз-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вития.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Cs/>
                <w:sz w:val="24"/>
                <w:szCs w:val="24"/>
              </w:rPr>
              <w:t>Наблюдать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, как с появлением нового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художественного образа (темы) музыка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изменяет движение во времени и пространстве.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проявление познавательных мотивов;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планировать совместно с учителем свои действия в соответствии с поставленной задачей;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оформлять свою мысль в устной форме по типу рассуждения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</w:tr>
      <w:tr w:rsidR="009E5366" w:rsidRPr="00203C89" w:rsidTr="00B57AFF">
        <w:trPr>
          <w:trHeight w:val="375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26.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«Развитие»  как процесс взаимодействия  образных сфер на основе тождества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>Находить сходства и различия в инструментах разных народов; распознавать духовые  и струнные инструменты, вычленять и показывать (имитация игры) во время звучания  инструментов симфонического оркестра; сопоставлять звучание народных и профессиональных  инструментов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осознание своих творческих возможностей;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формулировать собственное мнение и позицию; задавать вопросы;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различать способ и результат действия;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строить речевые высказывания в устной форме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текущий устный опрос</w:t>
            </w:r>
          </w:p>
        </w:tc>
      </w:tr>
      <w:tr w:rsidR="009E5366" w:rsidRPr="00203C89" w:rsidTr="00B57AFF">
        <w:trPr>
          <w:trHeight w:val="547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27.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 xml:space="preserve">«Развитие»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ак процесс взаимодействия образных сфер на основе контраста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отдельные признаки предмета и объединять по общему признаку, передавать настроение музыки в пластическом движении, пении, давать определения общего характера музыки.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проявление познавательных мотивов;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планировать совместно с учителем свои действия в соответствии с поставленной задачей;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оформлять свою мысль в устной форме по типу рассуждения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Текущий устный опрос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E5366" w:rsidRPr="00203C89" w:rsidTr="00B57AFF">
        <w:trPr>
          <w:trHeight w:val="896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28.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«Развитие»  как процесс взаимодействия  образных сфер на основе сходства и различия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Cs/>
                <w:sz w:val="24"/>
                <w:szCs w:val="24"/>
              </w:rPr>
              <w:t xml:space="preserve">Размышлять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над зависимостью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формы от содержания в каждом конкретном произведении.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Cs/>
                <w:sz w:val="24"/>
                <w:szCs w:val="24"/>
              </w:rPr>
              <w:t xml:space="preserve">Выявлять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роль формы для восприятия логического развития музыкальной мысли.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развитие чувства прекрасного и эстетического чувства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 xml:space="preserve">договариваться и приходить к общему решению в совместной творческой деятельности. 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принимать и сохранять учебную задачу;</w:t>
            </w:r>
          </w:p>
          <w:p w:rsidR="009E5366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оформлять свою мысль в устной форме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тематический             устный опрос</w:t>
            </w:r>
          </w:p>
        </w:tc>
      </w:tr>
      <w:tr w:rsidR="009E5366" w:rsidRPr="00203C89" w:rsidTr="00203C89">
        <w:trPr>
          <w:trHeight w:val="506"/>
        </w:trPr>
        <w:tc>
          <w:tcPr>
            <w:tcW w:w="1476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Развитие как становл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ение художественной формы </w:t>
            </w:r>
          </w:p>
        </w:tc>
      </w:tr>
      <w:tr w:rsidR="009E5366" w:rsidRPr="00203C89" w:rsidTr="00B57AFF">
        <w:trPr>
          <w:trHeight w:val="685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29.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Форма музыки (построение)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5366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366" w:rsidRPr="00B57AFF" w:rsidRDefault="009E5366" w:rsidP="00B57AFF">
            <w:pPr>
              <w:rPr>
                <w:rFonts w:ascii="Times New Roman" w:hAnsi="Times New Roman"/>
                <w:sz w:val="24"/>
                <w:szCs w:val="24"/>
              </w:rPr>
            </w:pPr>
            <w:r w:rsidRPr="0038599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Исполнение песен народов Севера.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>Различать</w:t>
            </w:r>
            <w:r w:rsidRPr="00203C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формы построения 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музыкального произведения; распознавать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духовые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> и струнные инструменты, вычленять и показывать (и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митация игры) во время звучания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народных инструментов, исполнять вокальные произведения без музыкального сопровождения.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 развитие эстетических чувств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планировать совместно с учителем свои действия в соответствии с поставленной задачей;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 выбор наиболее эффективных способов решения задач в зависимости от конкретных условий; 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тематический                устный опрос</w:t>
            </w:r>
          </w:p>
        </w:tc>
      </w:tr>
      <w:tr w:rsidR="009E5366" w:rsidRPr="00203C89" w:rsidTr="00B57AFF">
        <w:trPr>
          <w:trHeight w:val="547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30.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 xml:space="preserve">Форма музыки как процесс закономерной организации всего комплекса музыкальных средств для выражения содержания </w:t>
            </w:r>
          </w:p>
          <w:p w:rsidR="009E5366" w:rsidRPr="00203C89" w:rsidRDefault="009E5366" w:rsidP="006740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Ориентироваться в разнообразии музыкальных форм. Наблюдать за развитием музыки. 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Видеть связь средств музыкальной выразительности с содержанием произведения. 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осознание своих творческих возможностей;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формулировать собственное мнение и позицию; задавать вопросы;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- различать способ и результат действия;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: строить речевые высказывания в устной форме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тематический                устный опрос</w:t>
            </w:r>
          </w:p>
        </w:tc>
      </w:tr>
      <w:tr w:rsidR="009E5366" w:rsidRPr="00203C89" w:rsidTr="00B57AFF">
        <w:trPr>
          <w:trHeight w:val="375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31.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Простая музыкальная форма, двухчастная форма.</w:t>
            </w:r>
          </w:p>
          <w:p w:rsidR="009E5366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366" w:rsidRPr="00B57AFF" w:rsidRDefault="009E5366" w:rsidP="00B57AFF">
            <w:pPr>
              <w:rPr>
                <w:rFonts w:ascii="Times New Roman" w:hAnsi="Times New Roman"/>
                <w:sz w:val="24"/>
                <w:szCs w:val="24"/>
              </w:rPr>
            </w:pPr>
            <w:r w:rsidRPr="0038599E">
              <w:rPr>
                <w:rFonts w:ascii="Times New Roman" w:hAnsi="Times New Roman"/>
                <w:bCs/>
                <w:i/>
                <w:sz w:val="24"/>
                <w:szCs w:val="24"/>
              </w:rPr>
              <w:t>Исполнение песен народов юга Тюменской области.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на слух простые формы звучащей музыки — двухчастные, трёхчастные, рондо.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Cs/>
                <w:sz w:val="24"/>
                <w:szCs w:val="24"/>
              </w:rPr>
              <w:t xml:space="preserve">Воплощать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собственный художественный замысел в той или иной форме с позиций композитора, исполнителя, слушателя.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 развитие эстетических чувств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планировать совместно с учителем свои действия в соответствии с поставленной задачей;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тематический                устный опрос</w:t>
            </w:r>
          </w:p>
        </w:tc>
      </w:tr>
      <w:tr w:rsidR="009E5366" w:rsidRPr="00203C89" w:rsidTr="00B57AFF">
        <w:trPr>
          <w:trHeight w:val="702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32.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Исторически сложившиеся музыкальные формы - форма рондо.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>Эмоционально откликаться на музыкальное произведение и выразить свое впечатление в пении, игре или пластике; называть понравившееся  произведения, дать его характеристику; сопоставлять,  сравнивать, различные жанры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развитие чувства прекрасного и эстетического чувства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 xml:space="preserve">договариваться и приходить к общему решению в совместной творческой деятельности. 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принимать и сохранять учебную задачу;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оформлять свою мысль в устной форме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тематический                устный опрос</w:t>
            </w:r>
          </w:p>
        </w:tc>
      </w:tr>
      <w:tr w:rsidR="009E5366" w:rsidRPr="00203C89" w:rsidTr="00B57AFF">
        <w:trPr>
          <w:trHeight w:val="392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33</w:t>
            </w: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«Пусть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музыка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звучит не смолкая».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концерт.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>еализовывать собственные творческие замыслы в различных видах музыкальной деятельности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;размышлять о музыке, высказывать собственное отношение к различным музыкальным явлениям, сочинениям, создавать собственные исполнительские интерпретации.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развитие чувства прекрасного и эстетического чувства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 xml:space="preserve">договариваться и приходить к общему решению в совместной творческой деятельности. 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принимать и сохранять учебную задачу;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оформлять свою мысль в устной форме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</w:tr>
      <w:tr w:rsidR="009E5366" w:rsidRPr="00203C89" w:rsidTr="00B57AFF">
        <w:trPr>
          <w:trHeight w:val="3052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34</w:t>
            </w:r>
            <w:r w:rsidRPr="00203C8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Исторически сложившиеся музыкальные формы - вариации.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>Различать</w:t>
            </w:r>
            <w:r w:rsidRPr="00203C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формы построения 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музыкального прои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зведения; распознавать духовые 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>и струнные инструменты, вычленять и показывать (имитация игры) во вре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мя звучания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народных инструментов, исполнять вокальные произведения без музыкального сопровождения.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развитие чувства прекрасного и эстетического чувства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 xml:space="preserve">договариваться и приходить к общему решению в совместной творческой деятельности. 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принимать и сохранять учебную задачу;</w:t>
            </w:r>
          </w:p>
          <w:p w:rsidR="009E5366" w:rsidRPr="00203C89" w:rsidRDefault="009E5366" w:rsidP="0067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203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УУД:</w:t>
            </w:r>
            <w:r w:rsidRPr="00203C89">
              <w:rPr>
                <w:rFonts w:ascii="Times New Roman" w:hAnsi="Times New Roman"/>
                <w:sz w:val="24"/>
                <w:szCs w:val="24"/>
              </w:rPr>
              <w:t xml:space="preserve"> оформлять свою мысль в устной форме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C89">
              <w:rPr>
                <w:rFonts w:ascii="Times New Roman" w:hAnsi="Times New Roman"/>
                <w:sz w:val="24"/>
                <w:szCs w:val="24"/>
              </w:rPr>
              <w:t>Текущий устный опрос</w:t>
            </w:r>
          </w:p>
          <w:p w:rsidR="009E5366" w:rsidRPr="00203C89" w:rsidRDefault="009E5366" w:rsidP="006740B9">
            <w:pPr>
              <w:autoSpaceDE w:val="0"/>
              <w:autoSpaceDN w:val="0"/>
              <w:adjustRightInd w:val="0"/>
              <w:spacing w:before="10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9E5366" w:rsidRPr="00203C89" w:rsidRDefault="009E5366" w:rsidP="00203C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5366" w:rsidRDefault="009E5366"/>
    <w:sectPr w:rsidR="009E5366" w:rsidSect="00200F24">
      <w:footerReference w:type="defaul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366" w:rsidRDefault="009E5366" w:rsidP="00B57AFF">
      <w:pPr>
        <w:spacing w:after="0" w:line="240" w:lineRule="auto"/>
      </w:pPr>
      <w:r>
        <w:separator/>
      </w:r>
    </w:p>
  </w:endnote>
  <w:endnote w:type="continuationSeparator" w:id="0">
    <w:p w:rsidR="009E5366" w:rsidRDefault="009E5366" w:rsidP="00B57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366" w:rsidRDefault="009E5366">
    <w:pPr>
      <w:pStyle w:val="Footer"/>
      <w:jc w:val="right"/>
    </w:pPr>
    <w:fldSimple w:instr="PAGE   \* MERGEFORMAT">
      <w:r>
        <w:rPr>
          <w:noProof/>
        </w:rPr>
        <w:t>31</w:t>
      </w:r>
    </w:fldSimple>
  </w:p>
  <w:p w:rsidR="009E5366" w:rsidRDefault="009E53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366" w:rsidRDefault="009E5366" w:rsidP="00B57AFF">
      <w:pPr>
        <w:spacing w:after="0" w:line="240" w:lineRule="auto"/>
      </w:pPr>
      <w:r>
        <w:separator/>
      </w:r>
    </w:p>
  </w:footnote>
  <w:footnote w:type="continuationSeparator" w:id="0">
    <w:p w:rsidR="009E5366" w:rsidRDefault="009E5366" w:rsidP="00B57A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339F23FD"/>
    <w:multiLevelType w:val="hybridMultilevel"/>
    <w:tmpl w:val="D18A1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30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44901777"/>
    <w:multiLevelType w:val="hybridMultilevel"/>
    <w:tmpl w:val="C53E9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313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313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C89"/>
    <w:rsid w:val="00036D78"/>
    <w:rsid w:val="000C16AF"/>
    <w:rsid w:val="00163CA4"/>
    <w:rsid w:val="001A4047"/>
    <w:rsid w:val="001D1F6C"/>
    <w:rsid w:val="00200F24"/>
    <w:rsid w:val="00203C89"/>
    <w:rsid w:val="002A3979"/>
    <w:rsid w:val="002D2859"/>
    <w:rsid w:val="00344168"/>
    <w:rsid w:val="0038599E"/>
    <w:rsid w:val="003F5CDD"/>
    <w:rsid w:val="00447D1E"/>
    <w:rsid w:val="00644C1E"/>
    <w:rsid w:val="006740B9"/>
    <w:rsid w:val="0073292A"/>
    <w:rsid w:val="007D7535"/>
    <w:rsid w:val="0083020D"/>
    <w:rsid w:val="008C4BC5"/>
    <w:rsid w:val="00952681"/>
    <w:rsid w:val="00964CEB"/>
    <w:rsid w:val="009666A6"/>
    <w:rsid w:val="009B1FD2"/>
    <w:rsid w:val="009B2B4E"/>
    <w:rsid w:val="009E5366"/>
    <w:rsid w:val="00AB01B0"/>
    <w:rsid w:val="00AD540B"/>
    <w:rsid w:val="00AE0D90"/>
    <w:rsid w:val="00B15FCA"/>
    <w:rsid w:val="00B57AFF"/>
    <w:rsid w:val="00BB59B3"/>
    <w:rsid w:val="00BF7BAA"/>
    <w:rsid w:val="00D40F8F"/>
    <w:rsid w:val="00DF556E"/>
    <w:rsid w:val="00E30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C89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03C89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203C89"/>
    <w:rPr>
      <w:lang w:eastAsia="en-US"/>
    </w:rPr>
  </w:style>
  <w:style w:type="character" w:customStyle="1" w:styleId="c1">
    <w:name w:val="c1"/>
    <w:basedOn w:val="DefaultParagraphFont"/>
    <w:uiPriority w:val="99"/>
    <w:rsid w:val="00203C89"/>
    <w:rPr>
      <w:rFonts w:cs="Times New Roman"/>
    </w:rPr>
  </w:style>
  <w:style w:type="paragraph" w:customStyle="1" w:styleId="Default">
    <w:name w:val="Default"/>
    <w:uiPriority w:val="99"/>
    <w:rsid w:val="00203C8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85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599E"/>
    <w:rPr>
      <w:rFonts w:ascii="Segoe UI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HeaderChar"/>
    <w:uiPriority w:val="99"/>
    <w:rsid w:val="00B57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AFF"/>
    <w:rPr>
      <w:rFonts w:ascii="Calibri" w:hAnsi="Calibri"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B57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AFF"/>
    <w:rPr>
      <w:rFonts w:ascii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-education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usclass.ru/musicfor.ht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reatcomposer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uzworldnews.blogspot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31</Pages>
  <Words>9078</Words>
  <Characters>-32766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Internet</cp:lastModifiedBy>
  <cp:revision>4</cp:revision>
  <cp:lastPrinted>2016-09-21T13:12:00Z</cp:lastPrinted>
  <dcterms:created xsi:type="dcterms:W3CDTF">2016-09-21T13:15:00Z</dcterms:created>
  <dcterms:modified xsi:type="dcterms:W3CDTF">2016-09-21T16:20:00Z</dcterms:modified>
</cp:coreProperties>
</file>