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84"/>
        <w:tblOverlap w:val="never"/>
        <w:tblW w:w="10031" w:type="dxa"/>
        <w:tblLook w:val="01E0"/>
      </w:tblPr>
      <w:tblGrid>
        <w:gridCol w:w="3936"/>
        <w:gridCol w:w="1275"/>
        <w:gridCol w:w="4820"/>
      </w:tblGrid>
      <w:tr w:rsidR="00DD6D80" w:rsidRPr="00E513F4">
        <w:trPr>
          <w:trHeight w:val="1787"/>
        </w:trPr>
        <w:tc>
          <w:tcPr>
            <w:tcW w:w="3936" w:type="dxa"/>
          </w:tcPr>
          <w:p w:rsidR="00DD6D80" w:rsidRPr="00E513F4" w:rsidRDefault="00DD6D80" w:rsidP="00856D4C">
            <w:pPr>
              <w:rPr>
                <w:b/>
                <w:bCs/>
                <w:sz w:val="28"/>
                <w:szCs w:val="28"/>
              </w:rPr>
            </w:pPr>
          </w:p>
          <w:p w:rsidR="00DD6D80" w:rsidRDefault="00DD6D80" w:rsidP="00856D4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РАССМОТРЕНО </w:t>
            </w:r>
          </w:p>
          <w:p w:rsidR="00DD6D80" w:rsidRDefault="00DD6D80" w:rsidP="00856D4C">
            <w:pPr>
              <w:rPr>
                <w:sz w:val="28"/>
                <w:szCs w:val="28"/>
              </w:rPr>
            </w:pPr>
            <w:r w:rsidRPr="001B51ED">
              <w:rPr>
                <w:sz w:val="28"/>
                <w:szCs w:val="28"/>
              </w:rPr>
              <w:t>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E513F4">
              <w:rPr>
                <w:sz w:val="28"/>
                <w:szCs w:val="28"/>
              </w:rPr>
              <w:t>едагогическ</w:t>
            </w:r>
            <w:r>
              <w:rPr>
                <w:sz w:val="28"/>
                <w:szCs w:val="28"/>
              </w:rPr>
              <w:t>ом</w:t>
            </w:r>
            <w:r w:rsidRPr="00E513F4">
              <w:rPr>
                <w:sz w:val="28"/>
                <w:szCs w:val="28"/>
              </w:rPr>
              <w:t xml:space="preserve"> совет</w:t>
            </w:r>
            <w:r>
              <w:rPr>
                <w:sz w:val="28"/>
                <w:szCs w:val="28"/>
              </w:rPr>
              <w:t>е</w:t>
            </w:r>
          </w:p>
          <w:p w:rsidR="00DD6D80" w:rsidRDefault="00DD6D80" w:rsidP="00856D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филиала муниципального автономного</w:t>
            </w:r>
            <w:r w:rsidRPr="00D827A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учреждения Гагаринская средняя общеобразовательная школа –</w:t>
            </w:r>
          </w:p>
          <w:p w:rsidR="00DD6D80" w:rsidRDefault="00DD6D80" w:rsidP="00856D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Новолоктинская средняя общеобразовательная школа</w:t>
            </w:r>
          </w:p>
          <w:p w:rsidR="00DD6D80" w:rsidRPr="00E513F4" w:rsidRDefault="00DD6D80" w:rsidP="00856D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__ от __2018 г</w:t>
            </w:r>
          </w:p>
          <w:p w:rsidR="00DD6D80" w:rsidRPr="00D827A5" w:rsidRDefault="00DD6D80" w:rsidP="00856D4C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D6D80" w:rsidRPr="00E513F4" w:rsidRDefault="00DD6D80" w:rsidP="00856D4C">
            <w:pPr>
              <w:rPr>
                <w:b/>
                <w:bCs/>
                <w:sz w:val="28"/>
                <w:szCs w:val="28"/>
              </w:rPr>
            </w:pPr>
          </w:p>
          <w:p w:rsidR="00DD6D80" w:rsidRPr="00D827A5" w:rsidRDefault="00DD6D80" w:rsidP="00856D4C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DD6D80" w:rsidRPr="00E513F4" w:rsidRDefault="00DD6D80" w:rsidP="00856D4C">
            <w:pPr>
              <w:rPr>
                <w:b/>
                <w:bCs/>
                <w:sz w:val="28"/>
                <w:szCs w:val="28"/>
              </w:rPr>
            </w:pPr>
          </w:p>
          <w:p w:rsidR="00DD6D80" w:rsidRPr="00E513F4" w:rsidRDefault="00DD6D80" w:rsidP="00856D4C">
            <w:pPr>
              <w:jc w:val="both"/>
              <w:rPr>
                <w:b/>
                <w:bCs/>
                <w:sz w:val="28"/>
                <w:szCs w:val="28"/>
              </w:rPr>
            </w:pPr>
            <w:r w:rsidRPr="00E513F4">
              <w:rPr>
                <w:b/>
                <w:bCs/>
                <w:sz w:val="28"/>
                <w:szCs w:val="28"/>
              </w:rPr>
              <w:t>УТВЕРЖД</w:t>
            </w:r>
            <w:r>
              <w:rPr>
                <w:b/>
                <w:bCs/>
                <w:sz w:val="28"/>
                <w:szCs w:val="28"/>
              </w:rPr>
              <w:t>ЕНО</w:t>
            </w:r>
          </w:p>
          <w:p w:rsidR="00DD6D80" w:rsidRDefault="00DD6D80" w:rsidP="00856D4C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Приказом  №_93  от 09.06. 2018 г.                         Директор  муниципального автономного  учреждения Гагаринская средняя общеобразовательная школа</w:t>
            </w:r>
          </w:p>
          <w:p w:rsidR="00DD6D80" w:rsidRPr="00D827A5" w:rsidRDefault="00DD6D80" w:rsidP="00856D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 С.Р. Астанина</w:t>
            </w:r>
          </w:p>
          <w:p w:rsidR="00DD6D80" w:rsidRPr="00E513F4" w:rsidRDefault="00DD6D80" w:rsidP="00856D4C">
            <w:pPr>
              <w:jc w:val="both"/>
              <w:rPr>
                <w:sz w:val="28"/>
                <w:szCs w:val="28"/>
              </w:rPr>
            </w:pPr>
          </w:p>
        </w:tc>
      </w:tr>
    </w:tbl>
    <w:p w:rsidR="00DD6D80" w:rsidRDefault="00DD6D80" w:rsidP="0028775F">
      <w:pPr>
        <w:ind w:left="180"/>
      </w:pPr>
    </w:p>
    <w:p w:rsidR="00DD6D80" w:rsidRDefault="00DD6D80" w:rsidP="0028775F">
      <w:pPr>
        <w:ind w:left="180"/>
      </w:pPr>
    </w:p>
    <w:p w:rsidR="00DD6D80" w:rsidRDefault="00DD6D80" w:rsidP="0028775F">
      <w:pPr>
        <w:ind w:left="180"/>
      </w:pPr>
    </w:p>
    <w:p w:rsidR="00DD6D80" w:rsidRDefault="00DD6D80" w:rsidP="0028775F">
      <w:pPr>
        <w:ind w:left="180"/>
      </w:pPr>
    </w:p>
    <w:p w:rsidR="00DD6D80" w:rsidRDefault="00DD6D80" w:rsidP="0028775F">
      <w:pPr>
        <w:ind w:left="180"/>
      </w:pPr>
    </w:p>
    <w:p w:rsidR="00DD6D80" w:rsidRDefault="00DD6D80" w:rsidP="0028775F">
      <w:pPr>
        <w:pStyle w:val="Heading1"/>
        <w:rPr>
          <w:sz w:val="44"/>
          <w:szCs w:val="44"/>
        </w:rPr>
      </w:pPr>
      <w:r>
        <w:rPr>
          <w:sz w:val="44"/>
          <w:szCs w:val="44"/>
        </w:rPr>
        <w:t>Учебный план</w:t>
      </w:r>
    </w:p>
    <w:p w:rsidR="00DD6D80" w:rsidRDefault="00DD6D80" w:rsidP="0028775F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на  2018 –2019 учебный год</w:t>
      </w:r>
    </w:p>
    <w:p w:rsidR="00DD6D80" w:rsidRDefault="00DD6D80" w:rsidP="0028775F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филиала муниципального автономного общеобразовательного учреждения</w:t>
      </w:r>
    </w:p>
    <w:p w:rsidR="00DD6D80" w:rsidRDefault="00DD6D80" w:rsidP="0028775F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Гагаринской средней </w:t>
      </w:r>
    </w:p>
    <w:p w:rsidR="00DD6D80" w:rsidRDefault="00DD6D80" w:rsidP="0028775F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общеобразовательной школы -</w:t>
      </w:r>
    </w:p>
    <w:p w:rsidR="00DD6D80" w:rsidRDefault="00DD6D80" w:rsidP="0028775F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Новолоктинской средней </w:t>
      </w:r>
    </w:p>
    <w:p w:rsidR="00DD6D80" w:rsidRDefault="00DD6D80" w:rsidP="0028775F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общеобразовательной школы</w:t>
      </w:r>
    </w:p>
    <w:p w:rsidR="00DD6D80" w:rsidRDefault="00DD6D80" w:rsidP="0028775F">
      <w:pPr>
        <w:jc w:val="center"/>
        <w:rPr>
          <w:sz w:val="44"/>
          <w:szCs w:val="44"/>
        </w:rPr>
      </w:pPr>
    </w:p>
    <w:p w:rsidR="00DD6D80" w:rsidRPr="00316FB8" w:rsidRDefault="00DD6D80" w:rsidP="0028775F">
      <w:pPr>
        <w:jc w:val="right"/>
        <w:rPr>
          <w:b/>
          <w:bCs/>
          <w:sz w:val="32"/>
          <w:szCs w:val="32"/>
        </w:rPr>
      </w:pPr>
    </w:p>
    <w:p w:rsidR="00DD6D80" w:rsidRPr="00316FB8" w:rsidRDefault="00DD6D80" w:rsidP="0028775F">
      <w:pPr>
        <w:jc w:val="right"/>
        <w:rPr>
          <w:b/>
          <w:bCs/>
          <w:sz w:val="32"/>
          <w:szCs w:val="32"/>
        </w:rPr>
      </w:pPr>
    </w:p>
    <w:p w:rsidR="00DD6D80" w:rsidRDefault="00DD6D80" w:rsidP="0028775F">
      <w:pPr>
        <w:jc w:val="center"/>
        <w:rPr>
          <w:sz w:val="32"/>
          <w:szCs w:val="32"/>
        </w:rPr>
      </w:pPr>
    </w:p>
    <w:p w:rsidR="00DD6D80" w:rsidRDefault="00DD6D80" w:rsidP="0028775F">
      <w:pPr>
        <w:jc w:val="center"/>
        <w:rPr>
          <w:sz w:val="32"/>
          <w:szCs w:val="32"/>
        </w:rPr>
      </w:pPr>
    </w:p>
    <w:p w:rsidR="00DD6D80" w:rsidRDefault="00DD6D80" w:rsidP="0028775F">
      <w:pPr>
        <w:jc w:val="center"/>
        <w:rPr>
          <w:sz w:val="32"/>
          <w:szCs w:val="32"/>
        </w:rPr>
      </w:pPr>
    </w:p>
    <w:p w:rsidR="00DD6D80" w:rsidRDefault="00DD6D80" w:rsidP="0028775F">
      <w:pPr>
        <w:jc w:val="center"/>
        <w:rPr>
          <w:sz w:val="32"/>
          <w:szCs w:val="32"/>
        </w:rPr>
      </w:pPr>
    </w:p>
    <w:p w:rsidR="00DD6D80" w:rsidRDefault="00DD6D80" w:rsidP="0028775F"/>
    <w:p w:rsidR="00DD6D80" w:rsidRDefault="00DD6D80" w:rsidP="0028775F"/>
    <w:p w:rsidR="00DD6D80" w:rsidRDefault="00DD6D80" w:rsidP="0028775F"/>
    <w:p w:rsidR="00DD6D80" w:rsidRDefault="00DD6D80" w:rsidP="0028775F"/>
    <w:p w:rsidR="00DD6D80" w:rsidRDefault="00DD6D80" w:rsidP="0028775F"/>
    <w:p w:rsidR="00DD6D80" w:rsidRDefault="00DD6D80" w:rsidP="0028775F"/>
    <w:p w:rsidR="00DD6D80" w:rsidRDefault="00DD6D80" w:rsidP="0028775F"/>
    <w:p w:rsidR="00DD6D80" w:rsidRDefault="00DD6D80" w:rsidP="0028775F"/>
    <w:p w:rsidR="00DD6D80" w:rsidRDefault="00DD6D80" w:rsidP="0028775F"/>
    <w:p w:rsidR="00DD6D80" w:rsidRDefault="00DD6D80" w:rsidP="0028775F"/>
    <w:p w:rsidR="00DD6D80" w:rsidRDefault="00DD6D80" w:rsidP="0028775F"/>
    <w:p w:rsidR="00DD6D80" w:rsidRDefault="00DD6D80" w:rsidP="0028775F"/>
    <w:p w:rsidR="00DD6D80" w:rsidRPr="00751010" w:rsidRDefault="00DD6D80" w:rsidP="0028775F">
      <w:pPr>
        <w:pStyle w:val="Heading2"/>
        <w:jc w:val="center"/>
        <w:rPr>
          <w:rFonts w:cs="Times New Roman"/>
          <w:color w:val="auto"/>
        </w:rPr>
      </w:pPr>
      <w:r w:rsidRPr="00751010">
        <w:rPr>
          <w:color w:val="auto"/>
        </w:rPr>
        <w:t>Пояснительная записка к учебному плану</w:t>
      </w:r>
      <w:r>
        <w:rPr>
          <w:color w:val="auto"/>
        </w:rPr>
        <w:t xml:space="preserve"> филиала </w:t>
      </w:r>
      <w:r w:rsidRPr="00751010">
        <w:rPr>
          <w:color w:val="auto"/>
        </w:rPr>
        <w:t xml:space="preserve"> муниципального автономного общеобразовательного учреждения</w:t>
      </w:r>
      <w:r>
        <w:rPr>
          <w:color w:val="auto"/>
        </w:rPr>
        <w:t xml:space="preserve"> Гагаринская  общеобразовательная  школа - </w:t>
      </w:r>
      <w:r w:rsidRPr="00751010">
        <w:rPr>
          <w:color w:val="auto"/>
        </w:rPr>
        <w:t>Новолоктинск</w:t>
      </w:r>
      <w:r>
        <w:rPr>
          <w:color w:val="auto"/>
        </w:rPr>
        <w:t>ая</w:t>
      </w:r>
      <w:r w:rsidRPr="00751010">
        <w:rPr>
          <w:color w:val="auto"/>
        </w:rPr>
        <w:t xml:space="preserve"> средн</w:t>
      </w:r>
      <w:r>
        <w:rPr>
          <w:color w:val="auto"/>
        </w:rPr>
        <w:t>яя</w:t>
      </w:r>
      <w:r w:rsidRPr="00751010">
        <w:rPr>
          <w:color w:val="auto"/>
        </w:rPr>
        <w:t xml:space="preserve"> общеобразовательн</w:t>
      </w:r>
      <w:r>
        <w:rPr>
          <w:color w:val="auto"/>
        </w:rPr>
        <w:t>ая</w:t>
      </w:r>
      <w:r w:rsidRPr="00751010">
        <w:rPr>
          <w:color w:val="auto"/>
        </w:rPr>
        <w:t xml:space="preserve"> школ</w:t>
      </w:r>
      <w:r>
        <w:rPr>
          <w:color w:val="auto"/>
        </w:rPr>
        <w:t>а</w:t>
      </w:r>
    </w:p>
    <w:p w:rsidR="00DD6D80" w:rsidRDefault="00DD6D80" w:rsidP="0028775F"/>
    <w:p w:rsidR="00DD6D80" w:rsidRDefault="00DD6D80" w:rsidP="00342FCC">
      <w:pPr>
        <w:pStyle w:val="a"/>
        <w:spacing w:line="276" w:lineRule="auto"/>
        <w:jc w:val="both"/>
      </w:pPr>
    </w:p>
    <w:p w:rsidR="00DD6D80" w:rsidRDefault="00DD6D80" w:rsidP="00342FCC">
      <w:pPr>
        <w:pStyle w:val="a"/>
        <w:spacing w:line="276" w:lineRule="auto"/>
        <w:jc w:val="both"/>
      </w:pPr>
      <w:r>
        <w:t xml:space="preserve">1.Учебный план филиала МАОУ Гагаринская СОШ – Ноаволоктинская СОШ является нормативным документом, который определяет распределение по периодам обучении\ учебных предметов, курсов, дисциплин (модулей), практик, иных видов деятельности и форм промежуточной аттестации. </w:t>
      </w:r>
    </w:p>
    <w:p w:rsidR="00DD6D80" w:rsidRPr="00342FCC" w:rsidRDefault="00DD6D80" w:rsidP="00342FCC">
      <w:pPr>
        <w:pStyle w:val="a"/>
        <w:spacing w:line="276" w:lineRule="auto"/>
        <w:jc w:val="both"/>
      </w:pPr>
      <w:r>
        <w:t xml:space="preserve">Содержание и структура учебного плана определяется требованиями базисного учебного плана для образовательных учреждений, реализующих программы общего образования. </w:t>
      </w:r>
      <w:r w:rsidRPr="00342FCC">
        <w:t xml:space="preserve">Учебный план филиала МАОУ Гагаринская СОШ - Новолоктинская СОШ на 2018 – 2019 учебный год разработан на основании Перечня нормативно-правовых документов, регламентирующих формирование </w:t>
      </w:r>
      <w:r>
        <w:t>у</w:t>
      </w:r>
      <w:r w:rsidRPr="00342FCC">
        <w:t>чебных планов общеобразовательных учреждений:</w:t>
      </w:r>
    </w:p>
    <w:p w:rsidR="00DD6D80" w:rsidRPr="00342FCC" w:rsidRDefault="00DD6D80" w:rsidP="00342FCC">
      <w:pPr>
        <w:widowControl w:val="0"/>
        <w:overflowPunct w:val="0"/>
        <w:autoSpaceDE w:val="0"/>
        <w:autoSpaceDN w:val="0"/>
        <w:adjustRightInd w:val="0"/>
        <w:spacing w:line="276" w:lineRule="auto"/>
        <w:ind w:left="567" w:hanging="283"/>
        <w:jc w:val="both"/>
      </w:pPr>
      <w:r w:rsidRPr="00342FCC">
        <w:t>1. Федеральный закон «Об образовании в Российской Федерации» от 29.12.2012 № 273-ФЗ ( с изменениями, внесенными Федеральными законами от 14.06.2014 № 145-ФЗ, от 06.04.2015 №68_фз, от 02.05.2015 № 122-ФЗ);</w:t>
      </w:r>
    </w:p>
    <w:p w:rsidR="00DD6D80" w:rsidRPr="00342FCC" w:rsidRDefault="00DD6D80" w:rsidP="00342FCC">
      <w:pPr>
        <w:widowControl w:val="0"/>
        <w:overflowPunct w:val="0"/>
        <w:autoSpaceDE w:val="0"/>
        <w:autoSpaceDN w:val="0"/>
        <w:adjustRightInd w:val="0"/>
        <w:spacing w:line="276" w:lineRule="auto"/>
        <w:ind w:left="567" w:hanging="283"/>
        <w:jc w:val="both"/>
      </w:pPr>
      <w:r w:rsidRPr="00342FCC">
        <w:t xml:space="preserve">2. Федеральный закон «Об основных гарантиях прав ребёнка в Российской Федерации» от 24.07.1998 № 124-ФЗ (в ред. Федеральных законов от 03.12.2011 № 378-ФЗ). </w:t>
      </w:r>
    </w:p>
    <w:p w:rsidR="00DD6D80" w:rsidRPr="00342FCC" w:rsidRDefault="00DD6D80" w:rsidP="00342FCC">
      <w:pPr>
        <w:pStyle w:val="3"/>
        <w:shd w:val="clear" w:color="auto" w:fill="auto"/>
        <w:spacing w:line="276" w:lineRule="auto"/>
        <w:ind w:left="567" w:right="20" w:hanging="283"/>
        <w:jc w:val="both"/>
        <w:rPr>
          <w:sz w:val="24"/>
          <w:szCs w:val="24"/>
        </w:rPr>
      </w:pPr>
      <w:r w:rsidRPr="00342FCC">
        <w:rPr>
          <w:sz w:val="24"/>
          <w:szCs w:val="24"/>
        </w:rPr>
        <w:t>3. Федеральный государственный образовательный стандарт начального общего образования (приказ Министерства образования и науки Российской Федерации от 06 октября 2009 года №373); Приказ Министерства образования Российской Федерации от 31 декабря 2015 г. №1576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от 6 октября 2009 г. №373» (зарегистрирован Минюстом России 2 февраля 2016 г. № 40936).</w:t>
      </w:r>
    </w:p>
    <w:p w:rsidR="00DD6D80" w:rsidRPr="00342FCC" w:rsidRDefault="00DD6D80" w:rsidP="00342FCC">
      <w:pPr>
        <w:spacing w:line="276" w:lineRule="auto"/>
        <w:ind w:left="426"/>
        <w:jc w:val="both"/>
      </w:pPr>
      <w:r w:rsidRPr="00342FCC">
        <w:t>4. 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декабря 2010 г. №1897); Приказ Министерства образования Российской Федерации от 31 декабря 2015 г. №1577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 (зарегистрирован Минюстом России 2 февраля 2016 г., регистрационный № 40937);</w:t>
      </w:r>
    </w:p>
    <w:p w:rsidR="00DD6D80" w:rsidRPr="00342FCC" w:rsidRDefault="00DD6D80" w:rsidP="00342FCC">
      <w:pPr>
        <w:pStyle w:val="3"/>
        <w:shd w:val="clear" w:color="auto" w:fill="auto"/>
        <w:spacing w:line="276" w:lineRule="auto"/>
        <w:ind w:left="567" w:right="20" w:hanging="283"/>
        <w:jc w:val="both"/>
        <w:rPr>
          <w:sz w:val="24"/>
          <w:szCs w:val="24"/>
        </w:rPr>
      </w:pPr>
      <w:r w:rsidRPr="00342FCC">
        <w:rPr>
          <w:sz w:val="24"/>
          <w:szCs w:val="24"/>
        </w:rPr>
        <w:t>5.Федеральный государственный образовательный стандарт среднего общего образования (приказ Министерства образования и науки Российской Федерации от 31 декабря 2015 года №1578);</w:t>
      </w:r>
    </w:p>
    <w:p w:rsidR="00DD6D80" w:rsidRPr="00342FCC" w:rsidRDefault="00DD6D80" w:rsidP="00342FCC">
      <w:pPr>
        <w:spacing w:line="276" w:lineRule="auto"/>
        <w:ind w:left="426"/>
        <w:jc w:val="both"/>
      </w:pPr>
      <w:r w:rsidRPr="00342FCC">
        <w:t>Приказ Министерства образования и науки Российской Федерации от 07.06.2017 №506 «О внесении изменений в федеральный компонент государственных образовательных стандартов начального общего, основного общего и среднего общего образования, утвержденный приказом Министерства образования РФ от 05.03.2004 №1089».</w:t>
      </w:r>
    </w:p>
    <w:p w:rsidR="00DD6D80" w:rsidRPr="00342FCC" w:rsidRDefault="00DD6D80" w:rsidP="00342FCC">
      <w:pPr>
        <w:spacing w:line="276" w:lineRule="auto"/>
        <w:ind w:left="426"/>
        <w:jc w:val="both"/>
      </w:pPr>
      <w:r>
        <w:t>6.</w:t>
      </w:r>
      <w:r w:rsidRPr="00342FCC">
        <w:t>Приказ Министерства образования Российской Федерации от 9января 2014 года №2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технологий, при реализации образовательных программ».</w:t>
      </w:r>
    </w:p>
    <w:p w:rsidR="00DD6D80" w:rsidRPr="00342FCC" w:rsidRDefault="00DD6D80" w:rsidP="00342FCC">
      <w:pPr>
        <w:pStyle w:val="3"/>
        <w:shd w:val="clear" w:color="auto" w:fill="auto"/>
        <w:spacing w:line="276" w:lineRule="auto"/>
        <w:ind w:left="567" w:right="20" w:hanging="283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342FCC">
        <w:rPr>
          <w:sz w:val="24"/>
          <w:szCs w:val="24"/>
        </w:rPr>
        <w:t>.Федеральный государственный образовательный стандарт начального общего образования обучающихся с ограниченными возможностями здоровья (приказ Министерства образования и науки Российской Федерации от 19 декабря 2014 года №1598);</w:t>
      </w:r>
    </w:p>
    <w:p w:rsidR="00DD6D80" w:rsidRPr="00342FCC" w:rsidRDefault="00DD6D80" w:rsidP="00342FCC">
      <w:pPr>
        <w:pStyle w:val="3"/>
        <w:shd w:val="clear" w:color="auto" w:fill="auto"/>
        <w:spacing w:line="276" w:lineRule="auto"/>
        <w:ind w:left="567" w:right="20" w:hanging="283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342FCC">
        <w:rPr>
          <w:sz w:val="24"/>
          <w:szCs w:val="24"/>
        </w:rPr>
        <w:t xml:space="preserve">.Федеральный государственный образовательный стандарт образования обучающихся с умственной отсталостью (интеллектуальными нарушениями) (приказ Министерства образования и науки Российской Федерации от 19 декабря 2014 №1599); </w:t>
      </w:r>
    </w:p>
    <w:p w:rsidR="00DD6D80" w:rsidRPr="00342FCC" w:rsidRDefault="00DD6D80" w:rsidP="00342FCC">
      <w:pPr>
        <w:pStyle w:val="3"/>
        <w:shd w:val="clear" w:color="auto" w:fill="auto"/>
        <w:spacing w:line="276" w:lineRule="auto"/>
        <w:ind w:left="567" w:right="20" w:hanging="283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42FCC">
        <w:rPr>
          <w:sz w:val="24"/>
          <w:szCs w:val="24"/>
        </w:rPr>
        <w:t>.Приказ Министерства образования и науки Российской Федерации от 10 апреля 2002 года №29/2065-п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:rsidR="00DD6D80" w:rsidRPr="00342FCC" w:rsidRDefault="00DD6D80" w:rsidP="00342FCC">
      <w:pPr>
        <w:pStyle w:val="3"/>
        <w:shd w:val="clear" w:color="auto" w:fill="auto"/>
        <w:spacing w:line="276" w:lineRule="auto"/>
        <w:ind w:left="567" w:right="20" w:hanging="283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342FCC">
        <w:rPr>
          <w:sz w:val="24"/>
          <w:szCs w:val="24"/>
        </w:rPr>
        <w:t>.Приказ Министерства образования и науки Российской Федерации от 30 августа 2013 г. №1015 «Порядок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образования;</w:t>
      </w:r>
    </w:p>
    <w:p w:rsidR="00DD6D80" w:rsidRPr="00342FCC" w:rsidRDefault="00DD6D80" w:rsidP="00342FCC">
      <w:pPr>
        <w:pStyle w:val="3"/>
        <w:shd w:val="clear" w:color="auto" w:fill="auto"/>
        <w:spacing w:line="276" w:lineRule="auto"/>
        <w:ind w:left="567" w:right="23" w:hanging="283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Pr="00342FCC">
        <w:rPr>
          <w:sz w:val="24"/>
          <w:szCs w:val="24"/>
        </w:rPr>
        <w:t>.Приказ Министерства образования и науки Российской Федерации от 28 декабря 2015 года №1529 «О внесении изменений в федеральный перечень учебников, утвержденный приказом Министерства образования и науки РФ от 31.03.2014 №253»;</w:t>
      </w:r>
    </w:p>
    <w:p w:rsidR="00DD6D80" w:rsidRPr="00342FCC" w:rsidRDefault="00DD6D80" w:rsidP="00342FCC">
      <w:pPr>
        <w:pStyle w:val="3"/>
        <w:shd w:val="clear" w:color="auto" w:fill="auto"/>
        <w:spacing w:line="276" w:lineRule="auto"/>
        <w:ind w:left="567" w:right="20" w:hanging="283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Pr="00342FCC">
        <w:rPr>
          <w:sz w:val="24"/>
          <w:szCs w:val="24"/>
        </w:rPr>
        <w:t>.СанПиН 2.4.2.2821-10 «Санитарно-эпидемиологические требования к условиям и организации обучения в общеобразовательных учреждениях», утвержденные постановлением Главного государственного санитарного врача Российской Федерации от 29.12.2010 №189 (в ред. Постановления Главного государственного санитарного врача РФ №81 от 24.12.2015);</w:t>
      </w:r>
    </w:p>
    <w:p w:rsidR="00DD6D80" w:rsidRPr="00342FCC" w:rsidRDefault="00DD6D80" w:rsidP="00342FCC">
      <w:pPr>
        <w:pStyle w:val="3"/>
        <w:shd w:val="clear" w:color="auto" w:fill="auto"/>
        <w:spacing w:line="276" w:lineRule="auto"/>
        <w:ind w:left="567" w:right="20" w:hanging="283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Pr="00342FCC">
        <w:rPr>
          <w:sz w:val="24"/>
          <w:szCs w:val="24"/>
        </w:rPr>
        <w:t>.СанПиН 2.4.2.3286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здоровья», утвержденные постановлением Главного государственного санитарного врача Российской Федерации от 10 июля 2015 года №26.</w:t>
      </w:r>
    </w:p>
    <w:p w:rsidR="00DD6D80" w:rsidRPr="00342FCC" w:rsidRDefault="00DD6D80" w:rsidP="00342FCC">
      <w:pPr>
        <w:widowControl w:val="0"/>
        <w:overflowPunct w:val="0"/>
        <w:autoSpaceDE w:val="0"/>
        <w:autoSpaceDN w:val="0"/>
        <w:adjustRightInd w:val="0"/>
        <w:spacing w:line="276" w:lineRule="auto"/>
        <w:ind w:left="567" w:hanging="283"/>
        <w:jc w:val="both"/>
      </w:pPr>
      <w:r w:rsidRPr="00342FCC">
        <w:t>1</w:t>
      </w:r>
      <w:r>
        <w:t>4</w:t>
      </w:r>
      <w:r w:rsidRPr="00342FCC">
        <w:t xml:space="preserve">.Федеральный закон «О защите детей от информации, причиняющей вред их здоровью и развитию» (в ред. Федерального закона от 28.07.2012 № 139-ФЗ). </w:t>
      </w:r>
    </w:p>
    <w:p w:rsidR="00DD6D80" w:rsidRPr="00342FCC" w:rsidRDefault="00DD6D80" w:rsidP="00342FCC">
      <w:pPr>
        <w:widowControl w:val="0"/>
        <w:overflowPunct w:val="0"/>
        <w:autoSpaceDE w:val="0"/>
        <w:autoSpaceDN w:val="0"/>
        <w:adjustRightInd w:val="0"/>
        <w:spacing w:line="276" w:lineRule="auto"/>
        <w:ind w:left="567" w:hanging="283"/>
        <w:jc w:val="both"/>
      </w:pPr>
      <w:r w:rsidRPr="00342FCC">
        <w:t>1</w:t>
      </w:r>
      <w:r>
        <w:t>5</w:t>
      </w:r>
      <w:r w:rsidRPr="00342FCC">
        <w:t xml:space="preserve">.Закон Тюменской области от 28.12.2004 № 328 «Об основах функционирования образовательной системы в Тюменской области» (в ред. от 07.06.2012г.). </w:t>
      </w:r>
    </w:p>
    <w:p w:rsidR="00DD6D80" w:rsidRPr="00342FCC" w:rsidRDefault="00DD6D80" w:rsidP="00342FCC">
      <w:pPr>
        <w:widowControl w:val="0"/>
        <w:tabs>
          <w:tab w:val="num" w:pos="249"/>
        </w:tabs>
        <w:overflowPunct w:val="0"/>
        <w:autoSpaceDE w:val="0"/>
        <w:autoSpaceDN w:val="0"/>
        <w:adjustRightInd w:val="0"/>
        <w:spacing w:line="276" w:lineRule="auto"/>
        <w:ind w:left="567" w:hanging="283"/>
        <w:jc w:val="both"/>
      </w:pPr>
      <w:r w:rsidRPr="00342FCC">
        <w:t>1</w:t>
      </w:r>
      <w:r>
        <w:t>6</w:t>
      </w:r>
      <w:r w:rsidRPr="00342FCC">
        <w:t xml:space="preserve">.Закон Тюменской области «О социальной поддержке отдельных категорий граждан </w:t>
      </w:r>
      <w:r>
        <w:t xml:space="preserve">в </w:t>
      </w:r>
      <w:r w:rsidRPr="00342FCC">
        <w:t xml:space="preserve">Тюменской области». Принят областной Думой 28.12.2004 № 331 (в ред. Законов Тюменской области от 11.07.2012 № 58). </w:t>
      </w:r>
    </w:p>
    <w:p w:rsidR="00DD6D80" w:rsidRPr="00342FCC" w:rsidRDefault="00DD6D80" w:rsidP="00342FCC">
      <w:pPr>
        <w:widowControl w:val="0"/>
        <w:overflowPunct w:val="0"/>
        <w:autoSpaceDE w:val="0"/>
        <w:autoSpaceDN w:val="0"/>
        <w:adjustRightInd w:val="0"/>
        <w:spacing w:line="276" w:lineRule="auto"/>
        <w:ind w:left="567" w:hanging="283"/>
        <w:jc w:val="both"/>
      </w:pPr>
      <w:r w:rsidRPr="00342FCC">
        <w:t>1</w:t>
      </w:r>
      <w:r>
        <w:t>7</w:t>
      </w:r>
      <w:r w:rsidRPr="00342FCC">
        <w:t xml:space="preserve">.Концепция общенациональной системы выявления и развития молодых талантов (утверждена Президентом РФ 3 апреля 2012г). </w:t>
      </w:r>
    </w:p>
    <w:p w:rsidR="00DD6D80" w:rsidRPr="00342FCC" w:rsidRDefault="00DD6D80" w:rsidP="00605AAE">
      <w:pPr>
        <w:pStyle w:val="ConsPlusTitle"/>
        <w:spacing w:line="276" w:lineRule="auto"/>
        <w:ind w:left="284"/>
        <w:jc w:val="both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18.</w:t>
      </w:r>
      <w:r w:rsidRPr="00342FCC">
        <w:rPr>
          <w:rFonts w:ascii="Times New Roman" w:hAnsi="Times New Roman" w:cs="Times New Roman"/>
          <w:b w:val="0"/>
          <w:bCs w:val="0"/>
          <w:sz w:val="24"/>
          <w:szCs w:val="24"/>
        </w:rPr>
        <w:t>Постановление Правительства РФ от 5 октября 2010 г. №795 «О государственной программе "Патриотическое воспитание граждан Российской Федерации на 2011-2015 г.г." (в ред. от 06.10.2011 №823)</w:t>
      </w:r>
    </w:p>
    <w:p w:rsidR="00DD6D80" w:rsidRPr="00342FCC" w:rsidRDefault="00DD6D80" w:rsidP="00605AAE">
      <w:pPr>
        <w:pStyle w:val="ConsPlusTitle"/>
        <w:spacing w:line="276" w:lineRule="auto"/>
        <w:ind w:left="284"/>
        <w:jc w:val="both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19.</w:t>
      </w:r>
      <w:r w:rsidRPr="00342FCC">
        <w:rPr>
          <w:rFonts w:ascii="Times New Roman" w:hAnsi="Times New Roman" w:cs="Times New Roman"/>
          <w:b w:val="0"/>
          <w:bCs w:val="0"/>
          <w:sz w:val="24"/>
          <w:szCs w:val="24"/>
        </w:rPr>
        <w:t>Письма Минобрнауки России от 14.122015 №09-3564 «О внеурочной деятельности и реализации дополнительных общеобразовательных программ»</w:t>
      </w:r>
    </w:p>
    <w:p w:rsidR="00DD6D80" w:rsidRPr="00342FCC" w:rsidRDefault="00DD6D80" w:rsidP="00605AAE">
      <w:pPr>
        <w:pStyle w:val="ConsPlusTitle"/>
        <w:spacing w:line="276" w:lineRule="auto"/>
        <w:ind w:left="284"/>
        <w:jc w:val="both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20.</w:t>
      </w:r>
      <w:r w:rsidRPr="00342FCC">
        <w:rPr>
          <w:rFonts w:ascii="Times New Roman" w:hAnsi="Times New Roman" w:cs="Times New Roman"/>
          <w:b w:val="0"/>
          <w:bCs w:val="0"/>
          <w:sz w:val="24"/>
          <w:szCs w:val="24"/>
        </w:rPr>
        <w:t>Письма Минобрнауки России от 25.05.2015 №08-761 «Об изучении предметных областей: «Основы религиозных культур и светской этики» и «Основы духовно-нравственной культуры народов России»</w:t>
      </w:r>
    </w:p>
    <w:p w:rsidR="00DD6D80" w:rsidRPr="00605AAE" w:rsidRDefault="00DD6D80" w:rsidP="00605AAE">
      <w:pPr>
        <w:ind w:left="284"/>
        <w:jc w:val="both"/>
      </w:pPr>
      <w:r>
        <w:t>21.</w:t>
      </w:r>
      <w:r w:rsidRPr="00605AAE">
        <w:t>Письма Департамента общего образования Министерства образования и науки Российской Федерации от 12 мая 2011 года №03-296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DD6D80" w:rsidRDefault="00DD6D80" w:rsidP="00EF4BC0">
      <w:pPr>
        <w:spacing w:line="276" w:lineRule="auto"/>
        <w:ind w:left="284"/>
        <w:jc w:val="both"/>
      </w:pPr>
      <w:r>
        <w:t>22.</w:t>
      </w:r>
      <w:r w:rsidRPr="00342FCC">
        <w:t>Письмо Министерства образования и науки России от 19.11.2010 №6842-03/30 «О введении третьего часа физической культуры в недельный объем учебной нагрузки обучающихся в общеобразовательных учреждениях»;</w:t>
      </w:r>
      <w:r w:rsidRPr="00EF4BC0">
        <w:t xml:space="preserve"> </w:t>
      </w:r>
    </w:p>
    <w:p w:rsidR="00DD6D80" w:rsidRPr="00342FCC" w:rsidRDefault="00DD6D80" w:rsidP="00EF4BC0">
      <w:pPr>
        <w:spacing w:line="276" w:lineRule="auto"/>
        <w:ind w:left="284"/>
        <w:jc w:val="both"/>
      </w:pPr>
      <w:r>
        <w:t>23.</w:t>
      </w:r>
      <w:r w:rsidRPr="00342FCC">
        <w:t>Распоряжение Правительства Тюменской области от 22.10.2012 №2162-рп «О мерах по дальнейшему развитию в Тюменской области системы выявления и поддержки талантливых детей»;</w:t>
      </w:r>
    </w:p>
    <w:p w:rsidR="00DD6D80" w:rsidRPr="00342FCC" w:rsidRDefault="00DD6D80" w:rsidP="00F30BCF">
      <w:pPr>
        <w:spacing w:line="276" w:lineRule="auto"/>
        <w:jc w:val="both"/>
      </w:pPr>
      <w:r>
        <w:t>24.</w:t>
      </w:r>
      <w:r w:rsidRPr="00342FCC">
        <w:t>Письмо Департамента государственной политики в образовании Министерства образования и науки Российской Федерации от 04.03.2010г. №03-413 «</w:t>
      </w:r>
      <w:r w:rsidRPr="00342FCC">
        <w:rPr>
          <w:caps/>
        </w:rPr>
        <w:t xml:space="preserve">О </w:t>
      </w:r>
      <w:r w:rsidRPr="00342FCC">
        <w:t xml:space="preserve">методических рекомендациях по реализации элективных курсов»; </w:t>
      </w:r>
    </w:p>
    <w:p w:rsidR="00DD6D80" w:rsidRPr="00342FCC" w:rsidRDefault="00DD6D80" w:rsidP="00F30BCF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 w:rsidRPr="00342FCC">
        <w:rPr>
          <w:rFonts w:ascii="Times New Roman" w:hAnsi="Times New Roman" w:cs="Times New Roman"/>
          <w:sz w:val="24"/>
          <w:szCs w:val="24"/>
        </w:rPr>
        <w:t>Письмо Департамента образования и науки Тюменской области от 14.05.2014 №3437 «О формировании учебных планов на 2014-2015 учебный год» (с учетом дополнений от 19.05.2015г. «Методические рекомендации по составлению учебного плана при реализации ФГОС основного и среднего общего образования»);</w:t>
      </w:r>
    </w:p>
    <w:p w:rsidR="00DD6D80" w:rsidRPr="00342FCC" w:rsidRDefault="00DD6D80" w:rsidP="00F30BCF">
      <w:pPr>
        <w:spacing w:line="276" w:lineRule="auto"/>
        <w:jc w:val="both"/>
      </w:pPr>
      <w:r>
        <w:t>26.</w:t>
      </w:r>
      <w:r w:rsidRPr="00342FCC">
        <w:t>Письмо Департамента образования и науки Тюменской области от 19.05.2015г. №3259 «О формировании учебных планов на 2015-2016 учебный год»</w:t>
      </w:r>
    </w:p>
    <w:p w:rsidR="00DD6D80" w:rsidRPr="00342FCC" w:rsidRDefault="00DD6D80" w:rsidP="00F30BCF">
      <w:pPr>
        <w:spacing w:line="276" w:lineRule="auto"/>
        <w:jc w:val="both"/>
      </w:pPr>
      <w:r>
        <w:t>27.</w:t>
      </w:r>
      <w:r w:rsidRPr="00342FCC">
        <w:t>Письмо Департамента образования и науки Тюменской области от 15.04.2016г. №2955 «О формировании учебных планов на 2016-2017 учебный год»</w:t>
      </w:r>
    </w:p>
    <w:p w:rsidR="00DD6D80" w:rsidRPr="00342FCC" w:rsidRDefault="00DD6D80" w:rsidP="00F30BCF">
      <w:pPr>
        <w:spacing w:line="276" w:lineRule="auto"/>
        <w:jc w:val="both"/>
      </w:pPr>
      <w:r>
        <w:t>28.</w:t>
      </w:r>
      <w:r w:rsidRPr="00342FCC">
        <w:t>Письмо Департамента образования и науки Тюменской области «О формировании учебных планов на 2017-2018 учебный год»</w:t>
      </w:r>
    </w:p>
    <w:p w:rsidR="00DD6D80" w:rsidRDefault="00DD6D80" w:rsidP="00F30BCF">
      <w:pPr>
        <w:spacing w:line="276" w:lineRule="auto"/>
        <w:jc w:val="both"/>
      </w:pPr>
      <w:r>
        <w:t>29.</w:t>
      </w:r>
      <w:r w:rsidRPr="00342FCC">
        <w:t>Приказ отдела образования Ишимского муниципального района №327 от 06.06.2017г. «О формировании учебных планов на 2017-2018 учебный год»;</w:t>
      </w:r>
    </w:p>
    <w:p w:rsidR="00DD6D80" w:rsidRDefault="00DD6D80" w:rsidP="00F30BCF">
      <w:r>
        <w:t xml:space="preserve">30. </w:t>
      </w:r>
      <w:r w:rsidRPr="00F30BCF">
        <w:t>Письмо Министерства обр</w:t>
      </w:r>
      <w:bookmarkStart w:id="0" w:name="_GoBack"/>
      <w:bookmarkEnd w:id="0"/>
      <w:r w:rsidRPr="00F30BCF">
        <w:t xml:space="preserve">азования и науки РФ от 1 сентября 2016 г. N 08-1803 </w:t>
      </w:r>
      <w:r>
        <w:t>«</w:t>
      </w:r>
      <w:r w:rsidRPr="00F30BCF">
        <w:t>О рекомендациях по реализации предметной области ОДНКНР для основного общего образования</w:t>
      </w:r>
      <w:r>
        <w:t>»</w:t>
      </w:r>
    </w:p>
    <w:p w:rsidR="00DD6D80" w:rsidRDefault="00DD6D80" w:rsidP="00605AAE">
      <w:pPr>
        <w:pStyle w:val="a"/>
      </w:pPr>
    </w:p>
    <w:p w:rsidR="00DD6D80" w:rsidRDefault="00DD6D80" w:rsidP="00605AAE">
      <w:pPr>
        <w:pStyle w:val="a"/>
      </w:pPr>
      <w:r>
        <w:t>2.Учебный план филиала МАОУ Гагаринская СОШ – Новолоктинская СОШ реализует следующие федеральные государственные образовательные стандарты:</w:t>
      </w:r>
    </w:p>
    <w:p w:rsidR="00DD6D80" w:rsidRDefault="00DD6D80" w:rsidP="00605AAE">
      <w:pPr>
        <w:pStyle w:val="a"/>
      </w:pPr>
      <w:r>
        <w:t>- в 1-4 классах федеральный государственный образовательный стандарт начального общего образования;</w:t>
      </w:r>
    </w:p>
    <w:p w:rsidR="00DD6D80" w:rsidRDefault="00DD6D80" w:rsidP="00605AAE">
      <w:pPr>
        <w:pStyle w:val="a"/>
      </w:pPr>
      <w:r>
        <w:t>- в 5-8 классах</w:t>
      </w:r>
      <w:r w:rsidRPr="00642AEA">
        <w:t xml:space="preserve"> </w:t>
      </w:r>
      <w:r>
        <w:t>федеральный государственный образовательный стандарт основного общего образования</w:t>
      </w:r>
      <w:r w:rsidRPr="00642AEA">
        <w:t xml:space="preserve"> </w:t>
      </w:r>
      <w:r w:rsidRPr="00414CFA">
        <w:t>с учетом перехода на ФГОС</w:t>
      </w:r>
      <w:r>
        <w:t xml:space="preserve"> и </w:t>
      </w:r>
      <w:r w:rsidRPr="00642AEA">
        <w:t xml:space="preserve"> </w:t>
      </w:r>
      <w:r w:rsidRPr="00414CFA">
        <w:t>является частью образовательной программы, которая включает в себя учебный план и план внеур</w:t>
      </w:r>
      <w:r>
        <w:t>очной деятельности;</w:t>
      </w:r>
    </w:p>
    <w:p w:rsidR="00DD6D80" w:rsidRDefault="00DD6D80" w:rsidP="00605AAE">
      <w:pPr>
        <w:pStyle w:val="a"/>
      </w:pPr>
      <w:r>
        <w:t>- в 9 классе федеральный компонент государственного образовательного стандарта основного общего образования;</w:t>
      </w:r>
    </w:p>
    <w:p w:rsidR="00DD6D80" w:rsidRDefault="00DD6D80" w:rsidP="00605AAE">
      <w:pPr>
        <w:pStyle w:val="a"/>
      </w:pPr>
      <w:r>
        <w:t>- в 10-11 классах  федеральный компонент государственного образовательного стандарта основного общего образования, модель универсального (непрофильного ) обучения.</w:t>
      </w:r>
    </w:p>
    <w:p w:rsidR="00DD6D80" w:rsidRDefault="00DD6D80" w:rsidP="00605AAE">
      <w:pPr>
        <w:pStyle w:val="a"/>
      </w:pPr>
      <w:r>
        <w:t>-индивидуальные учебные планы по адаптированнымпрограммам.</w:t>
      </w:r>
    </w:p>
    <w:p w:rsidR="00DD6D80" w:rsidRDefault="00DD6D80" w:rsidP="00605AAE">
      <w:pPr>
        <w:pStyle w:val="a"/>
      </w:pPr>
      <w:r>
        <w:t>2.1 Освоение государственных образовательных программ в филиале МАОУ Гагаринская СОШ – Новолоктинская СОШ осуществляется при 5-ти дневной рабочей неделе, занятия ведутся в одну смену. Учебный год начинается 1 сентября и заканчивается 31 мая. Для выпускников 11 класса учебный год заканчивается 31 августа текущего года. В течение учебного года учащимся предоставляются каникулы продолжительностью 31 календарный день: осенние, зимние, весенние. Летние каникулы с 1 июня по 31 августа. Для обучающихся 1 класса устанавливаются дополнительные каникулы в феврале на 7 календарных дней.</w:t>
      </w:r>
    </w:p>
    <w:p w:rsidR="00DD6D80" w:rsidRPr="00FC11B4" w:rsidRDefault="00DD6D80" w:rsidP="00A30275">
      <w:pPr>
        <w:jc w:val="both"/>
        <w:rPr>
          <w:color w:val="000000"/>
        </w:rPr>
      </w:pPr>
      <w:r>
        <w:t xml:space="preserve">2.2. </w:t>
      </w:r>
      <w:r w:rsidRPr="00FC11B4">
        <w:t xml:space="preserve">Продолжительность учебного года для </w:t>
      </w:r>
      <w:r w:rsidRPr="00FC11B4">
        <w:rPr>
          <w:color w:val="000000"/>
        </w:rPr>
        <w:t xml:space="preserve">  1 класса - 33 недели; </w:t>
      </w:r>
      <w:r>
        <w:t>2-11 классов - 34 учебных недели</w:t>
      </w:r>
      <w:r w:rsidRPr="00FC11B4">
        <w:t>.</w:t>
      </w:r>
    </w:p>
    <w:p w:rsidR="00DD6D80" w:rsidRDefault="00DD6D80" w:rsidP="00A30275">
      <w:pPr>
        <w:jc w:val="both"/>
        <w:rPr>
          <w:color w:val="000000"/>
        </w:rPr>
      </w:pPr>
      <w:r w:rsidRPr="00FC11B4">
        <w:rPr>
          <w:color w:val="000000"/>
        </w:rPr>
        <w:t>Продолжительность урока для 1 к</w:t>
      </w:r>
      <w:r>
        <w:rPr>
          <w:color w:val="000000"/>
        </w:rPr>
        <w:t>ласса -35 мин. в 1 полугодии, 40</w:t>
      </w:r>
      <w:r w:rsidRPr="00FC11B4">
        <w:rPr>
          <w:color w:val="000000"/>
        </w:rPr>
        <w:t>-ми</w:t>
      </w:r>
      <w:r>
        <w:rPr>
          <w:color w:val="000000"/>
        </w:rPr>
        <w:t xml:space="preserve">н. во 2 полугодии;                     </w:t>
      </w:r>
      <w:r w:rsidRPr="00FC11B4">
        <w:rPr>
          <w:color w:val="000000"/>
        </w:rPr>
        <w:t>для 2-11 классов- 45 мин.</w:t>
      </w:r>
    </w:p>
    <w:p w:rsidR="00DD6D80" w:rsidRPr="00856D4C" w:rsidRDefault="00DD6D80" w:rsidP="00A30275">
      <w:pPr>
        <w:jc w:val="both"/>
      </w:pPr>
      <w:r>
        <w:t xml:space="preserve">2.3. </w:t>
      </w:r>
      <w:r w:rsidRPr="00856D4C">
        <w:t>Обучение в 1-м классе осуществляется с соблюдением следующих дополнительных требований:</w:t>
      </w:r>
    </w:p>
    <w:p w:rsidR="00DD6D80" w:rsidRPr="00856D4C" w:rsidRDefault="00DD6D80" w:rsidP="00A30275">
      <w:pPr>
        <w:jc w:val="both"/>
      </w:pPr>
      <w:r w:rsidRPr="00856D4C">
        <w:t>- учебные занятия проводятся по 5-дневной учебной неделе и только в первую смену;</w:t>
      </w:r>
    </w:p>
    <w:p w:rsidR="00DD6D80" w:rsidRPr="00856D4C" w:rsidRDefault="00DD6D80" w:rsidP="00A30275">
      <w:pPr>
        <w:jc w:val="both"/>
      </w:pPr>
      <w:r w:rsidRPr="00856D4C">
        <w:t>- использование "ступенчатого" режима обучения в первом полугодии (в сентябре, октябре - по 3 урока в день по 35 минут каждый, в ноябре-декабре - по 4 урока в день по 35 минут каждый; январь - май - по 4 урока в день по 40 минут каждый).</w:t>
      </w:r>
    </w:p>
    <w:p w:rsidR="00DD6D80" w:rsidRPr="00856D4C" w:rsidRDefault="00DD6D80" w:rsidP="00A30275">
      <w:pPr>
        <w:jc w:val="both"/>
      </w:pPr>
      <w:r w:rsidRPr="00856D4C">
        <w:t>- в середине учебного дня динамическ</w:t>
      </w:r>
      <w:r>
        <w:t>ая</w:t>
      </w:r>
      <w:r w:rsidRPr="00856D4C">
        <w:t xml:space="preserve"> пауз</w:t>
      </w:r>
      <w:r>
        <w:t>а</w:t>
      </w:r>
      <w:r w:rsidRPr="00856D4C">
        <w:t xml:space="preserve"> продолжительностью не менее 40 минут;</w:t>
      </w:r>
    </w:p>
    <w:p w:rsidR="00DD6D80" w:rsidRPr="00856D4C" w:rsidRDefault="00DD6D80" w:rsidP="00A30275">
      <w:pPr>
        <w:jc w:val="both"/>
        <w:rPr>
          <w:i/>
          <w:iCs/>
        </w:rPr>
      </w:pPr>
      <w:r w:rsidRPr="00856D4C">
        <w:t xml:space="preserve">- </w:t>
      </w:r>
      <w:r w:rsidRPr="00856D4C">
        <w:rPr>
          <w:i/>
          <w:iCs/>
        </w:rPr>
        <w:t>обучение проводится без балльного оценивания занятий обучающихся и домашних заданий;</w:t>
      </w:r>
    </w:p>
    <w:p w:rsidR="00DD6D80" w:rsidRDefault="00DD6D80" w:rsidP="00605AAE">
      <w:pPr>
        <w:pStyle w:val="a"/>
      </w:pPr>
    </w:p>
    <w:p w:rsidR="00DD6D80" w:rsidRPr="00EB750F" w:rsidRDefault="00DD6D80" w:rsidP="00605AAE">
      <w:pPr>
        <w:pStyle w:val="a"/>
      </w:pPr>
      <w:r>
        <w:t>2.4.</w:t>
      </w:r>
      <w:r w:rsidRPr="00EB750F">
        <w:t xml:space="preserve">В структуру данного учебного плана входят федеральный, региональный компоненты, компонент образовательного учреждения и устанавливается соотношение между ними. Обязательную учебную нагрузку учащегося составляют: </w:t>
      </w:r>
    </w:p>
    <w:p w:rsidR="00DD6D80" w:rsidRPr="00EB750F" w:rsidRDefault="00DD6D80" w:rsidP="00605AAE">
      <w:pPr>
        <w:pStyle w:val="a"/>
      </w:pPr>
      <w:r w:rsidRPr="00EB750F">
        <w:t>- часы, отведенные в учебном плане образовательного учреждения на изучение предметов федерального и регионального компонентов, в том числе часы компонента образовательного учреждения (инвариантная  часть);</w:t>
      </w:r>
    </w:p>
    <w:p w:rsidR="00DD6D80" w:rsidRDefault="00DD6D80" w:rsidP="00605AAE">
      <w:pPr>
        <w:pStyle w:val="BodyText"/>
        <w:jc w:val="both"/>
        <w:rPr>
          <w:rStyle w:val="112"/>
          <w:color w:val="000000"/>
          <w:sz w:val="24"/>
          <w:szCs w:val="24"/>
        </w:rPr>
      </w:pPr>
      <w:r>
        <w:t xml:space="preserve"> - </w:t>
      </w:r>
      <w:r w:rsidRPr="00C2269D">
        <w:rPr>
          <w:sz w:val="24"/>
          <w:szCs w:val="24"/>
        </w:rPr>
        <w:t>остальные часы компонента образовательного учреждения, включаемые в обязательную учебную нагрузку полностью или частично по решению образовательного учреждения</w:t>
      </w:r>
      <w:r w:rsidRPr="00C2269D">
        <w:rPr>
          <w:color w:val="000000"/>
          <w:sz w:val="24"/>
          <w:szCs w:val="24"/>
        </w:rPr>
        <w:t xml:space="preserve"> (</w:t>
      </w:r>
      <w:r w:rsidRPr="00C2269D">
        <w:rPr>
          <w:rStyle w:val="112"/>
          <w:b w:val="0"/>
          <w:bCs w:val="0"/>
          <w:i w:val="0"/>
          <w:iCs w:val="0"/>
          <w:color w:val="000000"/>
          <w:sz w:val="24"/>
          <w:szCs w:val="24"/>
        </w:rPr>
        <w:t>Часть, формируемая участниками образовательного процесса).</w:t>
      </w:r>
      <w:r w:rsidRPr="005D5955">
        <w:rPr>
          <w:rStyle w:val="112"/>
          <w:color w:val="000000"/>
          <w:sz w:val="24"/>
          <w:szCs w:val="24"/>
        </w:rPr>
        <w:t xml:space="preserve"> </w:t>
      </w:r>
    </w:p>
    <w:p w:rsidR="00DD6D80" w:rsidRPr="00FC11B4" w:rsidRDefault="00DD6D80" w:rsidP="00605AAE">
      <w:pPr>
        <w:pStyle w:val="a"/>
        <w:jc w:val="both"/>
      </w:pPr>
      <w:r>
        <w:t>2.5.</w:t>
      </w:r>
      <w:r w:rsidRPr="00FC11B4">
        <w:t xml:space="preserve">Данный учебный план составлен с учетом социального заказа семей, уровня развития обучающихся, местных условий и возможностей образовательного учреждения. При распределении часов школьного компонента учтены запросы обучающихся и их родителей. В </w:t>
      </w:r>
      <w:r>
        <w:t>инвариантной</w:t>
      </w:r>
      <w:r w:rsidRPr="00FC11B4">
        <w:t xml:space="preserve"> части учебного плана полностью реализуется федеральный компонент государственного образовательного стандарта. </w:t>
      </w:r>
    </w:p>
    <w:p w:rsidR="00DD6D80" w:rsidRDefault="00DD6D80" w:rsidP="00605AAE">
      <w:pPr>
        <w:pStyle w:val="a"/>
        <w:jc w:val="both"/>
      </w:pPr>
      <w:r>
        <w:t>2.6.</w:t>
      </w:r>
      <w:r w:rsidRPr="00FC11B4">
        <w:t>В рамках работы с одаренными детьми реализуется  возможность развития системы проектной деятельности, развития системы предметных кружков, создания научных обществ.</w:t>
      </w:r>
    </w:p>
    <w:p w:rsidR="00DD6D80" w:rsidRDefault="00DD6D80" w:rsidP="00135F95">
      <w:pPr>
        <w:jc w:val="both"/>
      </w:pPr>
      <w:r>
        <w:rPr>
          <w:color w:val="000000"/>
        </w:rPr>
        <w:t>2.7.</w:t>
      </w:r>
      <w:r w:rsidRPr="00FC11B4">
        <w:rPr>
          <w:color w:val="000000"/>
        </w:rPr>
        <w:t>С целью прохождения всеми  обучающимися  программного материала  в полном объеме,</w:t>
      </w:r>
      <w:r w:rsidRPr="00FC11B4">
        <w:rPr>
          <w:b/>
          <w:bCs/>
        </w:rPr>
        <w:t xml:space="preserve"> </w:t>
      </w:r>
      <w:r w:rsidRPr="00FC11B4">
        <w:t>в дни непосещения образовательного учреждения по уважительным причинам (карантин, выезд на тренировочные сборы, лечение и др.)</w:t>
      </w:r>
      <w:r>
        <w:t xml:space="preserve"> </w:t>
      </w:r>
      <w:r w:rsidRPr="00FC11B4">
        <w:t>для обучающихся  осуществляе</w:t>
      </w:r>
      <w:r>
        <w:t>тся  учебно-методическая помощь</w:t>
      </w:r>
      <w:r w:rsidRPr="00FC11B4">
        <w:t xml:space="preserve">, в том числе в форме индивидуальных консультаций, оказываемых дистанционно с использованием информационных и телекоммуникационных технологий. </w:t>
      </w:r>
    </w:p>
    <w:p w:rsidR="00DD6D80" w:rsidRPr="00FB286C" w:rsidRDefault="00DD6D80" w:rsidP="00135F95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>
        <w:t xml:space="preserve">2.8.Начиная с  2018-2019 учебного года школа будет реализовывать </w:t>
      </w:r>
      <w:r>
        <w:rPr>
          <w:rStyle w:val="Strong"/>
          <w:color w:val="000000"/>
        </w:rPr>
        <w:t>п</w:t>
      </w:r>
      <w:r w:rsidRPr="00FB286C">
        <w:rPr>
          <w:rStyle w:val="Strong"/>
          <w:color w:val="000000"/>
        </w:rPr>
        <w:t>олитехническое образование</w:t>
      </w:r>
      <w:r w:rsidRPr="00FB286C">
        <w:rPr>
          <w:color w:val="000000"/>
        </w:rPr>
        <w:t> ‒ это образование, направленное на ознакомление с основными принципами всех производств, усвоение знаний о современных производственных процессах и отношениях.</w:t>
      </w:r>
    </w:p>
    <w:p w:rsidR="00DD6D80" w:rsidRPr="00FB286C" w:rsidRDefault="00DD6D80" w:rsidP="00135F95">
      <w:pPr>
        <w:pStyle w:val="NormalWeb"/>
        <w:spacing w:before="0" w:beforeAutospacing="0" w:after="0" w:afterAutospacing="0"/>
        <w:rPr>
          <w:color w:val="000000"/>
        </w:rPr>
      </w:pPr>
      <w:r w:rsidRPr="00FB286C">
        <w:rPr>
          <w:color w:val="000000"/>
        </w:rPr>
        <w:t>Осуществлят</w:t>
      </w:r>
      <w:r>
        <w:rPr>
          <w:color w:val="000000"/>
        </w:rPr>
        <w:t>ь</w:t>
      </w:r>
      <w:r w:rsidRPr="00FB286C">
        <w:rPr>
          <w:color w:val="000000"/>
        </w:rPr>
        <w:t>ся прежде всего</w:t>
      </w:r>
      <w:r>
        <w:rPr>
          <w:color w:val="000000"/>
        </w:rPr>
        <w:t xml:space="preserve"> это будет</w:t>
      </w:r>
      <w:r w:rsidRPr="00FB286C">
        <w:rPr>
          <w:color w:val="000000"/>
        </w:rPr>
        <w:t xml:space="preserve"> в процессе изучения предметов политехнического цикла (математики, физики, химии, биологии, географии), а также других предметов (истории, </w:t>
      </w:r>
      <w:r>
        <w:rPr>
          <w:color w:val="000000"/>
        </w:rPr>
        <w:t>русского языка</w:t>
      </w:r>
      <w:r w:rsidRPr="00FB286C">
        <w:rPr>
          <w:color w:val="000000"/>
        </w:rPr>
        <w:t xml:space="preserve">, литературы, трудового обучения). </w:t>
      </w:r>
      <w:r>
        <w:rPr>
          <w:color w:val="000000"/>
        </w:rPr>
        <w:t>Отражение политехническое образование найдет и во внеурочной деятельности с 1 по 8 класс.</w:t>
      </w:r>
    </w:p>
    <w:p w:rsidR="00DD6D80" w:rsidRPr="00FB286C" w:rsidRDefault="00DD6D80" w:rsidP="00135F95">
      <w:pPr>
        <w:pStyle w:val="NormalWeb"/>
        <w:spacing w:before="0" w:beforeAutospacing="0" w:after="0" w:afterAutospacing="0"/>
        <w:rPr>
          <w:color w:val="000000"/>
        </w:rPr>
      </w:pPr>
      <w:r w:rsidRPr="00FB286C">
        <w:rPr>
          <w:color w:val="000000"/>
        </w:rPr>
        <w:t>Применяя политехнические знания на практике, учащиеся приобрет</w:t>
      </w:r>
      <w:r>
        <w:rPr>
          <w:color w:val="000000"/>
        </w:rPr>
        <w:t>у</w:t>
      </w:r>
      <w:r w:rsidRPr="00FB286C">
        <w:rPr>
          <w:color w:val="000000"/>
        </w:rPr>
        <w:t>т практические, обще трудовы</w:t>
      </w:r>
      <w:r>
        <w:rPr>
          <w:color w:val="000000"/>
        </w:rPr>
        <w:t>е</w:t>
      </w:r>
      <w:r w:rsidRPr="00FB286C">
        <w:rPr>
          <w:color w:val="000000"/>
        </w:rPr>
        <w:t xml:space="preserve"> умени</w:t>
      </w:r>
      <w:r>
        <w:rPr>
          <w:color w:val="000000"/>
        </w:rPr>
        <w:t>я</w:t>
      </w:r>
      <w:r w:rsidRPr="00FB286C">
        <w:rPr>
          <w:color w:val="000000"/>
        </w:rPr>
        <w:t xml:space="preserve"> и навык</w:t>
      </w:r>
      <w:r>
        <w:rPr>
          <w:color w:val="000000"/>
        </w:rPr>
        <w:t>и такие</w:t>
      </w:r>
      <w:r w:rsidRPr="00FB286C">
        <w:rPr>
          <w:color w:val="000000"/>
        </w:rPr>
        <w:t xml:space="preserve">, как: пользования простыми орудиями труда и инструментами, анализ составление технической и рекламной документации и видео продукции, </w:t>
      </w:r>
      <w:r>
        <w:rPr>
          <w:color w:val="000000"/>
        </w:rPr>
        <w:t xml:space="preserve">работа с текстами, их редактирование, </w:t>
      </w:r>
      <w:r w:rsidRPr="00FB286C">
        <w:rPr>
          <w:color w:val="000000"/>
        </w:rPr>
        <w:t>выполнение несложных операций  ручным и механизированным способ</w:t>
      </w:r>
      <w:r>
        <w:rPr>
          <w:color w:val="000000"/>
        </w:rPr>
        <w:t>ом, ремонт несложной аппаратуры,</w:t>
      </w:r>
      <w:r w:rsidRPr="00FB286C">
        <w:rPr>
          <w:color w:val="000000"/>
        </w:rPr>
        <w:t xml:space="preserve"> обработки металла, дерева, работы с</w:t>
      </w:r>
      <w:r>
        <w:rPr>
          <w:color w:val="000000"/>
        </w:rPr>
        <w:t xml:space="preserve"> тканями и другими материалами, познакомятся с различными профессиями.</w:t>
      </w:r>
    </w:p>
    <w:p w:rsidR="00DD6D80" w:rsidRPr="00FC11B4" w:rsidRDefault="00DD6D80" w:rsidP="00135F95">
      <w:pPr>
        <w:jc w:val="both"/>
      </w:pPr>
    </w:p>
    <w:p w:rsidR="00DD6D80" w:rsidRPr="00FC11B4" w:rsidRDefault="00DD6D80" w:rsidP="0028775F">
      <w:pPr>
        <w:pStyle w:val="a"/>
        <w:spacing w:before="1" w:beforeAutospacing="1" w:after="1" w:afterAutospacing="1"/>
        <w:jc w:val="both"/>
      </w:pPr>
      <w:r>
        <w:t>2.9.</w:t>
      </w:r>
      <w:r w:rsidRPr="00FC11B4">
        <w:t>Про</w:t>
      </w:r>
      <w:r>
        <w:t>межуточная аттестация  проводит</w:t>
      </w:r>
      <w:r w:rsidRPr="00FC11B4">
        <w:t>ся в 2-</w:t>
      </w:r>
      <w:r>
        <w:t xml:space="preserve">4  </w:t>
      </w:r>
      <w:r w:rsidRPr="00FC11B4">
        <w:t xml:space="preserve"> классах  </w:t>
      </w:r>
      <w:r>
        <w:t>по всем предметам учебного плана: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 w:rsidRPr="00736B22">
              <w:t>Предмет</w:t>
            </w:r>
            <w:r>
              <w:t xml:space="preserve"> </w:t>
            </w:r>
          </w:p>
        </w:tc>
        <w:tc>
          <w:tcPr>
            <w:tcW w:w="4786" w:type="dxa"/>
          </w:tcPr>
          <w:p w:rsidR="00DD6D80" w:rsidRPr="00736B22" w:rsidRDefault="00DD6D80" w:rsidP="00856D4C">
            <w:r w:rsidRPr="00736B22">
              <w:t>Форма</w:t>
            </w:r>
            <w:r>
              <w:t xml:space="preserve"> 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 w:rsidRPr="00736B22">
              <w:t xml:space="preserve">Математика </w:t>
            </w:r>
          </w:p>
        </w:tc>
        <w:tc>
          <w:tcPr>
            <w:tcW w:w="4786" w:type="dxa"/>
          </w:tcPr>
          <w:p w:rsidR="00DD6D80" w:rsidRPr="00736B22" w:rsidRDefault="00DD6D80" w:rsidP="00856D4C">
            <w:r w:rsidRPr="00736B22">
              <w:t>Тест, контрольная работа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 w:rsidRPr="00736B22">
              <w:t>Русский язык</w:t>
            </w:r>
          </w:p>
        </w:tc>
        <w:tc>
          <w:tcPr>
            <w:tcW w:w="4786" w:type="dxa"/>
          </w:tcPr>
          <w:p w:rsidR="00DD6D80" w:rsidRPr="00736B22" w:rsidRDefault="00DD6D80" w:rsidP="00856D4C">
            <w:r w:rsidRPr="00736B22">
              <w:t xml:space="preserve">Изложение,  </w:t>
            </w:r>
            <w:r>
              <w:t>диктант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>
              <w:t>Литературное чтение</w:t>
            </w:r>
          </w:p>
        </w:tc>
        <w:tc>
          <w:tcPr>
            <w:tcW w:w="4786" w:type="dxa"/>
          </w:tcPr>
          <w:p w:rsidR="00DD6D80" w:rsidRPr="00736B22" w:rsidRDefault="00DD6D80" w:rsidP="00856D4C">
            <w:r>
              <w:rPr>
                <w:color w:val="000000"/>
              </w:rPr>
              <w:t>П</w:t>
            </w:r>
            <w:r w:rsidRPr="00A96CC1">
              <w:rPr>
                <w:color w:val="000000"/>
              </w:rPr>
              <w:t>роверка техники чтения</w:t>
            </w:r>
            <w:r>
              <w:rPr>
                <w:color w:val="000000"/>
              </w:rPr>
              <w:t xml:space="preserve"> 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 w:rsidRPr="00736B22">
              <w:t>Иностранный язык</w:t>
            </w:r>
            <w:r>
              <w:t xml:space="preserve"> (английский)</w:t>
            </w:r>
          </w:p>
        </w:tc>
        <w:tc>
          <w:tcPr>
            <w:tcW w:w="4786" w:type="dxa"/>
          </w:tcPr>
          <w:p w:rsidR="00DD6D80" w:rsidRPr="00736B22" w:rsidRDefault="00DD6D80" w:rsidP="00856D4C">
            <w:r w:rsidRPr="00736B22">
              <w:t>Тест, контрольная работа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 w:rsidRPr="00736B22">
              <w:t xml:space="preserve">Технология </w:t>
            </w:r>
          </w:p>
        </w:tc>
        <w:tc>
          <w:tcPr>
            <w:tcW w:w="4786" w:type="dxa"/>
          </w:tcPr>
          <w:p w:rsidR="00DD6D80" w:rsidRPr="00736B22" w:rsidRDefault="00DD6D80" w:rsidP="00856D4C">
            <w:r w:rsidRPr="00736B22">
              <w:t xml:space="preserve">Тест, </w:t>
            </w:r>
            <w:r>
              <w:t>выставка работ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>
              <w:t xml:space="preserve">Изо </w:t>
            </w:r>
          </w:p>
        </w:tc>
        <w:tc>
          <w:tcPr>
            <w:tcW w:w="4786" w:type="dxa"/>
          </w:tcPr>
          <w:p w:rsidR="00DD6D80" w:rsidRPr="00736B22" w:rsidRDefault="00DD6D80" w:rsidP="00856D4C">
            <w:r>
              <w:t>Выставка  работ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856D4C">
            <w:r>
              <w:t>Музыка</w:t>
            </w:r>
          </w:p>
        </w:tc>
        <w:tc>
          <w:tcPr>
            <w:tcW w:w="4786" w:type="dxa"/>
          </w:tcPr>
          <w:p w:rsidR="00DD6D80" w:rsidRDefault="00DD6D80" w:rsidP="00856D4C">
            <w:r>
              <w:t>Отчетный концерт, хоровое пение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856D4C">
            <w:r>
              <w:t>Физическая культура</w:t>
            </w:r>
          </w:p>
        </w:tc>
        <w:tc>
          <w:tcPr>
            <w:tcW w:w="4786" w:type="dxa"/>
          </w:tcPr>
          <w:p w:rsidR="00DD6D80" w:rsidRDefault="00DD6D80" w:rsidP="00856D4C">
            <w:r>
              <w:t>Портфель спортивных достижений, сдача нормативов ГТО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856D4C">
            <w:r>
              <w:t>Окружающий мир</w:t>
            </w:r>
          </w:p>
        </w:tc>
        <w:tc>
          <w:tcPr>
            <w:tcW w:w="4786" w:type="dxa"/>
          </w:tcPr>
          <w:p w:rsidR="00DD6D80" w:rsidRDefault="00DD6D80" w:rsidP="00856D4C">
            <w:r>
              <w:t>Интегрированный тест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856D4C"/>
        </w:tc>
        <w:tc>
          <w:tcPr>
            <w:tcW w:w="4786" w:type="dxa"/>
          </w:tcPr>
          <w:p w:rsidR="00DD6D80" w:rsidRDefault="00DD6D80" w:rsidP="00856D4C"/>
        </w:tc>
      </w:tr>
    </w:tbl>
    <w:p w:rsidR="00DD6D80" w:rsidRDefault="00DD6D80" w:rsidP="0028775F">
      <w:pPr>
        <w:shd w:val="clear" w:color="auto" w:fill="FFFFFF"/>
        <w:tabs>
          <w:tab w:val="num" w:pos="840"/>
        </w:tabs>
        <w:ind w:right="245"/>
        <w:jc w:val="both"/>
      </w:pPr>
    </w:p>
    <w:p w:rsidR="00DD6D80" w:rsidRPr="00FC11B4" w:rsidRDefault="00DD6D80" w:rsidP="0028775F">
      <w:pPr>
        <w:pStyle w:val="a"/>
        <w:spacing w:before="1" w:beforeAutospacing="1" w:after="1" w:afterAutospacing="1"/>
        <w:jc w:val="both"/>
      </w:pPr>
      <w:r w:rsidRPr="00FC11B4">
        <w:t>Про</w:t>
      </w:r>
      <w:r>
        <w:t>межуточная аттестация  в 5-</w:t>
      </w:r>
      <w:r w:rsidRPr="00FC11B4">
        <w:t xml:space="preserve">8,10 классах  </w:t>
      </w:r>
      <w:r>
        <w:t>по всем предметам учебного плана:</w:t>
      </w:r>
      <w:r w:rsidRPr="00FC11B4"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 w:rsidRPr="00736B22">
              <w:t>Предмет</w:t>
            </w:r>
            <w:r>
              <w:t xml:space="preserve"> </w:t>
            </w:r>
          </w:p>
        </w:tc>
        <w:tc>
          <w:tcPr>
            <w:tcW w:w="4786" w:type="dxa"/>
          </w:tcPr>
          <w:p w:rsidR="00DD6D80" w:rsidRPr="00736B22" w:rsidRDefault="00DD6D80" w:rsidP="00856D4C">
            <w:r w:rsidRPr="00736B22">
              <w:t>Форма</w:t>
            </w:r>
            <w:r>
              <w:t xml:space="preserve"> 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 w:rsidRPr="00736B22">
              <w:t xml:space="preserve">Математика </w:t>
            </w:r>
          </w:p>
        </w:tc>
        <w:tc>
          <w:tcPr>
            <w:tcW w:w="4786" w:type="dxa"/>
          </w:tcPr>
          <w:p w:rsidR="00DD6D80" w:rsidRPr="00736B22" w:rsidRDefault="00DD6D80" w:rsidP="00856D4C">
            <w:r w:rsidRPr="00736B22">
              <w:t>Тест, контрольная работа</w:t>
            </w:r>
            <w:r>
              <w:t>, у</w:t>
            </w:r>
            <w:r w:rsidRPr="00736B22">
              <w:t>стная аттестация по билетам</w:t>
            </w:r>
            <w:r>
              <w:t xml:space="preserve">, </w:t>
            </w:r>
            <w:r w:rsidRPr="00736B22">
              <w:t>защита проектно-исследовательской работы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 w:rsidRPr="00736B22">
              <w:t>Русский язык</w:t>
            </w:r>
          </w:p>
        </w:tc>
        <w:tc>
          <w:tcPr>
            <w:tcW w:w="4786" w:type="dxa"/>
          </w:tcPr>
          <w:p w:rsidR="00DD6D80" w:rsidRPr="00736B22" w:rsidRDefault="00DD6D80" w:rsidP="00856D4C">
            <w:r w:rsidRPr="00736B22">
              <w:t xml:space="preserve">Изложение,  </w:t>
            </w:r>
            <w:r>
              <w:t>у</w:t>
            </w:r>
            <w:r w:rsidRPr="00736B22">
              <w:t>стная аттестация по билетам</w:t>
            </w:r>
            <w:r>
              <w:t xml:space="preserve">, диктант, </w:t>
            </w:r>
            <w:r w:rsidRPr="00736B22">
              <w:t>защита проектно-исследовательской работы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 w:rsidRPr="00736B22">
              <w:t xml:space="preserve">Литература </w:t>
            </w:r>
          </w:p>
        </w:tc>
        <w:tc>
          <w:tcPr>
            <w:tcW w:w="4786" w:type="dxa"/>
          </w:tcPr>
          <w:p w:rsidR="00DD6D80" w:rsidRPr="00736B22" w:rsidRDefault="00DD6D80" w:rsidP="00856D4C">
            <w:r w:rsidRPr="00736B22">
              <w:t xml:space="preserve">Устная аттестация по билетам, </w:t>
            </w:r>
            <w:r w:rsidRPr="00A96CC1">
              <w:rPr>
                <w:color w:val="000000"/>
              </w:rPr>
              <w:t>проверка техники чтения</w:t>
            </w:r>
            <w:r>
              <w:rPr>
                <w:color w:val="000000"/>
              </w:rPr>
              <w:t xml:space="preserve">, сочинение, </w:t>
            </w:r>
            <w:r w:rsidRPr="00736B22">
              <w:t>защита проектно-исследовательской работы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 w:rsidRPr="00736B22">
              <w:t>Иностранный язык</w:t>
            </w:r>
            <w:r>
              <w:t xml:space="preserve"> (английский язык и немецкий язык)</w:t>
            </w:r>
          </w:p>
        </w:tc>
        <w:tc>
          <w:tcPr>
            <w:tcW w:w="4786" w:type="dxa"/>
          </w:tcPr>
          <w:p w:rsidR="00DD6D80" w:rsidRPr="00736B22" w:rsidRDefault="00DD6D80" w:rsidP="00856D4C">
            <w:r w:rsidRPr="00736B22">
              <w:t>Тест, контрольная работа, устная аттестация по билетам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>
              <w:t>История</w:t>
            </w:r>
          </w:p>
        </w:tc>
        <w:tc>
          <w:tcPr>
            <w:tcW w:w="4786" w:type="dxa"/>
          </w:tcPr>
          <w:p w:rsidR="00DD6D80" w:rsidRPr="00736B22" w:rsidRDefault="00DD6D80" w:rsidP="00856D4C">
            <w:r>
              <w:t>И</w:t>
            </w:r>
            <w:r w:rsidRPr="00736B22">
              <w:t xml:space="preserve">нтегрированный тест, зачет, защита реферата, </w:t>
            </w:r>
            <w:r>
              <w:t>у</w:t>
            </w:r>
            <w:r w:rsidRPr="00736B22">
              <w:t>стная аттестация по билетам</w:t>
            </w:r>
            <w:r>
              <w:t xml:space="preserve">, </w:t>
            </w:r>
            <w:r w:rsidRPr="00736B22">
              <w:t>защита проектно-исследовательской работы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856D4C">
            <w:r w:rsidRPr="00736B22">
              <w:t>Обществознание</w:t>
            </w:r>
            <w:r>
              <w:t xml:space="preserve"> </w:t>
            </w:r>
          </w:p>
        </w:tc>
        <w:tc>
          <w:tcPr>
            <w:tcW w:w="4786" w:type="dxa"/>
          </w:tcPr>
          <w:p w:rsidR="00DD6D80" w:rsidRPr="00736B22" w:rsidRDefault="00DD6D80" w:rsidP="00856D4C">
            <w:r w:rsidRPr="00736B22">
              <w:t xml:space="preserve">интегрированный тест, зачет, защита реферата, </w:t>
            </w:r>
            <w:r>
              <w:t>у</w:t>
            </w:r>
            <w:r w:rsidRPr="00736B22">
              <w:t>стная аттестация по билетам</w:t>
            </w:r>
            <w:r>
              <w:t xml:space="preserve">, </w:t>
            </w:r>
            <w:r w:rsidRPr="00736B22">
              <w:t>защита проектно-исследовательской работы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>
              <w:t>География</w:t>
            </w:r>
          </w:p>
        </w:tc>
        <w:tc>
          <w:tcPr>
            <w:tcW w:w="4786" w:type="dxa"/>
          </w:tcPr>
          <w:p w:rsidR="00DD6D80" w:rsidRPr="00736B22" w:rsidRDefault="00DD6D80" w:rsidP="00856D4C">
            <w:r w:rsidRPr="00736B22">
              <w:t>Тест, контрольная работа, устная аттестация по билетам, защита проектно-исследовательской работы, защита реферата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856D4C">
            <w:r w:rsidRPr="00736B22">
              <w:t>Биология</w:t>
            </w:r>
            <w:r>
              <w:t xml:space="preserve"> </w:t>
            </w:r>
          </w:p>
        </w:tc>
        <w:tc>
          <w:tcPr>
            <w:tcW w:w="4786" w:type="dxa"/>
          </w:tcPr>
          <w:p w:rsidR="00DD6D80" w:rsidRPr="00736B22" w:rsidRDefault="00DD6D80" w:rsidP="00856D4C">
            <w:r w:rsidRPr="00736B22">
              <w:t>Тест, контрольная работа, устная аттестация по билетам, защита проектно-исследовательской работы, защита реферата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 w:rsidRPr="00736B22">
              <w:t>Информатика</w:t>
            </w:r>
            <w:r>
              <w:t xml:space="preserve"> и ИКТ</w:t>
            </w:r>
          </w:p>
        </w:tc>
        <w:tc>
          <w:tcPr>
            <w:tcW w:w="4786" w:type="dxa"/>
          </w:tcPr>
          <w:p w:rsidR="00DD6D80" w:rsidRPr="00736B22" w:rsidRDefault="00DD6D80" w:rsidP="00856D4C">
            <w:r w:rsidRPr="00736B22">
              <w:t>Тест, контрольная работа, зачет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>
              <w:t>Физика</w:t>
            </w:r>
            <w:r w:rsidRPr="00736B22">
              <w:t xml:space="preserve"> </w:t>
            </w:r>
          </w:p>
        </w:tc>
        <w:tc>
          <w:tcPr>
            <w:tcW w:w="4786" w:type="dxa"/>
          </w:tcPr>
          <w:p w:rsidR="00DD6D80" w:rsidRPr="00736B22" w:rsidRDefault="00DD6D80" w:rsidP="00856D4C">
            <w:r w:rsidRPr="00736B22">
              <w:t>Тест, контрольная работа, устная аттестация по билетам, защита проектно-исследовательской работы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 w:rsidRPr="00736B22">
              <w:t>Химия</w:t>
            </w:r>
            <w:r>
              <w:t xml:space="preserve"> </w:t>
            </w:r>
          </w:p>
        </w:tc>
        <w:tc>
          <w:tcPr>
            <w:tcW w:w="4786" w:type="dxa"/>
          </w:tcPr>
          <w:p w:rsidR="00DD6D80" w:rsidRPr="00736B22" w:rsidRDefault="00DD6D80" w:rsidP="00856D4C">
            <w:r w:rsidRPr="00736B22">
              <w:t>Тест, контрольная работа, устная аттестация по билетам, защита проектно-исследовательской работы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 w:rsidRPr="00736B22">
              <w:t xml:space="preserve">Технология </w:t>
            </w:r>
          </w:p>
        </w:tc>
        <w:tc>
          <w:tcPr>
            <w:tcW w:w="4786" w:type="dxa"/>
          </w:tcPr>
          <w:p w:rsidR="00DD6D80" w:rsidRPr="00736B22" w:rsidRDefault="00DD6D80" w:rsidP="00856D4C">
            <w:r w:rsidRPr="00736B22">
              <w:t xml:space="preserve">Тест, устная аттестация по билетам, защита </w:t>
            </w:r>
            <w:r>
              <w:t>проектов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>
              <w:t xml:space="preserve">Изо </w:t>
            </w:r>
          </w:p>
        </w:tc>
        <w:tc>
          <w:tcPr>
            <w:tcW w:w="4786" w:type="dxa"/>
          </w:tcPr>
          <w:p w:rsidR="00DD6D80" w:rsidRPr="00736B22" w:rsidRDefault="00DD6D80" w:rsidP="00856D4C">
            <w:r>
              <w:t>Защита реферата, тест, выставка работ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856D4C">
            <w:r>
              <w:t>Искусство</w:t>
            </w:r>
          </w:p>
        </w:tc>
        <w:tc>
          <w:tcPr>
            <w:tcW w:w="4786" w:type="dxa"/>
          </w:tcPr>
          <w:p w:rsidR="00DD6D80" w:rsidRDefault="00DD6D80" w:rsidP="00856D4C">
            <w:r>
              <w:t>Защита реферата, тест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856D4C">
            <w:r>
              <w:t>Музыка</w:t>
            </w:r>
          </w:p>
        </w:tc>
        <w:tc>
          <w:tcPr>
            <w:tcW w:w="4786" w:type="dxa"/>
          </w:tcPr>
          <w:p w:rsidR="00DD6D80" w:rsidRDefault="00DD6D80" w:rsidP="00856D4C">
            <w:r>
              <w:t>Отчетный концерт, хоровое пение, тест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856D4C">
            <w:r>
              <w:t>Физическая культура</w:t>
            </w:r>
          </w:p>
        </w:tc>
        <w:tc>
          <w:tcPr>
            <w:tcW w:w="4786" w:type="dxa"/>
          </w:tcPr>
          <w:p w:rsidR="00DD6D80" w:rsidRDefault="00DD6D80" w:rsidP="00856D4C">
            <w:r>
              <w:t>Сдача  нормативов ГТО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856D4C">
            <w:r>
              <w:t>Алгебра</w:t>
            </w:r>
          </w:p>
        </w:tc>
        <w:tc>
          <w:tcPr>
            <w:tcW w:w="4786" w:type="dxa"/>
          </w:tcPr>
          <w:p w:rsidR="00DD6D80" w:rsidRDefault="00DD6D80" w:rsidP="00856D4C">
            <w:r>
              <w:t>Контрольная работа, тест,</w:t>
            </w:r>
            <w:r w:rsidRPr="00736B22">
              <w:t xml:space="preserve"> устная аттестация по билетам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856D4C">
            <w:r>
              <w:t>Геометрия</w:t>
            </w:r>
          </w:p>
        </w:tc>
        <w:tc>
          <w:tcPr>
            <w:tcW w:w="4786" w:type="dxa"/>
          </w:tcPr>
          <w:p w:rsidR="00DD6D80" w:rsidRDefault="00DD6D80" w:rsidP="00856D4C">
            <w:r>
              <w:t>Контрольная работа, тест,</w:t>
            </w:r>
            <w:r w:rsidRPr="00736B22">
              <w:t xml:space="preserve"> устная аттестация по билетам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856D4C">
            <w:r>
              <w:t>МХК</w:t>
            </w:r>
          </w:p>
        </w:tc>
        <w:tc>
          <w:tcPr>
            <w:tcW w:w="4786" w:type="dxa"/>
          </w:tcPr>
          <w:p w:rsidR="00DD6D80" w:rsidRDefault="00DD6D80" w:rsidP="00856D4C">
            <w:r>
              <w:t>Тест, защита реферата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856D4C">
            <w:r>
              <w:t>ОБЖ</w:t>
            </w:r>
          </w:p>
        </w:tc>
        <w:tc>
          <w:tcPr>
            <w:tcW w:w="4786" w:type="dxa"/>
          </w:tcPr>
          <w:p w:rsidR="00DD6D80" w:rsidRDefault="00DD6D80" w:rsidP="00856D4C">
            <w:r>
              <w:t>Тест, защита реферата</w:t>
            </w:r>
          </w:p>
        </w:tc>
      </w:tr>
    </w:tbl>
    <w:p w:rsidR="00DD6D80" w:rsidRDefault="00DD6D80" w:rsidP="0028775F">
      <w:pPr>
        <w:shd w:val="clear" w:color="auto" w:fill="FFFFFF"/>
        <w:tabs>
          <w:tab w:val="num" w:pos="840"/>
        </w:tabs>
        <w:ind w:right="245"/>
        <w:jc w:val="both"/>
      </w:pPr>
    </w:p>
    <w:p w:rsidR="00DD6D80" w:rsidRDefault="00DD6D80" w:rsidP="0028775F">
      <w:pPr>
        <w:shd w:val="clear" w:color="auto" w:fill="FFFFFF"/>
        <w:tabs>
          <w:tab w:val="num" w:pos="840"/>
        </w:tabs>
        <w:ind w:right="245"/>
        <w:jc w:val="both"/>
        <w:rPr>
          <w:color w:val="FF0000"/>
        </w:rPr>
      </w:pPr>
      <w:r>
        <w:t>2.9.1.</w:t>
      </w:r>
      <w:r w:rsidRPr="00FC11B4">
        <w:t>Форма проведения промежуточной аттестации во 2-8,10 классах определяется решением  Педагогического Совета школы в 1 четверти учебного года.</w:t>
      </w:r>
      <w:r w:rsidRPr="00FC11B4">
        <w:rPr>
          <w:color w:val="000000"/>
        </w:rPr>
        <w:t xml:space="preserve"> Данное решение утверждается приказом руководителя Учреждения и доводится до сведения всех участников образовательного процесса: учителей, обучающихся и их родителей (законных представителей).</w:t>
      </w:r>
      <w:r w:rsidRPr="00FC11B4">
        <w:rPr>
          <w:color w:val="FF0000"/>
        </w:rPr>
        <w:t xml:space="preserve"> </w:t>
      </w:r>
      <w:r>
        <w:rPr>
          <w:color w:val="FF0000"/>
        </w:rPr>
        <w:t xml:space="preserve"> </w:t>
      </w:r>
    </w:p>
    <w:p w:rsidR="00DD6D80" w:rsidRPr="0002601D" w:rsidRDefault="00DD6D80" w:rsidP="0028775F">
      <w:pPr>
        <w:shd w:val="clear" w:color="auto" w:fill="FFFFFF"/>
        <w:tabs>
          <w:tab w:val="num" w:pos="840"/>
        </w:tabs>
        <w:ind w:right="245"/>
        <w:jc w:val="both"/>
      </w:pPr>
      <w:r>
        <w:t>2.9.2.</w:t>
      </w:r>
      <w:r w:rsidRPr="0002601D">
        <w:t>В 5-8,10 классах в рамках промежуточной аттестации в целях реализации концепции матема</w:t>
      </w:r>
      <w:r>
        <w:t>тического образования РФ вводит</w:t>
      </w:r>
      <w:r w:rsidRPr="0002601D">
        <w:t>ся обязательный устный экзамен по математике (алгебре, геометрии).</w:t>
      </w:r>
      <w:r>
        <w:t xml:space="preserve">  Решение о форме  экзамена принимается на Педагогическом Совете</w:t>
      </w:r>
      <w:r w:rsidRPr="0002601D">
        <w:t xml:space="preserve"> </w:t>
      </w:r>
      <w:r w:rsidRPr="00FC11B4">
        <w:t>в 1 четверти учебного года</w:t>
      </w:r>
      <w:r>
        <w:t>.</w:t>
      </w:r>
    </w:p>
    <w:p w:rsidR="00DD6D80" w:rsidRDefault="00DD6D80" w:rsidP="0028775F">
      <w:pPr>
        <w:shd w:val="clear" w:color="auto" w:fill="FFFFFF"/>
        <w:tabs>
          <w:tab w:val="num" w:pos="840"/>
        </w:tabs>
        <w:ind w:right="245"/>
        <w:jc w:val="both"/>
      </w:pPr>
      <w:r>
        <w:t>2.9.3.</w:t>
      </w:r>
    </w:p>
    <w:p w:rsidR="00DD6D80" w:rsidRPr="00FC11B4" w:rsidRDefault="00DD6D80" w:rsidP="0028775F">
      <w:pPr>
        <w:shd w:val="clear" w:color="auto" w:fill="FFFFFF"/>
        <w:tabs>
          <w:tab w:val="num" w:pos="840"/>
        </w:tabs>
        <w:ind w:right="245"/>
        <w:jc w:val="both"/>
        <w:rPr>
          <w:color w:val="000000"/>
        </w:rPr>
      </w:pPr>
      <w:r w:rsidRPr="00FC11B4">
        <w:t>Промежуточная а</w:t>
      </w:r>
      <w:r>
        <w:t>ттестация   в 1 классе проводит</w:t>
      </w:r>
      <w:r w:rsidRPr="00FC11B4">
        <w:t xml:space="preserve">ся форме диагностических </w:t>
      </w:r>
      <w:r>
        <w:t xml:space="preserve"> </w:t>
      </w:r>
      <w:r w:rsidRPr="00FC11B4">
        <w:t xml:space="preserve">работ.  </w:t>
      </w:r>
      <w:r>
        <w:t>Государственная и</w:t>
      </w:r>
      <w:r w:rsidRPr="00FC11B4">
        <w:rPr>
          <w:color w:val="000000"/>
        </w:rPr>
        <w:t xml:space="preserve">тоговая аттестация </w:t>
      </w:r>
      <w:r>
        <w:rPr>
          <w:color w:val="000000"/>
        </w:rPr>
        <w:t xml:space="preserve">обучающихся основной и средней школы  </w:t>
      </w:r>
      <w:r w:rsidRPr="00FC11B4">
        <w:rPr>
          <w:color w:val="000000"/>
        </w:rPr>
        <w:t xml:space="preserve">проводится в </w:t>
      </w:r>
      <w:r>
        <w:rPr>
          <w:color w:val="000000"/>
        </w:rPr>
        <w:t>формах, определяемых нормативно-правовой базой Министерства образования и науки Российской федерации и Департаментом по образованию и науке Тюменской области.</w:t>
      </w:r>
    </w:p>
    <w:p w:rsidR="00DD6D80" w:rsidRDefault="00DD6D80" w:rsidP="0030392D">
      <w:pPr>
        <w:pStyle w:val="a"/>
        <w:jc w:val="center"/>
        <w:rPr>
          <w:b/>
          <w:bCs/>
          <w:u w:val="single"/>
        </w:rPr>
      </w:pPr>
    </w:p>
    <w:p w:rsidR="00DD6D80" w:rsidRPr="00FC11B4" w:rsidRDefault="00DD6D80" w:rsidP="0030392D">
      <w:pPr>
        <w:pStyle w:val="a"/>
        <w:jc w:val="center"/>
        <w:rPr>
          <w:b/>
          <w:bCs/>
          <w:u w:val="single"/>
        </w:rPr>
      </w:pPr>
      <w:r>
        <w:rPr>
          <w:b/>
          <w:bCs/>
          <w:u w:val="single"/>
        </w:rPr>
        <w:t>3.</w:t>
      </w:r>
      <w:r w:rsidRPr="00FC11B4">
        <w:rPr>
          <w:b/>
          <w:bCs/>
          <w:u w:val="single"/>
        </w:rPr>
        <w:t>Начальное общее образование</w:t>
      </w:r>
    </w:p>
    <w:p w:rsidR="00DD6D80" w:rsidRPr="00FC11B4" w:rsidRDefault="00DD6D80" w:rsidP="0030392D">
      <w:pPr>
        <w:pStyle w:val="a"/>
        <w:jc w:val="both"/>
      </w:pPr>
      <w:r>
        <w:t>3.1.С 1по 4 класс реализуется программа начального общего образования «Школа России</w:t>
      </w:r>
      <w:r w:rsidRPr="005617D5">
        <w:t>»</w:t>
      </w:r>
      <w:r>
        <w:t xml:space="preserve"> </w:t>
      </w:r>
      <w:r w:rsidRPr="005617D5">
        <w:t>(автор</w:t>
      </w:r>
      <w:r>
        <w:t xml:space="preserve"> А. А. Плешаков). </w:t>
      </w:r>
    </w:p>
    <w:p w:rsidR="00DD6D80" w:rsidRPr="00FC11B4" w:rsidRDefault="00DD6D80" w:rsidP="0030392D">
      <w:pPr>
        <w:jc w:val="both"/>
      </w:pPr>
      <w:r w:rsidRPr="00FC11B4">
        <w:t xml:space="preserve"> Учитывая требования Федерального государственного образовательного стандарта, учебный план начального общего образования определяет общий объём нагрузки и максимальный объём аудиторной нагрузки обучающихся, а также состав и структуру обязательных предметных областей и направлений внеурочной деятельности по классам. </w:t>
      </w:r>
    </w:p>
    <w:p w:rsidR="00DD6D80" w:rsidRPr="00FC11B4" w:rsidRDefault="00DD6D80" w:rsidP="00F30BCF">
      <w:pPr>
        <w:jc w:val="both"/>
      </w:pPr>
      <w:r>
        <w:t>3.2.</w:t>
      </w:r>
      <w:r w:rsidRPr="00FC11B4">
        <w:t>В начальном звене основной акцент делается на формирование прочных навыков учебной деятельности, на овладение обучающимися устойчивой речевой, письменной и математической грамотностью, на воспитание культуры речи и общения. Поэтому инвариантная часть учебного плана включает обязательный набор предметов, соответствующий реальным стандартам, и обеспечивается типовыми программами для начальной школы.  Настоящий учебный план отдает приоритет метапредметным результатам, в особенности универсальным учебным действиям. Для достижения предметных и личностных результатов большое внимание уделяется информационным и коммуникационным технологиям.</w:t>
      </w:r>
    </w:p>
    <w:p w:rsidR="00DD6D80" w:rsidRDefault="00DD6D80" w:rsidP="0028775F">
      <w:pPr>
        <w:ind w:right="-5"/>
        <w:jc w:val="both"/>
        <w:rPr>
          <w:color w:val="000000"/>
        </w:rPr>
      </w:pPr>
      <w:r w:rsidRPr="00FC11B4">
        <w:rPr>
          <w:color w:val="000000"/>
        </w:rPr>
        <w:t xml:space="preserve">Используемые подходы в реализации нового стандарта: деятельностный, компетентностный, личностно- ориентированный, здоровьесберегающий. </w:t>
      </w:r>
    </w:p>
    <w:p w:rsidR="00DD6D80" w:rsidRPr="000B21FE" w:rsidRDefault="00DD6D80" w:rsidP="002D3DBF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</w:pPr>
      <w:r>
        <w:t>3.3.</w:t>
      </w:r>
      <w:r w:rsidRPr="000B21FE">
        <w:t xml:space="preserve">Обязательная часть учебного плана представлена следующими предметными областями: </w:t>
      </w:r>
    </w:p>
    <w:p w:rsidR="00DD6D80" w:rsidRPr="004D4617" w:rsidRDefault="00DD6D80" w:rsidP="002D3DBF">
      <w:pPr>
        <w:pStyle w:val="ListParagraph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Предметная область </w:t>
      </w:r>
      <w:r w:rsidRPr="004D4617">
        <w:rPr>
          <w:rFonts w:ascii="Times New Roman" w:hAnsi="Times New Roman" w:cs="Times New Roman"/>
          <w:b/>
          <w:bCs/>
          <w:sz w:val="24"/>
          <w:szCs w:val="24"/>
        </w:rPr>
        <w:t>«Русский язык и литература».</w:t>
      </w:r>
      <w:r w:rsidRPr="004D46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D80" w:rsidRPr="004D4617" w:rsidRDefault="00DD6D80" w:rsidP="002D3DBF">
      <w:pPr>
        <w:pStyle w:val="NoSpacing"/>
        <w:spacing w:line="276" w:lineRule="auto"/>
      </w:pPr>
      <w:r w:rsidRPr="004D4617">
        <w:t>Данная область представлена предметами: «Русский язык» и «Литературное</w:t>
      </w:r>
      <w:r>
        <w:t xml:space="preserve"> </w:t>
      </w:r>
      <w:r w:rsidRPr="004D4617">
        <w:t>чтение».</w:t>
      </w:r>
    </w:p>
    <w:p w:rsidR="00DD6D80" w:rsidRPr="004D4617" w:rsidRDefault="00DD6D80" w:rsidP="002D3DBF">
      <w:pPr>
        <w:autoSpaceDE w:val="0"/>
        <w:autoSpaceDN w:val="0"/>
        <w:adjustRightInd w:val="0"/>
        <w:spacing w:line="276" w:lineRule="auto"/>
        <w:ind w:left="7"/>
        <w:jc w:val="both"/>
      </w:pPr>
      <w:r w:rsidRPr="004D4617">
        <w:t>Предмет «Русский язык» изучается: в 1 классе – 5 часов в неделю (165 часов в</w:t>
      </w:r>
      <w:r>
        <w:t xml:space="preserve"> </w:t>
      </w:r>
      <w:r w:rsidRPr="004D4617">
        <w:t>год), во 2- 4 классах – 5 часов в неделю (170 часов в год).</w:t>
      </w:r>
    </w:p>
    <w:p w:rsidR="00DD6D80" w:rsidRPr="004D4617" w:rsidRDefault="00DD6D80" w:rsidP="002D3DBF">
      <w:pPr>
        <w:autoSpaceDE w:val="0"/>
        <w:autoSpaceDN w:val="0"/>
        <w:adjustRightInd w:val="0"/>
        <w:spacing w:line="276" w:lineRule="auto"/>
        <w:ind w:left="7"/>
        <w:jc w:val="both"/>
      </w:pPr>
      <w:r w:rsidRPr="004D4617">
        <w:t>Предмет «Литературное чтение» изучается: в 1 классе – 4 часа в неделю (132</w:t>
      </w:r>
      <w:r>
        <w:t xml:space="preserve"> </w:t>
      </w:r>
      <w:r w:rsidRPr="004D4617">
        <w:t>часа в год), во 2-3 классах – 4 часа в неделю (136 часов в год), в 4 классе – 3 часа в</w:t>
      </w:r>
      <w:r>
        <w:t xml:space="preserve"> </w:t>
      </w:r>
      <w:r w:rsidRPr="004D4617">
        <w:t>неделю (102 часа в год)</w:t>
      </w:r>
    </w:p>
    <w:p w:rsidR="00DD6D80" w:rsidRPr="004B1DAD" w:rsidRDefault="00DD6D80" w:rsidP="002D3DBF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4B1DAD">
        <w:rPr>
          <w:b/>
          <w:bCs/>
        </w:rPr>
        <w:t>2.</w:t>
      </w:r>
      <w:r>
        <w:rPr>
          <w:b/>
          <w:bCs/>
        </w:rPr>
        <w:t xml:space="preserve"> </w:t>
      </w:r>
      <w:r w:rsidRPr="004B1DAD">
        <w:rPr>
          <w:b/>
          <w:bCs/>
        </w:rPr>
        <w:t>Предметная область «Иностранный язык</w:t>
      </w:r>
      <w:r>
        <w:rPr>
          <w:b/>
          <w:bCs/>
        </w:rPr>
        <w:t>»</w:t>
      </w:r>
      <w:r>
        <w:t xml:space="preserve"> включает учебный предмет</w:t>
      </w:r>
      <w:r w:rsidRPr="000B21FE">
        <w:t>:</w:t>
      </w:r>
      <w:r>
        <w:t xml:space="preserve"> </w:t>
      </w:r>
      <w:r w:rsidRPr="000B21FE">
        <w:t xml:space="preserve">иностранный язык. Иностранный язык изучается: во 2-4 классах – 2 часа в неделю (68 часов в год). </w:t>
      </w:r>
    </w:p>
    <w:p w:rsidR="00DD6D80" w:rsidRDefault="00DD6D80" w:rsidP="002D3DBF">
      <w:pPr>
        <w:widowControl w:val="0"/>
        <w:overflowPunct w:val="0"/>
        <w:autoSpaceDE w:val="0"/>
        <w:autoSpaceDN w:val="0"/>
        <w:adjustRightInd w:val="0"/>
        <w:spacing w:line="276" w:lineRule="auto"/>
        <w:ind w:left="7" w:firstLine="67"/>
        <w:jc w:val="both"/>
      </w:pPr>
      <w:r>
        <w:rPr>
          <w:b/>
          <w:bCs/>
        </w:rPr>
        <w:t>3.</w:t>
      </w:r>
      <w:r w:rsidRPr="004D4617">
        <w:rPr>
          <w:b/>
          <w:bCs/>
        </w:rPr>
        <w:t xml:space="preserve"> </w:t>
      </w:r>
      <w:r w:rsidRPr="004B1DAD">
        <w:rPr>
          <w:b/>
          <w:bCs/>
        </w:rPr>
        <w:t>Предметная область «Математика и информатика»</w:t>
      </w:r>
      <w:r>
        <w:rPr>
          <w:b/>
          <w:bCs/>
        </w:rPr>
        <w:t xml:space="preserve"> </w:t>
      </w:r>
      <w:r w:rsidRPr="000B21FE">
        <w:t>представлена учебным предметом «Математика и информатика» и изучается: в 1 классе – 4 часа в неделю (132 часа в год), во 2-4 классах – 4 часа в неделю (136 часов в год).</w:t>
      </w:r>
    </w:p>
    <w:p w:rsidR="00DD6D80" w:rsidRPr="004D4617" w:rsidRDefault="00DD6D80" w:rsidP="002D3DBF">
      <w:pPr>
        <w:autoSpaceDE w:val="0"/>
        <w:autoSpaceDN w:val="0"/>
        <w:adjustRightInd w:val="0"/>
        <w:spacing w:line="276" w:lineRule="auto"/>
        <w:jc w:val="both"/>
      </w:pPr>
      <w:r w:rsidRPr="004D4617">
        <w:t>В соответствии с ФГОС начального общего образования вопросы, связанные с</w:t>
      </w:r>
      <w:r>
        <w:t xml:space="preserve"> </w:t>
      </w:r>
      <w:r w:rsidRPr="004D4617">
        <w:t>приобретением обучающимися первоначальных преставлений о компьютерной</w:t>
      </w:r>
      <w:r>
        <w:t xml:space="preserve"> </w:t>
      </w:r>
      <w:r w:rsidRPr="004D4617">
        <w:t>грамотности, отнесены к предмету «Математика и информатика», поэтому учебный</w:t>
      </w:r>
      <w:r>
        <w:t xml:space="preserve"> </w:t>
      </w:r>
      <w:r w:rsidRPr="004D4617">
        <w:t>курс «Информатика» в начальной школе изучается во 2-4 классах в качестве</w:t>
      </w:r>
      <w:r>
        <w:t xml:space="preserve"> </w:t>
      </w:r>
      <w:r w:rsidRPr="004D4617">
        <w:t>учебного модуля в предмете «Математика и информатика</w:t>
      </w:r>
      <w:r>
        <w:t>».</w:t>
      </w:r>
    </w:p>
    <w:p w:rsidR="00DD6D80" w:rsidRDefault="00DD6D80" w:rsidP="002D3DBF">
      <w:pPr>
        <w:widowControl w:val="0"/>
        <w:overflowPunct w:val="0"/>
        <w:autoSpaceDE w:val="0"/>
        <w:autoSpaceDN w:val="0"/>
        <w:adjustRightInd w:val="0"/>
        <w:spacing w:line="276" w:lineRule="auto"/>
        <w:ind w:left="7"/>
        <w:jc w:val="both"/>
      </w:pPr>
      <w:r>
        <w:rPr>
          <w:b/>
          <w:bCs/>
        </w:rPr>
        <w:t>4.</w:t>
      </w:r>
      <w:r w:rsidRPr="004D4617">
        <w:rPr>
          <w:b/>
          <w:bCs/>
        </w:rPr>
        <w:t xml:space="preserve"> </w:t>
      </w:r>
      <w:r w:rsidRPr="004B1DAD">
        <w:rPr>
          <w:b/>
          <w:bCs/>
        </w:rPr>
        <w:t>Предметная область «Обществознание и естествознание (Окружающий мир)»</w:t>
      </w:r>
      <w:r>
        <w:rPr>
          <w:b/>
          <w:bCs/>
        </w:rPr>
        <w:t xml:space="preserve"> </w:t>
      </w:r>
      <w:r w:rsidRPr="000B21FE">
        <w:t>представлена учебным предметом «Окружающий мир».</w:t>
      </w:r>
    </w:p>
    <w:p w:rsidR="00DD6D80" w:rsidRPr="004D4617" w:rsidRDefault="00DD6D80" w:rsidP="002D3DBF">
      <w:pPr>
        <w:autoSpaceDE w:val="0"/>
        <w:autoSpaceDN w:val="0"/>
        <w:adjustRightInd w:val="0"/>
        <w:spacing w:line="276" w:lineRule="auto"/>
        <w:jc w:val="both"/>
      </w:pPr>
      <w:r>
        <w:t xml:space="preserve">  </w:t>
      </w:r>
      <w:r w:rsidRPr="004D4617">
        <w:t>Учебный предмет «Окружающий мир» (человек, природа, общество) является</w:t>
      </w:r>
      <w:r>
        <w:t xml:space="preserve"> </w:t>
      </w:r>
      <w:r w:rsidRPr="004D4617">
        <w:t>интегрированным. В его содержание дополнительно введены развивающие модули</w:t>
      </w:r>
      <w:r>
        <w:t xml:space="preserve"> </w:t>
      </w:r>
      <w:r w:rsidRPr="004D4617">
        <w:t>и разделы социально-гуманитарной направленности, а также элементы основ</w:t>
      </w:r>
      <w:r>
        <w:t xml:space="preserve"> </w:t>
      </w:r>
      <w:r w:rsidRPr="004D4617">
        <w:t>безопасности жизнедеятельности. Особое внимание уделяется формированию у</w:t>
      </w:r>
      <w:r>
        <w:t xml:space="preserve"> </w:t>
      </w:r>
      <w:r w:rsidRPr="004D4617">
        <w:t>младших школьников здорового образа жизни, элементарных знаний поведения в</w:t>
      </w:r>
      <w:r>
        <w:t xml:space="preserve"> </w:t>
      </w:r>
      <w:r w:rsidRPr="004D4617">
        <w:t>экстремальных ситуациях, и, прежде всего, знаний правил дорожного движения.</w:t>
      </w:r>
    </w:p>
    <w:p w:rsidR="00DD6D80" w:rsidRDefault="00DD6D80" w:rsidP="002D3DBF">
      <w:pPr>
        <w:pStyle w:val="NoSpacing"/>
        <w:spacing w:line="276" w:lineRule="auto"/>
      </w:pPr>
      <w:r w:rsidRPr="00490026">
        <w:t xml:space="preserve">   Окружающий мир изучается: в 1 классе – 2 часа в неделю (66 часов в год),</w:t>
      </w:r>
      <w:r>
        <w:t xml:space="preserve"> </w:t>
      </w:r>
      <w:r w:rsidRPr="00490026">
        <w:t>во 2-4 классах – 2 часа в неделю (68 часов в год).</w:t>
      </w:r>
    </w:p>
    <w:p w:rsidR="00DD6D80" w:rsidRPr="004D4617" w:rsidRDefault="00DD6D80" w:rsidP="002D3DBF">
      <w:pPr>
        <w:widowControl w:val="0"/>
        <w:overflowPunct w:val="0"/>
        <w:autoSpaceDE w:val="0"/>
        <w:autoSpaceDN w:val="0"/>
        <w:adjustRightInd w:val="0"/>
        <w:spacing w:line="276" w:lineRule="auto"/>
        <w:ind w:left="7"/>
        <w:jc w:val="both"/>
        <w:rPr>
          <w:b/>
          <w:bCs/>
        </w:rPr>
      </w:pPr>
      <w:r>
        <w:rPr>
          <w:b/>
          <w:bCs/>
        </w:rPr>
        <w:t xml:space="preserve">5. </w:t>
      </w:r>
      <w:r w:rsidRPr="004B1DAD">
        <w:rPr>
          <w:b/>
          <w:bCs/>
        </w:rPr>
        <w:t>Предметная область «Основы религиозных культур и светской этики».</w:t>
      </w:r>
      <w:r w:rsidRPr="000B21FE">
        <w:t xml:space="preserve"> Основными задачами реализации содержания являются: воспитание способности к духовному развитию, нравственному самосовершенствованию. Формирование первоначальных представлений о светской этике, об отечественных традиционных религиях, их роли в </w:t>
      </w:r>
      <w:bookmarkStart w:id="1" w:name="page9"/>
      <w:bookmarkEnd w:id="1"/>
      <w:r w:rsidRPr="000B21FE">
        <w:t>культуре, истории и современности России.</w:t>
      </w:r>
    </w:p>
    <w:p w:rsidR="00DD6D80" w:rsidRPr="000B21FE" w:rsidRDefault="00DD6D80" w:rsidP="002D3DBF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</w:pPr>
      <w:r w:rsidRPr="000B21FE">
        <w:t xml:space="preserve">Комплексный курс ОРКСЭ является светским. Выбор модуля, изучаемого в рамках курса ОРКСЭ, осуществляется родителями (законными представителями) обучающихся. Выбор фиксируется протоколами родительских собраний и письменными заявлениями родителей (законных представителей) обучающихся. </w:t>
      </w:r>
    </w:p>
    <w:p w:rsidR="00DD6D80" w:rsidRDefault="00DD6D80" w:rsidP="002D3DBF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</w:pPr>
      <w:r w:rsidRPr="000B21FE">
        <w:t>В 201</w:t>
      </w:r>
      <w:r>
        <w:t>8</w:t>
      </w:r>
      <w:r w:rsidRPr="000B21FE">
        <w:t>-201</w:t>
      </w:r>
      <w:r>
        <w:t>9</w:t>
      </w:r>
      <w:r w:rsidRPr="000B21FE">
        <w:t xml:space="preserve"> учебном году по выбору родителей (законных представителей) обучающихся в 4-м классе будет изучаться  модуль курса ОРКСЭ -</w:t>
      </w:r>
      <w:r>
        <w:t xml:space="preserve"> </w:t>
      </w:r>
      <w:r w:rsidRPr="000B21FE">
        <w:t>«Основы светской этики».  На учебный модуль «Основы светской этики» - 34 часа в год.</w:t>
      </w:r>
    </w:p>
    <w:p w:rsidR="00DD6D80" w:rsidRPr="00F30BCF" w:rsidRDefault="00DD6D80" w:rsidP="002D3DBF">
      <w:pPr>
        <w:pStyle w:val="NormalWeb"/>
        <w:spacing w:before="0" w:beforeAutospacing="0" w:after="0" w:afterAutospacing="0" w:line="276" w:lineRule="auto"/>
      </w:pPr>
      <w:r w:rsidRPr="00F30BCF">
        <w:t>В конце учебного года по данному курсу учащиеся получают сертификаты. Чтобы получить сертификат «За успешное освоение курса ОРКСЭ» учащимся необходимо:</w:t>
      </w:r>
    </w:p>
    <w:p w:rsidR="00DD6D80" w:rsidRPr="00F30BCF" w:rsidRDefault="00DD6D80" w:rsidP="002D3DBF">
      <w:pPr>
        <w:pStyle w:val="NormalWeb"/>
        <w:spacing w:before="0" w:beforeAutospacing="0" w:after="0" w:afterAutospacing="0" w:line="276" w:lineRule="auto"/>
      </w:pPr>
      <w:r w:rsidRPr="00F30BCF">
        <w:rPr>
          <w:rFonts w:ascii="Courier New" w:eastAsia="MS Mincho" w:hAnsi="Courier New" w:cs="Courier New"/>
        </w:rPr>
        <w:t>➢</w:t>
      </w:r>
      <w:r w:rsidRPr="00F30BCF">
        <w:t xml:space="preserve"> участие в конкурс на лучшую тетрадь, папку с работами по предмету;</w:t>
      </w:r>
    </w:p>
    <w:p w:rsidR="00DD6D80" w:rsidRPr="00F30BCF" w:rsidRDefault="00DD6D80" w:rsidP="002D3DBF">
      <w:pPr>
        <w:pStyle w:val="NormalWeb"/>
        <w:spacing w:before="0" w:beforeAutospacing="0" w:after="0" w:afterAutospacing="0" w:line="276" w:lineRule="auto"/>
      </w:pPr>
      <w:r w:rsidRPr="00F30BCF">
        <w:rPr>
          <w:rFonts w:ascii="Courier New" w:eastAsia="MS Mincho" w:hAnsi="Courier New" w:cs="Courier New"/>
        </w:rPr>
        <w:t>➢</w:t>
      </w:r>
      <w:r w:rsidRPr="00F30BCF">
        <w:t xml:space="preserve"> выполнение тестовых работ, работа со словарем;</w:t>
      </w:r>
    </w:p>
    <w:p w:rsidR="00DD6D80" w:rsidRPr="00F30BCF" w:rsidRDefault="00DD6D80" w:rsidP="002D3DBF">
      <w:pPr>
        <w:pStyle w:val="NormalWeb"/>
        <w:spacing w:before="0" w:beforeAutospacing="0" w:after="0" w:afterAutospacing="0" w:line="276" w:lineRule="auto"/>
      </w:pPr>
      <w:r w:rsidRPr="00F30BCF">
        <w:rPr>
          <w:rFonts w:ascii="Courier New" w:eastAsia="MS Mincho" w:hAnsi="Courier New" w:cs="Courier New"/>
        </w:rPr>
        <w:t>➢</w:t>
      </w:r>
      <w:r w:rsidRPr="00F30BCF">
        <w:t xml:space="preserve"> участие в конкурсах, викторинах, олимпиадах по предмету ОРКСЭ</w:t>
      </w:r>
    </w:p>
    <w:p w:rsidR="00DD6D80" w:rsidRPr="00F30BCF" w:rsidRDefault="00DD6D80" w:rsidP="002D3DBF">
      <w:pPr>
        <w:pStyle w:val="NormalWeb"/>
        <w:spacing w:before="0" w:beforeAutospacing="0" w:after="0" w:afterAutospacing="0" w:line="276" w:lineRule="auto"/>
      </w:pPr>
      <w:r w:rsidRPr="00F30BCF">
        <w:rPr>
          <w:rFonts w:ascii="Courier New" w:eastAsia="MS Mincho" w:hAnsi="Courier New" w:cs="Courier New"/>
        </w:rPr>
        <w:t>➢</w:t>
      </w:r>
      <w:r w:rsidRPr="00F30BCF">
        <w:t xml:space="preserve"> участие в творческих проектах;</w:t>
      </w:r>
    </w:p>
    <w:p w:rsidR="00DD6D80" w:rsidRDefault="00DD6D80" w:rsidP="002D3DBF">
      <w:pPr>
        <w:pStyle w:val="NormalWeb"/>
        <w:spacing w:before="0" w:beforeAutospacing="0" w:after="0" w:afterAutospacing="0" w:line="276" w:lineRule="auto"/>
      </w:pPr>
      <w:r w:rsidRPr="00F30BCF">
        <w:rPr>
          <w:rFonts w:ascii="Courier New" w:eastAsia="MS Mincho" w:hAnsi="Courier New" w:cs="Courier New"/>
        </w:rPr>
        <w:t>➢</w:t>
      </w:r>
      <w:r w:rsidRPr="00F30BCF">
        <w:t xml:space="preserve"> участие в празднике; </w:t>
      </w:r>
    </w:p>
    <w:p w:rsidR="00DD6D80" w:rsidRPr="00F30BCF" w:rsidRDefault="00DD6D80" w:rsidP="002D3DBF">
      <w:pPr>
        <w:pStyle w:val="NormalWeb"/>
        <w:spacing w:before="0" w:beforeAutospacing="0" w:after="0" w:afterAutospacing="0" w:line="276" w:lineRule="auto"/>
      </w:pPr>
      <w:r w:rsidRPr="00F30BCF">
        <w:rPr>
          <w:rFonts w:ascii="Courier New" w:eastAsia="MS Mincho" w:hAnsi="Courier New" w:cs="Courier New"/>
        </w:rPr>
        <w:t>➢</w:t>
      </w:r>
      <w:r w:rsidRPr="00F30BCF">
        <w:t xml:space="preserve"> участие в выставке детских художественных работ, фотоконкурсе по предмету ОРКСЭ;</w:t>
      </w:r>
    </w:p>
    <w:p w:rsidR="00DD6D80" w:rsidRPr="000B21FE" w:rsidRDefault="00DD6D80" w:rsidP="002D3DBF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</w:pPr>
      <w:r w:rsidRPr="004B1DAD">
        <w:rPr>
          <w:b/>
          <w:bCs/>
        </w:rPr>
        <w:t>6. Предметная область «Искусство»</w:t>
      </w:r>
      <w:r>
        <w:rPr>
          <w:b/>
          <w:bCs/>
        </w:rPr>
        <w:t xml:space="preserve"> </w:t>
      </w:r>
      <w:r w:rsidRPr="000B21FE">
        <w:t xml:space="preserve">представлена учебными предметами: «Музыка» и «Изобразительное искусство». </w:t>
      </w:r>
    </w:p>
    <w:p w:rsidR="00DD6D80" w:rsidRPr="000B21FE" w:rsidRDefault="00DD6D80" w:rsidP="002D3DBF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</w:pPr>
      <w:r w:rsidRPr="000B21FE">
        <w:t xml:space="preserve">Учебный предмет «Музыка» изучается: в 1 классе – 1 час в неделю (33 часа в год), во 2-4 классах – 1 час в неделю (34 часа в год). </w:t>
      </w:r>
    </w:p>
    <w:p w:rsidR="00DD6D80" w:rsidRPr="000B21FE" w:rsidRDefault="00DD6D80" w:rsidP="002D3DBF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</w:pPr>
      <w:r w:rsidRPr="000B21FE">
        <w:t xml:space="preserve">Учебный предмет «Изобразительное искусство» изучается: в 1 классе – 1 час в неделю (33 часа в год), во 2-4 классах – 1 час в неделю (34 часа в год). </w:t>
      </w:r>
    </w:p>
    <w:p w:rsidR="00DD6D80" w:rsidRPr="00AF410A" w:rsidRDefault="00DD6D80" w:rsidP="002D3DBF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</w:pPr>
      <w:r w:rsidRPr="004B1DAD">
        <w:rPr>
          <w:b/>
          <w:bCs/>
        </w:rPr>
        <w:t>7. Предметная область «Технология</w:t>
      </w:r>
      <w:r>
        <w:rPr>
          <w:b/>
          <w:bCs/>
        </w:rPr>
        <w:t xml:space="preserve">» </w:t>
      </w:r>
      <w:r w:rsidRPr="000B21FE">
        <w:t xml:space="preserve">изучается: в 1 классе – 1 час в неделю (33 часа в год), во 2-4 классах – 1 час в неделю (34 часа в год). </w:t>
      </w:r>
    </w:p>
    <w:p w:rsidR="00DD6D80" w:rsidRDefault="00DD6D80" w:rsidP="002D3DBF">
      <w:pPr>
        <w:widowControl w:val="0"/>
        <w:overflowPunct w:val="0"/>
        <w:autoSpaceDE w:val="0"/>
        <w:autoSpaceDN w:val="0"/>
        <w:adjustRightInd w:val="0"/>
        <w:spacing w:line="276" w:lineRule="auto"/>
        <w:ind w:left="7"/>
        <w:jc w:val="both"/>
      </w:pPr>
      <w:r w:rsidRPr="004B1DAD">
        <w:rPr>
          <w:b/>
          <w:bCs/>
        </w:rPr>
        <w:t>8. Предметная область «Физическая культура»</w:t>
      </w:r>
      <w:r>
        <w:rPr>
          <w:b/>
          <w:bCs/>
        </w:rPr>
        <w:t xml:space="preserve"> </w:t>
      </w:r>
      <w:r w:rsidRPr="000B21FE">
        <w:t>изучается: в 1 классе – 3 часа в неделю (99 часов в год), во 2-4 классах – 3 часа в неделю (102 часа в год). В федеральном компоненте учебного плана 1 час в неделю предмета «Физическая культура» используется на увеличение двигательной активности и развитие физических качеств обучающихся, внедрение современных систем физического воспитания, проводится в индивидуально-групповом режиме с учётом состояния здоровья обучающихся, их интересов, социального заказа родителей (законных представителей) (подвижные игры). Целью данных занятий является повышение общей физической работоспособности и физической подготовленности обучающихся.</w:t>
      </w:r>
    </w:p>
    <w:p w:rsidR="00DD6D80" w:rsidRPr="000B21FE" w:rsidRDefault="00DD6D80" w:rsidP="002D3DBF">
      <w:pPr>
        <w:widowControl w:val="0"/>
        <w:overflowPunct w:val="0"/>
        <w:autoSpaceDE w:val="0"/>
        <w:autoSpaceDN w:val="0"/>
        <w:adjustRightInd w:val="0"/>
        <w:spacing w:line="276" w:lineRule="auto"/>
        <w:ind w:left="7"/>
        <w:jc w:val="both"/>
      </w:pPr>
      <w:r w:rsidRPr="00FC11B4">
        <w:t>Занятия   по   физической   культуре</w:t>
      </w:r>
      <w:r>
        <w:t xml:space="preserve"> с 1 по 4 классы </w:t>
      </w:r>
      <w:r w:rsidRPr="00FC11B4">
        <w:t xml:space="preserve">   проводятся   по   </w:t>
      </w:r>
      <w:r>
        <w:rPr>
          <w:color w:val="FF0000"/>
        </w:rPr>
        <w:t xml:space="preserve"> </w:t>
      </w:r>
      <w:r w:rsidRPr="00E52082">
        <w:t xml:space="preserve"> </w:t>
      </w:r>
      <w:r>
        <w:t xml:space="preserve">программе </w:t>
      </w:r>
      <w:r w:rsidRPr="00FC11B4">
        <w:t xml:space="preserve"> В.И. Лях</w:t>
      </w:r>
      <w:r>
        <w:t>а</w:t>
      </w:r>
      <w:r w:rsidRPr="00FC11B4">
        <w:t>, А.А.З</w:t>
      </w:r>
      <w:r>
        <w:t>да</w:t>
      </w:r>
      <w:r w:rsidRPr="00FC11B4">
        <w:t>невич «Комплексная программа физического воспитания»</w:t>
      </w:r>
      <w:r>
        <w:t>.</w:t>
      </w:r>
    </w:p>
    <w:p w:rsidR="00DD6D80" w:rsidRDefault="00DD6D80" w:rsidP="002D3DBF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t xml:space="preserve">  3.4. </w:t>
      </w:r>
      <w:r w:rsidRPr="000B21FE">
        <w:t>При формировании Учебного плана учитывались следующие позиции:</w:t>
      </w:r>
    </w:p>
    <w:p w:rsidR="00DD6D80" w:rsidRPr="002171FC" w:rsidRDefault="00DD6D80" w:rsidP="002D3DBF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2171FC">
        <w:rPr>
          <w:rFonts w:ascii="Times New Roman" w:hAnsi="Times New Roman" w:cs="Times New Roman"/>
          <w:sz w:val="24"/>
          <w:szCs w:val="24"/>
        </w:rPr>
        <w:t>использование ИКТ, электронного обучения, дистанционных технологий,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1FC">
        <w:rPr>
          <w:rFonts w:ascii="Times New Roman" w:hAnsi="Times New Roman" w:cs="Times New Roman"/>
          <w:sz w:val="24"/>
          <w:szCs w:val="24"/>
        </w:rPr>
        <w:t>проектного обучения - являются одним из основных средств обучения, учитываются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1FC">
        <w:rPr>
          <w:rFonts w:ascii="Times New Roman" w:hAnsi="Times New Roman" w:cs="Times New Roman"/>
          <w:sz w:val="24"/>
          <w:szCs w:val="24"/>
        </w:rPr>
        <w:t>при формировании учебно-тематических планов, входят в систему работы каждого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71FC">
        <w:rPr>
          <w:rFonts w:ascii="Times New Roman" w:hAnsi="Times New Roman" w:cs="Times New Roman"/>
          <w:sz w:val="24"/>
          <w:szCs w:val="24"/>
        </w:rPr>
        <w:t>педагога и обучающихся;</w:t>
      </w:r>
    </w:p>
    <w:p w:rsidR="00DD6D80" w:rsidRPr="002171FC" w:rsidRDefault="00DD6D80" w:rsidP="002D3DBF">
      <w:pPr>
        <w:autoSpaceDE w:val="0"/>
        <w:autoSpaceDN w:val="0"/>
        <w:adjustRightInd w:val="0"/>
        <w:spacing w:line="276" w:lineRule="auto"/>
        <w:jc w:val="both"/>
      </w:pPr>
      <w:r>
        <w:t xml:space="preserve">* </w:t>
      </w:r>
      <w:r w:rsidRPr="002171FC">
        <w:t>организация работы с одарёнными детьми осуществляется через</w:t>
      </w:r>
      <w:r>
        <w:t xml:space="preserve"> </w:t>
      </w:r>
      <w:r w:rsidRPr="002171FC">
        <w:t>функционирование научного общества учащихся, творческих кружков,</w:t>
      </w:r>
      <w:r>
        <w:t xml:space="preserve"> </w:t>
      </w:r>
      <w:r w:rsidRPr="002171FC">
        <w:t>лабораторий, урочную деятельность;</w:t>
      </w:r>
    </w:p>
    <w:p w:rsidR="00DD6D80" w:rsidRPr="002171FC" w:rsidRDefault="00DD6D80" w:rsidP="002D3DBF">
      <w:pPr>
        <w:autoSpaceDE w:val="0"/>
        <w:autoSpaceDN w:val="0"/>
        <w:adjustRightInd w:val="0"/>
        <w:spacing w:line="276" w:lineRule="auto"/>
        <w:jc w:val="both"/>
      </w:pPr>
      <w:r>
        <w:t xml:space="preserve">* </w:t>
      </w:r>
      <w:r w:rsidRPr="002171FC">
        <w:t>для развития потенциала одаренных и талантливых детей, а также детей с</w:t>
      </w:r>
      <w:r>
        <w:t xml:space="preserve"> </w:t>
      </w:r>
      <w:r w:rsidRPr="002171FC">
        <w:t>ограниченными возможностями здоровья и детей-инвалидов разрабатываются с</w:t>
      </w:r>
      <w:r>
        <w:t xml:space="preserve"> </w:t>
      </w:r>
      <w:r w:rsidRPr="002171FC">
        <w:t>участием самих обучающихся и их родителей (законных представителей)</w:t>
      </w:r>
      <w:r>
        <w:t xml:space="preserve"> </w:t>
      </w:r>
      <w:r w:rsidRPr="002171FC">
        <w:t>индивидуальные планы, в рамках которых формируется индивидуальная траектория</w:t>
      </w:r>
      <w:r>
        <w:t xml:space="preserve"> </w:t>
      </w:r>
      <w:r w:rsidRPr="002171FC">
        <w:t>развития учащегося. Реализация индивидуальных учебных планов может</w:t>
      </w:r>
      <w:r>
        <w:t xml:space="preserve"> </w:t>
      </w:r>
      <w:r w:rsidRPr="002171FC">
        <w:t>осуществляться с использованием различных форм получения образования (в</w:t>
      </w:r>
      <w:r>
        <w:t xml:space="preserve"> </w:t>
      </w:r>
      <w:r w:rsidRPr="002171FC">
        <w:t>очной, очно - заочной или заочной форме, в форме семейного образования и</w:t>
      </w:r>
      <w:r>
        <w:t xml:space="preserve"> </w:t>
      </w:r>
      <w:r w:rsidRPr="002171FC">
        <w:t>самообразования), а также с помощью различных образовательных технологий, в</w:t>
      </w:r>
      <w:r>
        <w:t xml:space="preserve"> </w:t>
      </w:r>
      <w:r w:rsidRPr="002171FC">
        <w:t>том числе с помощью электронного обучения.</w:t>
      </w:r>
    </w:p>
    <w:p w:rsidR="00DD6D80" w:rsidRDefault="00DD6D80" w:rsidP="002D3DBF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t xml:space="preserve"> * </w:t>
      </w:r>
      <w:r w:rsidRPr="000B21FE">
        <w:t xml:space="preserve">изучение обучающимися региональных (национально-региональных) особенностей, тем краеведческой направленности учитывается при формировании педагогами Рабочих программ и учебно-тематических планов в рамках учебных предметов федерального компонента (литературное чтение, окружающий мир, музыка, изобразительное искусство, технология, в 4 классе – основы религиозных культур и светской этики) и составляет 10% от общего нормативного времени, отводимого на </w:t>
      </w:r>
      <w:r>
        <w:t>освоение программ по предметам.</w:t>
      </w:r>
    </w:p>
    <w:p w:rsidR="00DD6D80" w:rsidRDefault="00DD6D80" w:rsidP="002D3DBF">
      <w:pPr>
        <w:pStyle w:val="a"/>
        <w:spacing w:line="276" w:lineRule="auto"/>
      </w:pPr>
      <w:r>
        <w:t xml:space="preserve">3.5. </w:t>
      </w:r>
      <w:r w:rsidRPr="00624302">
        <w:t>Изучение</w:t>
      </w:r>
      <w:r>
        <w:t xml:space="preserve"> тематики национально-регионального содержания (этнокультурных, исторических, экономических, географических, культурных, языковых, конфессиональных особенностей Тюменской области) осуществляется модульно  в рамках общеобразовательных предметов. При формировании учебно-тематических планов</w:t>
      </w:r>
      <w:r w:rsidRPr="00C856B0">
        <w:rPr>
          <w:color w:val="FFFFFF"/>
        </w:rPr>
        <w:t xml:space="preserve"> </w:t>
      </w:r>
      <w:r w:rsidRPr="00C856B0">
        <w:rPr>
          <w:shd w:val="clear" w:color="auto" w:fill="FFFFFF"/>
        </w:rPr>
        <w:t xml:space="preserve">рабочих </w:t>
      </w:r>
      <w:r>
        <w:t>программ педагоги самостоятельно определяют наличие необходимости в изучении данного содержания (в зависимости от возраста детей, особенностей классов, социо-культурного окружения и др.) порядок и время, отведенное на изучение указанных тем. Объем национально-регионального компонента определяется данным учебным планом исходя из расчета времени 10%</w:t>
      </w:r>
      <w:r w:rsidRPr="00812181">
        <w:t xml:space="preserve"> </w:t>
      </w:r>
      <w:r>
        <w:t>от общего количества часов ряда общеобразовательных предметов 1-4 классов:  литературное чтение,  ОРКСЭ, музыка, ИЗО.</w:t>
      </w:r>
    </w:p>
    <w:p w:rsidR="00DD6D80" w:rsidRDefault="00DD6D80" w:rsidP="006D53B2">
      <w:pPr>
        <w:pStyle w:val="a"/>
        <w:spacing w:before="1" w:beforeAutospacing="1" w:after="1" w:afterAutospacing="1"/>
        <w:jc w:val="center"/>
        <w:rPr>
          <w:b/>
          <w:bCs/>
        </w:rPr>
      </w:pPr>
      <w:r w:rsidRPr="00812181">
        <w:rPr>
          <w:b/>
          <w:bCs/>
        </w:rPr>
        <w:t>Распределение часов  национально-регионального содержания.</w:t>
      </w:r>
    </w:p>
    <w:tbl>
      <w:tblPr>
        <w:tblW w:w="93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80"/>
        <w:gridCol w:w="2726"/>
        <w:gridCol w:w="1165"/>
        <w:gridCol w:w="1042"/>
        <w:gridCol w:w="1042"/>
        <w:gridCol w:w="1839"/>
      </w:tblGrid>
      <w:tr w:rsidR="00DD6D80" w:rsidRPr="00583F89">
        <w:trPr>
          <w:trHeight w:val="172"/>
          <w:jc w:val="center"/>
        </w:trPr>
        <w:tc>
          <w:tcPr>
            <w:tcW w:w="1580" w:type="dxa"/>
            <w:vMerge w:val="restart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  <w:r>
              <w:t>направление</w:t>
            </w:r>
          </w:p>
        </w:tc>
        <w:tc>
          <w:tcPr>
            <w:tcW w:w="2726" w:type="dxa"/>
            <w:vMerge w:val="restart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  <w:r w:rsidRPr="00A96CC1">
              <w:t xml:space="preserve">Предмет </w:t>
            </w:r>
          </w:p>
        </w:tc>
        <w:tc>
          <w:tcPr>
            <w:tcW w:w="5088" w:type="dxa"/>
            <w:gridSpan w:val="4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  <w:rPr>
                <w:b/>
                <w:bCs/>
              </w:rPr>
            </w:pPr>
            <w:r w:rsidRPr="00A96CC1">
              <w:rPr>
                <w:b/>
                <w:bCs/>
                <w:sz w:val="20"/>
                <w:szCs w:val="20"/>
              </w:rPr>
              <w:t>Количество часов в год</w:t>
            </w:r>
          </w:p>
        </w:tc>
      </w:tr>
      <w:tr w:rsidR="00DD6D80" w:rsidRPr="00583F89">
        <w:trPr>
          <w:trHeight w:val="104"/>
          <w:jc w:val="center"/>
        </w:trPr>
        <w:tc>
          <w:tcPr>
            <w:tcW w:w="1580" w:type="dxa"/>
            <w:vMerge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</w:p>
        </w:tc>
        <w:tc>
          <w:tcPr>
            <w:tcW w:w="2726" w:type="dxa"/>
            <w:vMerge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</w:p>
        </w:tc>
        <w:tc>
          <w:tcPr>
            <w:tcW w:w="5088" w:type="dxa"/>
            <w:gridSpan w:val="4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  <w:rPr>
                <w:b/>
                <w:bCs/>
              </w:rPr>
            </w:pPr>
            <w:r w:rsidRPr="00A96CC1">
              <w:rPr>
                <w:b/>
                <w:bCs/>
              </w:rPr>
              <w:t>Классы</w:t>
            </w:r>
          </w:p>
        </w:tc>
      </w:tr>
      <w:tr w:rsidR="00DD6D80" w:rsidRPr="00583F89">
        <w:trPr>
          <w:jc w:val="center"/>
        </w:trPr>
        <w:tc>
          <w:tcPr>
            <w:tcW w:w="1580" w:type="dxa"/>
            <w:vMerge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  <w:rPr>
                <w:u w:val="single"/>
              </w:rPr>
            </w:pPr>
          </w:p>
        </w:tc>
        <w:tc>
          <w:tcPr>
            <w:tcW w:w="2726" w:type="dxa"/>
            <w:vMerge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  <w:rPr>
                <w:u w:val="single"/>
              </w:rPr>
            </w:pPr>
          </w:p>
        </w:tc>
        <w:tc>
          <w:tcPr>
            <w:tcW w:w="1165" w:type="dxa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  <w:rPr>
                <w:b/>
                <w:bCs/>
              </w:rPr>
            </w:pPr>
            <w:r w:rsidRPr="00A96CC1">
              <w:rPr>
                <w:b/>
                <w:bCs/>
              </w:rPr>
              <w:t>1</w:t>
            </w:r>
          </w:p>
        </w:tc>
        <w:tc>
          <w:tcPr>
            <w:tcW w:w="1042" w:type="dxa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  <w:rPr>
                <w:b/>
                <w:bCs/>
              </w:rPr>
            </w:pPr>
            <w:r w:rsidRPr="00A96CC1">
              <w:rPr>
                <w:b/>
                <w:bCs/>
              </w:rPr>
              <w:t>2</w:t>
            </w:r>
          </w:p>
        </w:tc>
        <w:tc>
          <w:tcPr>
            <w:tcW w:w="1042" w:type="dxa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  <w:rPr>
                <w:b/>
                <w:bCs/>
              </w:rPr>
            </w:pPr>
            <w:r w:rsidRPr="00A96CC1">
              <w:rPr>
                <w:b/>
                <w:bCs/>
              </w:rPr>
              <w:t>3</w:t>
            </w:r>
          </w:p>
        </w:tc>
        <w:tc>
          <w:tcPr>
            <w:tcW w:w="1839" w:type="dxa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  <w:rPr>
                <w:b/>
                <w:bCs/>
              </w:rPr>
            </w:pPr>
            <w:r w:rsidRPr="00A96CC1">
              <w:rPr>
                <w:b/>
                <w:bCs/>
              </w:rPr>
              <w:t>4</w:t>
            </w:r>
          </w:p>
        </w:tc>
      </w:tr>
      <w:tr w:rsidR="00DD6D80" w:rsidRPr="00583F89">
        <w:trPr>
          <w:jc w:val="center"/>
        </w:trPr>
        <w:tc>
          <w:tcPr>
            <w:tcW w:w="1580" w:type="dxa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  <w:r w:rsidRPr="00A96CC1">
              <w:rPr>
                <w:b/>
                <w:bCs/>
                <w:sz w:val="20"/>
                <w:szCs w:val="20"/>
              </w:rPr>
              <w:t>Экологическое</w:t>
            </w:r>
          </w:p>
        </w:tc>
        <w:tc>
          <w:tcPr>
            <w:tcW w:w="2726" w:type="dxa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  <w:r w:rsidRPr="00A96CC1">
              <w:t>Окружающий мир</w:t>
            </w:r>
          </w:p>
        </w:tc>
        <w:tc>
          <w:tcPr>
            <w:tcW w:w="1165" w:type="dxa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  <w:r w:rsidRPr="00A96CC1">
              <w:t>7</w:t>
            </w:r>
          </w:p>
        </w:tc>
        <w:tc>
          <w:tcPr>
            <w:tcW w:w="1042" w:type="dxa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  <w:r w:rsidRPr="00A96CC1">
              <w:t>7</w:t>
            </w:r>
          </w:p>
        </w:tc>
        <w:tc>
          <w:tcPr>
            <w:tcW w:w="1042" w:type="dxa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  <w:r w:rsidRPr="00A96CC1">
              <w:t>7</w:t>
            </w:r>
          </w:p>
        </w:tc>
        <w:tc>
          <w:tcPr>
            <w:tcW w:w="1839" w:type="dxa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  <w:r w:rsidRPr="00A96CC1">
              <w:t>7</w:t>
            </w:r>
          </w:p>
        </w:tc>
      </w:tr>
      <w:tr w:rsidR="00DD6D80" w:rsidRPr="00583F89">
        <w:trPr>
          <w:jc w:val="center"/>
        </w:trPr>
        <w:tc>
          <w:tcPr>
            <w:tcW w:w="1580" w:type="dxa"/>
            <w:vMerge w:val="restart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  <w:rPr>
                <w:b/>
                <w:bCs/>
                <w:sz w:val="20"/>
                <w:szCs w:val="20"/>
              </w:rPr>
            </w:pPr>
            <w:r w:rsidRPr="00A96CC1">
              <w:rPr>
                <w:b/>
                <w:bCs/>
                <w:sz w:val="20"/>
                <w:szCs w:val="20"/>
              </w:rPr>
              <w:t>Краеведческое</w:t>
            </w:r>
          </w:p>
        </w:tc>
        <w:tc>
          <w:tcPr>
            <w:tcW w:w="2726" w:type="dxa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  <w:r w:rsidRPr="00A96CC1">
              <w:t>Литературное чтение</w:t>
            </w:r>
          </w:p>
        </w:tc>
        <w:tc>
          <w:tcPr>
            <w:tcW w:w="1165" w:type="dxa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  <w:r w:rsidRPr="00A96CC1">
              <w:t>14</w:t>
            </w:r>
          </w:p>
        </w:tc>
        <w:tc>
          <w:tcPr>
            <w:tcW w:w="1042" w:type="dxa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  <w:r w:rsidRPr="00A96CC1">
              <w:t>14</w:t>
            </w:r>
          </w:p>
        </w:tc>
        <w:tc>
          <w:tcPr>
            <w:tcW w:w="1042" w:type="dxa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  <w:r w:rsidRPr="00A96CC1">
              <w:t>14</w:t>
            </w:r>
          </w:p>
        </w:tc>
        <w:tc>
          <w:tcPr>
            <w:tcW w:w="1839" w:type="dxa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  <w:r w:rsidRPr="00A96CC1">
              <w:t>10</w:t>
            </w:r>
          </w:p>
        </w:tc>
      </w:tr>
      <w:tr w:rsidR="00DD6D80" w:rsidRPr="00583F89">
        <w:trPr>
          <w:jc w:val="center"/>
        </w:trPr>
        <w:tc>
          <w:tcPr>
            <w:tcW w:w="1580" w:type="dxa"/>
            <w:vMerge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</w:p>
        </w:tc>
        <w:tc>
          <w:tcPr>
            <w:tcW w:w="2726" w:type="dxa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  <w:r w:rsidRPr="00A96CC1">
              <w:t>ОРКСЭ</w:t>
            </w:r>
          </w:p>
        </w:tc>
        <w:tc>
          <w:tcPr>
            <w:tcW w:w="1165" w:type="dxa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</w:p>
        </w:tc>
        <w:tc>
          <w:tcPr>
            <w:tcW w:w="1042" w:type="dxa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</w:p>
        </w:tc>
        <w:tc>
          <w:tcPr>
            <w:tcW w:w="1042" w:type="dxa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</w:p>
        </w:tc>
        <w:tc>
          <w:tcPr>
            <w:tcW w:w="1839" w:type="dxa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  <w:r w:rsidRPr="00A96CC1">
              <w:t>4</w:t>
            </w:r>
          </w:p>
        </w:tc>
      </w:tr>
      <w:tr w:rsidR="00DD6D80" w:rsidRPr="00583F89">
        <w:trPr>
          <w:jc w:val="center"/>
        </w:trPr>
        <w:tc>
          <w:tcPr>
            <w:tcW w:w="1580" w:type="dxa"/>
            <w:vMerge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</w:p>
        </w:tc>
        <w:tc>
          <w:tcPr>
            <w:tcW w:w="2726" w:type="dxa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  <w:r w:rsidRPr="00A96CC1">
              <w:t xml:space="preserve">Музыка </w:t>
            </w:r>
          </w:p>
        </w:tc>
        <w:tc>
          <w:tcPr>
            <w:tcW w:w="1165" w:type="dxa"/>
          </w:tcPr>
          <w:p w:rsidR="00DD6D80" w:rsidRPr="00583F89" w:rsidRDefault="00DD6D80" w:rsidP="00853C5C">
            <w:pPr>
              <w:jc w:val="center"/>
            </w:pPr>
            <w:r w:rsidRPr="00583F89">
              <w:t>3</w:t>
            </w:r>
          </w:p>
        </w:tc>
        <w:tc>
          <w:tcPr>
            <w:tcW w:w="1042" w:type="dxa"/>
          </w:tcPr>
          <w:p w:rsidR="00DD6D80" w:rsidRPr="00583F89" w:rsidRDefault="00DD6D80" w:rsidP="00853C5C">
            <w:pPr>
              <w:jc w:val="center"/>
            </w:pPr>
            <w:r w:rsidRPr="00583F89">
              <w:t>3</w:t>
            </w:r>
          </w:p>
        </w:tc>
        <w:tc>
          <w:tcPr>
            <w:tcW w:w="1042" w:type="dxa"/>
          </w:tcPr>
          <w:p w:rsidR="00DD6D80" w:rsidRPr="00583F89" w:rsidRDefault="00DD6D80" w:rsidP="00853C5C">
            <w:pPr>
              <w:jc w:val="center"/>
            </w:pPr>
            <w:r w:rsidRPr="00583F89">
              <w:t>3</w:t>
            </w:r>
          </w:p>
        </w:tc>
        <w:tc>
          <w:tcPr>
            <w:tcW w:w="1839" w:type="dxa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  <w:r w:rsidRPr="00A96CC1">
              <w:t>3</w:t>
            </w:r>
          </w:p>
        </w:tc>
      </w:tr>
      <w:tr w:rsidR="00DD6D80" w:rsidRPr="00583F89">
        <w:trPr>
          <w:jc w:val="center"/>
        </w:trPr>
        <w:tc>
          <w:tcPr>
            <w:tcW w:w="1580" w:type="dxa"/>
            <w:vMerge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</w:p>
        </w:tc>
        <w:tc>
          <w:tcPr>
            <w:tcW w:w="2726" w:type="dxa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  <w:r w:rsidRPr="00A96CC1">
              <w:t>ИЗО</w:t>
            </w:r>
          </w:p>
        </w:tc>
        <w:tc>
          <w:tcPr>
            <w:tcW w:w="1165" w:type="dxa"/>
          </w:tcPr>
          <w:p w:rsidR="00DD6D80" w:rsidRPr="00583F89" w:rsidRDefault="00DD6D80" w:rsidP="00853C5C">
            <w:pPr>
              <w:jc w:val="center"/>
            </w:pPr>
            <w:r w:rsidRPr="00583F89">
              <w:t>3</w:t>
            </w:r>
          </w:p>
        </w:tc>
        <w:tc>
          <w:tcPr>
            <w:tcW w:w="1042" w:type="dxa"/>
          </w:tcPr>
          <w:p w:rsidR="00DD6D80" w:rsidRPr="00583F89" w:rsidRDefault="00DD6D80" w:rsidP="00853C5C">
            <w:pPr>
              <w:jc w:val="center"/>
            </w:pPr>
            <w:r w:rsidRPr="00583F89">
              <w:t>3</w:t>
            </w:r>
          </w:p>
        </w:tc>
        <w:tc>
          <w:tcPr>
            <w:tcW w:w="1042" w:type="dxa"/>
          </w:tcPr>
          <w:p w:rsidR="00DD6D80" w:rsidRPr="00583F89" w:rsidRDefault="00DD6D80" w:rsidP="00853C5C">
            <w:pPr>
              <w:jc w:val="center"/>
            </w:pPr>
            <w:r w:rsidRPr="00583F89">
              <w:t>3</w:t>
            </w:r>
          </w:p>
        </w:tc>
        <w:tc>
          <w:tcPr>
            <w:tcW w:w="1839" w:type="dxa"/>
          </w:tcPr>
          <w:p w:rsidR="00DD6D80" w:rsidRPr="00A96CC1" w:rsidRDefault="00DD6D80" w:rsidP="00853C5C">
            <w:pPr>
              <w:pStyle w:val="a"/>
              <w:spacing w:before="1" w:beforeAutospacing="1" w:after="1" w:afterAutospacing="1"/>
              <w:jc w:val="center"/>
            </w:pPr>
            <w:r w:rsidRPr="00A96CC1">
              <w:t>3</w:t>
            </w:r>
          </w:p>
        </w:tc>
      </w:tr>
    </w:tbl>
    <w:p w:rsidR="00DD6D80" w:rsidRDefault="00DD6D80" w:rsidP="002D3DBF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DD6D80" w:rsidRDefault="00DD6D80" w:rsidP="002D3DBF">
      <w:pPr>
        <w:widowControl w:val="0"/>
        <w:autoSpaceDE w:val="0"/>
        <w:autoSpaceDN w:val="0"/>
        <w:adjustRightInd w:val="0"/>
        <w:spacing w:line="276" w:lineRule="auto"/>
        <w:jc w:val="both"/>
        <w:rPr>
          <w:rStyle w:val="Zag11"/>
          <w:rFonts w:eastAsia="@Arial Unicode MS"/>
        </w:rPr>
      </w:pPr>
      <w:r>
        <w:t xml:space="preserve">3.6. </w:t>
      </w:r>
      <w:r w:rsidRPr="00FC11B4">
        <w:rPr>
          <w:rStyle w:val="Zag11"/>
          <w:rFonts w:eastAsia="@Arial Unicode MS"/>
        </w:rPr>
        <w:t>Учебный план состоит из двух частей — обязательной части и части, включающей внеурочную деятельность.</w:t>
      </w:r>
      <w:r>
        <w:rPr>
          <w:rStyle w:val="Zag11"/>
          <w:rFonts w:eastAsia="@Arial Unicode MS"/>
        </w:rPr>
        <w:t xml:space="preserve"> </w:t>
      </w:r>
    </w:p>
    <w:p w:rsidR="00DD6D80" w:rsidRPr="009357CB" w:rsidRDefault="00DD6D80" w:rsidP="002D3DBF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624302">
        <w:rPr>
          <w:b/>
          <w:bCs/>
        </w:rPr>
        <w:t>Внеурочная деятельность</w:t>
      </w:r>
      <w:r w:rsidRPr="009357CB">
        <w:t xml:space="preserve"> организована  в соответствии с  </w:t>
      </w:r>
      <w:r w:rsidRPr="009357CB">
        <w:rPr>
          <w:b/>
          <w:bCs/>
          <w:i/>
          <w:iCs/>
        </w:rPr>
        <w:t xml:space="preserve">«региональным стандартом». </w:t>
      </w:r>
      <w:r w:rsidRPr="009357CB">
        <w:t>Программы носят</w:t>
      </w:r>
      <w:r w:rsidRPr="009357CB">
        <w:rPr>
          <w:b/>
          <w:bCs/>
          <w:i/>
          <w:iCs/>
        </w:rPr>
        <w:t xml:space="preserve"> </w:t>
      </w:r>
      <w:r w:rsidRPr="009357CB">
        <w:t>модульный (краткосрочный) характер</w:t>
      </w:r>
      <w:r>
        <w:t xml:space="preserve"> </w:t>
      </w:r>
      <w:r w:rsidRPr="009357CB">
        <w:t>инвариантных направлений внеурочной деятельности</w:t>
      </w:r>
      <w:r>
        <w:rPr>
          <w:b/>
          <w:bCs/>
          <w:i/>
          <w:iCs/>
        </w:rPr>
        <w:t>.</w:t>
      </w:r>
      <w:r w:rsidRPr="009357CB">
        <w:rPr>
          <w:b/>
          <w:bCs/>
        </w:rPr>
        <w:t xml:space="preserve"> </w:t>
      </w:r>
      <w:r w:rsidRPr="009357CB">
        <w:t xml:space="preserve">При этом за обучающимися сохраняется право продолжить занятия внутри школы в постоянно действующих кружках, секциях, студиях и т.д.  или в  учреждениях дополнительного образования на долгосрочной основе. Для другой части детей дается право   построения индивидуального маршрута с отслеживанием посещения ребенком другой образовательной организации. </w:t>
      </w:r>
      <w:r w:rsidRPr="00414CFA">
        <w:t xml:space="preserve">Внеурочная деятельность </w:t>
      </w:r>
      <w:r>
        <w:t xml:space="preserve">может </w:t>
      </w:r>
      <w:r w:rsidRPr="00414CFA">
        <w:t>проводит</w:t>
      </w:r>
      <w:r>
        <w:t>ь</w:t>
      </w:r>
      <w:r w:rsidRPr="00414CFA">
        <w:t>ся по нелинейному расписанию, строится по модели сетевого взаимодейст</w:t>
      </w:r>
      <w:r>
        <w:t xml:space="preserve">вия </w:t>
      </w:r>
      <w:r w:rsidRPr="009357CB">
        <w:t xml:space="preserve">с преобладанием педагогической поддержки обучающихся. </w:t>
      </w:r>
    </w:p>
    <w:p w:rsidR="00DD6D80" w:rsidRPr="009357CB" w:rsidRDefault="00DD6D80" w:rsidP="002D3DBF">
      <w:pPr>
        <w:spacing w:line="276" w:lineRule="auto"/>
        <w:ind w:firstLine="567"/>
      </w:pPr>
      <w:r w:rsidRPr="009357CB">
        <w:rPr>
          <w:b/>
          <w:bCs/>
        </w:rPr>
        <w:t xml:space="preserve">План внеурочной деятельности </w:t>
      </w:r>
      <w:r w:rsidRPr="009357CB">
        <w:t>определяет состав и структуру обязательных в соответствии с «региональным стандартом» направлений, формы организации, объем внеурочной деятельности с учетом интересов обучающихся и их родителей (в соответс</w:t>
      </w:r>
      <w:r>
        <w:t>т</w:t>
      </w:r>
      <w:r w:rsidRPr="009357CB">
        <w:t>вии с результатами анкетирования родителей) и  возможностей организации, осуществляющей образовательную деятельность. Приоритетной задачей внеурочной деятельности поставлена задача  - оказывать своевременную поддержку и способствовать максимальному раскрытию таланта ребёнка.</w:t>
      </w:r>
    </w:p>
    <w:p w:rsidR="00DD6D80" w:rsidRDefault="00DD6D80" w:rsidP="002D3DBF">
      <w:pPr>
        <w:spacing w:line="276" w:lineRule="auto"/>
      </w:pPr>
      <w:r w:rsidRPr="00FC11B4">
        <w:t>Внеурочной деятельностью  охвачены 100% обучающихся 1,2,3,4 классов  по 5 направлениям. Рабочие программы  по внеурочной деятельности разработаны на основе авторских программ,</w:t>
      </w:r>
      <w:r>
        <w:t xml:space="preserve"> состоят из </w:t>
      </w:r>
      <w:r w:rsidRPr="00FC11B4">
        <w:t xml:space="preserve">   </w:t>
      </w:r>
      <w:r>
        <w:t xml:space="preserve"> автономных  краткосрочных модулей. Программы  </w:t>
      </w:r>
      <w:r w:rsidRPr="00FC11B4">
        <w:t>адаптированы  с учетом</w:t>
      </w:r>
      <w:r>
        <w:t xml:space="preserve">  </w:t>
      </w:r>
      <w:r w:rsidRPr="00FC11B4">
        <w:t>интересов обучающихся и их родителей, а так же   с учетом возможнос</w:t>
      </w:r>
      <w:r>
        <w:t>тей образовательного учреждения</w:t>
      </w:r>
      <w:r w:rsidRPr="00FC11B4">
        <w:t>.</w:t>
      </w:r>
      <w:r>
        <w:t xml:space="preserve"> </w:t>
      </w:r>
    </w:p>
    <w:p w:rsidR="00DD6D80" w:rsidRDefault="00DD6D80" w:rsidP="002D3DBF">
      <w:pPr>
        <w:spacing w:line="276" w:lineRule="auto"/>
      </w:pPr>
    </w:p>
    <w:p w:rsidR="00DD6D80" w:rsidRDefault="00DD6D80" w:rsidP="002D3DBF">
      <w:pPr>
        <w:spacing w:line="276" w:lineRule="auto"/>
        <w:jc w:val="both"/>
      </w:pPr>
      <w:r>
        <w:t>Внеурочная деятельность разделена на 2 части:</w:t>
      </w:r>
    </w:p>
    <w:p w:rsidR="00DD6D80" w:rsidRDefault="00DD6D80" w:rsidP="002D3DBF">
      <w:pPr>
        <w:spacing w:line="276" w:lineRule="auto"/>
        <w:jc w:val="both"/>
      </w:pPr>
      <w:r>
        <w:t>-регулярные занятия (составлено расписание)</w:t>
      </w:r>
    </w:p>
    <w:p w:rsidR="00DD6D80" w:rsidRDefault="00DD6D80" w:rsidP="002D3DBF">
      <w:pPr>
        <w:spacing w:line="276" w:lineRule="auto"/>
        <w:jc w:val="both"/>
      </w:pPr>
      <w:r>
        <w:t>- нерегулярные внеурочные занятия, которые в плане представлены «Социальным творчеством» (предметная декада начальной школы, акции, школьные праздники, участие в конкурсах, олимпиадах, посещение летнего пришкольного лагеря, игры, походы, посещение выставок, театра, экскурсии и т.д.)</w:t>
      </w:r>
    </w:p>
    <w:p w:rsidR="00DD6D80" w:rsidRDefault="00DD6D80" w:rsidP="002D3DBF">
      <w:pPr>
        <w:spacing w:line="276" w:lineRule="auto"/>
        <w:jc w:val="both"/>
      </w:pPr>
      <w:r>
        <w:t>Регулярная часть внеурочной деятельности реализовывается через модель плана с преобладанием педагогической поддержки обучающихся.</w:t>
      </w:r>
    </w:p>
    <w:p w:rsidR="00DD6D80" w:rsidRDefault="00DD6D80" w:rsidP="002D3DBF">
      <w:pPr>
        <w:spacing w:line="276" w:lineRule="auto"/>
        <w:jc w:val="both"/>
      </w:pPr>
      <w:r>
        <w:t>Нерегулярная часть</w:t>
      </w:r>
      <w:r w:rsidRPr="00D443E1">
        <w:t xml:space="preserve"> </w:t>
      </w:r>
      <w:r>
        <w:t>внеурочной деятельности реализовывается через модель плана с преобладанием воспитательных мероприятий.</w:t>
      </w:r>
    </w:p>
    <w:p w:rsidR="00DD6D80" w:rsidRPr="00127597" w:rsidRDefault="00DD6D80" w:rsidP="002D3DBF">
      <w:pPr>
        <w:spacing w:line="276" w:lineRule="auto"/>
        <w:jc w:val="both"/>
      </w:pPr>
      <w:r w:rsidRPr="00127597">
        <w:rPr>
          <w:noProof/>
        </w:rPr>
        <w:t>Для реализации внеурочной деятельности в рамках стандарта классный руководитель составляет индивидуальный маршрут обучающегося.</w:t>
      </w:r>
    </w:p>
    <w:p w:rsidR="00DD6D80" w:rsidRDefault="00DD6D80" w:rsidP="005E7F8A">
      <w:pPr>
        <w:jc w:val="both"/>
      </w:pPr>
    </w:p>
    <w:p w:rsidR="00DD6D80" w:rsidRDefault="00DD6D80" w:rsidP="005E7F8A">
      <w:pPr>
        <w:jc w:val="both"/>
      </w:pPr>
    </w:p>
    <w:p w:rsidR="00DD6D80" w:rsidRPr="005E7F8A" w:rsidRDefault="00DD6D80" w:rsidP="005E7F8A">
      <w:pPr>
        <w:jc w:val="center"/>
        <w:rPr>
          <w:b/>
          <w:bCs/>
        </w:rPr>
      </w:pPr>
      <w:r w:rsidRPr="005E7F8A">
        <w:rPr>
          <w:b/>
          <w:bCs/>
        </w:rPr>
        <w:t>Внеурочная деятельность 1-4 классов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50"/>
        <w:gridCol w:w="3444"/>
        <w:gridCol w:w="637"/>
        <w:gridCol w:w="637"/>
        <w:gridCol w:w="637"/>
        <w:gridCol w:w="637"/>
        <w:gridCol w:w="1637"/>
      </w:tblGrid>
      <w:tr w:rsidR="00DD6D80" w:rsidRPr="00D11A23">
        <w:tc>
          <w:tcPr>
            <w:tcW w:w="2650" w:type="dxa"/>
            <w:vMerge w:val="restart"/>
          </w:tcPr>
          <w:p w:rsidR="00DD6D80" w:rsidRPr="00D11A23" w:rsidRDefault="00DD6D80" w:rsidP="0020301C">
            <w:pPr>
              <w:spacing w:line="276" w:lineRule="auto"/>
            </w:pPr>
            <w:r w:rsidRPr="00D11A23">
              <w:t xml:space="preserve">Направления </w:t>
            </w:r>
          </w:p>
        </w:tc>
        <w:tc>
          <w:tcPr>
            <w:tcW w:w="3444" w:type="dxa"/>
            <w:vMerge w:val="restart"/>
          </w:tcPr>
          <w:p w:rsidR="00DD6D80" w:rsidRPr="00D11A23" w:rsidRDefault="00DD6D80" w:rsidP="0020301C">
            <w:pPr>
              <w:spacing w:line="276" w:lineRule="auto"/>
              <w:jc w:val="center"/>
            </w:pPr>
            <w:r w:rsidRPr="00D11A23">
              <w:t>Название</w:t>
            </w:r>
          </w:p>
        </w:tc>
        <w:tc>
          <w:tcPr>
            <w:tcW w:w="2548" w:type="dxa"/>
            <w:gridSpan w:val="4"/>
          </w:tcPr>
          <w:p w:rsidR="00DD6D80" w:rsidRPr="0020301C" w:rsidRDefault="00DD6D80" w:rsidP="005E7F8A">
            <w:pPr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 xml:space="preserve">Количество часов,  </w:t>
            </w:r>
          </w:p>
          <w:p w:rsidR="00DD6D80" w:rsidRPr="00D11A23" w:rsidRDefault="00DD6D80" w:rsidP="0020301C">
            <w:pPr>
              <w:jc w:val="center"/>
            </w:pPr>
            <w:r w:rsidRPr="0020301C">
              <w:rPr>
                <w:sz w:val="22"/>
                <w:szCs w:val="22"/>
              </w:rPr>
              <w:t>класс</w:t>
            </w:r>
          </w:p>
        </w:tc>
        <w:tc>
          <w:tcPr>
            <w:tcW w:w="1637" w:type="dxa"/>
          </w:tcPr>
          <w:p w:rsidR="00DD6D80" w:rsidRPr="00D11A23" w:rsidRDefault="00DD6D80" w:rsidP="0020301C">
            <w:pPr>
              <w:jc w:val="both"/>
            </w:pPr>
            <w:r w:rsidRPr="0020301C">
              <w:rPr>
                <w:sz w:val="22"/>
                <w:szCs w:val="22"/>
              </w:rPr>
              <w:t>Кто ведет</w:t>
            </w:r>
          </w:p>
        </w:tc>
      </w:tr>
      <w:tr w:rsidR="00DD6D80">
        <w:tc>
          <w:tcPr>
            <w:tcW w:w="2650" w:type="dxa"/>
            <w:vMerge/>
            <w:vAlign w:val="center"/>
          </w:tcPr>
          <w:p w:rsidR="00DD6D80" w:rsidRPr="0020301C" w:rsidRDefault="00DD6D80" w:rsidP="005E7F8A">
            <w:pPr>
              <w:rPr>
                <w:sz w:val="22"/>
                <w:szCs w:val="22"/>
              </w:rPr>
            </w:pPr>
          </w:p>
        </w:tc>
        <w:tc>
          <w:tcPr>
            <w:tcW w:w="3444" w:type="dxa"/>
            <w:vMerge/>
            <w:vAlign w:val="center"/>
          </w:tcPr>
          <w:p w:rsidR="00DD6D80" w:rsidRPr="0020301C" w:rsidRDefault="00DD6D80" w:rsidP="005E7F8A">
            <w:pPr>
              <w:rPr>
                <w:sz w:val="22"/>
                <w:szCs w:val="22"/>
              </w:rPr>
            </w:pPr>
          </w:p>
        </w:tc>
        <w:tc>
          <w:tcPr>
            <w:tcW w:w="637" w:type="dxa"/>
          </w:tcPr>
          <w:p w:rsidR="00DD6D80" w:rsidRPr="0020301C" w:rsidRDefault="00DD6D80" w:rsidP="0020301C">
            <w:pPr>
              <w:jc w:val="both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1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jc w:val="both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2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jc w:val="both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3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jc w:val="both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4</w:t>
            </w:r>
          </w:p>
        </w:tc>
        <w:tc>
          <w:tcPr>
            <w:tcW w:w="1637" w:type="dxa"/>
          </w:tcPr>
          <w:p w:rsidR="00DD6D80" w:rsidRPr="0020301C" w:rsidRDefault="00DD6D80" w:rsidP="0020301C">
            <w:pPr>
              <w:jc w:val="both"/>
              <w:rPr>
                <w:sz w:val="22"/>
                <w:szCs w:val="22"/>
              </w:rPr>
            </w:pPr>
          </w:p>
        </w:tc>
      </w:tr>
      <w:tr w:rsidR="00DD6D80">
        <w:tc>
          <w:tcPr>
            <w:tcW w:w="2650" w:type="dxa"/>
          </w:tcPr>
          <w:p w:rsidR="00DD6D80" w:rsidRPr="0020301C" w:rsidRDefault="00DD6D80" w:rsidP="0020301C">
            <w:pPr>
              <w:jc w:val="both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Спортивно-оздоровительное</w:t>
            </w:r>
          </w:p>
        </w:tc>
        <w:tc>
          <w:tcPr>
            <w:tcW w:w="3444" w:type="dxa"/>
          </w:tcPr>
          <w:p w:rsidR="00DD6D80" w:rsidRPr="0020301C" w:rsidRDefault="00DD6D80" w:rsidP="0020301C">
            <w:pPr>
              <w:jc w:val="both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Клуб  «33 богатыря», автор С.В. Низова, Е.Л.  Харчевникова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1 ч.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1 ч.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1 ч.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1 ч.</w:t>
            </w:r>
          </w:p>
        </w:tc>
        <w:tc>
          <w:tcPr>
            <w:tcW w:w="1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Методист по спорту</w:t>
            </w:r>
          </w:p>
        </w:tc>
      </w:tr>
      <w:tr w:rsidR="00DD6D80">
        <w:tc>
          <w:tcPr>
            <w:tcW w:w="2650" w:type="dxa"/>
            <w:vMerge w:val="restart"/>
          </w:tcPr>
          <w:p w:rsidR="00DD6D80" w:rsidRPr="0020301C" w:rsidRDefault="00DD6D80" w:rsidP="0020301C">
            <w:pPr>
              <w:jc w:val="both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Общеинтеллектуальное</w:t>
            </w:r>
          </w:p>
        </w:tc>
        <w:tc>
          <w:tcPr>
            <w:tcW w:w="3444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Клуб «Начальное техническое творчество»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1ч.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1ч.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1ч.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1ч.</w:t>
            </w:r>
          </w:p>
        </w:tc>
        <w:tc>
          <w:tcPr>
            <w:tcW w:w="1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учитель</w:t>
            </w:r>
          </w:p>
        </w:tc>
      </w:tr>
      <w:tr w:rsidR="00DD6D80">
        <w:tc>
          <w:tcPr>
            <w:tcW w:w="2650" w:type="dxa"/>
            <w:vMerge/>
          </w:tcPr>
          <w:p w:rsidR="00DD6D80" w:rsidRPr="0020301C" w:rsidRDefault="00DD6D80" w:rsidP="0020301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44" w:type="dxa"/>
          </w:tcPr>
          <w:p w:rsidR="00DD6D80" w:rsidRPr="0020301C" w:rsidRDefault="00DD6D80" w:rsidP="0020301C">
            <w:pPr>
              <w:jc w:val="both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 xml:space="preserve">Факультативный курс </w:t>
            </w:r>
            <w:r w:rsidRPr="0020301C">
              <w:rPr>
                <w:color w:val="000000"/>
                <w:sz w:val="22"/>
                <w:szCs w:val="22"/>
              </w:rPr>
              <w:t>«Информатика», автор А.В. Горячев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0,5 ч.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0,5 ч.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0,5 ч.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0,5 ч.</w:t>
            </w:r>
          </w:p>
        </w:tc>
        <w:tc>
          <w:tcPr>
            <w:tcW w:w="1637" w:type="dxa"/>
          </w:tcPr>
          <w:p w:rsidR="00DD6D80" w:rsidRPr="0020301C" w:rsidRDefault="00DD6D80" w:rsidP="005E7F8A">
            <w:pPr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учитель</w:t>
            </w:r>
          </w:p>
        </w:tc>
      </w:tr>
      <w:tr w:rsidR="00DD6D80">
        <w:tc>
          <w:tcPr>
            <w:tcW w:w="2650" w:type="dxa"/>
            <w:vMerge w:val="restart"/>
          </w:tcPr>
          <w:p w:rsidR="00DD6D80" w:rsidRPr="0020301C" w:rsidRDefault="00DD6D80" w:rsidP="0020301C">
            <w:pPr>
              <w:jc w:val="both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Духовно-нравственное</w:t>
            </w:r>
          </w:p>
        </w:tc>
        <w:tc>
          <w:tcPr>
            <w:tcW w:w="3444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Кружок «Юный патриот»,                           Л.П. Афанасьева, П.В. Ижевский, Н.В.Иванова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0,5ч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0,5ч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0,5ч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0,5ч</w:t>
            </w:r>
          </w:p>
        </w:tc>
        <w:tc>
          <w:tcPr>
            <w:tcW w:w="1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Библиотекарь сельской библиотеки</w:t>
            </w:r>
          </w:p>
        </w:tc>
      </w:tr>
      <w:tr w:rsidR="00DD6D80">
        <w:tc>
          <w:tcPr>
            <w:tcW w:w="2650" w:type="dxa"/>
            <w:vMerge/>
          </w:tcPr>
          <w:p w:rsidR="00DD6D80" w:rsidRPr="0020301C" w:rsidRDefault="00DD6D80" w:rsidP="0020301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44" w:type="dxa"/>
          </w:tcPr>
          <w:p w:rsidR="00DD6D80" w:rsidRPr="0020301C" w:rsidRDefault="00DD6D80" w:rsidP="0020301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 xml:space="preserve">«Мой мир» </w:t>
            </w:r>
          </w:p>
          <w:p w:rsidR="00DD6D80" w:rsidRPr="0020301C" w:rsidRDefault="00DD6D80" w:rsidP="0020301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 xml:space="preserve">Казачонок, Н. В. Шмелева. – М.: Просвещение, 2014 </w:t>
            </w:r>
          </w:p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1 ч.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1 ч.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1 ч.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1 ч.</w:t>
            </w:r>
          </w:p>
        </w:tc>
        <w:tc>
          <w:tcPr>
            <w:tcW w:w="1637" w:type="dxa"/>
          </w:tcPr>
          <w:p w:rsidR="00DD6D80" w:rsidRPr="0020301C" w:rsidRDefault="00DD6D80" w:rsidP="005E7F8A">
            <w:pPr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учитель</w:t>
            </w:r>
          </w:p>
        </w:tc>
      </w:tr>
      <w:tr w:rsidR="00DD6D80">
        <w:tc>
          <w:tcPr>
            <w:tcW w:w="2650" w:type="dxa"/>
          </w:tcPr>
          <w:p w:rsidR="00DD6D80" w:rsidRPr="0020301C" w:rsidRDefault="00DD6D80" w:rsidP="0020301C">
            <w:pPr>
              <w:jc w:val="both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Общекультурное</w:t>
            </w:r>
          </w:p>
        </w:tc>
        <w:tc>
          <w:tcPr>
            <w:tcW w:w="3444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Танцевальный кружок «Хореография» Л.Н.Михеева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1ч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1 ч.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1ч.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1ч.</w:t>
            </w:r>
          </w:p>
        </w:tc>
        <w:tc>
          <w:tcPr>
            <w:tcW w:w="1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Работник ДК</w:t>
            </w:r>
          </w:p>
        </w:tc>
      </w:tr>
      <w:tr w:rsidR="00DD6D80">
        <w:tc>
          <w:tcPr>
            <w:tcW w:w="2650" w:type="dxa"/>
          </w:tcPr>
          <w:p w:rsidR="00DD6D80" w:rsidRPr="0020301C" w:rsidRDefault="00DD6D80" w:rsidP="0020301C">
            <w:pPr>
              <w:jc w:val="both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Социальное</w:t>
            </w:r>
          </w:p>
        </w:tc>
        <w:tc>
          <w:tcPr>
            <w:tcW w:w="3444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Социальное творчество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3 ч.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3 ч.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3 ч.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3 ч.</w:t>
            </w:r>
          </w:p>
        </w:tc>
        <w:tc>
          <w:tcPr>
            <w:tcW w:w="1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учитель</w:t>
            </w:r>
          </w:p>
        </w:tc>
      </w:tr>
      <w:tr w:rsidR="00DD6D80">
        <w:tc>
          <w:tcPr>
            <w:tcW w:w="2650" w:type="dxa"/>
          </w:tcPr>
          <w:p w:rsidR="00DD6D80" w:rsidRPr="0020301C" w:rsidRDefault="00DD6D80" w:rsidP="0020301C">
            <w:pPr>
              <w:jc w:val="both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3444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8 ч.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8 ч.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8 ч.</w:t>
            </w:r>
          </w:p>
        </w:tc>
        <w:tc>
          <w:tcPr>
            <w:tcW w:w="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8 ч.</w:t>
            </w:r>
          </w:p>
        </w:tc>
        <w:tc>
          <w:tcPr>
            <w:tcW w:w="1637" w:type="dxa"/>
          </w:tcPr>
          <w:p w:rsidR="00DD6D80" w:rsidRPr="0020301C" w:rsidRDefault="00DD6D80" w:rsidP="0020301C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DD6D80" w:rsidRPr="00E52082" w:rsidRDefault="00DD6D80" w:rsidP="0028775F">
      <w:pPr>
        <w:ind w:firstLine="567"/>
        <w:rPr>
          <w:sz w:val="26"/>
          <w:szCs w:val="26"/>
        </w:rPr>
      </w:pPr>
    </w:p>
    <w:p w:rsidR="00DD6D80" w:rsidRDefault="00DD6D80" w:rsidP="0028775F">
      <w:pPr>
        <w:ind w:left="-142"/>
      </w:pPr>
    </w:p>
    <w:p w:rsidR="00DD6D80" w:rsidRPr="00853C5C" w:rsidRDefault="00DD6D80" w:rsidP="00853C5C">
      <w:pPr>
        <w:spacing w:line="276" w:lineRule="auto"/>
      </w:pPr>
      <w:r>
        <w:t>3.7.</w:t>
      </w:r>
      <w:r w:rsidRPr="00853C5C">
        <w:rPr>
          <w:sz w:val="28"/>
          <w:szCs w:val="28"/>
        </w:rPr>
        <w:t xml:space="preserve"> </w:t>
      </w:r>
      <w:r w:rsidRPr="00EB4044">
        <w:t>1</w:t>
      </w:r>
      <w:r>
        <w:t>.</w:t>
      </w:r>
      <w:r w:rsidRPr="00853C5C">
        <w:t xml:space="preserve">Политехническое направление в 1  классе в 2018 – 2019 учебном году будет  реализовываться  через  изучение и освоение  профессии  </w:t>
      </w:r>
      <w:r w:rsidRPr="00853C5C">
        <w:rPr>
          <w:b/>
          <w:bCs/>
        </w:rPr>
        <w:t>«модельер»</w:t>
      </w:r>
      <w:r w:rsidRPr="00853C5C">
        <w:t xml:space="preserve">. </w:t>
      </w:r>
      <w:r w:rsidRPr="00853C5C">
        <w:rPr>
          <w:b/>
          <w:bCs/>
        </w:rPr>
        <w:t>Обучение будет проходить по следующим этапам:</w:t>
      </w:r>
    </w:p>
    <w:p w:rsidR="00DD6D80" w:rsidRPr="00853C5C" w:rsidRDefault="00DD6D80" w:rsidP="00853C5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53C5C">
        <w:rPr>
          <w:rFonts w:ascii="Times New Roman" w:hAnsi="Times New Roman" w:cs="Times New Roman"/>
          <w:sz w:val="24"/>
          <w:szCs w:val="24"/>
        </w:rPr>
        <w:t xml:space="preserve"> Изучение литературы ( картинки, презентации, видео)</w:t>
      </w:r>
    </w:p>
    <w:p w:rsidR="00DD6D80" w:rsidRPr="00853C5C" w:rsidRDefault="00DD6D80" w:rsidP="00853C5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53C5C">
        <w:rPr>
          <w:rFonts w:ascii="Times New Roman" w:hAnsi="Times New Roman" w:cs="Times New Roman"/>
          <w:sz w:val="24"/>
          <w:szCs w:val="24"/>
        </w:rPr>
        <w:t>Применение на практике ( уметь делать наброски, эскизы на бумаге)</w:t>
      </w:r>
    </w:p>
    <w:p w:rsidR="00DD6D80" w:rsidRPr="00853C5C" w:rsidRDefault="00DD6D80" w:rsidP="00853C5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53C5C">
        <w:rPr>
          <w:rFonts w:ascii="Times New Roman" w:hAnsi="Times New Roman" w:cs="Times New Roman"/>
          <w:sz w:val="24"/>
          <w:szCs w:val="24"/>
        </w:rPr>
        <w:t xml:space="preserve">Работа учащихся  в программе </w:t>
      </w:r>
      <w:r w:rsidRPr="00853C5C">
        <w:rPr>
          <w:rFonts w:ascii="Times New Roman" w:hAnsi="Times New Roman" w:cs="Times New Roman"/>
          <w:sz w:val="24"/>
          <w:szCs w:val="24"/>
          <w:lang w:val="en-US"/>
        </w:rPr>
        <w:t>Paint</w:t>
      </w:r>
      <w:r w:rsidRPr="00853C5C">
        <w:rPr>
          <w:rFonts w:ascii="Times New Roman" w:hAnsi="Times New Roman" w:cs="Times New Roman"/>
          <w:sz w:val="24"/>
          <w:szCs w:val="24"/>
        </w:rPr>
        <w:t>.</w:t>
      </w:r>
      <w:r w:rsidRPr="00853C5C">
        <w:rPr>
          <w:rFonts w:ascii="Times New Roman" w:hAnsi="Times New Roman" w:cs="Times New Roman"/>
          <w:sz w:val="24"/>
          <w:szCs w:val="24"/>
          <w:lang w:val="en-US"/>
        </w:rPr>
        <w:t>NET</w:t>
      </w:r>
      <w:r w:rsidRPr="00853C5C">
        <w:rPr>
          <w:rFonts w:ascii="Times New Roman" w:hAnsi="Times New Roman" w:cs="Times New Roman"/>
          <w:sz w:val="24"/>
          <w:szCs w:val="24"/>
        </w:rPr>
        <w:t xml:space="preserve"> , подбор  и сочетание цветов одежды. (компьютер)</w:t>
      </w:r>
    </w:p>
    <w:p w:rsidR="00DD6D80" w:rsidRPr="00853C5C" w:rsidRDefault="00DD6D80" w:rsidP="00EB4044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53C5C">
        <w:rPr>
          <w:rFonts w:ascii="Times New Roman" w:hAnsi="Times New Roman" w:cs="Times New Roman"/>
          <w:sz w:val="24"/>
          <w:szCs w:val="24"/>
        </w:rPr>
        <w:t>Практическая часть ( сделать костюм  для куклы)</w:t>
      </w:r>
    </w:p>
    <w:p w:rsidR="00DD6D80" w:rsidRPr="00853C5C" w:rsidRDefault="00DD6D80" w:rsidP="00EB4044">
      <w:pPr>
        <w:spacing w:line="276" w:lineRule="auto"/>
      </w:pPr>
      <w:r w:rsidRPr="00853C5C">
        <w:t xml:space="preserve">Данное направление предполагается реализовывать на следующих </w:t>
      </w:r>
      <w:r w:rsidRPr="00853C5C">
        <w:rPr>
          <w:b/>
          <w:bCs/>
        </w:rPr>
        <w:t>учебных предметах</w:t>
      </w:r>
      <w:r w:rsidRPr="00853C5C">
        <w:t>:  технология, изобразите</w:t>
      </w:r>
      <w:r>
        <w:t>льное искусство, математика и внеурочной деятельности.</w:t>
      </w:r>
    </w:p>
    <w:p w:rsidR="00DD6D80" w:rsidRPr="00853C5C" w:rsidRDefault="00DD6D80" w:rsidP="00853C5C">
      <w:pPr>
        <w:spacing w:line="276" w:lineRule="auto"/>
      </w:pPr>
      <w:r w:rsidRPr="00853C5C">
        <w:rPr>
          <w:b/>
          <w:bCs/>
        </w:rPr>
        <w:t>Формы работы</w:t>
      </w:r>
      <w:r w:rsidRPr="00853C5C">
        <w:t xml:space="preserve">:  проект, экскурсия. </w:t>
      </w:r>
    </w:p>
    <w:p w:rsidR="00DD6D80" w:rsidRPr="00853C5C" w:rsidRDefault="00DD6D80" w:rsidP="00853C5C">
      <w:pPr>
        <w:spacing w:line="276" w:lineRule="auto"/>
      </w:pPr>
      <w:r>
        <w:t xml:space="preserve">3.7.2. </w:t>
      </w:r>
      <w:r w:rsidRPr="00853C5C">
        <w:t xml:space="preserve">Политехническое направление во 2 классе в 2018 – 2019 учебном году будет  реализовываться  через  изучение и освоение основ профессии  </w:t>
      </w:r>
      <w:r w:rsidRPr="00853C5C">
        <w:rPr>
          <w:b/>
          <w:bCs/>
        </w:rPr>
        <w:t>«дизайнер»</w:t>
      </w:r>
      <w:r w:rsidRPr="00853C5C">
        <w:t xml:space="preserve">. </w:t>
      </w:r>
      <w:r w:rsidRPr="00853C5C">
        <w:rPr>
          <w:b/>
          <w:bCs/>
        </w:rPr>
        <w:t>Обучение будет разбито на модули</w:t>
      </w:r>
      <w:r w:rsidRPr="00853C5C">
        <w:t xml:space="preserve">: </w:t>
      </w:r>
    </w:p>
    <w:p w:rsidR="00DD6D80" w:rsidRPr="00853C5C" w:rsidRDefault="00DD6D80" w:rsidP="00853C5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53C5C">
        <w:rPr>
          <w:rFonts w:ascii="Times New Roman" w:hAnsi="Times New Roman" w:cs="Times New Roman"/>
          <w:sz w:val="24"/>
          <w:szCs w:val="24"/>
        </w:rPr>
        <w:t xml:space="preserve"> книжный дизайн</w:t>
      </w:r>
    </w:p>
    <w:p w:rsidR="00DD6D80" w:rsidRPr="00853C5C" w:rsidRDefault="00DD6D80" w:rsidP="00853C5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53C5C">
        <w:rPr>
          <w:rFonts w:ascii="Times New Roman" w:hAnsi="Times New Roman" w:cs="Times New Roman"/>
          <w:sz w:val="24"/>
          <w:szCs w:val="24"/>
        </w:rPr>
        <w:t>дизайнер – оформитель</w:t>
      </w:r>
    </w:p>
    <w:p w:rsidR="00DD6D80" w:rsidRPr="00853C5C" w:rsidRDefault="00DD6D80" w:rsidP="00853C5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53C5C">
        <w:rPr>
          <w:rFonts w:ascii="Times New Roman" w:hAnsi="Times New Roman" w:cs="Times New Roman"/>
          <w:sz w:val="24"/>
          <w:szCs w:val="24"/>
        </w:rPr>
        <w:t>архитектурный дизайн</w:t>
      </w:r>
    </w:p>
    <w:p w:rsidR="00DD6D80" w:rsidRPr="00853C5C" w:rsidRDefault="00DD6D80" w:rsidP="00EB4044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53C5C">
        <w:rPr>
          <w:rFonts w:ascii="Times New Roman" w:hAnsi="Times New Roman" w:cs="Times New Roman"/>
          <w:sz w:val="24"/>
          <w:szCs w:val="24"/>
        </w:rPr>
        <w:t>интерьерный дизайн.</w:t>
      </w:r>
    </w:p>
    <w:p w:rsidR="00DD6D80" w:rsidRPr="00853C5C" w:rsidRDefault="00DD6D80" w:rsidP="00EB4044">
      <w:pPr>
        <w:spacing w:line="276" w:lineRule="auto"/>
      </w:pPr>
      <w:r w:rsidRPr="00853C5C">
        <w:t xml:space="preserve">Данное направление предполагается реализовывать на следующих </w:t>
      </w:r>
      <w:r w:rsidRPr="00853C5C">
        <w:rPr>
          <w:b/>
          <w:bCs/>
        </w:rPr>
        <w:t>учебных предметах</w:t>
      </w:r>
      <w:r w:rsidRPr="00853C5C">
        <w:t>:  технология, изобразительное искусство, окружающий мир, математика</w:t>
      </w:r>
      <w:r w:rsidRPr="00EB4044">
        <w:t xml:space="preserve"> </w:t>
      </w:r>
      <w:r>
        <w:t>и внеурочной деятельности.</w:t>
      </w:r>
    </w:p>
    <w:p w:rsidR="00DD6D80" w:rsidRPr="00853C5C" w:rsidRDefault="00DD6D80" w:rsidP="00853C5C">
      <w:pPr>
        <w:spacing w:line="276" w:lineRule="auto"/>
      </w:pPr>
      <w:r w:rsidRPr="00853C5C">
        <w:rPr>
          <w:b/>
          <w:bCs/>
        </w:rPr>
        <w:t>Формы работы</w:t>
      </w:r>
      <w:r w:rsidRPr="00853C5C">
        <w:t>:  проект, экскурсия, научная лаборатория.</w:t>
      </w:r>
    </w:p>
    <w:p w:rsidR="00DD6D80" w:rsidRPr="00853C5C" w:rsidRDefault="00DD6D80" w:rsidP="00853C5C">
      <w:pPr>
        <w:spacing w:line="276" w:lineRule="auto"/>
      </w:pPr>
      <w:r w:rsidRPr="00EB4044">
        <w:t xml:space="preserve">3.7.3. </w:t>
      </w:r>
      <w:r w:rsidRPr="00853C5C">
        <w:t xml:space="preserve">Политехническое направление в 3 классе в 2018 – 2019 учебном году будет  реализовываться  через  изучение и освоение основ профессии  </w:t>
      </w:r>
      <w:r w:rsidRPr="00853C5C">
        <w:rPr>
          <w:b/>
          <w:bCs/>
        </w:rPr>
        <w:t>«цветовод - декоратор»</w:t>
      </w:r>
      <w:r w:rsidRPr="00853C5C">
        <w:t>.</w:t>
      </w:r>
    </w:p>
    <w:p w:rsidR="00DD6D80" w:rsidRPr="00853C5C" w:rsidRDefault="00DD6D80" w:rsidP="00853C5C">
      <w:pPr>
        <w:spacing w:line="276" w:lineRule="auto"/>
      </w:pPr>
      <w:r w:rsidRPr="00853C5C">
        <w:t xml:space="preserve"> </w:t>
      </w:r>
      <w:r w:rsidRPr="00853C5C">
        <w:rPr>
          <w:b/>
          <w:bCs/>
        </w:rPr>
        <w:t>Обучение будет разбито на модули</w:t>
      </w:r>
      <w:r w:rsidRPr="00853C5C">
        <w:t xml:space="preserve">: </w:t>
      </w:r>
    </w:p>
    <w:p w:rsidR="00DD6D80" w:rsidRPr="00853C5C" w:rsidRDefault="00DD6D80" w:rsidP="00853C5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853C5C">
        <w:rPr>
          <w:rFonts w:ascii="Times New Roman" w:hAnsi="Times New Roman" w:cs="Times New Roman"/>
          <w:sz w:val="24"/>
          <w:szCs w:val="24"/>
        </w:rPr>
        <w:t xml:space="preserve"> </w:t>
      </w:r>
      <w:r w:rsidRPr="00853C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Выращивания цветочно-декоративных растений</w:t>
      </w:r>
      <w:r w:rsidRPr="00853C5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D6D80" w:rsidRPr="00853C5C" w:rsidRDefault="00DD6D80" w:rsidP="00853C5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53C5C">
        <w:rPr>
          <w:rFonts w:ascii="Times New Roman" w:hAnsi="Times New Roman" w:cs="Times New Roman"/>
          <w:sz w:val="24"/>
          <w:szCs w:val="24"/>
        </w:rPr>
        <w:t>Садовый дизайн (оформление клумбы)</w:t>
      </w:r>
    </w:p>
    <w:p w:rsidR="00DD6D80" w:rsidRPr="00853C5C" w:rsidRDefault="00DD6D80" w:rsidP="00853C5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853C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Флористический дизайн (создание поделок из природного материала) </w:t>
      </w:r>
    </w:p>
    <w:p w:rsidR="00DD6D80" w:rsidRPr="00853C5C" w:rsidRDefault="00DD6D80" w:rsidP="00EB4044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53C5C">
        <w:rPr>
          <w:rFonts w:ascii="Times New Roman" w:hAnsi="Times New Roman" w:cs="Times New Roman"/>
          <w:sz w:val="24"/>
          <w:szCs w:val="24"/>
        </w:rPr>
        <w:t>Озеленение интерьера.</w:t>
      </w:r>
    </w:p>
    <w:p w:rsidR="00DD6D80" w:rsidRPr="00853C5C" w:rsidRDefault="00DD6D80" w:rsidP="00EB4044">
      <w:pPr>
        <w:spacing w:line="276" w:lineRule="auto"/>
      </w:pPr>
      <w:r w:rsidRPr="00853C5C">
        <w:t xml:space="preserve">Данное направление предполагается реализовывать на следующих </w:t>
      </w:r>
      <w:r w:rsidRPr="00853C5C">
        <w:rPr>
          <w:b/>
          <w:bCs/>
        </w:rPr>
        <w:t>учебных предметах</w:t>
      </w:r>
      <w:r w:rsidRPr="00853C5C">
        <w:t>:  технология, изобразительное искусство, окружающи</w:t>
      </w:r>
      <w:r>
        <w:t>й мир, математика, русский язык и внеурочной деятельности.</w:t>
      </w:r>
    </w:p>
    <w:p w:rsidR="00DD6D80" w:rsidRPr="00853C5C" w:rsidRDefault="00DD6D80" w:rsidP="00853C5C">
      <w:pPr>
        <w:spacing w:line="276" w:lineRule="auto"/>
      </w:pPr>
      <w:r w:rsidRPr="00853C5C">
        <w:rPr>
          <w:b/>
          <w:bCs/>
        </w:rPr>
        <w:t>Формы работы</w:t>
      </w:r>
      <w:r w:rsidRPr="00853C5C">
        <w:t>:  проект, экскурсия, научная лаборатория.</w:t>
      </w:r>
    </w:p>
    <w:p w:rsidR="00DD6D80" w:rsidRPr="00853C5C" w:rsidRDefault="00DD6D80" w:rsidP="00EB4044">
      <w:pPr>
        <w:pStyle w:val="NormalWeb"/>
        <w:shd w:val="clear" w:color="auto" w:fill="FFFFFF"/>
        <w:spacing w:before="0" w:beforeAutospacing="0" w:after="0" w:afterAutospacing="0" w:line="276" w:lineRule="auto"/>
      </w:pPr>
      <w:r w:rsidRPr="00EB4044">
        <w:rPr>
          <w:color w:val="000000"/>
        </w:rPr>
        <w:t xml:space="preserve">3.7.4. </w:t>
      </w:r>
      <w:r w:rsidRPr="00853C5C">
        <w:t xml:space="preserve">Политехническое направление в 4  классе в 2018 – 2019 учебном году будет  реализовываться  через  изучение и освоение профессии </w:t>
      </w:r>
      <w:r>
        <w:t>«</w:t>
      </w:r>
      <w:r w:rsidRPr="00853C5C">
        <w:t>скульптор</w:t>
      </w:r>
      <w:r>
        <w:t>»</w:t>
      </w:r>
      <w:r w:rsidRPr="00853C5C">
        <w:t>.</w:t>
      </w:r>
    </w:p>
    <w:p w:rsidR="00DD6D80" w:rsidRPr="00853C5C" w:rsidRDefault="00DD6D80" w:rsidP="00EB4044">
      <w:pPr>
        <w:spacing w:line="276" w:lineRule="auto"/>
      </w:pPr>
      <w:r w:rsidRPr="00853C5C">
        <w:rPr>
          <w:b/>
          <w:bCs/>
        </w:rPr>
        <w:t>Обучение будет проходить по направлениям</w:t>
      </w:r>
      <w:r w:rsidRPr="00853C5C">
        <w:t>:</w:t>
      </w:r>
    </w:p>
    <w:p w:rsidR="00DD6D80" w:rsidRPr="00853C5C" w:rsidRDefault="00DD6D80" w:rsidP="00853C5C">
      <w:pPr>
        <w:spacing w:line="276" w:lineRule="auto"/>
      </w:pPr>
      <w:r w:rsidRPr="00853C5C">
        <w:t xml:space="preserve">Модуль1. </w:t>
      </w:r>
      <w:hyperlink r:id="rId7" w:history="1">
        <w:r w:rsidRPr="00853C5C">
          <w:rPr>
            <w:rStyle w:val="Hyperlink"/>
            <w:color w:val="auto"/>
          </w:rPr>
          <w:t>Декоративно-прикладное искусство и народные промыслы</w:t>
        </w:r>
      </w:hyperlink>
    </w:p>
    <w:p w:rsidR="00DD6D80" w:rsidRPr="00853C5C" w:rsidRDefault="00DD6D80" w:rsidP="00853C5C">
      <w:pPr>
        <w:spacing w:line="276" w:lineRule="auto"/>
      </w:pPr>
      <w:r w:rsidRPr="00853C5C">
        <w:t>Модуль 2.</w:t>
      </w:r>
      <w:hyperlink r:id="rId8" w:history="1">
        <w:r w:rsidRPr="00853C5C">
          <w:rPr>
            <w:rStyle w:val="Hyperlink"/>
            <w:color w:val="auto"/>
          </w:rPr>
          <w:t>Изящные искусства</w:t>
        </w:r>
      </w:hyperlink>
    </w:p>
    <w:p w:rsidR="00DD6D80" w:rsidRPr="00853C5C" w:rsidRDefault="00DD6D80" w:rsidP="00853C5C">
      <w:pPr>
        <w:spacing w:line="276" w:lineRule="auto"/>
      </w:pPr>
      <w:r w:rsidRPr="00853C5C">
        <w:t>Модуль 3.</w:t>
      </w:r>
      <w:hyperlink r:id="rId9" w:history="1">
        <w:r w:rsidRPr="00853C5C">
          <w:rPr>
            <w:rStyle w:val="Hyperlink"/>
            <w:color w:val="auto"/>
          </w:rPr>
          <w:t>Монументально-декоративное искусство</w:t>
        </w:r>
      </w:hyperlink>
    </w:p>
    <w:p w:rsidR="00DD6D80" w:rsidRPr="00853C5C" w:rsidRDefault="00DD6D80" w:rsidP="00853C5C">
      <w:pPr>
        <w:spacing w:line="276" w:lineRule="auto"/>
      </w:pPr>
      <w:r w:rsidRPr="00853C5C">
        <w:t xml:space="preserve">Модуль 4. </w:t>
      </w:r>
      <w:hyperlink r:id="rId10" w:history="1">
        <w:r w:rsidRPr="00853C5C">
          <w:rPr>
            <w:rStyle w:val="Hyperlink"/>
            <w:color w:val="auto"/>
          </w:rPr>
          <w:t>Скульптура</w:t>
        </w:r>
      </w:hyperlink>
    </w:p>
    <w:p w:rsidR="00DD6D80" w:rsidRPr="00853C5C" w:rsidRDefault="00DD6D80" w:rsidP="00EB4044">
      <w:pPr>
        <w:spacing w:line="276" w:lineRule="auto"/>
      </w:pPr>
      <w:r w:rsidRPr="00853C5C">
        <w:t xml:space="preserve">Данное направление предполагается реализовывать на следующих </w:t>
      </w:r>
      <w:r w:rsidRPr="00853C5C">
        <w:rPr>
          <w:b/>
          <w:bCs/>
        </w:rPr>
        <w:t>учебных предметах</w:t>
      </w:r>
      <w:r w:rsidRPr="00853C5C">
        <w:t>: математика, технология, изобразите</w:t>
      </w:r>
      <w:r>
        <w:t>льное искусство, окружающий мир и внеурочной деятельности.</w:t>
      </w:r>
    </w:p>
    <w:p w:rsidR="00DD6D80" w:rsidRPr="00853C5C" w:rsidRDefault="00DD6D80" w:rsidP="00853C5C">
      <w:pPr>
        <w:spacing w:line="276" w:lineRule="auto"/>
      </w:pPr>
      <w:r w:rsidRPr="00853C5C">
        <w:rPr>
          <w:b/>
          <w:bCs/>
        </w:rPr>
        <w:t>Формы работы</w:t>
      </w:r>
      <w:r w:rsidRPr="00853C5C">
        <w:t>:  проект, экскурсия, научная лаборатория.</w:t>
      </w:r>
    </w:p>
    <w:p w:rsidR="00DD6D80" w:rsidRDefault="00DD6D80" w:rsidP="00853C5C">
      <w:pPr>
        <w:jc w:val="both"/>
      </w:pPr>
    </w:p>
    <w:p w:rsidR="00DD6D80" w:rsidRDefault="00DD6D80" w:rsidP="00DA2CEF">
      <w:pPr>
        <w:pStyle w:val="BodyText"/>
        <w:rPr>
          <w:b/>
          <w:bCs/>
          <w:sz w:val="24"/>
          <w:szCs w:val="24"/>
        </w:rPr>
      </w:pPr>
    </w:p>
    <w:p w:rsidR="00DD6D80" w:rsidRPr="000C2D14" w:rsidRDefault="00DD6D80" w:rsidP="00DA2CEF">
      <w:pPr>
        <w:pStyle w:val="BodyTex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Учебный план 1-4</w:t>
      </w:r>
      <w:r w:rsidRPr="000C2D14">
        <w:rPr>
          <w:b/>
          <w:bCs/>
          <w:sz w:val="24"/>
          <w:szCs w:val="24"/>
        </w:rPr>
        <w:t xml:space="preserve"> классов  </w:t>
      </w:r>
      <w:r>
        <w:rPr>
          <w:b/>
          <w:bCs/>
          <w:sz w:val="24"/>
          <w:szCs w:val="24"/>
        </w:rPr>
        <w:t xml:space="preserve">филиала </w:t>
      </w:r>
      <w:r w:rsidRPr="000C2D14">
        <w:rPr>
          <w:b/>
          <w:bCs/>
          <w:sz w:val="24"/>
          <w:szCs w:val="24"/>
        </w:rPr>
        <w:t>МАОУ</w:t>
      </w:r>
      <w:r>
        <w:rPr>
          <w:b/>
          <w:bCs/>
          <w:sz w:val="24"/>
          <w:szCs w:val="24"/>
        </w:rPr>
        <w:t xml:space="preserve"> Гагаринская СОШ-</w:t>
      </w:r>
      <w:r w:rsidRPr="000C2D14">
        <w:rPr>
          <w:b/>
          <w:bCs/>
          <w:sz w:val="24"/>
          <w:szCs w:val="24"/>
        </w:rPr>
        <w:t xml:space="preserve"> Новолоктинская средняя общ</w:t>
      </w:r>
      <w:r>
        <w:rPr>
          <w:b/>
          <w:bCs/>
          <w:sz w:val="24"/>
          <w:szCs w:val="24"/>
        </w:rPr>
        <w:t xml:space="preserve">еобразовательная  школа  на 2018-2019 </w:t>
      </w:r>
      <w:r w:rsidRPr="000C2D14">
        <w:rPr>
          <w:b/>
          <w:bCs/>
          <w:sz w:val="24"/>
          <w:szCs w:val="24"/>
        </w:rPr>
        <w:t xml:space="preserve">уч. г. </w:t>
      </w:r>
    </w:p>
    <w:p w:rsidR="00DD6D80" w:rsidRDefault="00DD6D80" w:rsidP="00DA2CEF">
      <w:pPr>
        <w:jc w:val="center"/>
      </w:pPr>
      <w:r w:rsidRPr="000C2D14">
        <w:tab/>
      </w:r>
    </w:p>
    <w:p w:rsidR="00DD6D80" w:rsidRPr="000C2D14" w:rsidRDefault="00DD6D80" w:rsidP="00DA2CEF">
      <w:pPr>
        <w:jc w:val="center"/>
        <w:rPr>
          <w:b/>
          <w:bCs/>
        </w:rPr>
      </w:pPr>
      <w:r w:rsidRPr="000C2D14">
        <w:rPr>
          <w:b/>
          <w:bCs/>
        </w:rPr>
        <w:t>Учебная деятельность</w:t>
      </w:r>
    </w:p>
    <w:p w:rsidR="00DD6D80" w:rsidRPr="000C2D14" w:rsidRDefault="00DD6D80" w:rsidP="00DA2CEF">
      <w:pPr>
        <w:tabs>
          <w:tab w:val="left" w:pos="6180"/>
        </w:tabs>
        <w:ind w:right="-1341"/>
      </w:pPr>
    </w:p>
    <w:tbl>
      <w:tblPr>
        <w:tblW w:w="107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3119"/>
        <w:gridCol w:w="1498"/>
        <w:gridCol w:w="1273"/>
        <w:gridCol w:w="1296"/>
        <w:gridCol w:w="1319"/>
      </w:tblGrid>
      <w:tr w:rsidR="00DD6D80" w:rsidRPr="00D03964">
        <w:tc>
          <w:tcPr>
            <w:tcW w:w="2269" w:type="dxa"/>
            <w:vMerge w:val="restart"/>
            <w:vAlign w:val="center"/>
          </w:tcPr>
          <w:p w:rsidR="00DD6D80" w:rsidRPr="001857A7" w:rsidRDefault="00DD6D80" w:rsidP="00856D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Предметные области</w:t>
            </w:r>
          </w:p>
        </w:tc>
        <w:tc>
          <w:tcPr>
            <w:tcW w:w="3119" w:type="dxa"/>
            <w:vMerge w:val="restart"/>
            <w:vAlign w:val="center"/>
          </w:tcPr>
          <w:p w:rsidR="00DD6D80" w:rsidRPr="001857A7" w:rsidRDefault="00DD6D80" w:rsidP="00856D4C">
            <w:pPr>
              <w:jc w:val="center"/>
              <w:rPr>
                <w:sz w:val="20"/>
                <w:szCs w:val="20"/>
              </w:rPr>
            </w:pPr>
            <w:r w:rsidRPr="001857A7">
              <w:rPr>
                <w:sz w:val="20"/>
                <w:szCs w:val="20"/>
              </w:rPr>
              <w:t>Учебные предметы</w:t>
            </w:r>
          </w:p>
        </w:tc>
        <w:tc>
          <w:tcPr>
            <w:tcW w:w="5386" w:type="dxa"/>
            <w:gridSpan w:val="4"/>
          </w:tcPr>
          <w:p w:rsidR="00DD6D80" w:rsidRPr="001857A7" w:rsidRDefault="00DD6D80" w:rsidP="00856D4C">
            <w:pPr>
              <w:jc w:val="center"/>
              <w:rPr>
                <w:sz w:val="20"/>
                <w:szCs w:val="20"/>
              </w:rPr>
            </w:pPr>
            <w:r w:rsidRPr="001857A7">
              <w:rPr>
                <w:sz w:val="20"/>
                <w:szCs w:val="20"/>
              </w:rPr>
              <w:t>Количество часов в неделю</w:t>
            </w:r>
          </w:p>
        </w:tc>
      </w:tr>
      <w:tr w:rsidR="00DD6D80" w:rsidRPr="00D03964">
        <w:tc>
          <w:tcPr>
            <w:tcW w:w="2269" w:type="dxa"/>
            <w:vMerge/>
            <w:vAlign w:val="center"/>
          </w:tcPr>
          <w:p w:rsidR="00DD6D80" w:rsidRPr="001857A7" w:rsidRDefault="00DD6D80" w:rsidP="00856D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DD6D80" w:rsidRPr="001857A7" w:rsidRDefault="00DD6D80" w:rsidP="00856D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</w:tcPr>
          <w:p w:rsidR="00DD6D80" w:rsidRPr="001857A7" w:rsidRDefault="00DD6D80" w:rsidP="00856D4C">
            <w:pPr>
              <w:jc w:val="center"/>
              <w:rPr>
                <w:b/>
                <w:bCs/>
                <w:sz w:val="20"/>
                <w:szCs w:val="20"/>
              </w:rPr>
            </w:pPr>
            <w:r w:rsidRPr="001857A7">
              <w:rPr>
                <w:b/>
                <w:bCs/>
                <w:sz w:val="20"/>
                <w:szCs w:val="20"/>
              </w:rPr>
              <w:t>1 класс</w:t>
            </w:r>
          </w:p>
        </w:tc>
        <w:tc>
          <w:tcPr>
            <w:tcW w:w="1273" w:type="dxa"/>
          </w:tcPr>
          <w:p w:rsidR="00DD6D80" w:rsidRPr="001857A7" w:rsidRDefault="00DD6D80" w:rsidP="00856D4C">
            <w:pPr>
              <w:jc w:val="center"/>
              <w:rPr>
                <w:b/>
                <w:bCs/>
                <w:sz w:val="20"/>
                <w:szCs w:val="20"/>
              </w:rPr>
            </w:pPr>
            <w:r w:rsidRPr="001857A7">
              <w:rPr>
                <w:b/>
                <w:bCs/>
                <w:sz w:val="20"/>
                <w:szCs w:val="20"/>
              </w:rPr>
              <w:t>2 класс</w:t>
            </w:r>
          </w:p>
        </w:tc>
        <w:tc>
          <w:tcPr>
            <w:tcW w:w="1296" w:type="dxa"/>
          </w:tcPr>
          <w:p w:rsidR="00DD6D80" w:rsidRPr="001857A7" w:rsidRDefault="00DD6D80" w:rsidP="00856D4C">
            <w:pPr>
              <w:jc w:val="center"/>
              <w:rPr>
                <w:b/>
                <w:bCs/>
                <w:sz w:val="20"/>
                <w:szCs w:val="20"/>
              </w:rPr>
            </w:pPr>
            <w:r w:rsidRPr="001857A7">
              <w:rPr>
                <w:b/>
                <w:bCs/>
                <w:sz w:val="20"/>
                <w:szCs w:val="20"/>
              </w:rPr>
              <w:t>3 класс</w:t>
            </w:r>
          </w:p>
        </w:tc>
        <w:tc>
          <w:tcPr>
            <w:tcW w:w="1319" w:type="dxa"/>
          </w:tcPr>
          <w:p w:rsidR="00DD6D80" w:rsidRPr="001857A7" w:rsidRDefault="00DD6D80" w:rsidP="00856D4C">
            <w:pPr>
              <w:jc w:val="center"/>
              <w:rPr>
                <w:b/>
                <w:bCs/>
                <w:sz w:val="20"/>
                <w:szCs w:val="20"/>
              </w:rPr>
            </w:pPr>
            <w:r w:rsidRPr="001857A7">
              <w:rPr>
                <w:b/>
                <w:bCs/>
                <w:sz w:val="20"/>
                <w:szCs w:val="20"/>
              </w:rPr>
              <w:t>4 класс</w:t>
            </w:r>
          </w:p>
        </w:tc>
      </w:tr>
      <w:tr w:rsidR="00DD6D80" w:rsidRPr="00D03964">
        <w:tc>
          <w:tcPr>
            <w:tcW w:w="2269" w:type="dxa"/>
            <w:shd w:val="clear" w:color="auto" w:fill="EEECE1"/>
            <w:vAlign w:val="center"/>
          </w:tcPr>
          <w:p w:rsidR="00DD6D80" w:rsidRPr="001857A7" w:rsidRDefault="00DD6D80" w:rsidP="00856D4C">
            <w:pPr>
              <w:jc w:val="center"/>
              <w:rPr>
                <w:i/>
                <w:iCs/>
              </w:rPr>
            </w:pPr>
          </w:p>
        </w:tc>
        <w:tc>
          <w:tcPr>
            <w:tcW w:w="8505" w:type="dxa"/>
            <w:gridSpan w:val="5"/>
            <w:shd w:val="clear" w:color="auto" w:fill="EEECE1"/>
            <w:vAlign w:val="center"/>
          </w:tcPr>
          <w:p w:rsidR="00DD6D80" w:rsidRPr="001857A7" w:rsidRDefault="00DD6D80" w:rsidP="00856D4C">
            <w:pPr>
              <w:jc w:val="center"/>
              <w:rPr>
                <w:i/>
                <w:iCs/>
              </w:rPr>
            </w:pPr>
            <w:r w:rsidRPr="001857A7">
              <w:rPr>
                <w:i/>
                <w:iCs/>
              </w:rPr>
              <w:t>Инвариантная часть</w:t>
            </w:r>
          </w:p>
        </w:tc>
      </w:tr>
      <w:tr w:rsidR="00DD6D80" w:rsidRPr="00D03964">
        <w:tc>
          <w:tcPr>
            <w:tcW w:w="2269" w:type="dxa"/>
            <w:vMerge w:val="restart"/>
          </w:tcPr>
          <w:p w:rsidR="00DD6D80" w:rsidRPr="001857A7" w:rsidRDefault="00DD6D80" w:rsidP="00856D4C">
            <w:r>
              <w:t>Русский язык и литература</w:t>
            </w:r>
          </w:p>
        </w:tc>
        <w:tc>
          <w:tcPr>
            <w:tcW w:w="3119" w:type="dxa"/>
          </w:tcPr>
          <w:p w:rsidR="00DD6D80" w:rsidRPr="001857A7" w:rsidRDefault="00DD6D80" w:rsidP="00856D4C">
            <w:r w:rsidRPr="001857A7">
              <w:t>Русский язык</w:t>
            </w:r>
          </w:p>
        </w:tc>
        <w:tc>
          <w:tcPr>
            <w:tcW w:w="1498" w:type="dxa"/>
          </w:tcPr>
          <w:p w:rsidR="00DD6D80" w:rsidRPr="001857A7" w:rsidRDefault="00DD6D80" w:rsidP="00856D4C">
            <w:pPr>
              <w:jc w:val="center"/>
            </w:pPr>
            <w:r w:rsidRPr="001857A7">
              <w:t>5</w:t>
            </w:r>
          </w:p>
        </w:tc>
        <w:tc>
          <w:tcPr>
            <w:tcW w:w="1273" w:type="dxa"/>
          </w:tcPr>
          <w:p w:rsidR="00DD6D80" w:rsidRPr="001857A7" w:rsidRDefault="00DD6D80" w:rsidP="00856D4C">
            <w:pPr>
              <w:jc w:val="center"/>
            </w:pPr>
            <w:r w:rsidRPr="001857A7">
              <w:t>5</w:t>
            </w:r>
          </w:p>
        </w:tc>
        <w:tc>
          <w:tcPr>
            <w:tcW w:w="1296" w:type="dxa"/>
          </w:tcPr>
          <w:p w:rsidR="00DD6D80" w:rsidRPr="001857A7" w:rsidRDefault="00DD6D80" w:rsidP="00856D4C">
            <w:pPr>
              <w:jc w:val="center"/>
            </w:pPr>
            <w:r w:rsidRPr="001857A7">
              <w:t>5</w:t>
            </w:r>
          </w:p>
        </w:tc>
        <w:tc>
          <w:tcPr>
            <w:tcW w:w="1319" w:type="dxa"/>
          </w:tcPr>
          <w:p w:rsidR="00DD6D80" w:rsidRPr="001857A7" w:rsidRDefault="00DD6D80" w:rsidP="00856D4C">
            <w:pPr>
              <w:jc w:val="center"/>
            </w:pPr>
            <w:r w:rsidRPr="001857A7">
              <w:t>5</w:t>
            </w:r>
          </w:p>
        </w:tc>
      </w:tr>
      <w:tr w:rsidR="00DD6D80" w:rsidRPr="00D03964">
        <w:tc>
          <w:tcPr>
            <w:tcW w:w="2269" w:type="dxa"/>
            <w:vMerge/>
          </w:tcPr>
          <w:p w:rsidR="00DD6D80" w:rsidRPr="001857A7" w:rsidRDefault="00DD6D80" w:rsidP="00856D4C"/>
        </w:tc>
        <w:tc>
          <w:tcPr>
            <w:tcW w:w="3119" w:type="dxa"/>
          </w:tcPr>
          <w:p w:rsidR="00DD6D80" w:rsidRPr="001857A7" w:rsidRDefault="00DD6D80" w:rsidP="00856D4C">
            <w:r w:rsidRPr="001857A7">
              <w:t>Литературное чтение</w:t>
            </w:r>
          </w:p>
        </w:tc>
        <w:tc>
          <w:tcPr>
            <w:tcW w:w="1498" w:type="dxa"/>
          </w:tcPr>
          <w:p w:rsidR="00DD6D80" w:rsidRPr="001857A7" w:rsidRDefault="00DD6D80" w:rsidP="00856D4C">
            <w:pPr>
              <w:jc w:val="center"/>
            </w:pPr>
            <w:r w:rsidRPr="001857A7">
              <w:t>4</w:t>
            </w:r>
          </w:p>
        </w:tc>
        <w:tc>
          <w:tcPr>
            <w:tcW w:w="1273" w:type="dxa"/>
          </w:tcPr>
          <w:p w:rsidR="00DD6D80" w:rsidRPr="001857A7" w:rsidRDefault="00DD6D80" w:rsidP="00856D4C">
            <w:pPr>
              <w:jc w:val="center"/>
            </w:pPr>
            <w:r w:rsidRPr="001857A7">
              <w:t>4</w:t>
            </w:r>
          </w:p>
        </w:tc>
        <w:tc>
          <w:tcPr>
            <w:tcW w:w="1296" w:type="dxa"/>
          </w:tcPr>
          <w:p w:rsidR="00DD6D80" w:rsidRPr="001857A7" w:rsidRDefault="00DD6D80" w:rsidP="00856D4C">
            <w:pPr>
              <w:jc w:val="center"/>
            </w:pPr>
            <w:r w:rsidRPr="001857A7">
              <w:t>4</w:t>
            </w:r>
          </w:p>
        </w:tc>
        <w:tc>
          <w:tcPr>
            <w:tcW w:w="1319" w:type="dxa"/>
          </w:tcPr>
          <w:p w:rsidR="00DD6D80" w:rsidRPr="001857A7" w:rsidRDefault="00DD6D80" w:rsidP="00856D4C">
            <w:pPr>
              <w:jc w:val="center"/>
            </w:pPr>
            <w:r w:rsidRPr="001857A7">
              <w:t>3</w:t>
            </w:r>
          </w:p>
        </w:tc>
      </w:tr>
      <w:tr w:rsidR="00DD6D80" w:rsidRPr="00D03964">
        <w:tc>
          <w:tcPr>
            <w:tcW w:w="2269" w:type="dxa"/>
          </w:tcPr>
          <w:p w:rsidR="00DD6D80" w:rsidRPr="001857A7" w:rsidRDefault="00DD6D80" w:rsidP="00856D4C">
            <w:r>
              <w:t>Иностранный язык</w:t>
            </w:r>
          </w:p>
        </w:tc>
        <w:tc>
          <w:tcPr>
            <w:tcW w:w="3119" w:type="dxa"/>
          </w:tcPr>
          <w:p w:rsidR="00DD6D80" w:rsidRPr="001857A7" w:rsidRDefault="00DD6D80" w:rsidP="00856D4C">
            <w:r w:rsidRPr="001857A7">
              <w:t>Иностранный язык</w:t>
            </w:r>
          </w:p>
        </w:tc>
        <w:tc>
          <w:tcPr>
            <w:tcW w:w="1498" w:type="dxa"/>
          </w:tcPr>
          <w:p w:rsidR="00DD6D80" w:rsidRPr="001857A7" w:rsidRDefault="00DD6D80" w:rsidP="00856D4C">
            <w:pPr>
              <w:jc w:val="center"/>
            </w:pPr>
            <w:r w:rsidRPr="001857A7">
              <w:t>-</w:t>
            </w:r>
          </w:p>
        </w:tc>
        <w:tc>
          <w:tcPr>
            <w:tcW w:w="1273" w:type="dxa"/>
          </w:tcPr>
          <w:p w:rsidR="00DD6D80" w:rsidRPr="001857A7" w:rsidRDefault="00DD6D80" w:rsidP="00856D4C">
            <w:pPr>
              <w:jc w:val="center"/>
            </w:pPr>
            <w:r w:rsidRPr="001857A7">
              <w:t>2</w:t>
            </w:r>
          </w:p>
        </w:tc>
        <w:tc>
          <w:tcPr>
            <w:tcW w:w="1296" w:type="dxa"/>
          </w:tcPr>
          <w:p w:rsidR="00DD6D80" w:rsidRPr="001857A7" w:rsidRDefault="00DD6D80" w:rsidP="00856D4C">
            <w:pPr>
              <w:jc w:val="center"/>
            </w:pPr>
            <w:r w:rsidRPr="001857A7">
              <w:t>2</w:t>
            </w:r>
          </w:p>
        </w:tc>
        <w:tc>
          <w:tcPr>
            <w:tcW w:w="1319" w:type="dxa"/>
          </w:tcPr>
          <w:p w:rsidR="00DD6D80" w:rsidRPr="001857A7" w:rsidRDefault="00DD6D80" w:rsidP="00856D4C">
            <w:pPr>
              <w:jc w:val="center"/>
            </w:pPr>
            <w:r w:rsidRPr="001857A7">
              <w:t>2</w:t>
            </w:r>
          </w:p>
        </w:tc>
      </w:tr>
      <w:tr w:rsidR="00DD6D80" w:rsidRPr="00D03964">
        <w:tc>
          <w:tcPr>
            <w:tcW w:w="2269" w:type="dxa"/>
          </w:tcPr>
          <w:p w:rsidR="00DD6D80" w:rsidRPr="001857A7" w:rsidRDefault="00DD6D80" w:rsidP="00856D4C">
            <w:r>
              <w:t>Основы религиозных культур и светской этики</w:t>
            </w:r>
          </w:p>
        </w:tc>
        <w:tc>
          <w:tcPr>
            <w:tcW w:w="3119" w:type="dxa"/>
          </w:tcPr>
          <w:p w:rsidR="00DD6D80" w:rsidRPr="001857A7" w:rsidRDefault="00DD6D80" w:rsidP="00856D4C">
            <w:r w:rsidRPr="001857A7">
              <w:t>Основы религиозных культур и светской этики</w:t>
            </w:r>
          </w:p>
        </w:tc>
        <w:tc>
          <w:tcPr>
            <w:tcW w:w="1498" w:type="dxa"/>
          </w:tcPr>
          <w:p w:rsidR="00DD6D80" w:rsidRPr="001857A7" w:rsidRDefault="00DD6D80" w:rsidP="00856D4C">
            <w:pPr>
              <w:jc w:val="center"/>
            </w:pPr>
            <w:r w:rsidRPr="001857A7">
              <w:t>-</w:t>
            </w:r>
          </w:p>
        </w:tc>
        <w:tc>
          <w:tcPr>
            <w:tcW w:w="1273" w:type="dxa"/>
          </w:tcPr>
          <w:p w:rsidR="00DD6D80" w:rsidRPr="001857A7" w:rsidRDefault="00DD6D80" w:rsidP="00856D4C">
            <w:pPr>
              <w:jc w:val="center"/>
            </w:pPr>
          </w:p>
        </w:tc>
        <w:tc>
          <w:tcPr>
            <w:tcW w:w="1296" w:type="dxa"/>
          </w:tcPr>
          <w:p w:rsidR="00DD6D80" w:rsidRPr="001857A7" w:rsidRDefault="00DD6D80" w:rsidP="00856D4C">
            <w:pPr>
              <w:jc w:val="center"/>
            </w:pPr>
          </w:p>
        </w:tc>
        <w:tc>
          <w:tcPr>
            <w:tcW w:w="1319" w:type="dxa"/>
          </w:tcPr>
          <w:p w:rsidR="00DD6D80" w:rsidRPr="001857A7" w:rsidRDefault="00DD6D80" w:rsidP="00856D4C">
            <w:pPr>
              <w:jc w:val="center"/>
            </w:pPr>
            <w:r w:rsidRPr="001857A7">
              <w:t>1</w:t>
            </w:r>
          </w:p>
        </w:tc>
      </w:tr>
      <w:tr w:rsidR="00DD6D80" w:rsidRPr="00D03964">
        <w:tc>
          <w:tcPr>
            <w:tcW w:w="2269" w:type="dxa"/>
          </w:tcPr>
          <w:p w:rsidR="00DD6D80" w:rsidRPr="001857A7" w:rsidRDefault="00DD6D80" w:rsidP="00856D4C">
            <w:r>
              <w:t>Математика и информатика</w:t>
            </w:r>
          </w:p>
        </w:tc>
        <w:tc>
          <w:tcPr>
            <w:tcW w:w="3119" w:type="dxa"/>
          </w:tcPr>
          <w:p w:rsidR="00DD6D80" w:rsidRPr="001857A7" w:rsidRDefault="00DD6D80" w:rsidP="00856D4C">
            <w:r w:rsidRPr="001857A7">
              <w:t xml:space="preserve">Математика </w:t>
            </w:r>
            <w:r>
              <w:t>и информатика</w:t>
            </w:r>
          </w:p>
        </w:tc>
        <w:tc>
          <w:tcPr>
            <w:tcW w:w="1498" w:type="dxa"/>
          </w:tcPr>
          <w:p w:rsidR="00DD6D80" w:rsidRPr="001857A7" w:rsidRDefault="00DD6D80" w:rsidP="00856D4C">
            <w:pPr>
              <w:jc w:val="center"/>
            </w:pPr>
            <w:r w:rsidRPr="001857A7">
              <w:t>4</w:t>
            </w:r>
          </w:p>
        </w:tc>
        <w:tc>
          <w:tcPr>
            <w:tcW w:w="1273" w:type="dxa"/>
          </w:tcPr>
          <w:p w:rsidR="00DD6D80" w:rsidRPr="001857A7" w:rsidRDefault="00DD6D80" w:rsidP="00856D4C">
            <w:pPr>
              <w:jc w:val="center"/>
            </w:pPr>
            <w:r w:rsidRPr="001857A7">
              <w:t>4</w:t>
            </w:r>
          </w:p>
        </w:tc>
        <w:tc>
          <w:tcPr>
            <w:tcW w:w="1296" w:type="dxa"/>
          </w:tcPr>
          <w:p w:rsidR="00DD6D80" w:rsidRPr="001857A7" w:rsidRDefault="00DD6D80" w:rsidP="00856D4C">
            <w:pPr>
              <w:jc w:val="center"/>
            </w:pPr>
            <w:r w:rsidRPr="001857A7">
              <w:t>4</w:t>
            </w:r>
          </w:p>
        </w:tc>
        <w:tc>
          <w:tcPr>
            <w:tcW w:w="1319" w:type="dxa"/>
          </w:tcPr>
          <w:p w:rsidR="00DD6D80" w:rsidRPr="001857A7" w:rsidRDefault="00DD6D80" w:rsidP="00856D4C">
            <w:pPr>
              <w:jc w:val="center"/>
            </w:pPr>
            <w:r w:rsidRPr="001857A7">
              <w:t>4</w:t>
            </w:r>
          </w:p>
        </w:tc>
      </w:tr>
      <w:tr w:rsidR="00DD6D80" w:rsidRPr="00D03964">
        <w:tc>
          <w:tcPr>
            <w:tcW w:w="2269" w:type="dxa"/>
          </w:tcPr>
          <w:p w:rsidR="00DD6D80" w:rsidRPr="001857A7" w:rsidRDefault="00DD6D80" w:rsidP="00856D4C">
            <w:r>
              <w:t>Обществознание и естествознание</w:t>
            </w:r>
          </w:p>
        </w:tc>
        <w:tc>
          <w:tcPr>
            <w:tcW w:w="3119" w:type="dxa"/>
          </w:tcPr>
          <w:p w:rsidR="00DD6D80" w:rsidRPr="001857A7" w:rsidRDefault="00DD6D80" w:rsidP="00856D4C">
            <w:r w:rsidRPr="001857A7">
              <w:t>Окружающий мир</w:t>
            </w:r>
          </w:p>
        </w:tc>
        <w:tc>
          <w:tcPr>
            <w:tcW w:w="1498" w:type="dxa"/>
          </w:tcPr>
          <w:p w:rsidR="00DD6D80" w:rsidRPr="001857A7" w:rsidRDefault="00DD6D80" w:rsidP="00856D4C">
            <w:pPr>
              <w:jc w:val="center"/>
            </w:pPr>
            <w:r w:rsidRPr="001857A7">
              <w:t>2</w:t>
            </w:r>
          </w:p>
        </w:tc>
        <w:tc>
          <w:tcPr>
            <w:tcW w:w="1273" w:type="dxa"/>
          </w:tcPr>
          <w:p w:rsidR="00DD6D80" w:rsidRPr="001857A7" w:rsidRDefault="00DD6D80" w:rsidP="00856D4C">
            <w:pPr>
              <w:jc w:val="center"/>
            </w:pPr>
            <w:r w:rsidRPr="001857A7">
              <w:t>2</w:t>
            </w:r>
          </w:p>
        </w:tc>
        <w:tc>
          <w:tcPr>
            <w:tcW w:w="1296" w:type="dxa"/>
          </w:tcPr>
          <w:p w:rsidR="00DD6D80" w:rsidRPr="001857A7" w:rsidRDefault="00DD6D80" w:rsidP="00856D4C">
            <w:pPr>
              <w:jc w:val="center"/>
            </w:pPr>
            <w:r w:rsidRPr="001857A7">
              <w:t>2</w:t>
            </w:r>
          </w:p>
        </w:tc>
        <w:tc>
          <w:tcPr>
            <w:tcW w:w="1319" w:type="dxa"/>
          </w:tcPr>
          <w:p w:rsidR="00DD6D80" w:rsidRPr="001857A7" w:rsidRDefault="00DD6D80" w:rsidP="00856D4C">
            <w:pPr>
              <w:jc w:val="center"/>
            </w:pPr>
            <w:r w:rsidRPr="001857A7">
              <w:t>2</w:t>
            </w:r>
          </w:p>
        </w:tc>
      </w:tr>
      <w:tr w:rsidR="00DD6D80" w:rsidRPr="00D03964">
        <w:tc>
          <w:tcPr>
            <w:tcW w:w="2269" w:type="dxa"/>
            <w:vMerge w:val="restart"/>
          </w:tcPr>
          <w:p w:rsidR="00DD6D80" w:rsidRPr="001857A7" w:rsidRDefault="00DD6D80" w:rsidP="00856D4C">
            <w:r>
              <w:t>Искусство</w:t>
            </w:r>
          </w:p>
        </w:tc>
        <w:tc>
          <w:tcPr>
            <w:tcW w:w="3119" w:type="dxa"/>
          </w:tcPr>
          <w:p w:rsidR="00DD6D80" w:rsidRPr="001857A7" w:rsidRDefault="00DD6D80" w:rsidP="00856D4C">
            <w:r w:rsidRPr="001857A7">
              <w:t>Музыка</w:t>
            </w:r>
            <w:r>
              <w:t xml:space="preserve"> </w:t>
            </w:r>
          </w:p>
        </w:tc>
        <w:tc>
          <w:tcPr>
            <w:tcW w:w="1498" w:type="dxa"/>
          </w:tcPr>
          <w:p w:rsidR="00DD6D80" w:rsidRPr="001857A7" w:rsidRDefault="00DD6D80" w:rsidP="00856D4C">
            <w:pPr>
              <w:jc w:val="center"/>
            </w:pPr>
            <w:r>
              <w:t>1</w:t>
            </w:r>
          </w:p>
        </w:tc>
        <w:tc>
          <w:tcPr>
            <w:tcW w:w="1273" w:type="dxa"/>
          </w:tcPr>
          <w:p w:rsidR="00DD6D80" w:rsidRPr="001857A7" w:rsidRDefault="00DD6D80" w:rsidP="00856D4C">
            <w:pPr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D6D80" w:rsidRPr="001857A7" w:rsidRDefault="00DD6D80" w:rsidP="00856D4C">
            <w:pPr>
              <w:jc w:val="center"/>
            </w:pPr>
            <w:r>
              <w:t>1</w:t>
            </w:r>
          </w:p>
        </w:tc>
        <w:tc>
          <w:tcPr>
            <w:tcW w:w="1319" w:type="dxa"/>
          </w:tcPr>
          <w:p w:rsidR="00DD6D80" w:rsidRPr="001857A7" w:rsidRDefault="00DD6D80" w:rsidP="00856D4C">
            <w:pPr>
              <w:jc w:val="center"/>
            </w:pPr>
            <w:r>
              <w:t>1</w:t>
            </w:r>
          </w:p>
        </w:tc>
      </w:tr>
      <w:tr w:rsidR="00DD6D80" w:rsidRPr="00D03964">
        <w:tc>
          <w:tcPr>
            <w:tcW w:w="2269" w:type="dxa"/>
            <w:vMerge/>
          </w:tcPr>
          <w:p w:rsidR="00DD6D80" w:rsidRDefault="00DD6D80" w:rsidP="00856D4C"/>
        </w:tc>
        <w:tc>
          <w:tcPr>
            <w:tcW w:w="3119" w:type="dxa"/>
          </w:tcPr>
          <w:p w:rsidR="00DD6D80" w:rsidRPr="001857A7" w:rsidRDefault="00DD6D80" w:rsidP="00856D4C">
            <w:r w:rsidRPr="001857A7">
              <w:t>ИЗО</w:t>
            </w:r>
          </w:p>
        </w:tc>
        <w:tc>
          <w:tcPr>
            <w:tcW w:w="1498" w:type="dxa"/>
          </w:tcPr>
          <w:p w:rsidR="00DD6D80" w:rsidRPr="001857A7" w:rsidRDefault="00DD6D80" w:rsidP="00856D4C">
            <w:pPr>
              <w:jc w:val="center"/>
            </w:pPr>
            <w:r>
              <w:t>1</w:t>
            </w:r>
          </w:p>
        </w:tc>
        <w:tc>
          <w:tcPr>
            <w:tcW w:w="1273" w:type="dxa"/>
          </w:tcPr>
          <w:p w:rsidR="00DD6D80" w:rsidRPr="001857A7" w:rsidRDefault="00DD6D80" w:rsidP="00856D4C">
            <w:pPr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DD6D80" w:rsidRPr="001857A7" w:rsidRDefault="00DD6D80" w:rsidP="00856D4C">
            <w:pPr>
              <w:jc w:val="center"/>
            </w:pPr>
            <w:r>
              <w:t>1</w:t>
            </w:r>
          </w:p>
        </w:tc>
        <w:tc>
          <w:tcPr>
            <w:tcW w:w="1319" w:type="dxa"/>
          </w:tcPr>
          <w:p w:rsidR="00DD6D80" w:rsidRPr="001857A7" w:rsidRDefault="00DD6D80" w:rsidP="00856D4C">
            <w:pPr>
              <w:jc w:val="center"/>
            </w:pPr>
            <w:r>
              <w:t>1</w:t>
            </w:r>
          </w:p>
        </w:tc>
      </w:tr>
      <w:tr w:rsidR="00DD6D80" w:rsidRPr="00D03964">
        <w:tc>
          <w:tcPr>
            <w:tcW w:w="2269" w:type="dxa"/>
          </w:tcPr>
          <w:p w:rsidR="00DD6D80" w:rsidRPr="001857A7" w:rsidRDefault="00DD6D80" w:rsidP="00856D4C">
            <w:r>
              <w:t>Технология</w:t>
            </w:r>
          </w:p>
        </w:tc>
        <w:tc>
          <w:tcPr>
            <w:tcW w:w="3119" w:type="dxa"/>
          </w:tcPr>
          <w:p w:rsidR="00DD6D80" w:rsidRPr="001857A7" w:rsidRDefault="00DD6D80" w:rsidP="00856D4C">
            <w:r w:rsidRPr="001857A7">
              <w:t xml:space="preserve">Технология </w:t>
            </w:r>
          </w:p>
        </w:tc>
        <w:tc>
          <w:tcPr>
            <w:tcW w:w="1498" w:type="dxa"/>
          </w:tcPr>
          <w:p w:rsidR="00DD6D80" w:rsidRPr="001857A7" w:rsidRDefault="00DD6D80" w:rsidP="00856D4C">
            <w:pPr>
              <w:jc w:val="center"/>
            </w:pPr>
            <w:r w:rsidRPr="001857A7">
              <w:t>1</w:t>
            </w:r>
          </w:p>
        </w:tc>
        <w:tc>
          <w:tcPr>
            <w:tcW w:w="1273" w:type="dxa"/>
          </w:tcPr>
          <w:p w:rsidR="00DD6D80" w:rsidRPr="001857A7" w:rsidRDefault="00DD6D80" w:rsidP="00856D4C">
            <w:pPr>
              <w:jc w:val="center"/>
            </w:pPr>
            <w:r w:rsidRPr="001857A7">
              <w:t>1</w:t>
            </w:r>
          </w:p>
        </w:tc>
        <w:tc>
          <w:tcPr>
            <w:tcW w:w="1296" w:type="dxa"/>
          </w:tcPr>
          <w:p w:rsidR="00DD6D80" w:rsidRPr="001857A7" w:rsidRDefault="00DD6D80" w:rsidP="00856D4C">
            <w:pPr>
              <w:jc w:val="center"/>
            </w:pPr>
            <w:r w:rsidRPr="001857A7">
              <w:t>1</w:t>
            </w:r>
          </w:p>
        </w:tc>
        <w:tc>
          <w:tcPr>
            <w:tcW w:w="1319" w:type="dxa"/>
          </w:tcPr>
          <w:p w:rsidR="00DD6D80" w:rsidRPr="001857A7" w:rsidRDefault="00DD6D80" w:rsidP="00856D4C">
            <w:pPr>
              <w:jc w:val="center"/>
            </w:pPr>
            <w:r w:rsidRPr="001857A7">
              <w:t>1</w:t>
            </w:r>
          </w:p>
        </w:tc>
      </w:tr>
      <w:tr w:rsidR="00DD6D80" w:rsidRPr="00D03964">
        <w:tc>
          <w:tcPr>
            <w:tcW w:w="2269" w:type="dxa"/>
          </w:tcPr>
          <w:p w:rsidR="00DD6D80" w:rsidRPr="001857A7" w:rsidRDefault="00DD6D80" w:rsidP="00856D4C">
            <w:r>
              <w:t>Физическая культура</w:t>
            </w:r>
          </w:p>
        </w:tc>
        <w:tc>
          <w:tcPr>
            <w:tcW w:w="3119" w:type="dxa"/>
          </w:tcPr>
          <w:p w:rsidR="00DD6D80" w:rsidRPr="001857A7" w:rsidRDefault="00DD6D80" w:rsidP="00856D4C">
            <w:r w:rsidRPr="001857A7">
              <w:t>Физическая культура</w:t>
            </w:r>
          </w:p>
        </w:tc>
        <w:tc>
          <w:tcPr>
            <w:tcW w:w="1498" w:type="dxa"/>
          </w:tcPr>
          <w:p w:rsidR="00DD6D80" w:rsidRPr="001857A7" w:rsidRDefault="00DD6D80" w:rsidP="00856D4C">
            <w:pPr>
              <w:jc w:val="center"/>
            </w:pPr>
            <w:r w:rsidRPr="001857A7">
              <w:t>3</w:t>
            </w:r>
          </w:p>
        </w:tc>
        <w:tc>
          <w:tcPr>
            <w:tcW w:w="1273" w:type="dxa"/>
          </w:tcPr>
          <w:p w:rsidR="00DD6D80" w:rsidRPr="001857A7" w:rsidRDefault="00DD6D80" w:rsidP="00856D4C">
            <w:pPr>
              <w:jc w:val="center"/>
            </w:pPr>
            <w:r w:rsidRPr="001857A7">
              <w:t>3</w:t>
            </w:r>
          </w:p>
        </w:tc>
        <w:tc>
          <w:tcPr>
            <w:tcW w:w="1296" w:type="dxa"/>
          </w:tcPr>
          <w:p w:rsidR="00DD6D80" w:rsidRPr="001857A7" w:rsidRDefault="00DD6D80" w:rsidP="00856D4C">
            <w:pPr>
              <w:jc w:val="center"/>
            </w:pPr>
            <w:r w:rsidRPr="001857A7">
              <w:t>3</w:t>
            </w:r>
          </w:p>
        </w:tc>
        <w:tc>
          <w:tcPr>
            <w:tcW w:w="1319" w:type="dxa"/>
          </w:tcPr>
          <w:p w:rsidR="00DD6D80" w:rsidRPr="001857A7" w:rsidRDefault="00DD6D80" w:rsidP="00856D4C">
            <w:pPr>
              <w:jc w:val="center"/>
            </w:pPr>
            <w:r w:rsidRPr="001857A7">
              <w:t>3</w:t>
            </w:r>
          </w:p>
        </w:tc>
      </w:tr>
      <w:tr w:rsidR="00DD6D80" w:rsidRPr="00D03964">
        <w:tc>
          <w:tcPr>
            <w:tcW w:w="5388" w:type="dxa"/>
            <w:gridSpan w:val="2"/>
          </w:tcPr>
          <w:p w:rsidR="00DD6D80" w:rsidRPr="001857A7" w:rsidRDefault="00DD6D80" w:rsidP="00856D4C">
            <w:pPr>
              <w:jc w:val="right"/>
            </w:pPr>
            <w:r w:rsidRPr="001857A7">
              <w:rPr>
                <w:b/>
                <w:bCs/>
              </w:rPr>
              <w:t>Итого:</w:t>
            </w:r>
          </w:p>
        </w:tc>
        <w:tc>
          <w:tcPr>
            <w:tcW w:w="1498" w:type="dxa"/>
            <w:vAlign w:val="center"/>
          </w:tcPr>
          <w:p w:rsidR="00DD6D80" w:rsidRPr="001857A7" w:rsidRDefault="00DD6D80" w:rsidP="00856D4C">
            <w:pPr>
              <w:jc w:val="center"/>
              <w:rPr>
                <w:b/>
                <w:bCs/>
              </w:rPr>
            </w:pPr>
            <w:r w:rsidRPr="001857A7">
              <w:rPr>
                <w:b/>
                <w:bCs/>
              </w:rPr>
              <w:t>21</w:t>
            </w:r>
          </w:p>
        </w:tc>
        <w:tc>
          <w:tcPr>
            <w:tcW w:w="1273" w:type="dxa"/>
            <w:vAlign w:val="center"/>
          </w:tcPr>
          <w:p w:rsidR="00DD6D80" w:rsidRPr="001857A7" w:rsidRDefault="00DD6D80" w:rsidP="00856D4C">
            <w:pPr>
              <w:jc w:val="center"/>
              <w:rPr>
                <w:b/>
                <w:bCs/>
              </w:rPr>
            </w:pPr>
            <w:r w:rsidRPr="001857A7">
              <w:rPr>
                <w:b/>
                <w:bCs/>
              </w:rPr>
              <w:t>23</w:t>
            </w:r>
          </w:p>
        </w:tc>
        <w:tc>
          <w:tcPr>
            <w:tcW w:w="1296" w:type="dxa"/>
            <w:vAlign w:val="center"/>
          </w:tcPr>
          <w:p w:rsidR="00DD6D80" w:rsidRPr="001857A7" w:rsidRDefault="00DD6D80" w:rsidP="00856D4C">
            <w:pPr>
              <w:jc w:val="center"/>
              <w:rPr>
                <w:b/>
                <w:bCs/>
              </w:rPr>
            </w:pPr>
            <w:r w:rsidRPr="001857A7">
              <w:rPr>
                <w:b/>
                <w:bCs/>
              </w:rPr>
              <w:t>23</w:t>
            </w:r>
          </w:p>
        </w:tc>
        <w:tc>
          <w:tcPr>
            <w:tcW w:w="1319" w:type="dxa"/>
            <w:vAlign w:val="center"/>
          </w:tcPr>
          <w:p w:rsidR="00DD6D80" w:rsidRPr="001857A7" w:rsidRDefault="00DD6D80" w:rsidP="00856D4C">
            <w:pPr>
              <w:jc w:val="center"/>
              <w:rPr>
                <w:b/>
                <w:bCs/>
              </w:rPr>
            </w:pPr>
            <w:r w:rsidRPr="001857A7">
              <w:rPr>
                <w:b/>
                <w:bCs/>
              </w:rPr>
              <w:t>23</w:t>
            </w:r>
          </w:p>
        </w:tc>
      </w:tr>
    </w:tbl>
    <w:p w:rsidR="00DD6D80" w:rsidRDefault="00DD6D80" w:rsidP="00DA2CEF">
      <w:pPr>
        <w:tabs>
          <w:tab w:val="left" w:pos="6180"/>
        </w:tabs>
        <w:ind w:right="-1341"/>
      </w:pPr>
      <w:r w:rsidRPr="000C2D14">
        <w:t xml:space="preserve">                              </w:t>
      </w:r>
    </w:p>
    <w:p w:rsidR="00DD6D80" w:rsidRDefault="00DD6D80" w:rsidP="00DA2CEF">
      <w:pPr>
        <w:tabs>
          <w:tab w:val="left" w:pos="6180"/>
        </w:tabs>
        <w:ind w:right="-1341"/>
        <w:jc w:val="center"/>
        <w:rPr>
          <w:b/>
          <w:bCs/>
        </w:rPr>
      </w:pPr>
    </w:p>
    <w:p w:rsidR="00DD6D80" w:rsidRDefault="00DD6D80" w:rsidP="00DA2CEF">
      <w:pPr>
        <w:tabs>
          <w:tab w:val="left" w:pos="6180"/>
        </w:tabs>
        <w:ind w:right="-1341"/>
        <w:jc w:val="center"/>
        <w:rPr>
          <w:b/>
          <w:bCs/>
        </w:rPr>
      </w:pPr>
    </w:p>
    <w:p w:rsidR="00DD6D80" w:rsidRDefault="00DD6D80" w:rsidP="00DA2CEF">
      <w:pPr>
        <w:tabs>
          <w:tab w:val="left" w:pos="6180"/>
        </w:tabs>
        <w:ind w:right="-1341"/>
        <w:jc w:val="center"/>
        <w:rPr>
          <w:b/>
          <w:bCs/>
        </w:rPr>
      </w:pPr>
    </w:p>
    <w:p w:rsidR="00DD6D80" w:rsidRPr="000C2D14" w:rsidRDefault="00DD6D80" w:rsidP="00DA2CEF">
      <w:pPr>
        <w:tabs>
          <w:tab w:val="left" w:pos="6180"/>
        </w:tabs>
        <w:ind w:right="-1341"/>
        <w:jc w:val="center"/>
        <w:rPr>
          <w:b/>
          <w:bCs/>
        </w:rPr>
      </w:pPr>
      <w:r w:rsidRPr="000C2D14">
        <w:rPr>
          <w:b/>
          <w:bCs/>
        </w:rPr>
        <w:t>Внеурочная деятельность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4"/>
        <w:gridCol w:w="1260"/>
        <w:gridCol w:w="1260"/>
        <w:gridCol w:w="1065"/>
        <w:gridCol w:w="1095"/>
      </w:tblGrid>
      <w:tr w:rsidR="00DD6D80" w:rsidRPr="000C2D14">
        <w:trPr>
          <w:trHeight w:val="645"/>
          <w:jc w:val="center"/>
        </w:trPr>
        <w:tc>
          <w:tcPr>
            <w:tcW w:w="4604" w:type="dxa"/>
            <w:vMerge w:val="restart"/>
            <w:vAlign w:val="center"/>
          </w:tcPr>
          <w:p w:rsidR="00DD6D80" w:rsidRPr="000C2D14" w:rsidRDefault="00DD6D80" w:rsidP="00856D4C">
            <w:pPr>
              <w:jc w:val="center"/>
            </w:pPr>
            <w:r w:rsidRPr="000C2D14">
              <w:t xml:space="preserve">Направления </w:t>
            </w:r>
          </w:p>
          <w:p w:rsidR="00DD6D80" w:rsidRPr="000C2D14" w:rsidRDefault="00DD6D80" w:rsidP="00856D4C">
            <w:pPr>
              <w:jc w:val="center"/>
            </w:pPr>
            <w:r w:rsidRPr="000C2D14">
              <w:t>(формы работы - кружки, секции, студии, экскурсии и др.)</w:t>
            </w:r>
          </w:p>
        </w:tc>
        <w:tc>
          <w:tcPr>
            <w:tcW w:w="4680" w:type="dxa"/>
            <w:gridSpan w:val="4"/>
          </w:tcPr>
          <w:p w:rsidR="00DD6D80" w:rsidRPr="000C2D14" w:rsidRDefault="00DD6D80" w:rsidP="00856D4C">
            <w:pPr>
              <w:jc w:val="center"/>
            </w:pPr>
            <w:r w:rsidRPr="000C2D14">
              <w:t>Количество часов в неделю</w:t>
            </w:r>
          </w:p>
        </w:tc>
      </w:tr>
      <w:tr w:rsidR="00DD6D80" w:rsidRPr="000C2D14">
        <w:trPr>
          <w:trHeight w:val="306"/>
          <w:jc w:val="center"/>
        </w:trPr>
        <w:tc>
          <w:tcPr>
            <w:tcW w:w="4604" w:type="dxa"/>
            <w:vMerge/>
            <w:vAlign w:val="center"/>
          </w:tcPr>
          <w:p w:rsidR="00DD6D80" w:rsidRPr="000C2D14" w:rsidRDefault="00DD6D80" w:rsidP="00856D4C">
            <w:pPr>
              <w:jc w:val="center"/>
            </w:pPr>
          </w:p>
        </w:tc>
        <w:tc>
          <w:tcPr>
            <w:tcW w:w="1260" w:type="dxa"/>
          </w:tcPr>
          <w:p w:rsidR="00DD6D80" w:rsidRPr="000C2D14" w:rsidRDefault="00DD6D80" w:rsidP="00856D4C">
            <w:pPr>
              <w:jc w:val="center"/>
            </w:pPr>
            <w:r w:rsidRPr="000C2D14">
              <w:t>1 класс</w:t>
            </w:r>
          </w:p>
        </w:tc>
        <w:tc>
          <w:tcPr>
            <w:tcW w:w="1260" w:type="dxa"/>
          </w:tcPr>
          <w:p w:rsidR="00DD6D80" w:rsidRPr="000C2D14" w:rsidRDefault="00DD6D80" w:rsidP="00856D4C">
            <w:pPr>
              <w:jc w:val="center"/>
            </w:pPr>
            <w:r w:rsidRPr="000C2D14">
              <w:t>2</w:t>
            </w:r>
            <w:r>
              <w:t xml:space="preserve"> </w:t>
            </w:r>
            <w:r w:rsidRPr="000C2D14">
              <w:t>класс</w:t>
            </w:r>
          </w:p>
        </w:tc>
        <w:tc>
          <w:tcPr>
            <w:tcW w:w="1065" w:type="dxa"/>
          </w:tcPr>
          <w:p w:rsidR="00DD6D80" w:rsidRPr="000C2D14" w:rsidRDefault="00DD6D80" w:rsidP="00856D4C">
            <w:pPr>
              <w:jc w:val="center"/>
            </w:pPr>
            <w:r w:rsidRPr="000C2D14">
              <w:t>3класс</w:t>
            </w:r>
          </w:p>
        </w:tc>
        <w:tc>
          <w:tcPr>
            <w:tcW w:w="1095" w:type="dxa"/>
          </w:tcPr>
          <w:p w:rsidR="00DD6D80" w:rsidRPr="000C2D14" w:rsidRDefault="00DD6D80" w:rsidP="00856D4C">
            <w:pPr>
              <w:jc w:val="center"/>
            </w:pPr>
            <w:r w:rsidRPr="000C2D14">
              <w:t>4 класс</w:t>
            </w:r>
          </w:p>
        </w:tc>
      </w:tr>
      <w:tr w:rsidR="00DD6D80" w:rsidRPr="000C2D14">
        <w:trPr>
          <w:trHeight w:val="321"/>
          <w:jc w:val="center"/>
        </w:trPr>
        <w:tc>
          <w:tcPr>
            <w:tcW w:w="4604" w:type="dxa"/>
          </w:tcPr>
          <w:p w:rsidR="00DD6D80" w:rsidRPr="000C2D14" w:rsidRDefault="00DD6D80" w:rsidP="00856D4C">
            <w:r w:rsidRPr="000C2D14">
              <w:t xml:space="preserve">Спортивно-оздоровительное </w:t>
            </w:r>
          </w:p>
        </w:tc>
        <w:tc>
          <w:tcPr>
            <w:tcW w:w="1260" w:type="dxa"/>
          </w:tcPr>
          <w:p w:rsidR="00DD6D80" w:rsidRPr="000C2D14" w:rsidRDefault="00DD6D80" w:rsidP="00856D4C">
            <w:pPr>
              <w:jc w:val="center"/>
            </w:pPr>
            <w:r>
              <w:t>1</w:t>
            </w:r>
          </w:p>
        </w:tc>
        <w:tc>
          <w:tcPr>
            <w:tcW w:w="1260" w:type="dxa"/>
          </w:tcPr>
          <w:p w:rsidR="00DD6D80" w:rsidRPr="000C2D14" w:rsidRDefault="00DD6D80" w:rsidP="00856D4C">
            <w:pPr>
              <w:jc w:val="center"/>
            </w:pPr>
            <w:r>
              <w:t>1</w:t>
            </w:r>
          </w:p>
        </w:tc>
        <w:tc>
          <w:tcPr>
            <w:tcW w:w="1065" w:type="dxa"/>
          </w:tcPr>
          <w:p w:rsidR="00DD6D80" w:rsidRPr="000C2D14" w:rsidRDefault="00DD6D80" w:rsidP="00856D4C">
            <w:pPr>
              <w:jc w:val="center"/>
            </w:pPr>
            <w:r>
              <w:t>1</w:t>
            </w:r>
          </w:p>
        </w:tc>
        <w:tc>
          <w:tcPr>
            <w:tcW w:w="1095" w:type="dxa"/>
          </w:tcPr>
          <w:p w:rsidR="00DD6D80" w:rsidRPr="000C2D14" w:rsidRDefault="00DD6D80" w:rsidP="00856D4C">
            <w:pPr>
              <w:jc w:val="center"/>
            </w:pPr>
            <w:r>
              <w:t>1</w:t>
            </w:r>
          </w:p>
        </w:tc>
      </w:tr>
      <w:tr w:rsidR="00DD6D80" w:rsidRPr="000C2D14">
        <w:trPr>
          <w:trHeight w:val="321"/>
          <w:jc w:val="center"/>
        </w:trPr>
        <w:tc>
          <w:tcPr>
            <w:tcW w:w="4604" w:type="dxa"/>
          </w:tcPr>
          <w:p w:rsidR="00DD6D80" w:rsidRPr="000C2D14" w:rsidRDefault="00DD6D80" w:rsidP="00856D4C">
            <w:r w:rsidRPr="000C2D14">
              <w:t xml:space="preserve">Общеинтеллектуальное </w:t>
            </w:r>
          </w:p>
        </w:tc>
        <w:tc>
          <w:tcPr>
            <w:tcW w:w="1260" w:type="dxa"/>
          </w:tcPr>
          <w:p w:rsidR="00DD6D80" w:rsidRPr="000C2D14" w:rsidRDefault="00DD6D80" w:rsidP="00856D4C">
            <w:pPr>
              <w:jc w:val="center"/>
            </w:pPr>
            <w:r>
              <w:t>1,5</w:t>
            </w:r>
          </w:p>
        </w:tc>
        <w:tc>
          <w:tcPr>
            <w:tcW w:w="1260" w:type="dxa"/>
          </w:tcPr>
          <w:p w:rsidR="00DD6D80" w:rsidRPr="000C2D14" w:rsidRDefault="00DD6D80" w:rsidP="00856D4C">
            <w:pPr>
              <w:jc w:val="center"/>
            </w:pPr>
            <w:r>
              <w:t>1,5</w:t>
            </w:r>
          </w:p>
        </w:tc>
        <w:tc>
          <w:tcPr>
            <w:tcW w:w="1065" w:type="dxa"/>
          </w:tcPr>
          <w:p w:rsidR="00DD6D80" w:rsidRPr="000C2D14" w:rsidRDefault="00DD6D80" w:rsidP="00856D4C">
            <w:pPr>
              <w:jc w:val="center"/>
            </w:pPr>
            <w:r>
              <w:t>1,5</w:t>
            </w:r>
          </w:p>
        </w:tc>
        <w:tc>
          <w:tcPr>
            <w:tcW w:w="1095" w:type="dxa"/>
          </w:tcPr>
          <w:p w:rsidR="00DD6D80" w:rsidRPr="000C2D14" w:rsidRDefault="00DD6D80" w:rsidP="00856D4C">
            <w:pPr>
              <w:jc w:val="center"/>
            </w:pPr>
            <w:r>
              <w:t>1.5</w:t>
            </w:r>
          </w:p>
        </w:tc>
      </w:tr>
      <w:tr w:rsidR="00DD6D80" w:rsidRPr="000C2D14">
        <w:trPr>
          <w:trHeight w:val="336"/>
          <w:jc w:val="center"/>
        </w:trPr>
        <w:tc>
          <w:tcPr>
            <w:tcW w:w="4604" w:type="dxa"/>
          </w:tcPr>
          <w:p w:rsidR="00DD6D80" w:rsidRPr="000C2D14" w:rsidRDefault="00DD6D80" w:rsidP="00856D4C">
            <w:r w:rsidRPr="000C2D14">
              <w:t xml:space="preserve">Духовно-нравственное </w:t>
            </w:r>
          </w:p>
        </w:tc>
        <w:tc>
          <w:tcPr>
            <w:tcW w:w="1260" w:type="dxa"/>
          </w:tcPr>
          <w:p w:rsidR="00DD6D80" w:rsidRPr="000C2D14" w:rsidRDefault="00DD6D80" w:rsidP="0063332F">
            <w:pPr>
              <w:jc w:val="center"/>
            </w:pPr>
            <w:r>
              <w:t>1,5</w:t>
            </w:r>
          </w:p>
        </w:tc>
        <w:tc>
          <w:tcPr>
            <w:tcW w:w="1260" w:type="dxa"/>
          </w:tcPr>
          <w:p w:rsidR="00DD6D80" w:rsidRPr="000C2D14" w:rsidRDefault="00DD6D80" w:rsidP="0063332F">
            <w:pPr>
              <w:jc w:val="center"/>
            </w:pPr>
            <w:r>
              <w:t>1,5</w:t>
            </w:r>
          </w:p>
        </w:tc>
        <w:tc>
          <w:tcPr>
            <w:tcW w:w="1065" w:type="dxa"/>
          </w:tcPr>
          <w:p w:rsidR="00DD6D80" w:rsidRPr="000C2D14" w:rsidRDefault="00DD6D80" w:rsidP="0063332F">
            <w:pPr>
              <w:jc w:val="center"/>
            </w:pPr>
            <w:r>
              <w:t>1,5</w:t>
            </w:r>
          </w:p>
        </w:tc>
        <w:tc>
          <w:tcPr>
            <w:tcW w:w="1095" w:type="dxa"/>
          </w:tcPr>
          <w:p w:rsidR="00DD6D80" w:rsidRPr="000C2D14" w:rsidRDefault="00DD6D80" w:rsidP="0063332F">
            <w:pPr>
              <w:jc w:val="center"/>
            </w:pPr>
            <w:r>
              <w:t>1.5</w:t>
            </w:r>
          </w:p>
        </w:tc>
      </w:tr>
      <w:tr w:rsidR="00DD6D80" w:rsidRPr="000C2D14">
        <w:trPr>
          <w:trHeight w:val="321"/>
          <w:jc w:val="center"/>
        </w:trPr>
        <w:tc>
          <w:tcPr>
            <w:tcW w:w="4604" w:type="dxa"/>
          </w:tcPr>
          <w:p w:rsidR="00DD6D80" w:rsidRPr="000C2D14" w:rsidRDefault="00DD6D80" w:rsidP="00856D4C">
            <w:r w:rsidRPr="000C2D14">
              <w:t xml:space="preserve">Общекультурное </w:t>
            </w:r>
          </w:p>
        </w:tc>
        <w:tc>
          <w:tcPr>
            <w:tcW w:w="1260" w:type="dxa"/>
          </w:tcPr>
          <w:p w:rsidR="00DD6D80" w:rsidRPr="000C2D14" w:rsidRDefault="00DD6D80" w:rsidP="00856D4C">
            <w:pPr>
              <w:jc w:val="center"/>
            </w:pPr>
            <w:r>
              <w:t>1</w:t>
            </w:r>
          </w:p>
        </w:tc>
        <w:tc>
          <w:tcPr>
            <w:tcW w:w="1260" w:type="dxa"/>
          </w:tcPr>
          <w:p w:rsidR="00DD6D80" w:rsidRPr="000C2D14" w:rsidRDefault="00DD6D80" w:rsidP="00856D4C">
            <w:pPr>
              <w:jc w:val="center"/>
            </w:pPr>
            <w:r>
              <w:t>1</w:t>
            </w:r>
          </w:p>
        </w:tc>
        <w:tc>
          <w:tcPr>
            <w:tcW w:w="1065" w:type="dxa"/>
          </w:tcPr>
          <w:p w:rsidR="00DD6D80" w:rsidRPr="000C2D14" w:rsidRDefault="00DD6D80" w:rsidP="00856D4C">
            <w:pPr>
              <w:jc w:val="center"/>
            </w:pPr>
            <w:r>
              <w:t>1</w:t>
            </w:r>
          </w:p>
        </w:tc>
        <w:tc>
          <w:tcPr>
            <w:tcW w:w="1095" w:type="dxa"/>
          </w:tcPr>
          <w:p w:rsidR="00DD6D80" w:rsidRPr="000C2D14" w:rsidRDefault="00DD6D80" w:rsidP="00856D4C">
            <w:pPr>
              <w:jc w:val="center"/>
            </w:pPr>
            <w:r>
              <w:t>1</w:t>
            </w:r>
          </w:p>
        </w:tc>
      </w:tr>
      <w:tr w:rsidR="00DD6D80" w:rsidRPr="000C2D14">
        <w:trPr>
          <w:trHeight w:val="321"/>
          <w:jc w:val="center"/>
        </w:trPr>
        <w:tc>
          <w:tcPr>
            <w:tcW w:w="4604" w:type="dxa"/>
          </w:tcPr>
          <w:p w:rsidR="00DD6D80" w:rsidRPr="000C2D14" w:rsidRDefault="00DD6D80" w:rsidP="00856D4C">
            <w:r w:rsidRPr="000C2D14">
              <w:t xml:space="preserve">Социальное </w:t>
            </w:r>
          </w:p>
        </w:tc>
        <w:tc>
          <w:tcPr>
            <w:tcW w:w="1260" w:type="dxa"/>
          </w:tcPr>
          <w:p w:rsidR="00DD6D80" w:rsidRPr="000C2D14" w:rsidRDefault="00DD6D80" w:rsidP="00856D4C">
            <w:pPr>
              <w:jc w:val="center"/>
            </w:pPr>
            <w:r>
              <w:t>3</w:t>
            </w:r>
          </w:p>
        </w:tc>
        <w:tc>
          <w:tcPr>
            <w:tcW w:w="1260" w:type="dxa"/>
          </w:tcPr>
          <w:p w:rsidR="00DD6D80" w:rsidRPr="000C2D14" w:rsidRDefault="00DD6D80" w:rsidP="00856D4C">
            <w:pPr>
              <w:jc w:val="center"/>
            </w:pPr>
            <w:r>
              <w:t>3</w:t>
            </w:r>
          </w:p>
        </w:tc>
        <w:tc>
          <w:tcPr>
            <w:tcW w:w="1065" w:type="dxa"/>
          </w:tcPr>
          <w:p w:rsidR="00DD6D80" w:rsidRPr="000C2D14" w:rsidRDefault="00DD6D80" w:rsidP="00856D4C">
            <w:pPr>
              <w:jc w:val="center"/>
            </w:pPr>
            <w:r>
              <w:t>3</w:t>
            </w:r>
          </w:p>
        </w:tc>
        <w:tc>
          <w:tcPr>
            <w:tcW w:w="1095" w:type="dxa"/>
          </w:tcPr>
          <w:p w:rsidR="00DD6D80" w:rsidRPr="000C2D14" w:rsidRDefault="00DD6D80" w:rsidP="00856D4C">
            <w:pPr>
              <w:jc w:val="center"/>
            </w:pPr>
            <w:r>
              <w:t>3</w:t>
            </w:r>
          </w:p>
        </w:tc>
      </w:tr>
      <w:tr w:rsidR="00DD6D80" w:rsidRPr="000C2D14">
        <w:trPr>
          <w:trHeight w:val="336"/>
          <w:jc w:val="center"/>
        </w:trPr>
        <w:tc>
          <w:tcPr>
            <w:tcW w:w="4604" w:type="dxa"/>
          </w:tcPr>
          <w:p w:rsidR="00DD6D80" w:rsidRPr="000C2D14" w:rsidRDefault="00DD6D80" w:rsidP="00856D4C">
            <w:pPr>
              <w:jc w:val="right"/>
            </w:pPr>
            <w:r w:rsidRPr="000C2D14">
              <w:t>Итого:</w:t>
            </w:r>
          </w:p>
        </w:tc>
        <w:tc>
          <w:tcPr>
            <w:tcW w:w="1260" w:type="dxa"/>
          </w:tcPr>
          <w:p w:rsidR="00DD6D80" w:rsidRPr="000C2D14" w:rsidRDefault="00DD6D80" w:rsidP="00856D4C">
            <w:pPr>
              <w:jc w:val="center"/>
              <w:rPr>
                <w:b/>
                <w:bCs/>
              </w:rPr>
            </w:pPr>
            <w:r w:rsidRPr="000C2D14">
              <w:rPr>
                <w:b/>
                <w:bCs/>
              </w:rPr>
              <w:t>8</w:t>
            </w:r>
          </w:p>
        </w:tc>
        <w:tc>
          <w:tcPr>
            <w:tcW w:w="1260" w:type="dxa"/>
          </w:tcPr>
          <w:p w:rsidR="00DD6D80" w:rsidRPr="000C2D14" w:rsidRDefault="00DD6D80" w:rsidP="00856D4C">
            <w:pPr>
              <w:jc w:val="center"/>
              <w:rPr>
                <w:b/>
                <w:bCs/>
              </w:rPr>
            </w:pPr>
            <w:r w:rsidRPr="000C2D14">
              <w:rPr>
                <w:b/>
                <w:bCs/>
              </w:rPr>
              <w:t>8</w:t>
            </w:r>
          </w:p>
        </w:tc>
        <w:tc>
          <w:tcPr>
            <w:tcW w:w="1065" w:type="dxa"/>
          </w:tcPr>
          <w:p w:rsidR="00DD6D80" w:rsidRPr="000C2D14" w:rsidRDefault="00DD6D80" w:rsidP="00856D4C">
            <w:pPr>
              <w:jc w:val="center"/>
              <w:rPr>
                <w:b/>
                <w:bCs/>
              </w:rPr>
            </w:pPr>
            <w:r w:rsidRPr="000C2D14">
              <w:rPr>
                <w:b/>
                <w:bCs/>
              </w:rPr>
              <w:t>8</w:t>
            </w:r>
          </w:p>
        </w:tc>
        <w:tc>
          <w:tcPr>
            <w:tcW w:w="1095" w:type="dxa"/>
          </w:tcPr>
          <w:p w:rsidR="00DD6D80" w:rsidRPr="000C2D14" w:rsidRDefault="00DD6D80" w:rsidP="00856D4C">
            <w:pPr>
              <w:jc w:val="center"/>
              <w:rPr>
                <w:b/>
                <w:bCs/>
              </w:rPr>
            </w:pPr>
            <w:r w:rsidRPr="000C2D14">
              <w:rPr>
                <w:b/>
                <w:bCs/>
              </w:rPr>
              <w:t>8</w:t>
            </w:r>
          </w:p>
        </w:tc>
      </w:tr>
    </w:tbl>
    <w:p w:rsidR="00DD6D80" w:rsidRPr="00FC11B4" w:rsidRDefault="00DD6D80" w:rsidP="00DA2CEF">
      <w:pPr>
        <w:pStyle w:val="a"/>
        <w:spacing w:before="1" w:beforeAutospacing="1" w:after="1" w:afterAutospacing="1"/>
        <w:jc w:val="both"/>
      </w:pPr>
      <w:r w:rsidRPr="00FC11B4">
        <w:t>Про</w:t>
      </w:r>
      <w:r>
        <w:t>межуточная аттестация  проводит</w:t>
      </w:r>
      <w:r w:rsidRPr="00FC11B4">
        <w:t>ся в</w:t>
      </w:r>
      <w:r>
        <w:t>о</w:t>
      </w:r>
      <w:r w:rsidRPr="00FC11B4">
        <w:t xml:space="preserve"> 2-</w:t>
      </w:r>
      <w:r>
        <w:t xml:space="preserve">4  </w:t>
      </w:r>
      <w:r w:rsidRPr="00FC11B4">
        <w:t xml:space="preserve"> классах  </w:t>
      </w:r>
      <w:r>
        <w:t>по всем предметам учебного плана: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 w:rsidRPr="00736B22">
              <w:t>Предмет</w:t>
            </w:r>
            <w:r>
              <w:t xml:space="preserve"> </w:t>
            </w:r>
          </w:p>
        </w:tc>
        <w:tc>
          <w:tcPr>
            <w:tcW w:w="4786" w:type="dxa"/>
          </w:tcPr>
          <w:p w:rsidR="00DD6D80" w:rsidRPr="00736B22" w:rsidRDefault="00DD6D80" w:rsidP="00856D4C">
            <w:r w:rsidRPr="00736B22">
              <w:t>Форма</w:t>
            </w:r>
            <w:r>
              <w:t xml:space="preserve"> 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 w:rsidRPr="00736B22">
              <w:t xml:space="preserve">Математика </w:t>
            </w:r>
          </w:p>
        </w:tc>
        <w:tc>
          <w:tcPr>
            <w:tcW w:w="4786" w:type="dxa"/>
          </w:tcPr>
          <w:p w:rsidR="00DD6D80" w:rsidRPr="00736B22" w:rsidRDefault="00DD6D80" w:rsidP="002D3DBF">
            <w:r w:rsidRPr="00736B22">
              <w:t>Тест,</w:t>
            </w:r>
            <w:r>
              <w:t xml:space="preserve"> </w:t>
            </w:r>
            <w:r w:rsidRPr="00736B22">
              <w:t>контрольная работа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 w:rsidRPr="00736B22">
              <w:t>Русский язык</w:t>
            </w:r>
          </w:p>
        </w:tc>
        <w:tc>
          <w:tcPr>
            <w:tcW w:w="4786" w:type="dxa"/>
          </w:tcPr>
          <w:p w:rsidR="00DD6D80" w:rsidRPr="00736B22" w:rsidRDefault="00DD6D80" w:rsidP="00856D4C">
            <w:r w:rsidRPr="00736B22">
              <w:t xml:space="preserve">Изложение,  </w:t>
            </w:r>
            <w:r>
              <w:t>диктант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>
              <w:t>Литературное чтение</w:t>
            </w:r>
          </w:p>
        </w:tc>
        <w:tc>
          <w:tcPr>
            <w:tcW w:w="4786" w:type="dxa"/>
          </w:tcPr>
          <w:p w:rsidR="00DD6D80" w:rsidRPr="00736B22" w:rsidRDefault="00DD6D80" w:rsidP="00856D4C">
            <w:r>
              <w:rPr>
                <w:color w:val="000000"/>
              </w:rPr>
              <w:t>П</w:t>
            </w:r>
            <w:r w:rsidRPr="00A96CC1">
              <w:rPr>
                <w:color w:val="000000"/>
              </w:rPr>
              <w:t>роверка техники чтения</w:t>
            </w:r>
            <w:r>
              <w:rPr>
                <w:color w:val="000000"/>
              </w:rPr>
              <w:t xml:space="preserve"> 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 w:rsidRPr="00736B22">
              <w:t>Иностранный язык</w:t>
            </w:r>
            <w:r>
              <w:t xml:space="preserve"> (английский)</w:t>
            </w:r>
          </w:p>
        </w:tc>
        <w:tc>
          <w:tcPr>
            <w:tcW w:w="4786" w:type="dxa"/>
          </w:tcPr>
          <w:p w:rsidR="00DD6D80" w:rsidRPr="00736B22" w:rsidRDefault="00DD6D80" w:rsidP="00856D4C">
            <w:r w:rsidRPr="00736B22">
              <w:t>Тест, контрольная работа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 w:rsidRPr="00736B22">
              <w:t xml:space="preserve">Технология </w:t>
            </w:r>
          </w:p>
        </w:tc>
        <w:tc>
          <w:tcPr>
            <w:tcW w:w="4786" w:type="dxa"/>
          </w:tcPr>
          <w:p w:rsidR="00DD6D80" w:rsidRPr="00736B22" w:rsidRDefault="00DD6D80" w:rsidP="00856D4C">
            <w:r w:rsidRPr="00736B22">
              <w:t xml:space="preserve">Тест, </w:t>
            </w:r>
            <w:r>
              <w:t>выставка работ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856D4C">
            <w:r>
              <w:t xml:space="preserve">Изо </w:t>
            </w:r>
          </w:p>
        </w:tc>
        <w:tc>
          <w:tcPr>
            <w:tcW w:w="4786" w:type="dxa"/>
          </w:tcPr>
          <w:p w:rsidR="00DD6D80" w:rsidRPr="00736B22" w:rsidRDefault="00DD6D80" w:rsidP="00856D4C">
            <w:r>
              <w:t>Выставка  работ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856D4C">
            <w:r>
              <w:t>Музыка</w:t>
            </w:r>
          </w:p>
        </w:tc>
        <w:tc>
          <w:tcPr>
            <w:tcW w:w="4786" w:type="dxa"/>
          </w:tcPr>
          <w:p w:rsidR="00DD6D80" w:rsidRDefault="00DD6D80" w:rsidP="00856D4C">
            <w:r>
              <w:t>Отчетный концерт, хоровое пение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856D4C">
            <w:r>
              <w:t>Физическая культура</w:t>
            </w:r>
          </w:p>
        </w:tc>
        <w:tc>
          <w:tcPr>
            <w:tcW w:w="4786" w:type="dxa"/>
          </w:tcPr>
          <w:p w:rsidR="00DD6D80" w:rsidRDefault="00DD6D80" w:rsidP="00856D4C">
            <w:r>
              <w:t>Портфель спортивных достижений, сдача нормативов ГТО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856D4C">
            <w:r>
              <w:t>Окружающий мир</w:t>
            </w:r>
          </w:p>
        </w:tc>
        <w:tc>
          <w:tcPr>
            <w:tcW w:w="4786" w:type="dxa"/>
          </w:tcPr>
          <w:p w:rsidR="00DD6D80" w:rsidRDefault="00DD6D80" w:rsidP="00856D4C">
            <w:r>
              <w:t>Интегрированный тест</w:t>
            </w:r>
          </w:p>
        </w:tc>
      </w:tr>
    </w:tbl>
    <w:p w:rsidR="00DD6D80" w:rsidRDefault="00DD6D80" w:rsidP="00DA2CEF"/>
    <w:p w:rsidR="00DD6D80" w:rsidRDefault="00DD6D80" w:rsidP="00046AC7">
      <w:pPr>
        <w:pStyle w:val="a"/>
        <w:spacing w:before="1" w:beforeAutospacing="1" w:after="1" w:afterAutospacing="1"/>
        <w:jc w:val="center"/>
        <w:rPr>
          <w:b/>
          <w:bCs/>
          <w:u w:val="single"/>
        </w:rPr>
      </w:pPr>
      <w:r>
        <w:rPr>
          <w:b/>
          <w:bCs/>
          <w:u w:val="single"/>
        </w:rPr>
        <w:t>4.</w:t>
      </w:r>
      <w:r w:rsidRPr="00FC11B4">
        <w:rPr>
          <w:b/>
          <w:bCs/>
          <w:u w:val="single"/>
        </w:rPr>
        <w:t>Основное общее образование</w:t>
      </w:r>
    </w:p>
    <w:p w:rsidR="00DD6D80" w:rsidRDefault="00DD6D80" w:rsidP="00EB4044">
      <w:pPr>
        <w:pStyle w:val="a"/>
        <w:spacing w:before="1" w:beforeAutospacing="1" w:after="1" w:afterAutospacing="1"/>
        <w:jc w:val="center"/>
        <w:rPr>
          <w:b/>
          <w:bCs/>
          <w:u w:val="single"/>
        </w:rPr>
      </w:pPr>
      <w:r>
        <w:rPr>
          <w:b/>
          <w:bCs/>
          <w:u w:val="single"/>
        </w:rPr>
        <w:t>5-8 класс</w:t>
      </w:r>
    </w:p>
    <w:p w:rsidR="00DD6D80" w:rsidRPr="00AD4047" w:rsidRDefault="00DD6D80" w:rsidP="00F13831">
      <w:pPr>
        <w:pStyle w:val="NoSpacing"/>
        <w:spacing w:line="276" w:lineRule="auto"/>
        <w:jc w:val="both"/>
        <w:rPr>
          <w:color w:val="000000"/>
        </w:rPr>
      </w:pPr>
      <w:r w:rsidRPr="003C267A">
        <w:t>4.1.</w:t>
      </w:r>
      <w:r w:rsidRPr="00F13831">
        <w:rPr>
          <w:color w:val="000000"/>
        </w:rPr>
        <w:t xml:space="preserve"> </w:t>
      </w:r>
      <w:r w:rsidRPr="00AD4047">
        <w:rPr>
          <w:color w:val="000000"/>
        </w:rPr>
        <w:t>Учебный план для V – V</w:t>
      </w:r>
      <w:r>
        <w:rPr>
          <w:color w:val="000000"/>
          <w:lang w:val="en-US"/>
        </w:rPr>
        <w:t>I</w:t>
      </w:r>
      <w:r w:rsidRPr="00AD4047">
        <w:rPr>
          <w:color w:val="000000"/>
        </w:rPr>
        <w:t>I</w:t>
      </w:r>
      <w:r>
        <w:rPr>
          <w:color w:val="000000"/>
          <w:lang w:val="en-US"/>
        </w:rPr>
        <w:t>I</w:t>
      </w:r>
      <w:r w:rsidRPr="00AD4047">
        <w:rPr>
          <w:color w:val="000000"/>
        </w:rPr>
        <w:t xml:space="preserve"> классов составлен в соответствии с ФГОС</w:t>
      </w:r>
      <w:r>
        <w:rPr>
          <w:color w:val="000000"/>
        </w:rPr>
        <w:t xml:space="preserve"> </w:t>
      </w:r>
      <w:r w:rsidRPr="00AD4047">
        <w:rPr>
          <w:color w:val="000000"/>
        </w:rPr>
        <w:t>основного общего образования, утверждённым приказом Минобрнауки России от</w:t>
      </w:r>
      <w:r>
        <w:rPr>
          <w:color w:val="000000"/>
        </w:rPr>
        <w:t xml:space="preserve"> </w:t>
      </w:r>
      <w:r w:rsidRPr="00AD4047">
        <w:rPr>
          <w:color w:val="000000"/>
        </w:rPr>
        <w:t>17.12.2010 №1897 (в редакции от 31.12.2015 года) «Об утверждении федерального</w:t>
      </w:r>
      <w:r>
        <w:rPr>
          <w:color w:val="000000"/>
        </w:rPr>
        <w:t xml:space="preserve"> </w:t>
      </w:r>
      <w:r w:rsidRPr="00AD4047">
        <w:rPr>
          <w:color w:val="000000"/>
        </w:rPr>
        <w:t>государственного образовательного стандарта основного общего образования» и</w:t>
      </w:r>
      <w:r>
        <w:rPr>
          <w:color w:val="000000"/>
        </w:rPr>
        <w:t xml:space="preserve"> </w:t>
      </w:r>
      <w:r w:rsidRPr="00AD4047">
        <w:rPr>
          <w:color w:val="000000"/>
        </w:rPr>
        <w:t>является частью основной образовател</w:t>
      </w:r>
      <w:r>
        <w:rPr>
          <w:color w:val="000000"/>
        </w:rPr>
        <w:t>ьной программы основного общего</w:t>
      </w:r>
      <w:r w:rsidRPr="006257CD">
        <w:rPr>
          <w:color w:val="000000"/>
        </w:rPr>
        <w:t xml:space="preserve"> </w:t>
      </w:r>
      <w:r w:rsidRPr="00AD4047">
        <w:rPr>
          <w:color w:val="000000"/>
        </w:rPr>
        <w:t>образования, которая включает в себя учебный план и план внеурочной</w:t>
      </w:r>
      <w:r>
        <w:rPr>
          <w:color w:val="000000"/>
        </w:rPr>
        <w:t xml:space="preserve">   </w:t>
      </w:r>
      <w:r w:rsidRPr="00AD4047">
        <w:rPr>
          <w:color w:val="000000"/>
        </w:rPr>
        <w:t>деятельности, составленный с учётом интересов обучающихся и возможностей</w:t>
      </w:r>
      <w:r>
        <w:rPr>
          <w:color w:val="000000"/>
        </w:rPr>
        <w:t xml:space="preserve"> </w:t>
      </w:r>
      <w:r w:rsidRPr="00AD4047">
        <w:rPr>
          <w:color w:val="000000"/>
        </w:rPr>
        <w:t>организации по направлениям развития личности.</w:t>
      </w:r>
    </w:p>
    <w:p w:rsidR="00DD6D80" w:rsidRPr="00AD4047" w:rsidRDefault="00DD6D80" w:rsidP="00F13831">
      <w:pPr>
        <w:pStyle w:val="NoSpacing"/>
        <w:spacing w:line="276" w:lineRule="auto"/>
        <w:jc w:val="both"/>
        <w:rPr>
          <w:color w:val="000000"/>
        </w:rPr>
      </w:pPr>
      <w:r w:rsidRPr="00AD4047">
        <w:rPr>
          <w:color w:val="000000"/>
        </w:rPr>
        <w:t>Учебный план включает две части: обязательную и формируемую участниками</w:t>
      </w:r>
      <w:r>
        <w:rPr>
          <w:color w:val="000000"/>
        </w:rPr>
        <w:t xml:space="preserve"> </w:t>
      </w:r>
      <w:r w:rsidRPr="00AD4047">
        <w:rPr>
          <w:color w:val="000000"/>
        </w:rPr>
        <w:t>образовательных отношений. Содержание образования, определенное</w:t>
      </w:r>
      <w:r>
        <w:rPr>
          <w:color w:val="000000"/>
        </w:rPr>
        <w:t xml:space="preserve"> </w:t>
      </w:r>
      <w:r w:rsidRPr="00AD4047">
        <w:rPr>
          <w:color w:val="000000"/>
        </w:rPr>
        <w:t>обязательной частью, обеспечивает приобщение обучающихся к общекультурным и</w:t>
      </w:r>
      <w:r>
        <w:rPr>
          <w:color w:val="000000"/>
        </w:rPr>
        <w:t xml:space="preserve"> </w:t>
      </w:r>
      <w:r w:rsidRPr="00AD4047">
        <w:rPr>
          <w:color w:val="000000"/>
        </w:rPr>
        <w:t>национально-значимым ценностям, формирует систему предметных навыков и</w:t>
      </w:r>
      <w:r>
        <w:rPr>
          <w:color w:val="000000"/>
        </w:rPr>
        <w:t xml:space="preserve"> </w:t>
      </w:r>
      <w:r w:rsidRPr="00AD4047">
        <w:rPr>
          <w:color w:val="000000"/>
        </w:rPr>
        <w:t>личностных качеств, соответствующих требованиям стандарта.</w:t>
      </w:r>
    </w:p>
    <w:p w:rsidR="00DD6D80" w:rsidRPr="003C267A" w:rsidRDefault="00DD6D80" w:rsidP="003C267A">
      <w:pPr>
        <w:pStyle w:val="NormalWeb"/>
        <w:spacing w:before="0" w:beforeAutospacing="0" w:after="0" w:afterAutospacing="0" w:line="276" w:lineRule="auto"/>
      </w:pPr>
      <w:r w:rsidRPr="003C267A">
        <w:t>4.2.В 5-8 классах 3-й час физической культуры вынесен за рамки аудиторной деятельности.</w:t>
      </w:r>
    </w:p>
    <w:p w:rsidR="00DD6D80" w:rsidRPr="00FC11B4" w:rsidRDefault="00DD6D80" w:rsidP="00AD5910">
      <w:pPr>
        <w:pStyle w:val="a"/>
        <w:jc w:val="both"/>
      </w:pPr>
      <w:r w:rsidRPr="003C267A">
        <w:t>В рамках 1 часа занятий предмета «Физическая культура» реализуются модули комплексной программы физического воспитания под редакцией В.И. Ляха</w:t>
      </w:r>
      <w:r>
        <w:t>.</w:t>
      </w:r>
      <w:r w:rsidRPr="003C267A">
        <w:t xml:space="preserve"> </w:t>
      </w:r>
      <w:r w:rsidRPr="00FC11B4">
        <w:t xml:space="preserve">3-й час учебного предмета «Физическая культура» используется на увеличение двигательной активности и развитие физических качеств обучающихся, снятия статичной усталости и поддержку психо-эмоционального тонуса детей. </w:t>
      </w:r>
      <w:r w:rsidRPr="00FC11B4">
        <w:rPr>
          <w:spacing w:val="-2"/>
        </w:rPr>
        <w:t>Преподавание  третьего часа физической культуры ведется  в соответствии с содержанием образо</w:t>
      </w:r>
      <w:r w:rsidRPr="00FC11B4">
        <w:rPr>
          <w:spacing w:val="-3"/>
        </w:rPr>
        <w:t xml:space="preserve">вательной программы, выбранной образовательным </w:t>
      </w:r>
      <w:r w:rsidRPr="00FC11B4">
        <w:rPr>
          <w:spacing w:val="-2"/>
        </w:rPr>
        <w:t>учреждением и  с учётом</w:t>
      </w:r>
      <w:r w:rsidRPr="00FC11B4">
        <w:t xml:space="preserve"> индивидуальных способностей детей, их уровня здоровья с использованием  популярных  видов  спорта.</w:t>
      </w:r>
    </w:p>
    <w:p w:rsidR="00DD6D80" w:rsidRPr="009357CB" w:rsidRDefault="00DD6D80" w:rsidP="00AD5910">
      <w:pPr>
        <w:pStyle w:val="a"/>
        <w:jc w:val="both"/>
        <w:rPr>
          <w:color w:val="FF0000"/>
        </w:rPr>
      </w:pPr>
      <w:r w:rsidRPr="00B67565">
        <w:t>Двигательная активность обучающихся, помимо уроков физической культуры, в образовательной деятельности обеспечивается  обеспечиваться за счет:</w:t>
      </w:r>
    </w:p>
    <w:p w:rsidR="00DD6D80" w:rsidRPr="00B67565" w:rsidRDefault="00DD6D80" w:rsidP="00AD591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67565">
        <w:rPr>
          <w:rFonts w:ascii="Times New Roman" w:hAnsi="Times New Roman" w:cs="Times New Roman"/>
          <w:sz w:val="24"/>
          <w:szCs w:val="24"/>
        </w:rPr>
        <w:t xml:space="preserve">- физкультминуток в соответствии с рекомендуемым </w:t>
      </w:r>
      <w:r w:rsidRPr="00B67565">
        <w:rPr>
          <w:rFonts w:ascii="Times New Roman" w:hAnsi="Times New Roman" w:cs="Times New Roman"/>
          <w:i/>
          <w:iCs/>
          <w:sz w:val="24"/>
          <w:szCs w:val="24"/>
        </w:rPr>
        <w:t xml:space="preserve">СанПиН 2.4.2.2821-10 </w:t>
      </w:r>
      <w:r w:rsidRPr="00B67565">
        <w:rPr>
          <w:rFonts w:ascii="Times New Roman" w:hAnsi="Times New Roman" w:cs="Times New Roman"/>
          <w:sz w:val="24"/>
          <w:szCs w:val="24"/>
        </w:rPr>
        <w:t xml:space="preserve"> комплексом упражнений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B675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D80" w:rsidRPr="00B67565" w:rsidRDefault="00DD6D80" w:rsidP="00AD5910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67565">
        <w:rPr>
          <w:rFonts w:ascii="Times New Roman" w:hAnsi="Times New Roman" w:cs="Times New Roman"/>
          <w:sz w:val="24"/>
          <w:szCs w:val="24"/>
        </w:rPr>
        <w:t>- организованных подвижных игр на переменах;</w:t>
      </w:r>
    </w:p>
    <w:p w:rsidR="00DD6D80" w:rsidRDefault="00DD6D80" w:rsidP="00AD5910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67565">
        <w:rPr>
          <w:rFonts w:ascii="Times New Roman" w:hAnsi="Times New Roman" w:cs="Times New Roman"/>
          <w:sz w:val="24"/>
          <w:szCs w:val="24"/>
        </w:rPr>
        <w:t>- внеклассных спортивных занятий и соревнований, общешкольных спортивных мероприятий, дней здоровья;</w:t>
      </w:r>
    </w:p>
    <w:p w:rsidR="00DD6D80" w:rsidRPr="009357CB" w:rsidRDefault="00DD6D80" w:rsidP="00AD5910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7CB">
        <w:rPr>
          <w:rFonts w:ascii="Times New Roman" w:hAnsi="Times New Roman" w:cs="Times New Roman"/>
          <w:sz w:val="24"/>
          <w:szCs w:val="24"/>
        </w:rPr>
        <w:t>- самостоятельных занятий физической культурой в секциях и клубах</w:t>
      </w:r>
    </w:p>
    <w:p w:rsidR="00DD6D80" w:rsidRPr="003C267A" w:rsidRDefault="00DD6D80" w:rsidP="00AD5910">
      <w:pPr>
        <w:spacing w:line="276" w:lineRule="auto"/>
      </w:pPr>
      <w:r w:rsidRPr="003C267A">
        <w:t>4.3.В качестве второго иностранного языка учащиеся 5-8 классов изучают немецкий язык по 2 часа в неделю (Немецкий язык «</w:t>
      </w:r>
      <w:r w:rsidRPr="003C267A">
        <w:rPr>
          <w:lang w:val="en-US"/>
        </w:rPr>
        <w:t>Alles</w:t>
      </w:r>
      <w:r w:rsidRPr="003C267A">
        <w:t xml:space="preserve"> </w:t>
      </w:r>
      <w:r w:rsidRPr="003C267A">
        <w:rPr>
          <w:lang w:val="en-US"/>
        </w:rPr>
        <w:t>klar</w:t>
      </w:r>
      <w:r w:rsidRPr="003C267A">
        <w:t>!», 1,2 ,3– й год обучения</w:t>
      </w:r>
      <w:r>
        <w:t xml:space="preserve"> </w:t>
      </w:r>
      <w:r w:rsidRPr="003C267A">
        <w:t>О.А. Радченко, Г. Хебелер, Н.П. Степкин. Вертикаль, Москва, «Дрофа», 2014 г..)</w:t>
      </w:r>
    </w:p>
    <w:p w:rsidR="00DD6D80" w:rsidRDefault="00DD6D80" w:rsidP="00AD5910">
      <w:pPr>
        <w:spacing w:line="276" w:lineRule="auto"/>
        <w:jc w:val="both"/>
      </w:pPr>
      <w:r>
        <w:t>4.4.</w:t>
      </w:r>
      <w:r w:rsidRPr="003C267A">
        <w:t xml:space="preserve">На второй ступени обучения все предметы федерального компонента реализуются в полном объеме. </w:t>
      </w:r>
    </w:p>
    <w:p w:rsidR="00DD6D80" w:rsidRPr="003C267A" w:rsidRDefault="00DD6D80" w:rsidP="00AD5910">
      <w:pPr>
        <w:spacing w:line="276" w:lineRule="auto"/>
        <w:jc w:val="both"/>
        <w:rPr>
          <w:color w:val="000000"/>
        </w:rPr>
      </w:pPr>
      <w:r w:rsidRPr="003C267A">
        <w:t>4.</w:t>
      </w:r>
      <w:r>
        <w:t>5</w:t>
      </w:r>
      <w:r w:rsidRPr="003C267A">
        <w:t>.</w:t>
      </w:r>
      <w:r w:rsidRPr="003C267A">
        <w:rPr>
          <w:color w:val="000000"/>
        </w:rPr>
        <w:t>Вариативная часть учебного плана 5 класса реализуется через элективные курсы:</w:t>
      </w:r>
    </w:p>
    <w:p w:rsidR="00DD6D80" w:rsidRPr="003C267A" w:rsidRDefault="00DD6D80" w:rsidP="00AD5910">
      <w:pPr>
        <w:spacing w:line="276" w:lineRule="auto"/>
        <w:jc w:val="both"/>
        <w:rPr>
          <w:color w:val="000000"/>
        </w:rPr>
      </w:pPr>
      <w:r>
        <w:rPr>
          <w:color w:val="000000"/>
        </w:rPr>
        <w:t>-</w:t>
      </w:r>
      <w:r w:rsidRPr="003C267A">
        <w:rPr>
          <w:color w:val="000000"/>
        </w:rPr>
        <w:t xml:space="preserve"> </w:t>
      </w:r>
      <w:r>
        <w:t>В</w:t>
      </w:r>
      <w:r w:rsidRPr="003C267A">
        <w:t xml:space="preserve"> рамках предметной области «Математика и информатика» </w:t>
      </w:r>
      <w:r w:rsidRPr="003C267A">
        <w:rPr>
          <w:color w:val="000000"/>
        </w:rPr>
        <w:t>«Программные средства в моей профессии»,  с целью  реализации прикладного и проффориентационного направления в рамках применения ИКТ и реализации политехнического образования.</w:t>
      </w:r>
      <w:r w:rsidRPr="00B54FDD">
        <w:rPr>
          <w:color w:val="000000"/>
        </w:rPr>
        <w:t xml:space="preserve"> </w:t>
      </w:r>
      <w:r w:rsidRPr="003C267A">
        <w:rPr>
          <w:color w:val="000000"/>
        </w:rPr>
        <w:t xml:space="preserve">(1 ч.)  </w:t>
      </w:r>
    </w:p>
    <w:p w:rsidR="00DD6D80" w:rsidRPr="003C267A" w:rsidRDefault="00DD6D80" w:rsidP="00AD5910">
      <w:pPr>
        <w:spacing w:line="276" w:lineRule="auto"/>
        <w:rPr>
          <w:color w:val="000000"/>
        </w:rPr>
      </w:pPr>
      <w:r w:rsidRPr="003C267A">
        <w:rPr>
          <w:color w:val="000000"/>
        </w:rPr>
        <w:t xml:space="preserve"> </w:t>
      </w:r>
      <w:r>
        <w:rPr>
          <w:color w:val="000000"/>
        </w:rPr>
        <w:t>-</w:t>
      </w:r>
      <w:r w:rsidRPr="003C267A">
        <w:t xml:space="preserve">В рамках предметной области «Общественно научные предметы» реализуется предметный курс «Обществознание» (1 час) (Боголюбов Л.Н.,Виноградова Н.Ф.,Городецкая Н.И. и др. / Под ред. Боголюбова Л.Н.,Ивановой Л.Ф. Обществознание, 5 класс. Просвещение,2014), </w:t>
      </w:r>
      <w:r w:rsidRPr="003C267A">
        <w:rPr>
          <w:color w:val="000000"/>
        </w:rPr>
        <w:t>с целью обеспечения знаний основных норм морали гражданского общества, культурных традиций народов России, а так же для сохранения преемственности с предметной областью «Основы духовно-нравственной культуры народов России» начального общего образования.</w:t>
      </w:r>
    </w:p>
    <w:p w:rsidR="00DD6D80" w:rsidRPr="003C267A" w:rsidRDefault="00DD6D80" w:rsidP="003C267A">
      <w:pPr>
        <w:spacing w:after="92" w:line="276" w:lineRule="auto"/>
        <w:rPr>
          <w:color w:val="000000"/>
        </w:rPr>
      </w:pPr>
      <w:r>
        <w:rPr>
          <w:color w:val="000000"/>
        </w:rPr>
        <w:t>-</w:t>
      </w:r>
      <w:r w:rsidRPr="003C267A">
        <w:rPr>
          <w:color w:val="000000"/>
        </w:rPr>
        <w:t>Элективный курс «Удивительный мир слов» введен по русскому языку для развития речи обучающихся, планомерной подготовкой к сдаче устного экзамена-допуска в 9 классе, а также для развития творческих способностей детей  (1 ч.)                                                                                                                       4.</w:t>
      </w:r>
      <w:r>
        <w:rPr>
          <w:color w:val="000000"/>
        </w:rPr>
        <w:t>6</w:t>
      </w:r>
      <w:r w:rsidRPr="003C267A">
        <w:rPr>
          <w:color w:val="000000"/>
        </w:rPr>
        <w:t xml:space="preserve">. Образовательная область «Искусство» в 5-7 классах  представлена:  по 1 часу в неделю изобразительным искусством (автор программы  Б.М. Неменский) и по 1 часу музыкой (авторы программы «Музыка.5-7 классы. Искусство.8-9  классы»  Е.Д.Критская, И Э.Кашекова, Г.П.Сергеева). </w:t>
      </w:r>
    </w:p>
    <w:p w:rsidR="00DD6D80" w:rsidRDefault="00DD6D80" w:rsidP="003C267A">
      <w:pPr>
        <w:pStyle w:val="BodyText"/>
        <w:spacing w:line="276" w:lineRule="auto"/>
        <w:jc w:val="left"/>
        <w:rPr>
          <w:sz w:val="24"/>
          <w:szCs w:val="24"/>
        </w:rPr>
      </w:pPr>
      <w:r w:rsidRPr="003C267A">
        <w:rPr>
          <w:sz w:val="24"/>
          <w:szCs w:val="24"/>
        </w:rPr>
        <w:t>4.</w:t>
      </w:r>
      <w:r>
        <w:rPr>
          <w:sz w:val="24"/>
          <w:szCs w:val="24"/>
        </w:rPr>
        <w:t>7</w:t>
      </w:r>
      <w:r w:rsidRPr="003C267A">
        <w:rPr>
          <w:sz w:val="24"/>
          <w:szCs w:val="24"/>
        </w:rPr>
        <w:t xml:space="preserve">.В вариативной части учебного плана для 6 классов в рамках предметной области «Математика и информатика» </w:t>
      </w:r>
    </w:p>
    <w:p w:rsidR="00DD6D80" w:rsidRPr="003C267A" w:rsidRDefault="00DD6D80" w:rsidP="00B54FDD">
      <w:pPr>
        <w:pStyle w:val="BodyText"/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 w:rsidRPr="003C267A">
        <w:rPr>
          <w:sz w:val="24"/>
          <w:szCs w:val="24"/>
        </w:rPr>
        <w:t xml:space="preserve"> элективный курс «</w:t>
      </w:r>
      <w:r w:rsidRPr="003C267A">
        <w:rPr>
          <w:color w:val="000000"/>
          <w:sz w:val="24"/>
          <w:szCs w:val="24"/>
        </w:rPr>
        <w:t>Программные средства в моей профессии</w:t>
      </w:r>
      <w:r w:rsidRPr="003C267A">
        <w:rPr>
          <w:sz w:val="24"/>
          <w:szCs w:val="24"/>
        </w:rPr>
        <w:t xml:space="preserve">» (1 час) – продолжение курса 5 класса, </w:t>
      </w:r>
      <w:r w:rsidRPr="003C267A">
        <w:rPr>
          <w:color w:val="000000"/>
          <w:sz w:val="24"/>
          <w:szCs w:val="24"/>
        </w:rPr>
        <w:t>с целью  реализации прикладного и проффориентационного направления в рамках применения ИКТ и реализации политехнического образования.</w:t>
      </w:r>
      <w:r w:rsidRPr="00B54FDD">
        <w:rPr>
          <w:color w:val="000000"/>
        </w:rPr>
        <w:t xml:space="preserve"> </w:t>
      </w:r>
      <w:r w:rsidRPr="003C267A">
        <w:rPr>
          <w:color w:val="000000"/>
          <w:sz w:val="24"/>
          <w:szCs w:val="24"/>
        </w:rPr>
        <w:t xml:space="preserve">(1 ч.)  </w:t>
      </w:r>
    </w:p>
    <w:p w:rsidR="00DD6D80" w:rsidRDefault="00DD6D80" w:rsidP="00B54FDD">
      <w:pPr>
        <w:pStyle w:val="NormalWeb"/>
        <w:spacing w:before="0" w:beforeAutospacing="0" w:after="0" w:afterAutospacing="0" w:line="276" w:lineRule="auto"/>
      </w:pPr>
      <w:r>
        <w:t xml:space="preserve">-элективный курс </w:t>
      </w:r>
      <w:r w:rsidRPr="00FE76D6">
        <w:t>«</w:t>
      </w:r>
      <w:r>
        <w:rPr>
          <w:color w:val="000000"/>
        </w:rPr>
        <w:t>За страницами учебника географии</w:t>
      </w:r>
      <w:r w:rsidRPr="00FE76D6">
        <w:t xml:space="preserve">»- с целью развития </w:t>
      </w:r>
      <w:r>
        <w:t>географического образования обучающихся (1 ч.)</w:t>
      </w:r>
    </w:p>
    <w:p w:rsidR="00DD6D80" w:rsidRDefault="00DD6D80" w:rsidP="00B54FDD">
      <w:pPr>
        <w:pStyle w:val="NormalWeb"/>
        <w:spacing w:before="0" w:beforeAutospacing="0" w:after="0" w:afterAutospacing="0" w:line="276" w:lineRule="auto"/>
      </w:pPr>
      <w:r>
        <w:t xml:space="preserve">- элективный курс «Удивительный мир биологии» (1 ч.)- </w:t>
      </w:r>
      <w:r w:rsidRPr="00A0451E">
        <w:t xml:space="preserve"> </w:t>
      </w:r>
      <w:r>
        <w:t>с целью  повышения  интереса к предмету, популяризации интеллектуального творчества, развития умения устанавливать причинно — следственные связи, умения рассуждать и делать выводы, в целях воспитания понимания эстетический ценности природы.</w:t>
      </w:r>
    </w:p>
    <w:p w:rsidR="00DD6D80" w:rsidRDefault="00DD6D80" w:rsidP="00831C3C">
      <w:r>
        <w:t>4.8.</w:t>
      </w:r>
      <w:r w:rsidRPr="00B54FDD">
        <w:rPr>
          <w:color w:val="000000"/>
        </w:rPr>
        <w:t xml:space="preserve"> </w:t>
      </w:r>
      <w:r w:rsidRPr="003C267A">
        <w:t xml:space="preserve">В вариативной части учебного плана для 7 </w:t>
      </w:r>
      <w:r>
        <w:t xml:space="preserve">класса в предметной области </w:t>
      </w:r>
      <w:r w:rsidRPr="003C267A">
        <w:t xml:space="preserve">«Естественнонаучные предметы» </w:t>
      </w:r>
      <w:r>
        <w:t>и реализации политехнического образования</w:t>
      </w:r>
    </w:p>
    <w:p w:rsidR="00DD6D80" w:rsidRDefault="00DD6D80" w:rsidP="00831C3C">
      <w:r>
        <w:t>-</w:t>
      </w:r>
      <w:r w:rsidRPr="003C267A">
        <w:t xml:space="preserve"> </w:t>
      </w:r>
      <w:r w:rsidRPr="00B54FDD">
        <w:rPr>
          <w:b/>
          <w:bCs/>
          <w:color w:val="000000"/>
        </w:rPr>
        <w:t>Элективный курс</w:t>
      </w:r>
      <w:r w:rsidRPr="00B54FDD">
        <w:rPr>
          <w:rStyle w:val="c4c14"/>
          <w:color w:val="000000"/>
        </w:rPr>
        <w:t xml:space="preserve"> </w:t>
      </w:r>
      <w:r w:rsidRPr="00B54FDD">
        <w:rPr>
          <w:color w:val="000000"/>
        </w:rPr>
        <w:t>«</w:t>
      </w:r>
      <w:r>
        <w:rPr>
          <w:color w:val="000000"/>
        </w:rPr>
        <w:t>Мото-вело</w:t>
      </w:r>
      <w:r w:rsidRPr="00B54FDD">
        <w:rPr>
          <w:color w:val="000000"/>
        </w:rPr>
        <w:t>»</w:t>
      </w:r>
      <w:r>
        <w:rPr>
          <w:color w:val="000000"/>
        </w:rPr>
        <w:t xml:space="preserve"> (в рамках политехнического образования). </w:t>
      </w:r>
      <w:r w:rsidRPr="00B54FDD">
        <w:rPr>
          <w:color w:val="000000"/>
        </w:rPr>
        <w:t xml:space="preserve">Курс </w:t>
      </w:r>
      <w:r w:rsidRPr="00B54FDD">
        <w:t xml:space="preserve">имеет чётко выраженную предметную и социокультурную направленность. В единстве с основным школьным курсом </w:t>
      </w:r>
      <w:r>
        <w:t>технологии</w:t>
      </w:r>
      <w:r w:rsidRPr="00B54FDD">
        <w:t xml:space="preserve"> элективный курс «</w:t>
      </w:r>
      <w:r>
        <w:t>Мото-вело</w:t>
      </w:r>
      <w:r w:rsidRPr="00B54FDD">
        <w:t xml:space="preserve">» будет обеспечивать сознательное усвоение учащимися </w:t>
      </w:r>
      <w:r>
        <w:t>простейших механических</w:t>
      </w:r>
      <w:r w:rsidRPr="00B54FDD">
        <w:t xml:space="preserve"> понятий, законов</w:t>
      </w:r>
      <w:r>
        <w:t>.</w:t>
      </w:r>
      <w:r w:rsidRPr="00B54FDD">
        <w:t xml:space="preserve"> </w:t>
      </w:r>
      <w:r>
        <w:t>(1 ч.)</w:t>
      </w:r>
    </w:p>
    <w:p w:rsidR="00DD6D80" w:rsidRPr="00306858" w:rsidRDefault="00DD6D80" w:rsidP="00831C3C">
      <w:r>
        <w:t xml:space="preserve">- </w:t>
      </w:r>
      <w:r w:rsidRPr="0087611D">
        <w:rPr>
          <w:b/>
          <w:bCs/>
          <w:color w:val="000000"/>
        </w:rPr>
        <w:t>Элективный курс</w:t>
      </w:r>
      <w:r w:rsidRPr="00306858">
        <w:rPr>
          <w:color w:val="000000"/>
        </w:rPr>
        <w:t xml:space="preserve"> по биологии «Удивительные животные» </w:t>
      </w:r>
      <w:r>
        <w:rPr>
          <w:color w:val="000000"/>
        </w:rPr>
        <w:t>-</w:t>
      </w:r>
      <w:r w:rsidRPr="00306858">
        <w:rPr>
          <w:rStyle w:val="c4"/>
          <w:color w:val="444444"/>
        </w:rPr>
        <w:t xml:space="preserve"> </w:t>
      </w:r>
      <w:r w:rsidRPr="003C267A">
        <w:t>продолжение курса 6 класса</w:t>
      </w:r>
      <w:r>
        <w:t>.</w:t>
      </w:r>
      <w:r w:rsidRPr="003C267A">
        <w:t xml:space="preserve"> </w:t>
      </w:r>
      <w:r w:rsidRPr="00306858">
        <w:rPr>
          <w:rStyle w:val="c4"/>
          <w:color w:val="444444"/>
        </w:rPr>
        <w:t xml:space="preserve">Курс составлен на основе   Программы элективных курсов. Биология. 6-9 классы. Предпрофильное обучение. Сборник 1/авт.-сост. В.И. Сивоглазов, И.Б. Морзунова. – М.: Дрофа, 2007. – 176с. </w:t>
      </w:r>
    </w:p>
    <w:p w:rsidR="00DD6D80" w:rsidRPr="00306858" w:rsidRDefault="00DD6D80" w:rsidP="00831C3C">
      <w:r w:rsidRPr="00306858">
        <w:rPr>
          <w:rStyle w:val="c4"/>
          <w:color w:val="444444"/>
        </w:rPr>
        <w:t>       Программа предусматривает развитие спектра образовательных услуг, удовлетворяющих потребности и интересы детей, обеспечивает научное, методическое и информационное сопровождение работы учителя со способными и одарёнными детьми. В процессе изучения курса будет формироваться у  обучающихся  интерес к изучению животных, так как много интересной информации о животных остается за страницами учебника. Логика изучения животных основана на схеме: среда обитания, особенности строения, уникальные особенности строения, уникальные особенности поведения, значение в жизни человека (животные – символы).  В процессе реализации программы курса предполагается активная поисковая деятельность учащихся при работе с различными источниками информации (фильмы, экскурсии, книги, рассказы ученых и т.д.)</w:t>
      </w:r>
      <w:r>
        <w:rPr>
          <w:rStyle w:val="c4"/>
          <w:color w:val="444444"/>
        </w:rPr>
        <w:t xml:space="preserve"> (1 ч.)</w:t>
      </w:r>
    </w:p>
    <w:p w:rsidR="00DD6D80" w:rsidRDefault="00DD6D80" w:rsidP="00831C3C">
      <w:pPr>
        <w:rPr>
          <w:rStyle w:val="c1"/>
          <w:color w:val="444444"/>
        </w:rPr>
      </w:pPr>
      <w:r>
        <w:rPr>
          <w:color w:val="000000"/>
        </w:rPr>
        <w:t>-</w:t>
      </w:r>
      <w:r w:rsidRPr="00306858">
        <w:rPr>
          <w:color w:val="000000"/>
        </w:rPr>
        <w:t xml:space="preserve"> </w:t>
      </w:r>
      <w:r w:rsidRPr="0087611D">
        <w:rPr>
          <w:b/>
          <w:bCs/>
          <w:color w:val="000000"/>
        </w:rPr>
        <w:t>Элективный курс</w:t>
      </w:r>
      <w:r w:rsidRPr="00306858">
        <w:rPr>
          <w:rStyle w:val="c4c14"/>
          <w:color w:val="000000"/>
        </w:rPr>
        <w:t xml:space="preserve"> по физике  «Наблюдай и исследуй сам» направлен на развитие познавательного </w:t>
      </w:r>
      <w:r w:rsidRPr="00306858">
        <w:rPr>
          <w:rStyle w:val="c1"/>
          <w:color w:val="444444"/>
        </w:rPr>
        <w:t xml:space="preserve">интереса  к предметам физико-математического цикла, а так же </w:t>
      </w:r>
      <w:r w:rsidRPr="00306858">
        <w:rPr>
          <w:rStyle w:val="c2"/>
          <w:color w:val="444444"/>
        </w:rPr>
        <w:t xml:space="preserve">для формирования и развития профильной компетентности учащихся 7 класса, </w:t>
      </w:r>
      <w:r>
        <w:rPr>
          <w:rStyle w:val="c2"/>
          <w:color w:val="444444"/>
        </w:rPr>
        <w:t xml:space="preserve">на </w:t>
      </w:r>
      <w:r w:rsidRPr="00306858">
        <w:rPr>
          <w:rStyle w:val="c2"/>
          <w:color w:val="444444"/>
        </w:rPr>
        <w:t>расширени</w:t>
      </w:r>
      <w:r>
        <w:rPr>
          <w:rStyle w:val="c2"/>
          <w:color w:val="444444"/>
        </w:rPr>
        <w:t>е</w:t>
      </w:r>
      <w:r w:rsidRPr="00306858">
        <w:rPr>
          <w:rStyle w:val="c2"/>
          <w:color w:val="444444"/>
        </w:rPr>
        <w:t xml:space="preserve"> </w:t>
      </w:r>
      <w:r w:rsidRPr="00306858">
        <w:rPr>
          <w:rStyle w:val="c1"/>
          <w:color w:val="444444"/>
        </w:rPr>
        <w:t xml:space="preserve"> научно-технического кругозор</w:t>
      </w:r>
      <w:r>
        <w:rPr>
          <w:rStyle w:val="c1"/>
          <w:color w:val="444444"/>
        </w:rPr>
        <w:t>а</w:t>
      </w:r>
      <w:r w:rsidRPr="00306858">
        <w:rPr>
          <w:rStyle w:val="c1"/>
          <w:color w:val="444444"/>
        </w:rPr>
        <w:t xml:space="preserve"> </w:t>
      </w:r>
    </w:p>
    <w:p w:rsidR="00DD6D80" w:rsidRDefault="00DD6D80" w:rsidP="00831C3C">
      <w:pPr>
        <w:rPr>
          <w:rStyle w:val="c4c14"/>
          <w:color w:val="000000"/>
        </w:rPr>
      </w:pPr>
      <w:r w:rsidRPr="00306858">
        <w:rPr>
          <w:rStyle w:val="c1"/>
          <w:color w:val="444444"/>
        </w:rPr>
        <w:t xml:space="preserve">учащихся, на  </w:t>
      </w:r>
      <w:r w:rsidRPr="00306858">
        <w:rPr>
          <w:rStyle w:val="c2"/>
          <w:color w:val="444444"/>
        </w:rPr>
        <w:t xml:space="preserve">создание условий для развития познавательных интересов и творческих способностей учащихся, продолжение формирования и развития осознанных мотивов деятельности при изучении физики и в повседневной жизни, углубление знаний при расширение информации по отдельным вопросам или темам базового образования, </w:t>
      </w:r>
      <w:r>
        <w:rPr>
          <w:rStyle w:val="c2"/>
          <w:color w:val="444444"/>
        </w:rPr>
        <w:t xml:space="preserve">на </w:t>
      </w:r>
      <w:r w:rsidRPr="00306858">
        <w:rPr>
          <w:rStyle w:val="c2"/>
          <w:color w:val="444444"/>
        </w:rPr>
        <w:t>формирование компетенций: социальной, коммуникативной, информационной, когнитивной, специальной</w:t>
      </w:r>
      <w:r>
        <w:rPr>
          <w:rStyle w:val="c2"/>
          <w:color w:val="444444"/>
        </w:rPr>
        <w:t xml:space="preserve"> (</w:t>
      </w:r>
      <w:r w:rsidRPr="00306858">
        <w:rPr>
          <w:rStyle w:val="c4c14"/>
          <w:color w:val="000000"/>
        </w:rPr>
        <w:t xml:space="preserve">1 ч. </w:t>
      </w:r>
      <w:r>
        <w:rPr>
          <w:rStyle w:val="c4c14"/>
          <w:color w:val="000000"/>
        </w:rPr>
        <w:t>)</w:t>
      </w:r>
    </w:p>
    <w:p w:rsidR="00DD6D80" w:rsidRPr="00E65359" w:rsidRDefault="00DD6D80" w:rsidP="00E65359">
      <w:pPr>
        <w:pStyle w:val="ListParagraph"/>
        <w:numPr>
          <w:ilvl w:val="1"/>
          <w:numId w:val="9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E65359">
        <w:rPr>
          <w:rFonts w:ascii="Times New Roman" w:hAnsi="Times New Roman" w:cs="Times New Roman"/>
          <w:sz w:val="24"/>
          <w:szCs w:val="24"/>
        </w:rPr>
        <w:t xml:space="preserve">В вариативной части учебного плана для 8 класса в рамках предметной области «Русский язык и литература» и в рамках политехнического образования </w:t>
      </w:r>
    </w:p>
    <w:p w:rsidR="00DD6D80" w:rsidRPr="00E65359" w:rsidRDefault="00DD6D80" w:rsidP="00E6535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E65359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факультативный</w:t>
      </w:r>
      <w:r w:rsidRPr="00E65359">
        <w:rPr>
          <w:rFonts w:ascii="Times New Roman" w:hAnsi="Times New Roman" w:cs="Times New Roman"/>
          <w:sz w:val="24"/>
          <w:szCs w:val="24"/>
        </w:rPr>
        <w:t xml:space="preserve"> курс «Развивайте дар слова»</w:t>
      </w:r>
      <w:r>
        <w:rPr>
          <w:rFonts w:ascii="Times New Roman" w:hAnsi="Times New Roman" w:cs="Times New Roman"/>
          <w:sz w:val="24"/>
          <w:szCs w:val="24"/>
        </w:rPr>
        <w:t>, где обучающиеся познакомятся с теорией и практикой написания сочинений разных жанров.</w:t>
      </w:r>
    </w:p>
    <w:p w:rsidR="00DD6D80" w:rsidRPr="003C267A" w:rsidRDefault="00DD6D80" w:rsidP="00831C3C">
      <w:r>
        <w:t>4.10..</w:t>
      </w:r>
      <w:r w:rsidRPr="003C267A">
        <w:t xml:space="preserve">Программы предметных и элективных курса разработаны с учетом запроса учащихся и их родителей, законных представителей на основании Основной образовательной программы основного общего образования </w:t>
      </w:r>
      <w:r>
        <w:t>Новолоктинской</w:t>
      </w:r>
      <w:r w:rsidRPr="003C267A">
        <w:t xml:space="preserve"> СОШ.</w:t>
      </w:r>
    </w:p>
    <w:p w:rsidR="00DD6D80" w:rsidRDefault="00DD6D80" w:rsidP="00831C3C">
      <w:r>
        <w:t>4.11.</w:t>
      </w:r>
      <w:r w:rsidRPr="00B608C3">
        <w:t xml:space="preserve"> </w:t>
      </w:r>
      <w:r>
        <w:t>Изучение тематики национально-регионального содержания (этнокультурных, исторических, экономических, географических, культурных, языковых, конфессиональных особенностей Тюменской области) с 5 по 11 классы осуществляется модульно  в рамках общеобразовательных предметов. При формировании учебно-тематических планов</w:t>
      </w:r>
      <w:r w:rsidRPr="00C856B0">
        <w:rPr>
          <w:color w:val="FFFFFF"/>
        </w:rPr>
        <w:t xml:space="preserve"> </w:t>
      </w:r>
      <w:r w:rsidRPr="00C856B0">
        <w:rPr>
          <w:shd w:val="clear" w:color="auto" w:fill="FFFFFF"/>
        </w:rPr>
        <w:t xml:space="preserve">рабочих </w:t>
      </w:r>
      <w:r>
        <w:t>программ педагоги самостоятельно определяют наличие необходимости в изучении данного содержания (в зависимости от возраста детей, особенностей классов, социо-культурного окружения и др.) порядок и время, отведенное на изучение указанных тем. Объем национально-регионального компонента определяется данным учебным планом исходя из расчета времени 10%</w:t>
      </w:r>
      <w:r w:rsidRPr="00812181">
        <w:t xml:space="preserve"> </w:t>
      </w:r>
      <w:r>
        <w:t xml:space="preserve">от общего количества часов ряда общеобразовательных предметов 5-11 </w:t>
      </w:r>
      <w:r w:rsidRPr="006935AE">
        <w:t xml:space="preserve">классов:  литература, история,  география, биология, </w:t>
      </w:r>
      <w:r>
        <w:t xml:space="preserve">химия, физика, </w:t>
      </w:r>
      <w:r w:rsidRPr="006935AE">
        <w:t xml:space="preserve">музыка ИЗО,  искусство.    </w:t>
      </w:r>
    </w:p>
    <w:p w:rsidR="00DD6D80" w:rsidRDefault="00DD6D80" w:rsidP="00831C3C">
      <w:r>
        <w:t>4.12. В рамках реализации регионального проекта «КультУра» в течение года запланированы музейные субботы и посещение Исторического</w:t>
      </w:r>
      <w:r w:rsidRPr="006935AE">
        <w:t xml:space="preserve">    </w:t>
      </w:r>
      <w:r>
        <w:t>парка в г. Тюмень</w:t>
      </w:r>
      <w:r w:rsidRPr="006935AE">
        <w:t xml:space="preserve">                                                                                          </w:t>
      </w:r>
    </w:p>
    <w:p w:rsidR="00DD6D80" w:rsidRPr="00812181" w:rsidRDefault="00DD6D80" w:rsidP="00B608C3">
      <w:pPr>
        <w:pStyle w:val="a"/>
        <w:spacing w:before="1" w:beforeAutospacing="1" w:after="1" w:afterAutospacing="1"/>
        <w:jc w:val="center"/>
        <w:rPr>
          <w:b/>
          <w:bCs/>
        </w:rPr>
      </w:pPr>
      <w:r w:rsidRPr="00812181">
        <w:rPr>
          <w:b/>
          <w:bCs/>
        </w:rPr>
        <w:t>Распределение часов  национально-регионального содержания.</w:t>
      </w:r>
      <w:r>
        <w:rPr>
          <w:b/>
          <w:bCs/>
        </w:rPr>
        <w:t xml:space="preserve">                                                          </w:t>
      </w:r>
    </w:p>
    <w:tbl>
      <w:tblPr>
        <w:tblW w:w="829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27"/>
        <w:gridCol w:w="2297"/>
        <w:gridCol w:w="1093"/>
        <w:gridCol w:w="1093"/>
        <w:gridCol w:w="1093"/>
        <w:gridCol w:w="1093"/>
      </w:tblGrid>
      <w:tr w:rsidR="00DD6D80" w:rsidRPr="000919E3">
        <w:tc>
          <w:tcPr>
            <w:tcW w:w="1627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 xml:space="preserve">Направление </w:t>
            </w:r>
          </w:p>
        </w:tc>
        <w:tc>
          <w:tcPr>
            <w:tcW w:w="2297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 xml:space="preserve">Предмет </w:t>
            </w:r>
          </w:p>
        </w:tc>
        <w:tc>
          <w:tcPr>
            <w:tcW w:w="1093" w:type="dxa"/>
            <w:tcBorders>
              <w:right w:val="single" w:sz="2" w:space="0" w:color="auto"/>
            </w:tcBorders>
          </w:tcPr>
          <w:p w:rsidR="00DD6D80" w:rsidRPr="00A96CC1" w:rsidRDefault="00DD6D80" w:rsidP="00B608C3">
            <w:pPr>
              <w:pStyle w:val="a"/>
              <w:spacing w:before="1" w:beforeAutospacing="1" w:after="1" w:afterAutospacing="1"/>
              <w:jc w:val="center"/>
              <w:rPr>
                <w:b/>
                <w:bCs/>
                <w:sz w:val="22"/>
                <w:szCs w:val="22"/>
              </w:rPr>
            </w:pPr>
            <w:r w:rsidRPr="00A96CC1">
              <w:rPr>
                <w:b/>
                <w:bCs/>
                <w:sz w:val="22"/>
                <w:szCs w:val="22"/>
              </w:rPr>
              <w:t xml:space="preserve">5 </w:t>
            </w:r>
            <w:r>
              <w:rPr>
                <w:b/>
                <w:bCs/>
                <w:sz w:val="22"/>
                <w:szCs w:val="22"/>
              </w:rPr>
              <w:t>к</w:t>
            </w:r>
            <w:r w:rsidRPr="00A96CC1">
              <w:rPr>
                <w:b/>
                <w:bCs/>
                <w:sz w:val="22"/>
                <w:szCs w:val="22"/>
              </w:rPr>
              <w:t>ласс</w:t>
            </w:r>
          </w:p>
        </w:tc>
        <w:tc>
          <w:tcPr>
            <w:tcW w:w="1093" w:type="dxa"/>
          </w:tcPr>
          <w:p w:rsidR="00DD6D80" w:rsidRPr="00A96CC1" w:rsidRDefault="00DD6D80" w:rsidP="00B608C3">
            <w:pPr>
              <w:pStyle w:val="a"/>
              <w:spacing w:before="1" w:beforeAutospacing="1" w:after="1" w:afterAutospacing="1"/>
              <w:jc w:val="center"/>
              <w:rPr>
                <w:b/>
                <w:bCs/>
                <w:sz w:val="22"/>
                <w:szCs w:val="22"/>
              </w:rPr>
            </w:pPr>
            <w:r w:rsidRPr="00A96CC1">
              <w:rPr>
                <w:b/>
                <w:bCs/>
                <w:sz w:val="22"/>
                <w:szCs w:val="22"/>
              </w:rPr>
              <w:t xml:space="preserve">6 </w:t>
            </w:r>
            <w:r>
              <w:rPr>
                <w:b/>
                <w:bCs/>
                <w:sz w:val="22"/>
                <w:szCs w:val="22"/>
              </w:rPr>
              <w:t>к</w:t>
            </w:r>
            <w:r w:rsidRPr="00A96CC1">
              <w:rPr>
                <w:b/>
                <w:bCs/>
                <w:sz w:val="22"/>
                <w:szCs w:val="22"/>
              </w:rPr>
              <w:t>ласс</w:t>
            </w:r>
          </w:p>
        </w:tc>
        <w:tc>
          <w:tcPr>
            <w:tcW w:w="1093" w:type="dxa"/>
            <w:tcBorders>
              <w:right w:val="single" w:sz="2" w:space="0" w:color="auto"/>
            </w:tcBorders>
          </w:tcPr>
          <w:p w:rsidR="00DD6D80" w:rsidRPr="00A96CC1" w:rsidRDefault="00DD6D80" w:rsidP="00B608C3">
            <w:pPr>
              <w:pStyle w:val="a"/>
              <w:spacing w:before="1" w:beforeAutospacing="1" w:after="1" w:afterAutospacing="1"/>
              <w:jc w:val="center"/>
              <w:rPr>
                <w:b/>
                <w:bCs/>
                <w:sz w:val="22"/>
                <w:szCs w:val="22"/>
              </w:rPr>
            </w:pPr>
            <w:r w:rsidRPr="00A96CC1">
              <w:rPr>
                <w:b/>
                <w:bCs/>
                <w:sz w:val="22"/>
                <w:szCs w:val="22"/>
              </w:rPr>
              <w:t xml:space="preserve">7 </w:t>
            </w:r>
            <w:r>
              <w:rPr>
                <w:b/>
                <w:bCs/>
                <w:sz w:val="22"/>
                <w:szCs w:val="22"/>
              </w:rPr>
              <w:t>к</w:t>
            </w:r>
            <w:r w:rsidRPr="00A96CC1">
              <w:rPr>
                <w:b/>
                <w:bCs/>
                <w:sz w:val="22"/>
                <w:szCs w:val="22"/>
              </w:rPr>
              <w:t>ласс</w:t>
            </w:r>
          </w:p>
        </w:tc>
        <w:tc>
          <w:tcPr>
            <w:tcW w:w="1093" w:type="dxa"/>
            <w:tcBorders>
              <w:right w:val="single" w:sz="2" w:space="0" w:color="auto"/>
            </w:tcBorders>
          </w:tcPr>
          <w:p w:rsidR="00DD6D80" w:rsidRPr="00A96CC1" w:rsidRDefault="00DD6D80" w:rsidP="00B608C3">
            <w:pPr>
              <w:pStyle w:val="a"/>
              <w:spacing w:before="1" w:beforeAutospacing="1" w:after="1" w:afterAutospacing="1"/>
              <w:jc w:val="center"/>
              <w:rPr>
                <w:b/>
                <w:bCs/>
                <w:sz w:val="22"/>
                <w:szCs w:val="22"/>
              </w:rPr>
            </w:pPr>
            <w:r w:rsidRPr="00A96CC1">
              <w:rPr>
                <w:b/>
                <w:bCs/>
                <w:sz w:val="22"/>
                <w:szCs w:val="22"/>
              </w:rPr>
              <w:t xml:space="preserve">8 </w:t>
            </w:r>
            <w:r>
              <w:rPr>
                <w:b/>
                <w:bCs/>
                <w:sz w:val="22"/>
                <w:szCs w:val="22"/>
              </w:rPr>
              <w:t>к</w:t>
            </w:r>
            <w:r w:rsidRPr="00A96CC1">
              <w:rPr>
                <w:b/>
                <w:bCs/>
                <w:sz w:val="22"/>
                <w:szCs w:val="22"/>
              </w:rPr>
              <w:t>ласс</w:t>
            </w:r>
          </w:p>
        </w:tc>
      </w:tr>
      <w:tr w:rsidR="00DD6D80" w:rsidRPr="000919E3">
        <w:tc>
          <w:tcPr>
            <w:tcW w:w="1627" w:type="dxa"/>
            <w:vMerge w:val="restart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 xml:space="preserve">Краеведческое </w:t>
            </w:r>
          </w:p>
        </w:tc>
        <w:tc>
          <w:tcPr>
            <w:tcW w:w="2297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Литература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10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10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6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7</w:t>
            </w:r>
          </w:p>
        </w:tc>
      </w:tr>
      <w:tr w:rsidR="00DD6D80" w:rsidRPr="000919E3">
        <w:tc>
          <w:tcPr>
            <w:tcW w:w="1627" w:type="dxa"/>
            <w:vMerge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2297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 xml:space="preserve">История 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7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7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7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7</w:t>
            </w:r>
          </w:p>
        </w:tc>
      </w:tr>
      <w:tr w:rsidR="00DD6D80" w:rsidRPr="000919E3">
        <w:tc>
          <w:tcPr>
            <w:tcW w:w="1627" w:type="dxa"/>
            <w:vMerge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2297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 xml:space="preserve">Музыка 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jc w:val="center"/>
            </w:pPr>
            <w:r w:rsidRPr="00A96CC1">
              <w:rPr>
                <w:sz w:val="22"/>
                <w:szCs w:val="22"/>
              </w:rPr>
              <w:t>3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jc w:val="center"/>
            </w:pPr>
            <w:r w:rsidRPr="00A96CC1">
              <w:rPr>
                <w:sz w:val="22"/>
                <w:szCs w:val="22"/>
              </w:rPr>
              <w:t>3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jc w:val="center"/>
            </w:pPr>
            <w:r w:rsidRPr="00A96CC1">
              <w:rPr>
                <w:sz w:val="22"/>
                <w:szCs w:val="22"/>
              </w:rPr>
              <w:t>3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  <w:tr w:rsidR="00DD6D80" w:rsidRPr="000919E3">
        <w:tc>
          <w:tcPr>
            <w:tcW w:w="1627" w:type="dxa"/>
            <w:vMerge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2297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ИЗО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jc w:val="center"/>
            </w:pPr>
            <w:r w:rsidRPr="00A96CC1">
              <w:rPr>
                <w:sz w:val="22"/>
                <w:szCs w:val="22"/>
              </w:rPr>
              <w:t>3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jc w:val="center"/>
            </w:pPr>
            <w:r w:rsidRPr="00A96CC1">
              <w:rPr>
                <w:sz w:val="22"/>
                <w:szCs w:val="22"/>
              </w:rPr>
              <w:t>3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jc w:val="center"/>
            </w:pPr>
            <w:r w:rsidRPr="00A96CC1">
              <w:rPr>
                <w:sz w:val="22"/>
                <w:szCs w:val="22"/>
              </w:rPr>
              <w:t>3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jc w:val="center"/>
            </w:pPr>
          </w:p>
        </w:tc>
      </w:tr>
      <w:tr w:rsidR="00DD6D80" w:rsidRPr="000919E3">
        <w:tc>
          <w:tcPr>
            <w:tcW w:w="1627" w:type="dxa"/>
            <w:vMerge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2297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Искусство 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jc w:val="center"/>
            </w:pPr>
          </w:p>
        </w:tc>
        <w:tc>
          <w:tcPr>
            <w:tcW w:w="1093" w:type="dxa"/>
          </w:tcPr>
          <w:p w:rsidR="00DD6D80" w:rsidRPr="00A96CC1" w:rsidRDefault="00DD6D80" w:rsidP="00335DDF">
            <w:pPr>
              <w:jc w:val="center"/>
            </w:pPr>
          </w:p>
        </w:tc>
        <w:tc>
          <w:tcPr>
            <w:tcW w:w="1093" w:type="dxa"/>
          </w:tcPr>
          <w:p w:rsidR="00DD6D80" w:rsidRPr="00A96CC1" w:rsidRDefault="00DD6D80" w:rsidP="00335DDF">
            <w:pPr>
              <w:jc w:val="center"/>
            </w:pPr>
          </w:p>
        </w:tc>
        <w:tc>
          <w:tcPr>
            <w:tcW w:w="1093" w:type="dxa"/>
          </w:tcPr>
          <w:p w:rsidR="00DD6D80" w:rsidRPr="00A96CC1" w:rsidRDefault="00DD6D80" w:rsidP="00335DDF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  <w:tr w:rsidR="00DD6D80" w:rsidRPr="000919E3">
        <w:tc>
          <w:tcPr>
            <w:tcW w:w="1627" w:type="dxa"/>
            <w:vMerge w:val="restart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 xml:space="preserve">Экологическое </w:t>
            </w:r>
          </w:p>
        </w:tc>
        <w:tc>
          <w:tcPr>
            <w:tcW w:w="2297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 xml:space="preserve">География 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4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4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93" w:type="dxa"/>
          </w:tcPr>
          <w:p w:rsidR="00DD6D80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DD6D80" w:rsidRPr="000919E3">
        <w:tc>
          <w:tcPr>
            <w:tcW w:w="1627" w:type="dxa"/>
            <w:vMerge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2297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 xml:space="preserve">Биология 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4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4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93" w:type="dxa"/>
          </w:tcPr>
          <w:p w:rsidR="00DD6D80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DD6D80" w:rsidRPr="000919E3">
        <w:tc>
          <w:tcPr>
            <w:tcW w:w="1627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2297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Химия 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1093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1093" w:type="dxa"/>
          </w:tcPr>
          <w:p w:rsidR="00DD6D80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1093" w:type="dxa"/>
          </w:tcPr>
          <w:p w:rsidR="00DD6D80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DD6D80" w:rsidRPr="000919E3">
        <w:tc>
          <w:tcPr>
            <w:tcW w:w="1627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2297" w:type="dxa"/>
          </w:tcPr>
          <w:p w:rsidR="00DD6D80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Физика </w:t>
            </w:r>
          </w:p>
        </w:tc>
        <w:tc>
          <w:tcPr>
            <w:tcW w:w="1093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1093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1093" w:type="dxa"/>
          </w:tcPr>
          <w:p w:rsidR="00DD6D80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1093" w:type="dxa"/>
          </w:tcPr>
          <w:p w:rsidR="00DD6D80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</w:tbl>
    <w:p w:rsidR="00DD6D80" w:rsidRDefault="00DD6D80" w:rsidP="00B608C3"/>
    <w:p w:rsidR="00DD6D80" w:rsidRPr="00831C3C" w:rsidRDefault="00DD6D80" w:rsidP="00831C3C">
      <w:pPr>
        <w:spacing w:line="276" w:lineRule="auto"/>
      </w:pPr>
      <w:r w:rsidRPr="00831C3C">
        <w:t>4.1</w:t>
      </w:r>
      <w:r>
        <w:t>2</w:t>
      </w:r>
      <w:r w:rsidRPr="00831C3C">
        <w:t>.Предметная область «Основы духовно-нравственной культуры народов России» как логическое продолжение предметной области ОРКСЭ будет изучаться модульно в рамках предметов: история, обществознание, литература, искусство (ИЗО) с 5 по 9 класс, что найдет отражение в рабочих программах по предметам и календарно-тематическом планировании по предметам.</w:t>
      </w:r>
    </w:p>
    <w:p w:rsidR="00DD6D80" w:rsidRPr="00831C3C" w:rsidRDefault="00DD6D80" w:rsidP="00831C3C">
      <w:pPr>
        <w:spacing w:line="276" w:lineRule="auto"/>
      </w:pPr>
      <w:r w:rsidRPr="00831C3C">
        <w:t>4.1</w:t>
      </w:r>
      <w:r>
        <w:t>3</w:t>
      </w:r>
      <w:r w:rsidRPr="00831C3C">
        <w:t>.В связи с новшеством в региональном содержании образования и утверждением регионального проекта «Кадры для региона», направленного на раннюю профилизацию и профориентацию школьников с учётом востребованных на региональном рынке труда производств и профессий,  региональный компонент по предметам естественно-научного цикла будет реализовываться через интеграцию предметов: биология-химия, биология-физика, география-биология, география-химия, география-информатика, биология-информатика в виде экскурсий на предприятие или виртуальных экскурсий. Это найдет отражение в рабочих программах по предметам и календарно-тематическом планировании по предметам.</w:t>
      </w:r>
    </w:p>
    <w:p w:rsidR="00DD6D80" w:rsidRPr="00831C3C" w:rsidRDefault="00DD6D80" w:rsidP="00831C3C">
      <w:pPr>
        <w:pStyle w:val="BodyText"/>
        <w:spacing w:line="276" w:lineRule="auto"/>
        <w:jc w:val="left"/>
        <w:rPr>
          <w:sz w:val="24"/>
          <w:szCs w:val="24"/>
        </w:rPr>
      </w:pPr>
      <w:r w:rsidRPr="00831C3C">
        <w:rPr>
          <w:sz w:val="24"/>
          <w:szCs w:val="24"/>
        </w:rPr>
        <w:t>4.1</w:t>
      </w:r>
      <w:r>
        <w:rPr>
          <w:sz w:val="24"/>
          <w:szCs w:val="24"/>
        </w:rPr>
        <w:t>4</w:t>
      </w:r>
      <w:r w:rsidRPr="00831C3C">
        <w:rPr>
          <w:sz w:val="24"/>
          <w:szCs w:val="24"/>
        </w:rPr>
        <w:t>. Работа с одаренными учащимися организована в урочное и внеурочное время через кружки, секции, работу Научного общества учащихся. На занятиях предусматривается работа в направлениях: проектные, исследовательские работы, олимпиадные задачи, интеллектуальные игры.</w:t>
      </w:r>
    </w:p>
    <w:p w:rsidR="00DD6D80" w:rsidRDefault="00DD6D80" w:rsidP="00831C3C">
      <w:pPr>
        <w:pStyle w:val="a"/>
        <w:jc w:val="both"/>
      </w:pPr>
      <w:r>
        <w:t>4.15.</w:t>
      </w:r>
      <w:r w:rsidRPr="00831C3C">
        <w:rPr>
          <w:b/>
          <w:bCs/>
        </w:rPr>
        <w:t xml:space="preserve"> </w:t>
      </w:r>
      <w:r w:rsidRPr="0087611D">
        <w:rPr>
          <w:b/>
          <w:bCs/>
        </w:rPr>
        <w:t>Внеурочной деятельностью</w:t>
      </w:r>
      <w:r w:rsidRPr="00FC11B4">
        <w:t xml:space="preserve"> </w:t>
      </w:r>
      <w:r>
        <w:t>будут</w:t>
      </w:r>
      <w:r w:rsidRPr="00FC11B4">
        <w:t xml:space="preserve"> охвачены 100% обучающихся </w:t>
      </w:r>
      <w:r>
        <w:t>5-8</w:t>
      </w:r>
      <w:r w:rsidRPr="00FC11B4">
        <w:t xml:space="preserve"> класс</w:t>
      </w:r>
      <w:r>
        <w:t>ов</w:t>
      </w:r>
      <w:r w:rsidRPr="00FC11B4">
        <w:t xml:space="preserve">  по 5 направлениям. Внеурочная деятельность осуществляется во второй половине дня. Рабочие программы  по внеурочной деятельности разработаны на основе авторских программ</w:t>
      </w:r>
      <w:r>
        <w:t>, состоят из краткосрочных  автономных модулей. Программы</w:t>
      </w:r>
      <w:r w:rsidRPr="00FC11B4">
        <w:t xml:space="preserve">  адаптированы  с учетом интер</w:t>
      </w:r>
      <w:r>
        <w:t>есов обучающихся и их родителей</w:t>
      </w:r>
      <w:r w:rsidRPr="00FC11B4">
        <w:t>, а так же   с</w:t>
      </w:r>
      <w:r>
        <w:t xml:space="preserve"> </w:t>
      </w:r>
      <w:r w:rsidRPr="00FC11B4">
        <w:t xml:space="preserve"> учетом возможност</w:t>
      </w:r>
      <w:r>
        <w:t>ей образовательного учреждения.</w:t>
      </w:r>
    </w:p>
    <w:p w:rsidR="00DD6D80" w:rsidRPr="00FC11B4" w:rsidRDefault="00DD6D80" w:rsidP="00831C3C">
      <w:r w:rsidRPr="00FC11B4">
        <w:t xml:space="preserve">Основные валеологические требования к осуществлению внеурочной деятельности – форма проведения занятий, отличная от урока, соблюдение динамической паузы (40–50 минут) между учебными занятиями по расписанию и внеурочной деятельностью в школе. </w:t>
      </w:r>
    </w:p>
    <w:p w:rsidR="00DD6D80" w:rsidRDefault="00DD6D80" w:rsidP="00831C3C">
      <w:pPr>
        <w:jc w:val="both"/>
      </w:pPr>
      <w:r>
        <w:t>Внеурочная деятельность разделена на 2 части:</w:t>
      </w:r>
    </w:p>
    <w:p w:rsidR="00DD6D80" w:rsidRDefault="00DD6D80" w:rsidP="00831C3C">
      <w:pPr>
        <w:jc w:val="both"/>
      </w:pPr>
      <w:r>
        <w:t>-регулярные занятия (занятия в спортивных секциях, кружках, студиях, клуб «Шахматы»,  классный час, час общения «Мой мир», элективных курсов)</w:t>
      </w:r>
    </w:p>
    <w:p w:rsidR="00DD6D80" w:rsidRDefault="00DD6D80" w:rsidP="00831C3C">
      <w:pPr>
        <w:jc w:val="both"/>
      </w:pPr>
      <w:r>
        <w:t>- нерегулярные внеурочные занятия, которые в плане представлены «Социальным творчеством» (предметная декада в школе, акции, школьные праздники, участие в конкурсах, олимпиадах, посещение летнего пришкольного лагеря, игры, походы, посещение выставок, театра, работа волонтеров, тимуровская работа и т.д.)</w:t>
      </w:r>
    </w:p>
    <w:p w:rsidR="00DD6D80" w:rsidRDefault="00DD6D80" w:rsidP="00831C3C">
      <w:pPr>
        <w:jc w:val="both"/>
      </w:pPr>
      <w:r>
        <w:t>Регулярная часть внеурочной деятельности реализовывается через модель плана с преобладанием педагогической поддержки обучающихся.</w:t>
      </w:r>
    </w:p>
    <w:p w:rsidR="00DD6D80" w:rsidRDefault="00DD6D80" w:rsidP="00831C3C">
      <w:pPr>
        <w:jc w:val="both"/>
      </w:pPr>
      <w:r>
        <w:t>Нерегулярная часть</w:t>
      </w:r>
      <w:r w:rsidRPr="00D443E1">
        <w:t xml:space="preserve"> </w:t>
      </w:r>
      <w:r>
        <w:t>внеурочной деятельности реализовывается через модель плана с преобладанием воспитательных мероприятий.</w:t>
      </w:r>
    </w:p>
    <w:p w:rsidR="00DD6D80" w:rsidRDefault="00DD6D80" w:rsidP="00B608C3">
      <w:r w:rsidRPr="003C267A">
        <w:t>Для организации внеурочной деятельности используются ресурсы школы и объектов социума (Дом культуры, библиотека).</w:t>
      </w:r>
    </w:p>
    <w:p w:rsidR="00DD6D80" w:rsidRDefault="00DD6D80" w:rsidP="003C267A">
      <w:pPr>
        <w:pStyle w:val="BodyText"/>
        <w:spacing w:line="276" w:lineRule="auto"/>
        <w:ind w:firstLine="709"/>
        <w:jc w:val="left"/>
        <w:rPr>
          <w:sz w:val="24"/>
          <w:szCs w:val="24"/>
        </w:rPr>
      </w:pPr>
    </w:p>
    <w:p w:rsidR="00DD6D80" w:rsidRPr="005E7F8A" w:rsidRDefault="00DD6D80" w:rsidP="005E7F8A">
      <w:pPr>
        <w:pStyle w:val="a"/>
        <w:spacing w:before="1" w:beforeAutospacing="1" w:after="1" w:afterAutospacing="1"/>
        <w:jc w:val="center"/>
        <w:rPr>
          <w:b/>
          <w:bCs/>
        </w:rPr>
      </w:pPr>
      <w:r w:rsidRPr="005E7F8A">
        <w:rPr>
          <w:b/>
          <w:bCs/>
        </w:rPr>
        <w:t>Внеурочная деятельность 5 класса</w:t>
      </w:r>
    </w:p>
    <w:tbl>
      <w:tblPr>
        <w:tblW w:w="107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6662"/>
        <w:gridCol w:w="567"/>
        <w:gridCol w:w="1134"/>
      </w:tblGrid>
      <w:tr w:rsidR="00DD6D80">
        <w:trPr>
          <w:trHeight w:val="390"/>
        </w:trPr>
        <w:tc>
          <w:tcPr>
            <w:tcW w:w="2410" w:type="dxa"/>
            <w:vMerge w:val="restart"/>
          </w:tcPr>
          <w:p w:rsidR="00DD6D80" w:rsidRDefault="00DD6D80" w:rsidP="00856D4C">
            <w:r>
              <w:t>Направления</w:t>
            </w:r>
          </w:p>
        </w:tc>
        <w:tc>
          <w:tcPr>
            <w:tcW w:w="6662" w:type="dxa"/>
            <w:vMerge w:val="restart"/>
          </w:tcPr>
          <w:p w:rsidR="00DD6D80" w:rsidRDefault="00DD6D80" w:rsidP="00856D4C">
            <w:r>
              <w:t>Название</w:t>
            </w:r>
          </w:p>
        </w:tc>
        <w:tc>
          <w:tcPr>
            <w:tcW w:w="567" w:type="dxa"/>
            <w:vMerge w:val="restart"/>
          </w:tcPr>
          <w:p w:rsidR="00DD6D80" w:rsidRDefault="00DD6D80" w:rsidP="00856D4C"/>
        </w:tc>
        <w:tc>
          <w:tcPr>
            <w:tcW w:w="1134" w:type="dxa"/>
            <w:vMerge w:val="restart"/>
          </w:tcPr>
          <w:p w:rsidR="00DD6D80" w:rsidRDefault="00DD6D80" w:rsidP="00856D4C">
            <w:r>
              <w:t>Кто ведет</w:t>
            </w:r>
          </w:p>
        </w:tc>
      </w:tr>
      <w:tr w:rsidR="00DD6D80">
        <w:trPr>
          <w:trHeight w:val="276"/>
        </w:trPr>
        <w:tc>
          <w:tcPr>
            <w:tcW w:w="2410" w:type="dxa"/>
            <w:vMerge/>
            <w:vAlign w:val="center"/>
          </w:tcPr>
          <w:p w:rsidR="00DD6D80" w:rsidRDefault="00DD6D80" w:rsidP="00856D4C"/>
        </w:tc>
        <w:tc>
          <w:tcPr>
            <w:tcW w:w="6662" w:type="dxa"/>
            <w:vMerge/>
            <w:vAlign w:val="center"/>
          </w:tcPr>
          <w:p w:rsidR="00DD6D80" w:rsidRDefault="00DD6D80" w:rsidP="00856D4C"/>
        </w:tc>
        <w:tc>
          <w:tcPr>
            <w:tcW w:w="567" w:type="dxa"/>
            <w:vMerge/>
            <w:vAlign w:val="center"/>
          </w:tcPr>
          <w:p w:rsidR="00DD6D80" w:rsidRDefault="00DD6D80" w:rsidP="00856D4C"/>
        </w:tc>
        <w:tc>
          <w:tcPr>
            <w:tcW w:w="1134" w:type="dxa"/>
            <w:vMerge/>
            <w:vAlign w:val="center"/>
          </w:tcPr>
          <w:p w:rsidR="00DD6D80" w:rsidRDefault="00DD6D80" w:rsidP="00856D4C"/>
        </w:tc>
      </w:tr>
      <w:tr w:rsidR="00DD6D80">
        <w:trPr>
          <w:trHeight w:val="585"/>
        </w:trPr>
        <w:tc>
          <w:tcPr>
            <w:tcW w:w="2410" w:type="dxa"/>
            <w:vMerge w:val="restart"/>
          </w:tcPr>
          <w:p w:rsidR="00DD6D80" w:rsidRDefault="00DD6D80" w:rsidP="00856D4C">
            <w:r>
              <w:t>Спортивно-оздоровительное</w:t>
            </w:r>
          </w:p>
        </w:tc>
        <w:tc>
          <w:tcPr>
            <w:tcW w:w="6662" w:type="dxa"/>
          </w:tcPr>
          <w:p w:rsidR="00DD6D80" w:rsidRDefault="00DD6D80" w:rsidP="00831C3C">
            <w:r>
              <w:t xml:space="preserve">  Клуб  «Шахматы»,  А.А.Тимофеев</w:t>
            </w:r>
          </w:p>
        </w:tc>
        <w:tc>
          <w:tcPr>
            <w:tcW w:w="567" w:type="dxa"/>
          </w:tcPr>
          <w:p w:rsidR="00DD6D80" w:rsidRDefault="00DD6D80" w:rsidP="00856D4C">
            <w:r>
              <w:t>1ч</w:t>
            </w:r>
          </w:p>
        </w:tc>
        <w:tc>
          <w:tcPr>
            <w:tcW w:w="1134" w:type="dxa"/>
          </w:tcPr>
          <w:p w:rsidR="00DD6D80" w:rsidRDefault="00DD6D80" w:rsidP="00856D4C">
            <w:r w:rsidRPr="00282375">
              <w:t>учитель</w:t>
            </w:r>
          </w:p>
        </w:tc>
      </w:tr>
      <w:tr w:rsidR="00DD6D80">
        <w:trPr>
          <w:trHeight w:val="585"/>
        </w:trPr>
        <w:tc>
          <w:tcPr>
            <w:tcW w:w="2410" w:type="dxa"/>
            <w:vMerge/>
          </w:tcPr>
          <w:p w:rsidR="00DD6D80" w:rsidRDefault="00DD6D80" w:rsidP="00856D4C"/>
        </w:tc>
        <w:tc>
          <w:tcPr>
            <w:tcW w:w="6662" w:type="dxa"/>
          </w:tcPr>
          <w:p w:rsidR="00DD6D80" w:rsidRDefault="00DD6D80" w:rsidP="00236489">
            <w:r>
              <w:t xml:space="preserve">Подвижные игры </w:t>
            </w:r>
          </w:p>
        </w:tc>
        <w:tc>
          <w:tcPr>
            <w:tcW w:w="567" w:type="dxa"/>
          </w:tcPr>
          <w:p w:rsidR="00DD6D80" w:rsidRDefault="00DD6D80" w:rsidP="00856D4C">
            <w:r>
              <w:t>1 ч.</w:t>
            </w:r>
          </w:p>
        </w:tc>
        <w:tc>
          <w:tcPr>
            <w:tcW w:w="1134" w:type="dxa"/>
          </w:tcPr>
          <w:p w:rsidR="00DD6D80" w:rsidRPr="00282375" w:rsidRDefault="00DD6D80" w:rsidP="00856D4C">
            <w:r>
              <w:t>учитель</w:t>
            </w:r>
          </w:p>
        </w:tc>
      </w:tr>
      <w:tr w:rsidR="00DD6D80">
        <w:trPr>
          <w:trHeight w:val="596"/>
        </w:trPr>
        <w:tc>
          <w:tcPr>
            <w:tcW w:w="2410" w:type="dxa"/>
          </w:tcPr>
          <w:p w:rsidR="00DD6D80" w:rsidRDefault="00DD6D80" w:rsidP="00856D4C">
            <w:r>
              <w:t xml:space="preserve">Общеинтеллектуальное </w:t>
            </w:r>
          </w:p>
        </w:tc>
        <w:tc>
          <w:tcPr>
            <w:tcW w:w="6662" w:type="dxa"/>
          </w:tcPr>
          <w:p w:rsidR="00DD6D80" w:rsidRDefault="00DD6D80" w:rsidP="005E7F8A">
            <w:r w:rsidRPr="003C267A">
              <w:rPr>
                <w:color w:val="000000"/>
              </w:rPr>
              <w:t>«Удивительный мир слов»</w:t>
            </w:r>
          </w:p>
        </w:tc>
        <w:tc>
          <w:tcPr>
            <w:tcW w:w="567" w:type="dxa"/>
          </w:tcPr>
          <w:p w:rsidR="00DD6D80" w:rsidRDefault="00DD6D80" w:rsidP="005E7F8A">
            <w:r>
              <w:t>1ч</w:t>
            </w:r>
          </w:p>
        </w:tc>
        <w:tc>
          <w:tcPr>
            <w:tcW w:w="1134" w:type="dxa"/>
          </w:tcPr>
          <w:p w:rsidR="00DD6D80" w:rsidRDefault="00DD6D80" w:rsidP="005E7F8A">
            <w:r w:rsidRPr="00282375">
              <w:t>учитель</w:t>
            </w:r>
          </w:p>
        </w:tc>
      </w:tr>
      <w:tr w:rsidR="00DD6D80">
        <w:tc>
          <w:tcPr>
            <w:tcW w:w="2410" w:type="dxa"/>
          </w:tcPr>
          <w:p w:rsidR="00DD6D80" w:rsidRDefault="00DD6D80" w:rsidP="00856D4C">
            <w:r>
              <w:t>Духовно-нравственное</w:t>
            </w:r>
          </w:p>
        </w:tc>
        <w:tc>
          <w:tcPr>
            <w:tcW w:w="6662" w:type="dxa"/>
          </w:tcPr>
          <w:p w:rsidR="00DD6D80" w:rsidRDefault="00DD6D80" w:rsidP="0063332F">
            <w:pPr>
              <w:pStyle w:val="NormalWeb"/>
              <w:spacing w:before="0" w:beforeAutospacing="0" w:after="0" w:afterAutospacing="0"/>
            </w:pPr>
            <w:r>
              <w:t xml:space="preserve"> «Мой мир» </w:t>
            </w:r>
          </w:p>
          <w:p w:rsidR="00DD6D80" w:rsidRDefault="00DD6D80" w:rsidP="0063332F">
            <w:pPr>
              <w:pStyle w:val="NormalWeb"/>
              <w:spacing w:before="0" w:beforeAutospacing="0" w:after="0" w:afterAutospacing="0"/>
            </w:pPr>
            <w:r>
              <w:t xml:space="preserve">Казачонок, Н. В. Шмелева. – М.: Просвещение, 2014 </w:t>
            </w:r>
          </w:p>
          <w:p w:rsidR="00DD6D80" w:rsidRDefault="00DD6D80" w:rsidP="00856D4C"/>
        </w:tc>
        <w:tc>
          <w:tcPr>
            <w:tcW w:w="567" w:type="dxa"/>
          </w:tcPr>
          <w:p w:rsidR="00DD6D80" w:rsidRDefault="00DD6D80" w:rsidP="00856D4C">
            <w:r>
              <w:t>1ч</w:t>
            </w:r>
          </w:p>
        </w:tc>
        <w:tc>
          <w:tcPr>
            <w:tcW w:w="1134" w:type="dxa"/>
          </w:tcPr>
          <w:p w:rsidR="00DD6D80" w:rsidRDefault="00DD6D80" w:rsidP="00856D4C">
            <w:r w:rsidRPr="00282375">
              <w:t>учитель</w:t>
            </w:r>
          </w:p>
        </w:tc>
      </w:tr>
      <w:tr w:rsidR="00DD6D80">
        <w:trPr>
          <w:trHeight w:val="265"/>
        </w:trPr>
        <w:tc>
          <w:tcPr>
            <w:tcW w:w="2410" w:type="dxa"/>
          </w:tcPr>
          <w:p w:rsidR="00DD6D80" w:rsidRDefault="00DD6D80" w:rsidP="00856D4C">
            <w:r>
              <w:t>Общекультурное</w:t>
            </w:r>
          </w:p>
        </w:tc>
        <w:tc>
          <w:tcPr>
            <w:tcW w:w="6662" w:type="dxa"/>
          </w:tcPr>
          <w:p w:rsidR="00DD6D80" w:rsidRDefault="00DD6D80" w:rsidP="00831C3C">
            <w:r>
              <w:t xml:space="preserve"> </w:t>
            </w:r>
            <w:r w:rsidRPr="003C267A">
              <w:rPr>
                <w:color w:val="000000"/>
              </w:rPr>
              <w:t>«Программные средства в моей профессии»</w:t>
            </w:r>
          </w:p>
        </w:tc>
        <w:tc>
          <w:tcPr>
            <w:tcW w:w="567" w:type="dxa"/>
          </w:tcPr>
          <w:p w:rsidR="00DD6D80" w:rsidRDefault="00DD6D80" w:rsidP="00856D4C">
            <w:r>
              <w:t>1ч</w:t>
            </w:r>
          </w:p>
        </w:tc>
        <w:tc>
          <w:tcPr>
            <w:tcW w:w="1134" w:type="dxa"/>
          </w:tcPr>
          <w:p w:rsidR="00DD6D80" w:rsidRDefault="00DD6D80" w:rsidP="00856D4C">
            <w:r w:rsidRPr="00282375">
              <w:t>учитель</w:t>
            </w:r>
          </w:p>
        </w:tc>
      </w:tr>
      <w:tr w:rsidR="00DD6D80">
        <w:trPr>
          <w:trHeight w:val="254"/>
        </w:trPr>
        <w:tc>
          <w:tcPr>
            <w:tcW w:w="2410" w:type="dxa"/>
          </w:tcPr>
          <w:p w:rsidR="00DD6D80" w:rsidRDefault="00DD6D80" w:rsidP="00856D4C">
            <w:r>
              <w:t>Социальное</w:t>
            </w:r>
          </w:p>
        </w:tc>
        <w:tc>
          <w:tcPr>
            <w:tcW w:w="6662" w:type="dxa"/>
          </w:tcPr>
          <w:p w:rsidR="00DD6D80" w:rsidRDefault="00DD6D80" w:rsidP="001E5C4D">
            <w:r>
              <w:t>Социальное творчество</w:t>
            </w:r>
          </w:p>
        </w:tc>
        <w:tc>
          <w:tcPr>
            <w:tcW w:w="567" w:type="dxa"/>
          </w:tcPr>
          <w:p w:rsidR="00DD6D80" w:rsidRDefault="00DD6D80" w:rsidP="00856D4C">
            <w:r>
              <w:t>3 ч.</w:t>
            </w:r>
          </w:p>
        </w:tc>
        <w:tc>
          <w:tcPr>
            <w:tcW w:w="1134" w:type="dxa"/>
          </w:tcPr>
          <w:p w:rsidR="00DD6D80" w:rsidRDefault="00DD6D80" w:rsidP="00856D4C">
            <w:r w:rsidRPr="00282375">
              <w:t>учитель</w:t>
            </w:r>
          </w:p>
        </w:tc>
      </w:tr>
      <w:tr w:rsidR="00DD6D80">
        <w:trPr>
          <w:trHeight w:val="259"/>
        </w:trPr>
        <w:tc>
          <w:tcPr>
            <w:tcW w:w="2410" w:type="dxa"/>
          </w:tcPr>
          <w:p w:rsidR="00DD6D80" w:rsidRDefault="00DD6D80" w:rsidP="00856D4C">
            <w:r>
              <w:t>ИТОГО</w:t>
            </w:r>
          </w:p>
        </w:tc>
        <w:tc>
          <w:tcPr>
            <w:tcW w:w="6662" w:type="dxa"/>
          </w:tcPr>
          <w:p w:rsidR="00DD6D80" w:rsidRDefault="00DD6D80" w:rsidP="00856D4C"/>
        </w:tc>
        <w:tc>
          <w:tcPr>
            <w:tcW w:w="567" w:type="dxa"/>
          </w:tcPr>
          <w:p w:rsidR="00DD6D80" w:rsidRDefault="00DD6D80" w:rsidP="00856D4C">
            <w:r>
              <w:t>8ч.</w:t>
            </w:r>
          </w:p>
        </w:tc>
        <w:tc>
          <w:tcPr>
            <w:tcW w:w="1134" w:type="dxa"/>
          </w:tcPr>
          <w:p w:rsidR="00DD6D80" w:rsidRDefault="00DD6D80" w:rsidP="00856D4C"/>
        </w:tc>
      </w:tr>
    </w:tbl>
    <w:p w:rsidR="00DD6D80" w:rsidRDefault="00DD6D80" w:rsidP="00980A1A">
      <w:pPr>
        <w:jc w:val="center"/>
        <w:rPr>
          <w:b/>
          <w:bCs/>
        </w:rPr>
      </w:pPr>
      <w:r w:rsidRPr="000C2D14">
        <w:rPr>
          <w:b/>
          <w:bCs/>
        </w:rPr>
        <w:t>Внеурочная деятельность</w:t>
      </w:r>
      <w:r>
        <w:rPr>
          <w:b/>
          <w:bCs/>
        </w:rPr>
        <w:t xml:space="preserve"> 5 класса </w:t>
      </w:r>
    </w:p>
    <w:p w:rsidR="00DD6D80" w:rsidRPr="000C2D14" w:rsidRDefault="00DD6D80" w:rsidP="00980A1A">
      <w:pPr>
        <w:jc w:val="center"/>
        <w:rPr>
          <w:b/>
          <w:bCs/>
        </w:rPr>
      </w:pPr>
    </w:p>
    <w:tbl>
      <w:tblPr>
        <w:tblW w:w="10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91"/>
        <w:gridCol w:w="4680"/>
      </w:tblGrid>
      <w:tr w:rsidR="00DD6D80" w:rsidRPr="000C2D14">
        <w:trPr>
          <w:trHeight w:val="343"/>
          <w:jc w:val="center"/>
        </w:trPr>
        <w:tc>
          <w:tcPr>
            <w:tcW w:w="5691" w:type="dxa"/>
            <w:vMerge w:val="restart"/>
            <w:vAlign w:val="center"/>
          </w:tcPr>
          <w:p w:rsidR="00DD6D80" w:rsidRPr="000C2D14" w:rsidRDefault="00DD6D80" w:rsidP="00856D4C">
            <w:pPr>
              <w:jc w:val="center"/>
            </w:pPr>
            <w:r w:rsidRPr="000C2D14">
              <w:t xml:space="preserve">Направления </w:t>
            </w:r>
          </w:p>
          <w:p w:rsidR="00DD6D80" w:rsidRPr="000C2D14" w:rsidRDefault="00DD6D80" w:rsidP="00856D4C">
            <w:pPr>
              <w:jc w:val="center"/>
            </w:pPr>
            <w:r w:rsidRPr="000C2D14">
              <w:t xml:space="preserve">(формы </w:t>
            </w:r>
            <w:r>
              <w:t>работы - кружки, секции, студии и т.д.</w:t>
            </w:r>
            <w:r w:rsidRPr="000C2D14">
              <w:t>)</w:t>
            </w:r>
          </w:p>
        </w:tc>
        <w:tc>
          <w:tcPr>
            <w:tcW w:w="4680" w:type="dxa"/>
          </w:tcPr>
          <w:p w:rsidR="00DD6D80" w:rsidRPr="000C2D14" w:rsidRDefault="00DD6D80" w:rsidP="00856D4C">
            <w:pPr>
              <w:jc w:val="center"/>
            </w:pPr>
            <w:r w:rsidRPr="000C2D14">
              <w:t>Количество часов в неделю</w:t>
            </w:r>
          </w:p>
        </w:tc>
      </w:tr>
      <w:tr w:rsidR="00DD6D80" w:rsidRPr="000C2D14">
        <w:trPr>
          <w:trHeight w:val="306"/>
          <w:jc w:val="center"/>
        </w:trPr>
        <w:tc>
          <w:tcPr>
            <w:tcW w:w="5691" w:type="dxa"/>
            <w:vMerge/>
            <w:vAlign w:val="center"/>
          </w:tcPr>
          <w:p w:rsidR="00DD6D80" w:rsidRPr="000C2D14" w:rsidRDefault="00DD6D80" w:rsidP="00856D4C">
            <w:pPr>
              <w:jc w:val="center"/>
            </w:pPr>
          </w:p>
        </w:tc>
        <w:tc>
          <w:tcPr>
            <w:tcW w:w="4680" w:type="dxa"/>
          </w:tcPr>
          <w:p w:rsidR="00DD6D80" w:rsidRPr="000C2D14" w:rsidRDefault="00DD6D80" w:rsidP="00856D4C">
            <w:pPr>
              <w:jc w:val="center"/>
            </w:pPr>
            <w:r>
              <w:t xml:space="preserve">5 класс </w:t>
            </w:r>
          </w:p>
        </w:tc>
      </w:tr>
      <w:tr w:rsidR="00DD6D80" w:rsidRPr="000C2D14">
        <w:trPr>
          <w:trHeight w:val="321"/>
          <w:jc w:val="center"/>
        </w:trPr>
        <w:tc>
          <w:tcPr>
            <w:tcW w:w="5691" w:type="dxa"/>
          </w:tcPr>
          <w:p w:rsidR="00DD6D80" w:rsidRPr="000C2D14" w:rsidRDefault="00DD6D80" w:rsidP="00856D4C">
            <w:r w:rsidRPr="000C2D14">
              <w:t xml:space="preserve">Спортивно-оздоровительное </w:t>
            </w:r>
          </w:p>
        </w:tc>
        <w:tc>
          <w:tcPr>
            <w:tcW w:w="4680" w:type="dxa"/>
          </w:tcPr>
          <w:p w:rsidR="00DD6D80" w:rsidRPr="000C2D14" w:rsidRDefault="00DD6D80" w:rsidP="00856D4C">
            <w:pPr>
              <w:jc w:val="center"/>
            </w:pPr>
            <w:r>
              <w:t>2</w:t>
            </w:r>
          </w:p>
        </w:tc>
      </w:tr>
      <w:tr w:rsidR="00DD6D80" w:rsidRPr="000C2D14">
        <w:trPr>
          <w:trHeight w:val="321"/>
          <w:jc w:val="center"/>
        </w:trPr>
        <w:tc>
          <w:tcPr>
            <w:tcW w:w="5691" w:type="dxa"/>
          </w:tcPr>
          <w:p w:rsidR="00DD6D80" w:rsidRPr="000C2D14" w:rsidRDefault="00DD6D80" w:rsidP="00856D4C">
            <w:r w:rsidRPr="000C2D14">
              <w:t xml:space="preserve">Общеинтеллектуальное </w:t>
            </w:r>
          </w:p>
        </w:tc>
        <w:tc>
          <w:tcPr>
            <w:tcW w:w="4680" w:type="dxa"/>
          </w:tcPr>
          <w:p w:rsidR="00DD6D80" w:rsidRPr="000C2D14" w:rsidRDefault="00DD6D80" w:rsidP="00856D4C">
            <w:pPr>
              <w:jc w:val="center"/>
            </w:pPr>
            <w:r>
              <w:t>1</w:t>
            </w:r>
          </w:p>
        </w:tc>
      </w:tr>
      <w:tr w:rsidR="00DD6D80" w:rsidRPr="000C2D14">
        <w:trPr>
          <w:trHeight w:val="336"/>
          <w:jc w:val="center"/>
        </w:trPr>
        <w:tc>
          <w:tcPr>
            <w:tcW w:w="5691" w:type="dxa"/>
          </w:tcPr>
          <w:p w:rsidR="00DD6D80" w:rsidRPr="000C2D14" w:rsidRDefault="00DD6D80" w:rsidP="00856D4C">
            <w:r w:rsidRPr="000C2D14">
              <w:t xml:space="preserve">Духовно-нравственное </w:t>
            </w:r>
          </w:p>
        </w:tc>
        <w:tc>
          <w:tcPr>
            <w:tcW w:w="4680" w:type="dxa"/>
          </w:tcPr>
          <w:p w:rsidR="00DD6D80" w:rsidRPr="000C2D14" w:rsidRDefault="00DD6D80" w:rsidP="00856D4C">
            <w:pPr>
              <w:jc w:val="center"/>
            </w:pPr>
            <w:r>
              <w:t>1</w:t>
            </w:r>
          </w:p>
        </w:tc>
      </w:tr>
      <w:tr w:rsidR="00DD6D80" w:rsidRPr="000C2D14">
        <w:trPr>
          <w:trHeight w:val="321"/>
          <w:jc w:val="center"/>
        </w:trPr>
        <w:tc>
          <w:tcPr>
            <w:tcW w:w="5691" w:type="dxa"/>
          </w:tcPr>
          <w:p w:rsidR="00DD6D80" w:rsidRPr="000C2D14" w:rsidRDefault="00DD6D80" w:rsidP="00856D4C">
            <w:r w:rsidRPr="000C2D14">
              <w:t xml:space="preserve">Общекультурное </w:t>
            </w:r>
          </w:p>
        </w:tc>
        <w:tc>
          <w:tcPr>
            <w:tcW w:w="4680" w:type="dxa"/>
          </w:tcPr>
          <w:p w:rsidR="00DD6D80" w:rsidRPr="000C2D14" w:rsidRDefault="00DD6D80" w:rsidP="00856D4C">
            <w:pPr>
              <w:jc w:val="center"/>
            </w:pPr>
            <w:r>
              <w:t>1</w:t>
            </w:r>
          </w:p>
        </w:tc>
      </w:tr>
      <w:tr w:rsidR="00DD6D80" w:rsidRPr="000C2D14">
        <w:trPr>
          <w:trHeight w:val="321"/>
          <w:jc w:val="center"/>
        </w:trPr>
        <w:tc>
          <w:tcPr>
            <w:tcW w:w="5691" w:type="dxa"/>
          </w:tcPr>
          <w:p w:rsidR="00DD6D80" w:rsidRPr="000C2D14" w:rsidRDefault="00DD6D80" w:rsidP="00856D4C">
            <w:r w:rsidRPr="000C2D14">
              <w:t xml:space="preserve">Социальное </w:t>
            </w:r>
          </w:p>
        </w:tc>
        <w:tc>
          <w:tcPr>
            <w:tcW w:w="4680" w:type="dxa"/>
          </w:tcPr>
          <w:p w:rsidR="00DD6D80" w:rsidRPr="000C2D14" w:rsidRDefault="00DD6D80" w:rsidP="00856D4C">
            <w:pPr>
              <w:jc w:val="center"/>
            </w:pPr>
            <w:r>
              <w:t>3</w:t>
            </w:r>
          </w:p>
        </w:tc>
      </w:tr>
      <w:tr w:rsidR="00DD6D80" w:rsidRPr="000C2D14">
        <w:trPr>
          <w:trHeight w:val="336"/>
          <w:jc w:val="center"/>
        </w:trPr>
        <w:tc>
          <w:tcPr>
            <w:tcW w:w="5691" w:type="dxa"/>
          </w:tcPr>
          <w:p w:rsidR="00DD6D80" w:rsidRPr="000C2D14" w:rsidRDefault="00DD6D80" w:rsidP="00856D4C">
            <w:pPr>
              <w:jc w:val="right"/>
            </w:pPr>
            <w:r w:rsidRPr="000C2D14">
              <w:t>Итого:</w:t>
            </w:r>
          </w:p>
        </w:tc>
        <w:tc>
          <w:tcPr>
            <w:tcW w:w="4680" w:type="dxa"/>
          </w:tcPr>
          <w:p w:rsidR="00DD6D80" w:rsidRPr="000C2D14" w:rsidRDefault="00DD6D80" w:rsidP="00856D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</w:tbl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73"/>
        <w:gridCol w:w="3474"/>
        <w:gridCol w:w="3474"/>
      </w:tblGrid>
      <w:tr w:rsidR="00DD6D80">
        <w:tc>
          <w:tcPr>
            <w:tcW w:w="10421" w:type="dxa"/>
            <w:gridSpan w:val="3"/>
          </w:tcPr>
          <w:p w:rsidR="00DD6D80" w:rsidRPr="0020301C" w:rsidRDefault="00DD6D80" w:rsidP="0020301C">
            <w:pPr>
              <w:jc w:val="center"/>
              <w:rPr>
                <w:b/>
                <w:bCs/>
                <w:sz w:val="28"/>
                <w:szCs w:val="28"/>
              </w:rPr>
            </w:pPr>
            <w:r w:rsidRPr="0020301C">
              <w:rPr>
                <w:b/>
                <w:bCs/>
                <w:sz w:val="28"/>
                <w:szCs w:val="28"/>
              </w:rPr>
              <w:t xml:space="preserve">Учебный план            5         класса филиала </w:t>
            </w:r>
          </w:p>
          <w:p w:rsidR="00DD6D80" w:rsidRPr="0020301C" w:rsidRDefault="00DD6D80" w:rsidP="00831C3C">
            <w:pPr>
              <w:rPr>
                <w:sz w:val="22"/>
                <w:szCs w:val="22"/>
              </w:rPr>
            </w:pPr>
            <w:r w:rsidRPr="0020301C">
              <w:rPr>
                <w:b/>
                <w:bCs/>
                <w:sz w:val="28"/>
                <w:szCs w:val="28"/>
              </w:rPr>
              <w:t>МАОУ Гагаринская СОШ -Новолоктинская СОШ   на 2018-2019 уч. г.</w:t>
            </w:r>
          </w:p>
        </w:tc>
      </w:tr>
      <w:tr w:rsidR="00DD6D80">
        <w:tc>
          <w:tcPr>
            <w:tcW w:w="3473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20301C">
              <w:rPr>
                <w:b/>
                <w:bCs/>
                <w:sz w:val="22"/>
                <w:szCs w:val="22"/>
              </w:rPr>
              <w:t xml:space="preserve">Предметные области </w:t>
            </w:r>
          </w:p>
        </w:tc>
        <w:tc>
          <w:tcPr>
            <w:tcW w:w="3474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ind w:hanging="108"/>
              <w:rPr>
                <w:b/>
                <w:bCs/>
                <w:sz w:val="22"/>
                <w:szCs w:val="22"/>
              </w:rPr>
            </w:pPr>
            <w:r w:rsidRPr="0020301C">
              <w:rPr>
                <w:b/>
                <w:bCs/>
                <w:sz w:val="22"/>
                <w:szCs w:val="22"/>
              </w:rPr>
              <w:t>Учебные предметы</w:t>
            </w:r>
          </w:p>
        </w:tc>
        <w:tc>
          <w:tcPr>
            <w:tcW w:w="3474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ind w:left="-101"/>
              <w:jc w:val="center"/>
              <w:rPr>
                <w:b/>
                <w:bCs/>
                <w:sz w:val="22"/>
                <w:szCs w:val="22"/>
              </w:rPr>
            </w:pPr>
            <w:r w:rsidRPr="0020301C">
              <w:rPr>
                <w:b/>
                <w:bCs/>
                <w:sz w:val="22"/>
                <w:szCs w:val="22"/>
              </w:rPr>
              <w:t>КОЛИЧЕСТВО ЧАСОВ В НЕДЕЛЮ</w:t>
            </w:r>
          </w:p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D6D80">
        <w:tc>
          <w:tcPr>
            <w:tcW w:w="10421" w:type="dxa"/>
            <w:gridSpan w:val="3"/>
          </w:tcPr>
          <w:p w:rsidR="00DD6D80" w:rsidRPr="0020301C" w:rsidRDefault="00DD6D80" w:rsidP="0020301C">
            <w:pPr>
              <w:jc w:val="center"/>
              <w:rPr>
                <w:sz w:val="22"/>
                <w:szCs w:val="22"/>
              </w:rPr>
            </w:pPr>
            <w:r w:rsidRPr="0020301C">
              <w:rPr>
                <w:b/>
                <w:bCs/>
                <w:sz w:val="20"/>
                <w:szCs w:val="20"/>
              </w:rPr>
              <w:t>ИНВАРИАНТНАЯ ЧАСТЬ          (ФЕДЕРАЛЬНЫЙ КОМПОНЕНТ)</w:t>
            </w:r>
          </w:p>
        </w:tc>
      </w:tr>
      <w:tr w:rsidR="00DD6D80">
        <w:tc>
          <w:tcPr>
            <w:tcW w:w="3473" w:type="dxa"/>
            <w:vMerge w:val="restart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3474" w:type="dxa"/>
          </w:tcPr>
          <w:p w:rsidR="00DD6D80" w:rsidRPr="0020301C" w:rsidRDefault="00DD6D80" w:rsidP="00980A1A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Русский язык</w:t>
            </w:r>
          </w:p>
        </w:tc>
        <w:tc>
          <w:tcPr>
            <w:tcW w:w="3474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5</w:t>
            </w:r>
          </w:p>
        </w:tc>
      </w:tr>
      <w:tr w:rsidR="00DD6D80">
        <w:tc>
          <w:tcPr>
            <w:tcW w:w="3473" w:type="dxa"/>
            <w:vMerge/>
            <w:vAlign w:val="center"/>
          </w:tcPr>
          <w:p w:rsidR="00DD6D80" w:rsidRPr="0020301C" w:rsidRDefault="00DD6D80" w:rsidP="00980A1A">
            <w:pPr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20301C" w:rsidRDefault="00DD6D80" w:rsidP="00980A1A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 xml:space="preserve">Литература </w:t>
            </w:r>
          </w:p>
        </w:tc>
        <w:tc>
          <w:tcPr>
            <w:tcW w:w="3474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3</w:t>
            </w:r>
          </w:p>
        </w:tc>
      </w:tr>
      <w:tr w:rsidR="00DD6D80">
        <w:tc>
          <w:tcPr>
            <w:tcW w:w="3473" w:type="dxa"/>
            <w:vMerge w:val="restart"/>
            <w:vAlign w:val="center"/>
          </w:tcPr>
          <w:p w:rsidR="00DD6D80" w:rsidRPr="0020301C" w:rsidRDefault="00DD6D80" w:rsidP="00980A1A">
            <w:pPr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3474" w:type="dxa"/>
          </w:tcPr>
          <w:p w:rsidR="00DD6D80" w:rsidRPr="0020301C" w:rsidRDefault="00DD6D80" w:rsidP="00980A1A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Иностранный  язык</w:t>
            </w:r>
            <w:r>
              <w:t xml:space="preserve"> (английский )</w:t>
            </w:r>
          </w:p>
        </w:tc>
        <w:tc>
          <w:tcPr>
            <w:tcW w:w="3474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3</w:t>
            </w:r>
          </w:p>
        </w:tc>
      </w:tr>
      <w:tr w:rsidR="00DD6D80">
        <w:tc>
          <w:tcPr>
            <w:tcW w:w="3473" w:type="dxa"/>
            <w:vMerge/>
            <w:vAlign w:val="center"/>
          </w:tcPr>
          <w:p w:rsidR="00DD6D80" w:rsidRPr="0020301C" w:rsidRDefault="00DD6D80" w:rsidP="00980A1A">
            <w:pPr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740F92" w:rsidRDefault="00DD6D80" w:rsidP="00980A1A">
            <w:pPr>
              <w:pStyle w:val="a"/>
            </w:pPr>
            <w:r>
              <w:t>Второй иностранный язык (немецкий)</w:t>
            </w:r>
          </w:p>
        </w:tc>
        <w:tc>
          <w:tcPr>
            <w:tcW w:w="3474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>
        <w:tc>
          <w:tcPr>
            <w:tcW w:w="3473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 xml:space="preserve">МАТЕМАТИКА И ИНФОРМАТИКА </w:t>
            </w:r>
          </w:p>
        </w:tc>
        <w:tc>
          <w:tcPr>
            <w:tcW w:w="3474" w:type="dxa"/>
          </w:tcPr>
          <w:p w:rsidR="00DD6D80" w:rsidRPr="0020301C" w:rsidRDefault="00DD6D80" w:rsidP="00980A1A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Математика</w:t>
            </w:r>
          </w:p>
        </w:tc>
        <w:tc>
          <w:tcPr>
            <w:tcW w:w="3474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5</w:t>
            </w:r>
          </w:p>
        </w:tc>
      </w:tr>
      <w:tr w:rsidR="00DD6D80">
        <w:tc>
          <w:tcPr>
            <w:tcW w:w="3473" w:type="dxa"/>
            <w:vMerge w:val="restart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3474" w:type="dxa"/>
          </w:tcPr>
          <w:p w:rsidR="00DD6D80" w:rsidRPr="0020301C" w:rsidRDefault="00DD6D80" w:rsidP="00EE704D">
            <w:pPr>
              <w:pStyle w:val="a"/>
              <w:rPr>
                <w:rStyle w:val="Strong"/>
                <w:b w:val="0"/>
                <w:bCs w:val="0"/>
              </w:rPr>
            </w:pPr>
            <w:r>
              <w:t xml:space="preserve">История </w:t>
            </w:r>
          </w:p>
        </w:tc>
        <w:tc>
          <w:tcPr>
            <w:tcW w:w="3474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>
        <w:tc>
          <w:tcPr>
            <w:tcW w:w="3473" w:type="dxa"/>
            <w:vMerge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20301C" w:rsidRDefault="00DD6D80" w:rsidP="00980A1A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География</w:t>
            </w:r>
          </w:p>
        </w:tc>
        <w:tc>
          <w:tcPr>
            <w:tcW w:w="3474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>
        <w:tc>
          <w:tcPr>
            <w:tcW w:w="3473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ЕСТЕСТВЕННО-НАУЧНЫЕ ПРЕДМЕТЫ</w:t>
            </w:r>
          </w:p>
        </w:tc>
        <w:tc>
          <w:tcPr>
            <w:tcW w:w="3474" w:type="dxa"/>
          </w:tcPr>
          <w:p w:rsidR="00DD6D80" w:rsidRPr="0020301C" w:rsidRDefault="00DD6D80" w:rsidP="00980A1A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 xml:space="preserve">Биология </w:t>
            </w:r>
          </w:p>
        </w:tc>
        <w:tc>
          <w:tcPr>
            <w:tcW w:w="3474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>
        <w:tc>
          <w:tcPr>
            <w:tcW w:w="3473" w:type="dxa"/>
            <w:vMerge w:val="restart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ИСКУССТВО</w:t>
            </w:r>
          </w:p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20301C" w:rsidRDefault="00DD6D80" w:rsidP="00980A1A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 xml:space="preserve">Музыка </w:t>
            </w:r>
          </w:p>
        </w:tc>
        <w:tc>
          <w:tcPr>
            <w:tcW w:w="3474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>
        <w:tc>
          <w:tcPr>
            <w:tcW w:w="3473" w:type="dxa"/>
            <w:vMerge/>
            <w:vAlign w:val="center"/>
          </w:tcPr>
          <w:p w:rsidR="00DD6D80" w:rsidRPr="0020301C" w:rsidRDefault="00DD6D80" w:rsidP="00980A1A">
            <w:pPr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20301C" w:rsidRDefault="00DD6D80" w:rsidP="00980A1A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Изобразительное искусство</w:t>
            </w:r>
          </w:p>
        </w:tc>
        <w:tc>
          <w:tcPr>
            <w:tcW w:w="3474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>
        <w:tc>
          <w:tcPr>
            <w:tcW w:w="3473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ТЕХНОЛОГИЯ</w:t>
            </w:r>
          </w:p>
        </w:tc>
        <w:tc>
          <w:tcPr>
            <w:tcW w:w="3474" w:type="dxa"/>
          </w:tcPr>
          <w:p w:rsidR="00DD6D80" w:rsidRPr="0020301C" w:rsidRDefault="00DD6D80" w:rsidP="00980A1A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Технология</w:t>
            </w:r>
          </w:p>
        </w:tc>
        <w:tc>
          <w:tcPr>
            <w:tcW w:w="3474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>
        <w:tc>
          <w:tcPr>
            <w:tcW w:w="3473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ФИЗИЧЕСКАЯ КУЛЬТУРА И ОБЖ</w:t>
            </w:r>
          </w:p>
        </w:tc>
        <w:tc>
          <w:tcPr>
            <w:tcW w:w="3474" w:type="dxa"/>
          </w:tcPr>
          <w:p w:rsidR="00DD6D80" w:rsidRPr="0020301C" w:rsidRDefault="00DD6D80" w:rsidP="00980A1A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Физическая культура</w:t>
            </w:r>
          </w:p>
        </w:tc>
        <w:tc>
          <w:tcPr>
            <w:tcW w:w="3474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2+1</w:t>
            </w:r>
          </w:p>
        </w:tc>
      </w:tr>
      <w:tr w:rsidR="00DD6D80">
        <w:tc>
          <w:tcPr>
            <w:tcW w:w="10421" w:type="dxa"/>
            <w:gridSpan w:val="3"/>
          </w:tcPr>
          <w:p w:rsidR="00DD6D80" w:rsidRPr="0020301C" w:rsidRDefault="00DD6D80" w:rsidP="0020301C">
            <w:pPr>
              <w:pStyle w:val="a"/>
              <w:ind w:left="-108"/>
              <w:jc w:val="center"/>
              <w:rPr>
                <w:rStyle w:val="Strong"/>
                <w:sz w:val="20"/>
                <w:szCs w:val="20"/>
              </w:rPr>
            </w:pPr>
            <w:r w:rsidRPr="0020301C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ИТОГО:</w:t>
            </w:r>
          </w:p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sz w:val="20"/>
                <w:szCs w:val="20"/>
                <w:vertAlign w:val="superscript"/>
              </w:rPr>
            </w:pPr>
            <w:r w:rsidRPr="0020301C">
              <w:rPr>
                <w:rStyle w:val="Strong"/>
                <w:sz w:val="20"/>
                <w:szCs w:val="20"/>
              </w:rPr>
              <w:t xml:space="preserve">                                                                                                                                           28+1</w:t>
            </w:r>
            <w:r w:rsidRPr="0020301C">
              <w:rPr>
                <w:rStyle w:val="Strong"/>
                <w:sz w:val="20"/>
                <w:szCs w:val="20"/>
                <w:vertAlign w:val="superscript"/>
              </w:rPr>
              <w:t>*</w:t>
            </w:r>
          </w:p>
        </w:tc>
      </w:tr>
      <w:tr w:rsidR="00DD6D80">
        <w:tc>
          <w:tcPr>
            <w:tcW w:w="10421" w:type="dxa"/>
            <w:gridSpan w:val="3"/>
          </w:tcPr>
          <w:p w:rsidR="00DD6D80" w:rsidRPr="0020301C" w:rsidRDefault="00DD6D80" w:rsidP="00980A1A">
            <w:pPr>
              <w:pStyle w:val="BodyText"/>
              <w:rPr>
                <w:sz w:val="20"/>
                <w:szCs w:val="20"/>
              </w:rPr>
            </w:pPr>
            <w:r w:rsidRPr="0020301C">
              <w:rPr>
                <w:rStyle w:val="Strong"/>
                <w:sz w:val="20"/>
                <w:szCs w:val="20"/>
              </w:rPr>
              <w:t>ВАРИАТИВНАЯ ЧАСТЬ (ШКОЛЬНЫЙ КОМПОНЕНТ)                  3 ч.</w:t>
            </w:r>
          </w:p>
        </w:tc>
      </w:tr>
      <w:tr w:rsidR="00DD6D80">
        <w:tc>
          <w:tcPr>
            <w:tcW w:w="3473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74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ЭЛЕКТИВНЫЙ КУРС:</w:t>
            </w:r>
            <w:r w:rsidRPr="0020301C">
              <w:rPr>
                <w:color w:val="000000"/>
                <w:sz w:val="22"/>
                <w:szCs w:val="22"/>
              </w:rPr>
              <w:t xml:space="preserve"> Программные средства в моей профессии</w:t>
            </w:r>
          </w:p>
        </w:tc>
        <w:tc>
          <w:tcPr>
            <w:tcW w:w="3474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20301C">
              <w:rPr>
                <w:rStyle w:val="Strong"/>
                <w:b w:val="0"/>
                <w:bCs w:val="0"/>
                <w:sz w:val="20"/>
                <w:szCs w:val="20"/>
              </w:rPr>
              <w:t>1</w:t>
            </w:r>
          </w:p>
        </w:tc>
      </w:tr>
      <w:tr w:rsidR="00DD6D80">
        <w:tc>
          <w:tcPr>
            <w:tcW w:w="3473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74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ПРЕДМЕТНЫЕ  КУРСЫ:</w:t>
            </w:r>
            <w:r w:rsidRPr="0020301C">
              <w:rPr>
                <w:color w:val="000000"/>
                <w:sz w:val="22"/>
                <w:szCs w:val="22"/>
              </w:rPr>
              <w:t>«Обществознание»</w:t>
            </w:r>
          </w:p>
        </w:tc>
        <w:tc>
          <w:tcPr>
            <w:tcW w:w="3474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20301C">
              <w:rPr>
                <w:rStyle w:val="Strong"/>
                <w:b w:val="0"/>
                <w:bCs w:val="0"/>
                <w:sz w:val="20"/>
                <w:szCs w:val="20"/>
              </w:rPr>
              <w:t>1</w:t>
            </w:r>
          </w:p>
        </w:tc>
      </w:tr>
      <w:tr w:rsidR="00DD6D80">
        <w:tc>
          <w:tcPr>
            <w:tcW w:w="3473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74" w:type="dxa"/>
          </w:tcPr>
          <w:p w:rsidR="00DD6D80" w:rsidRPr="0020301C" w:rsidRDefault="00DD6D80" w:rsidP="00980A1A">
            <w:pPr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ЭЛЕКТИВНЫЙ КУРС:</w:t>
            </w:r>
            <w:r w:rsidRPr="0020301C">
              <w:rPr>
                <w:sz w:val="22"/>
                <w:szCs w:val="22"/>
              </w:rPr>
              <w:t xml:space="preserve"> «Удивительный мир слов»</w:t>
            </w:r>
          </w:p>
        </w:tc>
        <w:tc>
          <w:tcPr>
            <w:tcW w:w="3474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20301C">
              <w:rPr>
                <w:rStyle w:val="Strong"/>
                <w:b w:val="0"/>
                <w:bCs w:val="0"/>
                <w:sz w:val="20"/>
                <w:szCs w:val="20"/>
              </w:rPr>
              <w:t>1</w:t>
            </w:r>
          </w:p>
        </w:tc>
      </w:tr>
      <w:tr w:rsidR="00DD6D80">
        <w:tc>
          <w:tcPr>
            <w:tcW w:w="3473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74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sz w:val="20"/>
                <w:szCs w:val="20"/>
              </w:rPr>
            </w:pPr>
            <w:r w:rsidRPr="0020301C">
              <w:rPr>
                <w:b/>
                <w:bCs/>
                <w:sz w:val="20"/>
                <w:szCs w:val="20"/>
              </w:rPr>
              <w:t>МАКСИМАЛЬНЫЙ ОБЪЕМ НЕДЕЛЬНОЙ НАГРУЗКИ</w:t>
            </w:r>
          </w:p>
        </w:tc>
        <w:tc>
          <w:tcPr>
            <w:tcW w:w="3474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sz w:val="20"/>
                <w:szCs w:val="20"/>
                <w:vertAlign w:val="superscript"/>
              </w:rPr>
            </w:pPr>
            <w:r w:rsidRPr="0020301C">
              <w:rPr>
                <w:rStyle w:val="Strong"/>
                <w:sz w:val="20"/>
                <w:szCs w:val="20"/>
              </w:rPr>
              <w:t>31+1</w:t>
            </w:r>
            <w:r w:rsidRPr="0020301C">
              <w:rPr>
                <w:rStyle w:val="Strong"/>
                <w:sz w:val="20"/>
                <w:szCs w:val="20"/>
                <w:vertAlign w:val="superscript"/>
              </w:rPr>
              <w:t>*</w:t>
            </w:r>
          </w:p>
        </w:tc>
      </w:tr>
    </w:tbl>
    <w:p w:rsidR="00DD6D80" w:rsidRPr="00980A1A" w:rsidRDefault="00DD6D80" w:rsidP="00980A1A"/>
    <w:p w:rsidR="00DD6D80" w:rsidRDefault="00DD6D80" w:rsidP="005E7F8A">
      <w:pPr>
        <w:pStyle w:val="a"/>
        <w:spacing w:before="1" w:beforeAutospacing="1" w:after="1" w:afterAutospacing="1"/>
        <w:jc w:val="center"/>
        <w:rPr>
          <w:b/>
          <w:bCs/>
        </w:rPr>
      </w:pPr>
    </w:p>
    <w:p w:rsidR="00DD6D80" w:rsidRPr="005E7F8A" w:rsidRDefault="00DD6D80" w:rsidP="005E7F8A">
      <w:pPr>
        <w:pStyle w:val="a"/>
        <w:spacing w:before="1" w:beforeAutospacing="1" w:after="1" w:afterAutospacing="1"/>
        <w:jc w:val="center"/>
        <w:rPr>
          <w:b/>
          <w:bCs/>
        </w:rPr>
      </w:pPr>
      <w:r w:rsidRPr="005E7F8A">
        <w:rPr>
          <w:b/>
          <w:bCs/>
        </w:rPr>
        <w:t>Внеурочная деятельность 6 класса</w:t>
      </w:r>
    </w:p>
    <w:tbl>
      <w:tblPr>
        <w:tblW w:w="103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5670"/>
        <w:gridCol w:w="709"/>
        <w:gridCol w:w="1276"/>
      </w:tblGrid>
      <w:tr w:rsidR="00DD6D80">
        <w:trPr>
          <w:trHeight w:val="390"/>
        </w:trPr>
        <w:tc>
          <w:tcPr>
            <w:tcW w:w="2694" w:type="dxa"/>
            <w:vMerge w:val="restart"/>
          </w:tcPr>
          <w:p w:rsidR="00DD6D80" w:rsidRDefault="00DD6D80" w:rsidP="00856D4C">
            <w:r>
              <w:t>Направления</w:t>
            </w:r>
          </w:p>
        </w:tc>
        <w:tc>
          <w:tcPr>
            <w:tcW w:w="5670" w:type="dxa"/>
            <w:vMerge w:val="restart"/>
          </w:tcPr>
          <w:p w:rsidR="00DD6D80" w:rsidRDefault="00DD6D80" w:rsidP="00856D4C">
            <w:r>
              <w:t>Название</w:t>
            </w:r>
          </w:p>
        </w:tc>
        <w:tc>
          <w:tcPr>
            <w:tcW w:w="709" w:type="dxa"/>
            <w:vMerge w:val="restart"/>
          </w:tcPr>
          <w:p w:rsidR="00DD6D80" w:rsidRDefault="00DD6D80" w:rsidP="00856D4C"/>
        </w:tc>
        <w:tc>
          <w:tcPr>
            <w:tcW w:w="1276" w:type="dxa"/>
            <w:vMerge w:val="restart"/>
          </w:tcPr>
          <w:p w:rsidR="00DD6D80" w:rsidRDefault="00DD6D80" w:rsidP="00856D4C">
            <w:pPr>
              <w:ind w:right="-817"/>
            </w:pPr>
            <w:r>
              <w:t>Кто ведет</w:t>
            </w:r>
          </w:p>
        </w:tc>
      </w:tr>
      <w:tr w:rsidR="00DD6D80">
        <w:trPr>
          <w:trHeight w:val="276"/>
        </w:trPr>
        <w:tc>
          <w:tcPr>
            <w:tcW w:w="2694" w:type="dxa"/>
            <w:vMerge/>
            <w:vAlign w:val="center"/>
          </w:tcPr>
          <w:p w:rsidR="00DD6D80" w:rsidRDefault="00DD6D80" w:rsidP="00856D4C"/>
        </w:tc>
        <w:tc>
          <w:tcPr>
            <w:tcW w:w="5670" w:type="dxa"/>
            <w:vMerge/>
            <w:vAlign w:val="center"/>
          </w:tcPr>
          <w:p w:rsidR="00DD6D80" w:rsidRDefault="00DD6D80" w:rsidP="00856D4C"/>
        </w:tc>
        <w:tc>
          <w:tcPr>
            <w:tcW w:w="709" w:type="dxa"/>
            <w:vMerge/>
            <w:vAlign w:val="center"/>
          </w:tcPr>
          <w:p w:rsidR="00DD6D80" w:rsidRDefault="00DD6D80" w:rsidP="00856D4C"/>
        </w:tc>
        <w:tc>
          <w:tcPr>
            <w:tcW w:w="1276" w:type="dxa"/>
            <w:vMerge/>
            <w:vAlign w:val="center"/>
          </w:tcPr>
          <w:p w:rsidR="00DD6D80" w:rsidRDefault="00DD6D80" w:rsidP="00856D4C"/>
        </w:tc>
      </w:tr>
      <w:tr w:rsidR="00DD6D80">
        <w:trPr>
          <w:trHeight w:val="345"/>
        </w:trPr>
        <w:tc>
          <w:tcPr>
            <w:tcW w:w="2694" w:type="dxa"/>
          </w:tcPr>
          <w:p w:rsidR="00DD6D80" w:rsidRDefault="00DD6D80" w:rsidP="00856D4C">
            <w:r>
              <w:t>Спортивно-оздоровительное</w:t>
            </w:r>
          </w:p>
        </w:tc>
        <w:tc>
          <w:tcPr>
            <w:tcW w:w="5670" w:type="dxa"/>
          </w:tcPr>
          <w:p w:rsidR="00DD6D80" w:rsidRDefault="00DD6D80" w:rsidP="00856D4C">
            <w:r>
              <w:t>Подвижные игры</w:t>
            </w:r>
          </w:p>
        </w:tc>
        <w:tc>
          <w:tcPr>
            <w:tcW w:w="709" w:type="dxa"/>
          </w:tcPr>
          <w:p w:rsidR="00DD6D80" w:rsidRDefault="00DD6D80" w:rsidP="00856D4C">
            <w:r>
              <w:t>1 ч.</w:t>
            </w:r>
          </w:p>
        </w:tc>
        <w:tc>
          <w:tcPr>
            <w:tcW w:w="1276" w:type="dxa"/>
          </w:tcPr>
          <w:p w:rsidR="00DD6D80" w:rsidRDefault="00DD6D80" w:rsidP="00856D4C">
            <w:r>
              <w:t>учитель</w:t>
            </w:r>
          </w:p>
        </w:tc>
      </w:tr>
      <w:tr w:rsidR="00DD6D80">
        <w:trPr>
          <w:trHeight w:val="345"/>
        </w:trPr>
        <w:tc>
          <w:tcPr>
            <w:tcW w:w="2694" w:type="dxa"/>
            <w:vMerge w:val="restart"/>
          </w:tcPr>
          <w:p w:rsidR="00DD6D80" w:rsidRDefault="00DD6D80" w:rsidP="00856D4C">
            <w:r>
              <w:t xml:space="preserve">Общеинтеллектуальное </w:t>
            </w:r>
          </w:p>
        </w:tc>
        <w:tc>
          <w:tcPr>
            <w:tcW w:w="5670" w:type="dxa"/>
          </w:tcPr>
          <w:p w:rsidR="00DD6D80" w:rsidRDefault="00DD6D80" w:rsidP="00856D4C">
            <w:r>
              <w:t>«Удивительный мир биологии»</w:t>
            </w:r>
          </w:p>
        </w:tc>
        <w:tc>
          <w:tcPr>
            <w:tcW w:w="709" w:type="dxa"/>
          </w:tcPr>
          <w:p w:rsidR="00DD6D80" w:rsidRDefault="00DD6D80" w:rsidP="00856D4C">
            <w:r>
              <w:t>1 ч.</w:t>
            </w:r>
          </w:p>
        </w:tc>
        <w:tc>
          <w:tcPr>
            <w:tcW w:w="1276" w:type="dxa"/>
          </w:tcPr>
          <w:p w:rsidR="00DD6D80" w:rsidRDefault="00DD6D80" w:rsidP="00856D4C"/>
        </w:tc>
      </w:tr>
      <w:tr w:rsidR="00DD6D80">
        <w:trPr>
          <w:trHeight w:val="596"/>
        </w:trPr>
        <w:tc>
          <w:tcPr>
            <w:tcW w:w="2694" w:type="dxa"/>
            <w:vMerge/>
          </w:tcPr>
          <w:p w:rsidR="00DD6D80" w:rsidRDefault="00DD6D80" w:rsidP="00856D4C"/>
        </w:tc>
        <w:tc>
          <w:tcPr>
            <w:tcW w:w="5670" w:type="dxa"/>
          </w:tcPr>
          <w:p w:rsidR="00DD6D80" w:rsidRDefault="00DD6D80" w:rsidP="00856D4C">
            <w:r w:rsidRPr="000919E3">
              <w:rPr>
                <w:sz w:val="20"/>
                <w:szCs w:val="20"/>
              </w:rPr>
              <w:t xml:space="preserve"> </w:t>
            </w:r>
            <w:r w:rsidRPr="00252FE2">
              <w:rPr>
                <w:color w:val="000000"/>
              </w:rPr>
              <w:t>«</w:t>
            </w:r>
            <w:r>
              <w:rPr>
                <w:color w:val="000000"/>
              </w:rPr>
              <w:t>За страницами учебника географии</w:t>
            </w:r>
            <w:r w:rsidRPr="00252FE2">
              <w:rPr>
                <w:color w:val="000000"/>
              </w:rPr>
              <w:t>»</w:t>
            </w:r>
          </w:p>
        </w:tc>
        <w:tc>
          <w:tcPr>
            <w:tcW w:w="709" w:type="dxa"/>
          </w:tcPr>
          <w:p w:rsidR="00DD6D80" w:rsidRDefault="00DD6D80" w:rsidP="00856D4C">
            <w:r>
              <w:t>1ч.</w:t>
            </w:r>
          </w:p>
        </w:tc>
        <w:tc>
          <w:tcPr>
            <w:tcW w:w="1276" w:type="dxa"/>
          </w:tcPr>
          <w:p w:rsidR="00DD6D80" w:rsidRDefault="00DD6D80" w:rsidP="00856D4C">
            <w:r w:rsidRPr="00282375">
              <w:t>учитель</w:t>
            </w:r>
          </w:p>
        </w:tc>
      </w:tr>
      <w:tr w:rsidR="00DD6D80">
        <w:tc>
          <w:tcPr>
            <w:tcW w:w="2694" w:type="dxa"/>
          </w:tcPr>
          <w:p w:rsidR="00DD6D80" w:rsidRDefault="00DD6D80" w:rsidP="00856D4C">
            <w:r>
              <w:t>Духовно-нравственное</w:t>
            </w:r>
          </w:p>
        </w:tc>
        <w:tc>
          <w:tcPr>
            <w:tcW w:w="5670" w:type="dxa"/>
          </w:tcPr>
          <w:p w:rsidR="00DD6D80" w:rsidRDefault="00DD6D80" w:rsidP="00236489">
            <w:pPr>
              <w:pStyle w:val="NormalWeb"/>
              <w:spacing w:before="0" w:beforeAutospacing="0" w:after="0" w:afterAutospacing="0"/>
            </w:pPr>
            <w:r>
              <w:t xml:space="preserve">«Мой мир» </w:t>
            </w:r>
          </w:p>
          <w:p w:rsidR="00DD6D80" w:rsidRDefault="00DD6D80" w:rsidP="00236489">
            <w:pPr>
              <w:pStyle w:val="NormalWeb"/>
              <w:spacing w:before="0" w:beforeAutospacing="0" w:after="0" w:afterAutospacing="0"/>
            </w:pPr>
            <w:r>
              <w:t xml:space="preserve">Казачонок, Н. В. Шмелева. – М.: Просвещение, 2014 </w:t>
            </w:r>
          </w:p>
          <w:p w:rsidR="00DD6D80" w:rsidRDefault="00DD6D80" w:rsidP="00856D4C"/>
        </w:tc>
        <w:tc>
          <w:tcPr>
            <w:tcW w:w="709" w:type="dxa"/>
          </w:tcPr>
          <w:p w:rsidR="00DD6D80" w:rsidRDefault="00DD6D80" w:rsidP="00856D4C">
            <w:r>
              <w:t>1ч</w:t>
            </w:r>
          </w:p>
        </w:tc>
        <w:tc>
          <w:tcPr>
            <w:tcW w:w="1276" w:type="dxa"/>
          </w:tcPr>
          <w:p w:rsidR="00DD6D80" w:rsidRDefault="00DD6D80" w:rsidP="00856D4C">
            <w:r>
              <w:t>учитель</w:t>
            </w:r>
          </w:p>
        </w:tc>
      </w:tr>
      <w:tr w:rsidR="00DD6D80">
        <w:trPr>
          <w:trHeight w:val="265"/>
        </w:trPr>
        <w:tc>
          <w:tcPr>
            <w:tcW w:w="2694" w:type="dxa"/>
          </w:tcPr>
          <w:p w:rsidR="00DD6D80" w:rsidRDefault="00DD6D80" w:rsidP="00856D4C">
            <w:r>
              <w:t>Общекультурное</w:t>
            </w:r>
          </w:p>
        </w:tc>
        <w:tc>
          <w:tcPr>
            <w:tcW w:w="5670" w:type="dxa"/>
          </w:tcPr>
          <w:p w:rsidR="00DD6D80" w:rsidRDefault="00DD6D80" w:rsidP="00831C3C">
            <w:r>
              <w:t xml:space="preserve"> </w:t>
            </w:r>
            <w:r>
              <w:rPr>
                <w:color w:val="000000"/>
              </w:rPr>
              <w:t>«П</w:t>
            </w:r>
            <w:r w:rsidRPr="00252FE2">
              <w:rPr>
                <w:color w:val="000000"/>
              </w:rPr>
              <w:t>рограммные средства в моей профессии</w:t>
            </w:r>
            <w:r>
              <w:rPr>
                <w:color w:val="000000"/>
              </w:rPr>
              <w:t>»</w:t>
            </w:r>
          </w:p>
        </w:tc>
        <w:tc>
          <w:tcPr>
            <w:tcW w:w="709" w:type="dxa"/>
          </w:tcPr>
          <w:p w:rsidR="00DD6D80" w:rsidRDefault="00DD6D80" w:rsidP="00856D4C">
            <w:r>
              <w:t>1ч</w:t>
            </w:r>
          </w:p>
        </w:tc>
        <w:tc>
          <w:tcPr>
            <w:tcW w:w="1276" w:type="dxa"/>
          </w:tcPr>
          <w:p w:rsidR="00DD6D80" w:rsidRDefault="00DD6D80" w:rsidP="00856D4C">
            <w:r>
              <w:t>учитель</w:t>
            </w:r>
          </w:p>
        </w:tc>
      </w:tr>
      <w:tr w:rsidR="00DD6D80">
        <w:trPr>
          <w:trHeight w:val="562"/>
        </w:trPr>
        <w:tc>
          <w:tcPr>
            <w:tcW w:w="2694" w:type="dxa"/>
          </w:tcPr>
          <w:p w:rsidR="00DD6D80" w:rsidRDefault="00DD6D80" w:rsidP="00856D4C">
            <w:r>
              <w:t>Социальное</w:t>
            </w:r>
          </w:p>
        </w:tc>
        <w:tc>
          <w:tcPr>
            <w:tcW w:w="5670" w:type="dxa"/>
          </w:tcPr>
          <w:p w:rsidR="00DD6D80" w:rsidRDefault="00DD6D80" w:rsidP="001E5C4D">
            <w:r>
              <w:t>Социальное творчество</w:t>
            </w:r>
          </w:p>
        </w:tc>
        <w:tc>
          <w:tcPr>
            <w:tcW w:w="709" w:type="dxa"/>
          </w:tcPr>
          <w:p w:rsidR="00DD6D80" w:rsidRDefault="00DD6D80" w:rsidP="00856D4C">
            <w:r>
              <w:t>3ч</w:t>
            </w:r>
          </w:p>
        </w:tc>
        <w:tc>
          <w:tcPr>
            <w:tcW w:w="1276" w:type="dxa"/>
          </w:tcPr>
          <w:p w:rsidR="00DD6D80" w:rsidRDefault="00DD6D80" w:rsidP="00856D4C">
            <w:r w:rsidRPr="00282375">
              <w:t>учитель</w:t>
            </w:r>
          </w:p>
        </w:tc>
      </w:tr>
      <w:tr w:rsidR="00DD6D80">
        <w:trPr>
          <w:trHeight w:val="259"/>
        </w:trPr>
        <w:tc>
          <w:tcPr>
            <w:tcW w:w="2694" w:type="dxa"/>
          </w:tcPr>
          <w:p w:rsidR="00DD6D80" w:rsidRDefault="00DD6D80" w:rsidP="00856D4C">
            <w:r>
              <w:t>ИТОГО</w:t>
            </w:r>
          </w:p>
        </w:tc>
        <w:tc>
          <w:tcPr>
            <w:tcW w:w="5670" w:type="dxa"/>
          </w:tcPr>
          <w:p w:rsidR="00DD6D80" w:rsidRDefault="00DD6D80" w:rsidP="00856D4C"/>
        </w:tc>
        <w:tc>
          <w:tcPr>
            <w:tcW w:w="709" w:type="dxa"/>
          </w:tcPr>
          <w:p w:rsidR="00DD6D80" w:rsidRDefault="00DD6D80" w:rsidP="00856D4C">
            <w:r>
              <w:t>8ч.</w:t>
            </w:r>
          </w:p>
        </w:tc>
        <w:tc>
          <w:tcPr>
            <w:tcW w:w="1276" w:type="dxa"/>
          </w:tcPr>
          <w:p w:rsidR="00DD6D80" w:rsidRDefault="00DD6D80" w:rsidP="00856D4C"/>
        </w:tc>
      </w:tr>
    </w:tbl>
    <w:p w:rsidR="00DD6D80" w:rsidRDefault="00DD6D80" w:rsidP="00980A1A"/>
    <w:p w:rsidR="00DD6D80" w:rsidRPr="009357CB" w:rsidRDefault="00DD6D80" w:rsidP="002A26BB">
      <w:pPr>
        <w:jc w:val="center"/>
        <w:rPr>
          <w:b/>
          <w:bCs/>
        </w:rPr>
      </w:pPr>
      <w:r w:rsidRPr="009357CB">
        <w:rPr>
          <w:b/>
          <w:bCs/>
        </w:rPr>
        <w:t xml:space="preserve">Внеурочная деятельность 6 класса </w:t>
      </w: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91"/>
        <w:gridCol w:w="3818"/>
      </w:tblGrid>
      <w:tr w:rsidR="00DD6D80" w:rsidRPr="009357CB">
        <w:trPr>
          <w:trHeight w:val="343"/>
          <w:jc w:val="center"/>
        </w:trPr>
        <w:tc>
          <w:tcPr>
            <w:tcW w:w="5691" w:type="dxa"/>
            <w:vMerge w:val="restart"/>
            <w:vAlign w:val="center"/>
          </w:tcPr>
          <w:p w:rsidR="00DD6D80" w:rsidRPr="009357CB" w:rsidRDefault="00DD6D80" w:rsidP="00856D4C">
            <w:pPr>
              <w:jc w:val="center"/>
            </w:pPr>
            <w:r w:rsidRPr="009357CB">
              <w:t xml:space="preserve">Направления </w:t>
            </w:r>
          </w:p>
          <w:p w:rsidR="00DD6D80" w:rsidRPr="009357CB" w:rsidRDefault="00DD6D80" w:rsidP="00856D4C">
            <w:pPr>
              <w:jc w:val="center"/>
            </w:pPr>
            <w:r w:rsidRPr="009357CB">
              <w:t>(формы работы - кружки, секции, студии и т.д.)</w:t>
            </w:r>
          </w:p>
        </w:tc>
        <w:tc>
          <w:tcPr>
            <w:tcW w:w="3818" w:type="dxa"/>
          </w:tcPr>
          <w:p w:rsidR="00DD6D80" w:rsidRPr="009357CB" w:rsidRDefault="00DD6D80" w:rsidP="00856D4C">
            <w:pPr>
              <w:jc w:val="center"/>
            </w:pPr>
            <w:r w:rsidRPr="009357CB">
              <w:t>Количество часов в неделю</w:t>
            </w:r>
          </w:p>
        </w:tc>
      </w:tr>
      <w:tr w:rsidR="00DD6D80" w:rsidRPr="009357CB">
        <w:trPr>
          <w:trHeight w:val="306"/>
          <w:jc w:val="center"/>
        </w:trPr>
        <w:tc>
          <w:tcPr>
            <w:tcW w:w="5691" w:type="dxa"/>
            <w:vMerge/>
            <w:vAlign w:val="center"/>
          </w:tcPr>
          <w:p w:rsidR="00DD6D80" w:rsidRPr="009357CB" w:rsidRDefault="00DD6D80" w:rsidP="00856D4C">
            <w:pPr>
              <w:jc w:val="center"/>
            </w:pPr>
          </w:p>
        </w:tc>
        <w:tc>
          <w:tcPr>
            <w:tcW w:w="3818" w:type="dxa"/>
          </w:tcPr>
          <w:p w:rsidR="00DD6D80" w:rsidRPr="009357CB" w:rsidRDefault="00DD6D80" w:rsidP="00856D4C">
            <w:pPr>
              <w:jc w:val="center"/>
            </w:pPr>
            <w:r w:rsidRPr="009357CB">
              <w:t xml:space="preserve">6 класс </w:t>
            </w:r>
          </w:p>
        </w:tc>
      </w:tr>
      <w:tr w:rsidR="00DD6D80" w:rsidRPr="009357CB">
        <w:trPr>
          <w:trHeight w:val="321"/>
          <w:jc w:val="center"/>
        </w:trPr>
        <w:tc>
          <w:tcPr>
            <w:tcW w:w="5691" w:type="dxa"/>
          </w:tcPr>
          <w:p w:rsidR="00DD6D80" w:rsidRPr="009357CB" w:rsidRDefault="00DD6D80" w:rsidP="00856D4C">
            <w:r w:rsidRPr="009357CB">
              <w:t xml:space="preserve">Спортивно-оздоровительное </w:t>
            </w:r>
          </w:p>
        </w:tc>
        <w:tc>
          <w:tcPr>
            <w:tcW w:w="3818" w:type="dxa"/>
          </w:tcPr>
          <w:p w:rsidR="00DD6D80" w:rsidRPr="009357CB" w:rsidRDefault="00DD6D80" w:rsidP="00856D4C">
            <w:pPr>
              <w:jc w:val="center"/>
            </w:pPr>
            <w:r>
              <w:t>1</w:t>
            </w:r>
          </w:p>
        </w:tc>
      </w:tr>
      <w:tr w:rsidR="00DD6D80" w:rsidRPr="009357CB">
        <w:trPr>
          <w:trHeight w:val="321"/>
          <w:jc w:val="center"/>
        </w:trPr>
        <w:tc>
          <w:tcPr>
            <w:tcW w:w="5691" w:type="dxa"/>
          </w:tcPr>
          <w:p w:rsidR="00DD6D80" w:rsidRPr="009357CB" w:rsidRDefault="00DD6D80" w:rsidP="00856D4C">
            <w:r w:rsidRPr="009357CB">
              <w:t xml:space="preserve">Общеинтеллектуальное </w:t>
            </w:r>
          </w:p>
        </w:tc>
        <w:tc>
          <w:tcPr>
            <w:tcW w:w="3818" w:type="dxa"/>
          </w:tcPr>
          <w:p w:rsidR="00DD6D80" w:rsidRPr="009357CB" w:rsidRDefault="00DD6D80" w:rsidP="00856D4C">
            <w:pPr>
              <w:jc w:val="center"/>
            </w:pPr>
            <w:r>
              <w:t>2</w:t>
            </w:r>
          </w:p>
        </w:tc>
      </w:tr>
      <w:tr w:rsidR="00DD6D80" w:rsidRPr="009357CB">
        <w:trPr>
          <w:trHeight w:val="336"/>
          <w:jc w:val="center"/>
        </w:trPr>
        <w:tc>
          <w:tcPr>
            <w:tcW w:w="5691" w:type="dxa"/>
          </w:tcPr>
          <w:p w:rsidR="00DD6D80" w:rsidRPr="009357CB" w:rsidRDefault="00DD6D80" w:rsidP="00856D4C">
            <w:r w:rsidRPr="009357CB">
              <w:t xml:space="preserve">Духовно-нравственное </w:t>
            </w:r>
          </w:p>
        </w:tc>
        <w:tc>
          <w:tcPr>
            <w:tcW w:w="3818" w:type="dxa"/>
          </w:tcPr>
          <w:p w:rsidR="00DD6D80" w:rsidRPr="009357CB" w:rsidRDefault="00DD6D80" w:rsidP="00856D4C">
            <w:pPr>
              <w:jc w:val="center"/>
            </w:pPr>
            <w:r w:rsidRPr="009357CB">
              <w:t>1</w:t>
            </w:r>
          </w:p>
        </w:tc>
      </w:tr>
      <w:tr w:rsidR="00DD6D80" w:rsidRPr="009357CB">
        <w:trPr>
          <w:trHeight w:val="321"/>
          <w:jc w:val="center"/>
        </w:trPr>
        <w:tc>
          <w:tcPr>
            <w:tcW w:w="5691" w:type="dxa"/>
          </w:tcPr>
          <w:p w:rsidR="00DD6D80" w:rsidRPr="009357CB" w:rsidRDefault="00DD6D80" w:rsidP="00856D4C">
            <w:r w:rsidRPr="009357CB">
              <w:t xml:space="preserve">Общекультурное </w:t>
            </w:r>
          </w:p>
        </w:tc>
        <w:tc>
          <w:tcPr>
            <w:tcW w:w="3818" w:type="dxa"/>
          </w:tcPr>
          <w:p w:rsidR="00DD6D80" w:rsidRPr="009357CB" w:rsidRDefault="00DD6D80" w:rsidP="00856D4C">
            <w:pPr>
              <w:jc w:val="center"/>
            </w:pPr>
            <w:r w:rsidRPr="009357CB">
              <w:t>1</w:t>
            </w:r>
          </w:p>
        </w:tc>
      </w:tr>
      <w:tr w:rsidR="00DD6D80" w:rsidRPr="009357CB">
        <w:trPr>
          <w:trHeight w:val="321"/>
          <w:jc w:val="center"/>
        </w:trPr>
        <w:tc>
          <w:tcPr>
            <w:tcW w:w="5691" w:type="dxa"/>
          </w:tcPr>
          <w:p w:rsidR="00DD6D80" w:rsidRPr="009357CB" w:rsidRDefault="00DD6D80" w:rsidP="00856D4C">
            <w:r w:rsidRPr="009357CB">
              <w:t xml:space="preserve">Социальное </w:t>
            </w:r>
          </w:p>
        </w:tc>
        <w:tc>
          <w:tcPr>
            <w:tcW w:w="3818" w:type="dxa"/>
          </w:tcPr>
          <w:p w:rsidR="00DD6D80" w:rsidRPr="009357CB" w:rsidRDefault="00DD6D80" w:rsidP="00856D4C">
            <w:pPr>
              <w:jc w:val="center"/>
            </w:pPr>
            <w:r>
              <w:t>3</w:t>
            </w:r>
          </w:p>
        </w:tc>
      </w:tr>
      <w:tr w:rsidR="00DD6D80" w:rsidRPr="009357CB">
        <w:trPr>
          <w:trHeight w:val="336"/>
          <w:jc w:val="center"/>
        </w:trPr>
        <w:tc>
          <w:tcPr>
            <w:tcW w:w="5691" w:type="dxa"/>
          </w:tcPr>
          <w:p w:rsidR="00DD6D80" w:rsidRPr="009357CB" w:rsidRDefault="00DD6D80" w:rsidP="00856D4C">
            <w:pPr>
              <w:jc w:val="right"/>
            </w:pPr>
            <w:r w:rsidRPr="009357CB">
              <w:t>Итого:</w:t>
            </w:r>
          </w:p>
        </w:tc>
        <w:tc>
          <w:tcPr>
            <w:tcW w:w="3818" w:type="dxa"/>
          </w:tcPr>
          <w:p w:rsidR="00DD6D80" w:rsidRPr="009357CB" w:rsidRDefault="00DD6D80" w:rsidP="00856D4C">
            <w:pPr>
              <w:jc w:val="center"/>
              <w:rPr>
                <w:b/>
                <w:bCs/>
              </w:rPr>
            </w:pPr>
            <w:r w:rsidRPr="009357CB">
              <w:rPr>
                <w:b/>
                <w:bCs/>
              </w:rPr>
              <w:t>8</w:t>
            </w:r>
          </w:p>
        </w:tc>
      </w:tr>
    </w:tbl>
    <w:p w:rsidR="00DD6D80" w:rsidRDefault="00DD6D80" w:rsidP="002A26BB">
      <w:pPr>
        <w:pStyle w:val="a"/>
        <w:spacing w:before="1" w:beforeAutospacing="1" w:after="1" w:afterAutospacing="1"/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73"/>
        <w:gridCol w:w="3474"/>
        <w:gridCol w:w="2659"/>
      </w:tblGrid>
      <w:tr w:rsidR="00DD6D80">
        <w:tc>
          <w:tcPr>
            <w:tcW w:w="9606" w:type="dxa"/>
            <w:gridSpan w:val="3"/>
          </w:tcPr>
          <w:p w:rsidR="00DD6D80" w:rsidRPr="0020301C" w:rsidRDefault="00DD6D80" w:rsidP="0020301C">
            <w:pPr>
              <w:jc w:val="center"/>
              <w:rPr>
                <w:b/>
                <w:bCs/>
                <w:sz w:val="28"/>
                <w:szCs w:val="28"/>
              </w:rPr>
            </w:pPr>
            <w:r w:rsidRPr="0020301C">
              <w:rPr>
                <w:b/>
                <w:bCs/>
                <w:sz w:val="28"/>
                <w:szCs w:val="28"/>
              </w:rPr>
              <w:t xml:space="preserve">Учебный план            6         класса филиала </w:t>
            </w:r>
          </w:p>
          <w:p w:rsidR="00DD6D80" w:rsidRPr="0020301C" w:rsidRDefault="00DD6D80" w:rsidP="00AD5910">
            <w:pPr>
              <w:rPr>
                <w:sz w:val="22"/>
                <w:szCs w:val="22"/>
              </w:rPr>
            </w:pPr>
            <w:r w:rsidRPr="0020301C">
              <w:rPr>
                <w:b/>
                <w:bCs/>
                <w:sz w:val="28"/>
                <w:szCs w:val="28"/>
              </w:rPr>
              <w:t>МАОУ Гагаринская СОШ -Новолоктинская СОШ   на 2018-2019 уч. г.</w:t>
            </w:r>
          </w:p>
        </w:tc>
      </w:tr>
      <w:tr w:rsidR="00DD6D80" w:rsidRPr="00740F92">
        <w:tc>
          <w:tcPr>
            <w:tcW w:w="3473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20301C">
              <w:rPr>
                <w:b/>
                <w:bCs/>
                <w:sz w:val="22"/>
                <w:szCs w:val="22"/>
              </w:rPr>
              <w:t xml:space="preserve">Предметные области </w:t>
            </w:r>
          </w:p>
        </w:tc>
        <w:tc>
          <w:tcPr>
            <w:tcW w:w="3474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ind w:hanging="108"/>
              <w:rPr>
                <w:b/>
                <w:bCs/>
                <w:sz w:val="22"/>
                <w:szCs w:val="22"/>
              </w:rPr>
            </w:pPr>
            <w:r w:rsidRPr="0020301C">
              <w:rPr>
                <w:b/>
                <w:bCs/>
                <w:sz w:val="22"/>
                <w:szCs w:val="22"/>
              </w:rPr>
              <w:t>Учебные предметы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ind w:left="-101"/>
              <w:jc w:val="center"/>
              <w:rPr>
                <w:b/>
                <w:bCs/>
                <w:sz w:val="22"/>
                <w:szCs w:val="22"/>
              </w:rPr>
            </w:pPr>
            <w:r w:rsidRPr="0020301C">
              <w:rPr>
                <w:b/>
                <w:bCs/>
                <w:sz w:val="22"/>
                <w:szCs w:val="22"/>
              </w:rPr>
              <w:t>КОЛИЧЕСТВО ЧАСОВ В НЕДЕЛЮ</w:t>
            </w:r>
          </w:p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D6D80">
        <w:tc>
          <w:tcPr>
            <w:tcW w:w="9606" w:type="dxa"/>
            <w:gridSpan w:val="3"/>
          </w:tcPr>
          <w:p w:rsidR="00DD6D80" w:rsidRPr="0020301C" w:rsidRDefault="00DD6D80" w:rsidP="0020301C">
            <w:pPr>
              <w:jc w:val="center"/>
              <w:rPr>
                <w:sz w:val="22"/>
                <w:szCs w:val="22"/>
              </w:rPr>
            </w:pPr>
            <w:r w:rsidRPr="0020301C">
              <w:rPr>
                <w:b/>
                <w:bCs/>
                <w:sz w:val="20"/>
                <w:szCs w:val="20"/>
              </w:rPr>
              <w:t>ИНВАРИАНТНАЯ ЧАСТЬ          (ФЕДЕРАЛЬНЫЙ КОМПОНЕНТ)</w:t>
            </w:r>
          </w:p>
        </w:tc>
      </w:tr>
      <w:tr w:rsidR="00DD6D80" w:rsidRPr="00740F92">
        <w:tc>
          <w:tcPr>
            <w:tcW w:w="3473" w:type="dxa"/>
            <w:vMerge w:val="restart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3474" w:type="dxa"/>
          </w:tcPr>
          <w:p w:rsidR="00DD6D80" w:rsidRPr="0020301C" w:rsidRDefault="00DD6D80" w:rsidP="00856D4C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Русский язык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6</w:t>
            </w:r>
          </w:p>
        </w:tc>
      </w:tr>
      <w:tr w:rsidR="00DD6D80" w:rsidRPr="00740F92">
        <w:tc>
          <w:tcPr>
            <w:tcW w:w="3473" w:type="dxa"/>
            <w:vMerge/>
            <w:vAlign w:val="center"/>
          </w:tcPr>
          <w:p w:rsidR="00DD6D80" w:rsidRPr="0020301C" w:rsidRDefault="00DD6D80" w:rsidP="00856D4C">
            <w:pPr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20301C" w:rsidRDefault="00DD6D80" w:rsidP="00856D4C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 xml:space="preserve">Литература 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3</w:t>
            </w:r>
          </w:p>
        </w:tc>
      </w:tr>
      <w:tr w:rsidR="00DD6D80" w:rsidRPr="00740F92">
        <w:tc>
          <w:tcPr>
            <w:tcW w:w="3473" w:type="dxa"/>
            <w:vMerge w:val="restart"/>
            <w:vAlign w:val="center"/>
          </w:tcPr>
          <w:p w:rsidR="00DD6D80" w:rsidRPr="0020301C" w:rsidRDefault="00DD6D80" w:rsidP="00856D4C">
            <w:pPr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3474" w:type="dxa"/>
          </w:tcPr>
          <w:p w:rsidR="00DD6D80" w:rsidRPr="0020301C" w:rsidRDefault="00DD6D80" w:rsidP="00856D4C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Иностранный  язык</w:t>
            </w:r>
            <w:r>
              <w:t xml:space="preserve"> (английский)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3</w:t>
            </w:r>
          </w:p>
        </w:tc>
      </w:tr>
      <w:tr w:rsidR="00DD6D80" w:rsidRPr="00740F92">
        <w:tc>
          <w:tcPr>
            <w:tcW w:w="3473" w:type="dxa"/>
            <w:vMerge/>
            <w:vAlign w:val="center"/>
          </w:tcPr>
          <w:p w:rsidR="00DD6D80" w:rsidRPr="0020301C" w:rsidRDefault="00DD6D80" w:rsidP="00856D4C">
            <w:pPr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740F92" w:rsidRDefault="00DD6D80" w:rsidP="00856D4C">
            <w:pPr>
              <w:pStyle w:val="a"/>
            </w:pPr>
            <w:r>
              <w:t>Второй иностранный язык (немецкий)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 w:rsidRPr="00740F92">
        <w:tc>
          <w:tcPr>
            <w:tcW w:w="3473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 xml:space="preserve">МАТЕМАТИКА И ИНФОРМАТИКА </w:t>
            </w:r>
          </w:p>
        </w:tc>
        <w:tc>
          <w:tcPr>
            <w:tcW w:w="3474" w:type="dxa"/>
          </w:tcPr>
          <w:p w:rsidR="00DD6D80" w:rsidRPr="0020301C" w:rsidRDefault="00DD6D80" w:rsidP="00856D4C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Математика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5</w:t>
            </w:r>
          </w:p>
        </w:tc>
      </w:tr>
      <w:tr w:rsidR="00DD6D80" w:rsidRPr="00740F92">
        <w:tc>
          <w:tcPr>
            <w:tcW w:w="3473" w:type="dxa"/>
            <w:vMerge w:val="restart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3474" w:type="dxa"/>
          </w:tcPr>
          <w:p w:rsidR="00DD6D80" w:rsidRPr="0020301C" w:rsidRDefault="00DD6D80" w:rsidP="00856D4C">
            <w:pPr>
              <w:pStyle w:val="a"/>
              <w:rPr>
                <w:rStyle w:val="Strong"/>
                <w:b w:val="0"/>
                <w:bCs w:val="0"/>
              </w:rPr>
            </w:pPr>
            <w:r>
              <w:t xml:space="preserve">История 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 w:rsidRPr="00740F92">
        <w:tc>
          <w:tcPr>
            <w:tcW w:w="3473" w:type="dxa"/>
            <w:vMerge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Default="00DD6D80" w:rsidP="00856D4C">
            <w:pPr>
              <w:pStyle w:val="a"/>
            </w:pPr>
            <w:r>
              <w:t xml:space="preserve">Обществознание 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 w:rsidRPr="00740F92">
        <w:tc>
          <w:tcPr>
            <w:tcW w:w="3473" w:type="dxa"/>
            <w:vMerge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20301C" w:rsidRDefault="00DD6D80" w:rsidP="00856D4C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География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 w:rsidRPr="00740F92">
        <w:tc>
          <w:tcPr>
            <w:tcW w:w="3473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ЕСТЕСТВЕННО-НАУЧНЫЕ ПРЕДМЕТЫ</w:t>
            </w:r>
          </w:p>
        </w:tc>
        <w:tc>
          <w:tcPr>
            <w:tcW w:w="3474" w:type="dxa"/>
          </w:tcPr>
          <w:p w:rsidR="00DD6D80" w:rsidRPr="0020301C" w:rsidRDefault="00DD6D80" w:rsidP="00856D4C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 xml:space="preserve">Биология 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 w:rsidRPr="00740F92">
        <w:tc>
          <w:tcPr>
            <w:tcW w:w="3473" w:type="dxa"/>
            <w:vMerge w:val="restart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ИСКУССТВО</w:t>
            </w:r>
          </w:p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20301C" w:rsidRDefault="00DD6D80" w:rsidP="00856D4C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 xml:space="preserve">Музыка 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 w:rsidRPr="00740F92">
        <w:tc>
          <w:tcPr>
            <w:tcW w:w="3473" w:type="dxa"/>
            <w:vMerge/>
            <w:vAlign w:val="center"/>
          </w:tcPr>
          <w:p w:rsidR="00DD6D80" w:rsidRPr="0020301C" w:rsidRDefault="00DD6D80" w:rsidP="00856D4C">
            <w:pPr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20301C" w:rsidRDefault="00DD6D80" w:rsidP="00856D4C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Изобразительное искусство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 w:rsidRPr="00740F92">
        <w:tc>
          <w:tcPr>
            <w:tcW w:w="3473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ТЕХНОЛОГИЯ</w:t>
            </w:r>
          </w:p>
        </w:tc>
        <w:tc>
          <w:tcPr>
            <w:tcW w:w="3474" w:type="dxa"/>
          </w:tcPr>
          <w:p w:rsidR="00DD6D80" w:rsidRPr="0020301C" w:rsidRDefault="00DD6D80" w:rsidP="00856D4C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Технология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 w:rsidRPr="00740F92">
        <w:tc>
          <w:tcPr>
            <w:tcW w:w="3473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ФИЗИЧЕСКАЯ КУЛЬТУРА И ОБЖ</w:t>
            </w:r>
          </w:p>
        </w:tc>
        <w:tc>
          <w:tcPr>
            <w:tcW w:w="3474" w:type="dxa"/>
          </w:tcPr>
          <w:p w:rsidR="00DD6D80" w:rsidRPr="0020301C" w:rsidRDefault="00DD6D80" w:rsidP="00856D4C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Физическая культура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2+1</w:t>
            </w:r>
          </w:p>
        </w:tc>
      </w:tr>
      <w:tr w:rsidR="00DD6D80" w:rsidRPr="000919E3">
        <w:tc>
          <w:tcPr>
            <w:tcW w:w="9606" w:type="dxa"/>
            <w:gridSpan w:val="3"/>
          </w:tcPr>
          <w:p w:rsidR="00DD6D80" w:rsidRPr="0020301C" w:rsidRDefault="00DD6D80" w:rsidP="0020301C">
            <w:pPr>
              <w:pStyle w:val="a"/>
              <w:ind w:left="-108"/>
              <w:jc w:val="center"/>
              <w:rPr>
                <w:rStyle w:val="Strong"/>
                <w:sz w:val="20"/>
                <w:szCs w:val="20"/>
              </w:rPr>
            </w:pPr>
            <w:r w:rsidRPr="0020301C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ИТОГО:</w:t>
            </w:r>
          </w:p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sz w:val="20"/>
                <w:szCs w:val="20"/>
                <w:vertAlign w:val="superscript"/>
              </w:rPr>
            </w:pPr>
            <w:r w:rsidRPr="0020301C">
              <w:rPr>
                <w:rStyle w:val="Strong"/>
                <w:sz w:val="20"/>
                <w:szCs w:val="20"/>
              </w:rPr>
              <w:t xml:space="preserve">                                                                                                                                           30+1</w:t>
            </w:r>
            <w:r w:rsidRPr="0020301C">
              <w:rPr>
                <w:rStyle w:val="Strong"/>
                <w:sz w:val="20"/>
                <w:szCs w:val="20"/>
                <w:vertAlign w:val="superscript"/>
              </w:rPr>
              <w:t>*</w:t>
            </w:r>
          </w:p>
        </w:tc>
      </w:tr>
      <w:tr w:rsidR="00DD6D80" w:rsidRPr="000919E3">
        <w:tc>
          <w:tcPr>
            <w:tcW w:w="9606" w:type="dxa"/>
            <w:gridSpan w:val="3"/>
          </w:tcPr>
          <w:p w:rsidR="00DD6D80" w:rsidRPr="0020301C" w:rsidRDefault="00DD6D80" w:rsidP="00856D4C">
            <w:pPr>
              <w:pStyle w:val="BodyText"/>
              <w:rPr>
                <w:sz w:val="20"/>
                <w:szCs w:val="20"/>
              </w:rPr>
            </w:pPr>
            <w:r w:rsidRPr="0020301C">
              <w:rPr>
                <w:rStyle w:val="Strong"/>
                <w:sz w:val="20"/>
                <w:szCs w:val="20"/>
              </w:rPr>
              <w:t>ВАРИАТИВНАЯ ЧАСТЬ (ШКОЛЬНЫЙ КОМПОНЕНТ)                  3 ч.</w:t>
            </w:r>
          </w:p>
        </w:tc>
      </w:tr>
      <w:tr w:rsidR="00DD6D80" w:rsidRPr="000919E3">
        <w:tc>
          <w:tcPr>
            <w:tcW w:w="3473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74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ЭЛЕКТИВНЫЙ КУРС</w:t>
            </w:r>
            <w:r w:rsidRPr="0020301C">
              <w:rPr>
                <w:color w:val="000000"/>
                <w:sz w:val="22"/>
                <w:szCs w:val="22"/>
              </w:rPr>
              <w:t xml:space="preserve"> «Программные средства в моей профессии»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20301C">
              <w:rPr>
                <w:rStyle w:val="Strong"/>
                <w:b w:val="0"/>
                <w:bCs w:val="0"/>
                <w:sz w:val="20"/>
                <w:szCs w:val="20"/>
              </w:rPr>
              <w:t>1</w:t>
            </w:r>
          </w:p>
        </w:tc>
      </w:tr>
      <w:tr w:rsidR="00DD6D80" w:rsidRPr="000919E3">
        <w:tc>
          <w:tcPr>
            <w:tcW w:w="3473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74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 xml:space="preserve">ЭЛЕКТИВНЫЙ КУРС  </w:t>
            </w:r>
            <w:r w:rsidRPr="0020301C">
              <w:rPr>
                <w:color w:val="000000"/>
                <w:sz w:val="22"/>
                <w:szCs w:val="22"/>
              </w:rPr>
              <w:t>«За страницами учебника географии»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20301C">
              <w:rPr>
                <w:rStyle w:val="Strong"/>
                <w:b w:val="0"/>
                <w:bCs w:val="0"/>
                <w:sz w:val="20"/>
                <w:szCs w:val="20"/>
              </w:rPr>
              <w:t>1</w:t>
            </w:r>
          </w:p>
        </w:tc>
      </w:tr>
      <w:tr w:rsidR="00DD6D80" w:rsidRPr="000919E3">
        <w:tc>
          <w:tcPr>
            <w:tcW w:w="3473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74" w:type="dxa"/>
          </w:tcPr>
          <w:p w:rsidR="00DD6D80" w:rsidRPr="0020301C" w:rsidRDefault="00DD6D80" w:rsidP="00A0451E">
            <w:pPr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ЭЛЕКТИВНЫЙ КУРС:</w:t>
            </w:r>
            <w:r w:rsidRPr="0020301C">
              <w:rPr>
                <w:sz w:val="22"/>
                <w:szCs w:val="22"/>
              </w:rPr>
              <w:t xml:space="preserve"> «Удивительный мир биологии»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20301C">
              <w:rPr>
                <w:rStyle w:val="Strong"/>
                <w:b w:val="0"/>
                <w:bCs w:val="0"/>
                <w:sz w:val="20"/>
                <w:szCs w:val="20"/>
              </w:rPr>
              <w:t>1</w:t>
            </w:r>
          </w:p>
        </w:tc>
      </w:tr>
      <w:tr w:rsidR="00DD6D80" w:rsidRPr="000919E3">
        <w:tc>
          <w:tcPr>
            <w:tcW w:w="3473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74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sz w:val="20"/>
                <w:szCs w:val="20"/>
              </w:rPr>
            </w:pPr>
            <w:r w:rsidRPr="0020301C">
              <w:rPr>
                <w:b/>
                <w:bCs/>
                <w:sz w:val="20"/>
                <w:szCs w:val="20"/>
              </w:rPr>
              <w:t>МАКСИМАЛЬНЫЙ ОБЪЕМ НЕДЕЛЬНОЙ НАГРУЗКИ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sz w:val="20"/>
                <w:szCs w:val="20"/>
                <w:vertAlign w:val="superscript"/>
              </w:rPr>
            </w:pPr>
            <w:r w:rsidRPr="0020301C">
              <w:rPr>
                <w:rStyle w:val="Strong"/>
                <w:sz w:val="20"/>
                <w:szCs w:val="20"/>
              </w:rPr>
              <w:t>33+1</w:t>
            </w:r>
            <w:r w:rsidRPr="0020301C">
              <w:rPr>
                <w:rStyle w:val="Strong"/>
                <w:sz w:val="20"/>
                <w:szCs w:val="20"/>
                <w:vertAlign w:val="superscript"/>
              </w:rPr>
              <w:t>*</w:t>
            </w:r>
          </w:p>
        </w:tc>
      </w:tr>
    </w:tbl>
    <w:p w:rsidR="00DD6D80" w:rsidRPr="00980A1A" w:rsidRDefault="00DD6D80" w:rsidP="00980A1A"/>
    <w:p w:rsidR="00DD6D80" w:rsidRDefault="00DD6D80" w:rsidP="00980A1A"/>
    <w:p w:rsidR="00DD6D80" w:rsidRDefault="00DD6D80" w:rsidP="008E11CA">
      <w:pPr>
        <w:suppressAutoHyphens/>
        <w:spacing w:before="120" w:after="120"/>
        <w:jc w:val="center"/>
        <w:rPr>
          <w:b/>
          <w:bCs/>
          <w:color w:val="00000A"/>
          <w:sz w:val="28"/>
          <w:szCs w:val="28"/>
        </w:rPr>
      </w:pPr>
    </w:p>
    <w:p w:rsidR="00DD6D80" w:rsidRDefault="00DD6D80" w:rsidP="008E11CA">
      <w:pPr>
        <w:ind w:firstLine="708"/>
      </w:pPr>
    </w:p>
    <w:p w:rsidR="00DD6D80" w:rsidRDefault="00DD6D80" w:rsidP="008E11CA"/>
    <w:p w:rsidR="00DD6D80" w:rsidRDefault="00DD6D80" w:rsidP="00980A1A"/>
    <w:p w:rsidR="00DD6D80" w:rsidRDefault="00DD6D80" w:rsidP="00980A1A"/>
    <w:p w:rsidR="00DD6D80" w:rsidRDefault="00DD6D80" w:rsidP="00AD5910">
      <w:pPr>
        <w:jc w:val="center"/>
        <w:rPr>
          <w:b/>
          <w:bCs/>
        </w:rPr>
      </w:pPr>
    </w:p>
    <w:p w:rsidR="00DD6D80" w:rsidRDefault="00DD6D80" w:rsidP="00AD5910">
      <w:pPr>
        <w:jc w:val="center"/>
        <w:rPr>
          <w:b/>
          <w:bCs/>
        </w:rPr>
      </w:pPr>
    </w:p>
    <w:p w:rsidR="00DD6D80" w:rsidRDefault="00DD6D80" w:rsidP="00AD5910">
      <w:pPr>
        <w:jc w:val="center"/>
        <w:rPr>
          <w:b/>
          <w:bCs/>
        </w:rPr>
      </w:pPr>
    </w:p>
    <w:p w:rsidR="00DD6D80" w:rsidRDefault="00DD6D80" w:rsidP="00AD5910">
      <w:pPr>
        <w:jc w:val="center"/>
        <w:rPr>
          <w:b/>
          <w:bCs/>
        </w:rPr>
      </w:pPr>
    </w:p>
    <w:p w:rsidR="00DD6D80" w:rsidRDefault="00DD6D80" w:rsidP="00AD5910">
      <w:pPr>
        <w:jc w:val="center"/>
        <w:rPr>
          <w:b/>
          <w:bCs/>
        </w:rPr>
      </w:pPr>
    </w:p>
    <w:p w:rsidR="00DD6D80" w:rsidRPr="009357CB" w:rsidRDefault="00DD6D80" w:rsidP="00AD5910">
      <w:pPr>
        <w:jc w:val="center"/>
        <w:rPr>
          <w:b/>
          <w:bCs/>
        </w:rPr>
      </w:pPr>
      <w:r w:rsidRPr="009357CB">
        <w:rPr>
          <w:b/>
          <w:bCs/>
        </w:rPr>
        <w:t xml:space="preserve">Внеурочная деятельность </w:t>
      </w:r>
      <w:r>
        <w:rPr>
          <w:b/>
          <w:bCs/>
        </w:rPr>
        <w:t>7</w:t>
      </w:r>
      <w:r w:rsidRPr="009357CB">
        <w:rPr>
          <w:b/>
          <w:bCs/>
        </w:rPr>
        <w:t xml:space="preserve"> класса </w:t>
      </w: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91"/>
        <w:gridCol w:w="3818"/>
      </w:tblGrid>
      <w:tr w:rsidR="00DD6D80" w:rsidRPr="009357CB">
        <w:trPr>
          <w:trHeight w:val="343"/>
          <w:jc w:val="center"/>
        </w:trPr>
        <w:tc>
          <w:tcPr>
            <w:tcW w:w="5691" w:type="dxa"/>
            <w:vMerge w:val="restart"/>
            <w:vAlign w:val="center"/>
          </w:tcPr>
          <w:p w:rsidR="00DD6D80" w:rsidRPr="009357CB" w:rsidRDefault="00DD6D80" w:rsidP="00335DDF">
            <w:pPr>
              <w:jc w:val="center"/>
            </w:pPr>
            <w:r w:rsidRPr="009357CB">
              <w:t xml:space="preserve">Направления </w:t>
            </w:r>
          </w:p>
          <w:p w:rsidR="00DD6D80" w:rsidRPr="009357CB" w:rsidRDefault="00DD6D80" w:rsidP="00335DDF">
            <w:pPr>
              <w:jc w:val="center"/>
            </w:pPr>
            <w:r w:rsidRPr="009357CB">
              <w:t>(формы работы - кружки, секции, студии и т.д.)</w:t>
            </w:r>
          </w:p>
        </w:tc>
        <w:tc>
          <w:tcPr>
            <w:tcW w:w="3818" w:type="dxa"/>
          </w:tcPr>
          <w:p w:rsidR="00DD6D80" w:rsidRPr="009357CB" w:rsidRDefault="00DD6D80" w:rsidP="00335DDF">
            <w:pPr>
              <w:jc w:val="center"/>
            </w:pPr>
            <w:r w:rsidRPr="009357CB">
              <w:t>Количество часов в неделю</w:t>
            </w:r>
          </w:p>
        </w:tc>
      </w:tr>
      <w:tr w:rsidR="00DD6D80" w:rsidRPr="009357CB">
        <w:trPr>
          <w:trHeight w:val="306"/>
          <w:jc w:val="center"/>
        </w:trPr>
        <w:tc>
          <w:tcPr>
            <w:tcW w:w="5691" w:type="dxa"/>
            <w:vMerge/>
            <w:vAlign w:val="center"/>
          </w:tcPr>
          <w:p w:rsidR="00DD6D80" w:rsidRPr="009357CB" w:rsidRDefault="00DD6D80" w:rsidP="00335DDF">
            <w:pPr>
              <w:jc w:val="center"/>
            </w:pPr>
          </w:p>
        </w:tc>
        <w:tc>
          <w:tcPr>
            <w:tcW w:w="3818" w:type="dxa"/>
          </w:tcPr>
          <w:p w:rsidR="00DD6D80" w:rsidRPr="009357CB" w:rsidRDefault="00DD6D80" w:rsidP="00335DDF">
            <w:pPr>
              <w:jc w:val="center"/>
            </w:pPr>
            <w:r>
              <w:t>7</w:t>
            </w:r>
            <w:r w:rsidRPr="009357CB">
              <w:t xml:space="preserve"> класс </w:t>
            </w:r>
          </w:p>
        </w:tc>
      </w:tr>
      <w:tr w:rsidR="00DD6D80" w:rsidRPr="009357CB">
        <w:trPr>
          <w:trHeight w:val="321"/>
          <w:jc w:val="center"/>
        </w:trPr>
        <w:tc>
          <w:tcPr>
            <w:tcW w:w="5691" w:type="dxa"/>
          </w:tcPr>
          <w:p w:rsidR="00DD6D80" w:rsidRPr="009357CB" w:rsidRDefault="00DD6D80" w:rsidP="00335DDF">
            <w:r w:rsidRPr="009357CB">
              <w:t xml:space="preserve">Спортивно-оздоровительное </w:t>
            </w:r>
          </w:p>
        </w:tc>
        <w:tc>
          <w:tcPr>
            <w:tcW w:w="3818" w:type="dxa"/>
          </w:tcPr>
          <w:p w:rsidR="00DD6D80" w:rsidRPr="009357CB" w:rsidRDefault="00DD6D80" w:rsidP="00335DDF">
            <w:pPr>
              <w:jc w:val="center"/>
            </w:pPr>
            <w:r>
              <w:t>1</w:t>
            </w:r>
          </w:p>
        </w:tc>
      </w:tr>
      <w:tr w:rsidR="00DD6D80" w:rsidRPr="009357CB">
        <w:trPr>
          <w:trHeight w:val="321"/>
          <w:jc w:val="center"/>
        </w:trPr>
        <w:tc>
          <w:tcPr>
            <w:tcW w:w="5691" w:type="dxa"/>
          </w:tcPr>
          <w:p w:rsidR="00DD6D80" w:rsidRPr="009357CB" w:rsidRDefault="00DD6D80" w:rsidP="00335DDF">
            <w:r w:rsidRPr="009357CB">
              <w:t xml:space="preserve">Общеинтеллектуальное </w:t>
            </w:r>
          </w:p>
        </w:tc>
        <w:tc>
          <w:tcPr>
            <w:tcW w:w="3818" w:type="dxa"/>
          </w:tcPr>
          <w:p w:rsidR="00DD6D80" w:rsidRPr="009357CB" w:rsidRDefault="00DD6D80" w:rsidP="00335DDF">
            <w:pPr>
              <w:jc w:val="center"/>
            </w:pPr>
            <w:r>
              <w:t>2</w:t>
            </w:r>
          </w:p>
        </w:tc>
      </w:tr>
      <w:tr w:rsidR="00DD6D80" w:rsidRPr="009357CB">
        <w:trPr>
          <w:trHeight w:val="336"/>
          <w:jc w:val="center"/>
        </w:trPr>
        <w:tc>
          <w:tcPr>
            <w:tcW w:w="5691" w:type="dxa"/>
          </w:tcPr>
          <w:p w:rsidR="00DD6D80" w:rsidRPr="009357CB" w:rsidRDefault="00DD6D80" w:rsidP="00335DDF">
            <w:r w:rsidRPr="009357CB">
              <w:t xml:space="preserve">Духовно-нравственное </w:t>
            </w:r>
          </w:p>
        </w:tc>
        <w:tc>
          <w:tcPr>
            <w:tcW w:w="3818" w:type="dxa"/>
          </w:tcPr>
          <w:p w:rsidR="00DD6D80" w:rsidRPr="009357CB" w:rsidRDefault="00DD6D80" w:rsidP="00335DDF">
            <w:pPr>
              <w:jc w:val="center"/>
            </w:pPr>
            <w:r w:rsidRPr="009357CB">
              <w:t>1</w:t>
            </w:r>
          </w:p>
        </w:tc>
      </w:tr>
      <w:tr w:rsidR="00DD6D80" w:rsidRPr="009357CB">
        <w:trPr>
          <w:trHeight w:val="321"/>
          <w:jc w:val="center"/>
        </w:trPr>
        <w:tc>
          <w:tcPr>
            <w:tcW w:w="5691" w:type="dxa"/>
          </w:tcPr>
          <w:p w:rsidR="00DD6D80" w:rsidRPr="009357CB" w:rsidRDefault="00DD6D80" w:rsidP="00335DDF">
            <w:r w:rsidRPr="009357CB">
              <w:t xml:space="preserve">Общекультурное </w:t>
            </w:r>
          </w:p>
        </w:tc>
        <w:tc>
          <w:tcPr>
            <w:tcW w:w="3818" w:type="dxa"/>
          </w:tcPr>
          <w:p w:rsidR="00DD6D80" w:rsidRPr="009357CB" w:rsidRDefault="00DD6D80" w:rsidP="00335DDF">
            <w:pPr>
              <w:jc w:val="center"/>
            </w:pPr>
            <w:r w:rsidRPr="009357CB">
              <w:t>1</w:t>
            </w:r>
          </w:p>
        </w:tc>
      </w:tr>
      <w:tr w:rsidR="00DD6D80" w:rsidRPr="009357CB">
        <w:trPr>
          <w:trHeight w:val="321"/>
          <w:jc w:val="center"/>
        </w:trPr>
        <w:tc>
          <w:tcPr>
            <w:tcW w:w="5691" w:type="dxa"/>
          </w:tcPr>
          <w:p w:rsidR="00DD6D80" w:rsidRPr="009357CB" w:rsidRDefault="00DD6D80" w:rsidP="00335DDF">
            <w:r w:rsidRPr="009357CB">
              <w:t xml:space="preserve">Социальное </w:t>
            </w:r>
          </w:p>
        </w:tc>
        <w:tc>
          <w:tcPr>
            <w:tcW w:w="3818" w:type="dxa"/>
          </w:tcPr>
          <w:p w:rsidR="00DD6D80" w:rsidRPr="009357CB" w:rsidRDefault="00DD6D80" w:rsidP="00335DDF">
            <w:pPr>
              <w:jc w:val="center"/>
            </w:pPr>
            <w:r>
              <w:t>3</w:t>
            </w:r>
          </w:p>
        </w:tc>
      </w:tr>
      <w:tr w:rsidR="00DD6D80" w:rsidRPr="009357CB">
        <w:trPr>
          <w:trHeight w:val="336"/>
          <w:jc w:val="center"/>
        </w:trPr>
        <w:tc>
          <w:tcPr>
            <w:tcW w:w="5691" w:type="dxa"/>
          </w:tcPr>
          <w:p w:rsidR="00DD6D80" w:rsidRPr="009357CB" w:rsidRDefault="00DD6D80" w:rsidP="00335DDF">
            <w:pPr>
              <w:jc w:val="right"/>
            </w:pPr>
            <w:r w:rsidRPr="009357CB">
              <w:t>Итого:</w:t>
            </w:r>
          </w:p>
        </w:tc>
        <w:tc>
          <w:tcPr>
            <w:tcW w:w="3818" w:type="dxa"/>
          </w:tcPr>
          <w:p w:rsidR="00DD6D80" w:rsidRPr="009357CB" w:rsidRDefault="00DD6D80" w:rsidP="00335DDF">
            <w:pPr>
              <w:jc w:val="center"/>
              <w:rPr>
                <w:b/>
                <w:bCs/>
              </w:rPr>
            </w:pPr>
            <w:r w:rsidRPr="009357CB">
              <w:rPr>
                <w:b/>
                <w:bCs/>
              </w:rPr>
              <w:t>8</w:t>
            </w:r>
          </w:p>
        </w:tc>
      </w:tr>
    </w:tbl>
    <w:p w:rsidR="00DD6D80" w:rsidRPr="005C4677" w:rsidRDefault="00DD6D80" w:rsidP="0087611D">
      <w:pPr>
        <w:pStyle w:val="a"/>
        <w:spacing w:before="1" w:beforeAutospacing="1" w:after="1" w:afterAutospacing="1"/>
        <w:jc w:val="both"/>
        <w:rPr>
          <w:b/>
          <w:bCs/>
        </w:rPr>
      </w:pP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4961"/>
        <w:gridCol w:w="1418"/>
        <w:gridCol w:w="1417"/>
      </w:tblGrid>
      <w:tr w:rsidR="00DD6D80">
        <w:trPr>
          <w:trHeight w:val="390"/>
        </w:trPr>
        <w:tc>
          <w:tcPr>
            <w:tcW w:w="2694" w:type="dxa"/>
            <w:vMerge w:val="restart"/>
          </w:tcPr>
          <w:p w:rsidR="00DD6D80" w:rsidRDefault="00DD6D80" w:rsidP="005E7F8A">
            <w:r>
              <w:t>Направления</w:t>
            </w:r>
          </w:p>
        </w:tc>
        <w:tc>
          <w:tcPr>
            <w:tcW w:w="4961" w:type="dxa"/>
            <w:vMerge w:val="restart"/>
          </w:tcPr>
          <w:p w:rsidR="00DD6D80" w:rsidRDefault="00DD6D80" w:rsidP="005E7F8A">
            <w:r>
              <w:t>Название</w:t>
            </w:r>
          </w:p>
        </w:tc>
        <w:tc>
          <w:tcPr>
            <w:tcW w:w="1418" w:type="dxa"/>
            <w:vMerge w:val="restart"/>
          </w:tcPr>
          <w:p w:rsidR="00DD6D80" w:rsidRDefault="00DD6D80" w:rsidP="005E7F8A"/>
        </w:tc>
        <w:tc>
          <w:tcPr>
            <w:tcW w:w="1417" w:type="dxa"/>
            <w:vMerge w:val="restart"/>
          </w:tcPr>
          <w:p w:rsidR="00DD6D80" w:rsidRDefault="00DD6D80" w:rsidP="005E7F8A">
            <w:pPr>
              <w:ind w:right="-817"/>
            </w:pPr>
            <w:r>
              <w:t>Кто ведет</w:t>
            </w:r>
          </w:p>
        </w:tc>
      </w:tr>
      <w:tr w:rsidR="00DD6D80">
        <w:trPr>
          <w:trHeight w:val="276"/>
        </w:trPr>
        <w:tc>
          <w:tcPr>
            <w:tcW w:w="2694" w:type="dxa"/>
            <w:vMerge/>
            <w:vAlign w:val="center"/>
          </w:tcPr>
          <w:p w:rsidR="00DD6D80" w:rsidRDefault="00DD6D80" w:rsidP="005E7F8A"/>
        </w:tc>
        <w:tc>
          <w:tcPr>
            <w:tcW w:w="4961" w:type="dxa"/>
            <w:vMerge/>
            <w:vAlign w:val="center"/>
          </w:tcPr>
          <w:p w:rsidR="00DD6D80" w:rsidRDefault="00DD6D80" w:rsidP="005E7F8A"/>
        </w:tc>
        <w:tc>
          <w:tcPr>
            <w:tcW w:w="1418" w:type="dxa"/>
            <w:vMerge/>
            <w:vAlign w:val="center"/>
          </w:tcPr>
          <w:p w:rsidR="00DD6D80" w:rsidRDefault="00DD6D80" w:rsidP="005E7F8A"/>
        </w:tc>
        <w:tc>
          <w:tcPr>
            <w:tcW w:w="1417" w:type="dxa"/>
            <w:vMerge/>
            <w:vAlign w:val="center"/>
          </w:tcPr>
          <w:p w:rsidR="00DD6D80" w:rsidRDefault="00DD6D80" w:rsidP="005E7F8A"/>
        </w:tc>
      </w:tr>
      <w:tr w:rsidR="00DD6D80">
        <w:trPr>
          <w:trHeight w:val="345"/>
        </w:trPr>
        <w:tc>
          <w:tcPr>
            <w:tcW w:w="2694" w:type="dxa"/>
          </w:tcPr>
          <w:p w:rsidR="00DD6D80" w:rsidRDefault="00DD6D80" w:rsidP="005E7F8A">
            <w:r>
              <w:t>Спортивно-оздоровительное</w:t>
            </w:r>
          </w:p>
        </w:tc>
        <w:tc>
          <w:tcPr>
            <w:tcW w:w="4961" w:type="dxa"/>
          </w:tcPr>
          <w:p w:rsidR="00DD6D80" w:rsidRDefault="00DD6D80" w:rsidP="00335DDF">
            <w:r>
              <w:t>Подвижные игры</w:t>
            </w:r>
          </w:p>
        </w:tc>
        <w:tc>
          <w:tcPr>
            <w:tcW w:w="1418" w:type="dxa"/>
          </w:tcPr>
          <w:p w:rsidR="00DD6D80" w:rsidRDefault="00DD6D80" w:rsidP="005E7F8A">
            <w:r>
              <w:t>1ч</w:t>
            </w:r>
          </w:p>
        </w:tc>
        <w:tc>
          <w:tcPr>
            <w:tcW w:w="1417" w:type="dxa"/>
          </w:tcPr>
          <w:p w:rsidR="00DD6D80" w:rsidRDefault="00DD6D80" w:rsidP="005E7F8A">
            <w:r>
              <w:t>учитель</w:t>
            </w:r>
          </w:p>
        </w:tc>
      </w:tr>
      <w:tr w:rsidR="00DD6D80">
        <w:trPr>
          <w:trHeight w:val="596"/>
        </w:trPr>
        <w:tc>
          <w:tcPr>
            <w:tcW w:w="2694" w:type="dxa"/>
          </w:tcPr>
          <w:p w:rsidR="00DD6D80" w:rsidRDefault="00DD6D80" w:rsidP="005E7F8A">
            <w:r>
              <w:t xml:space="preserve">Общеинтеллектуальное </w:t>
            </w:r>
          </w:p>
        </w:tc>
        <w:tc>
          <w:tcPr>
            <w:tcW w:w="4961" w:type="dxa"/>
          </w:tcPr>
          <w:p w:rsidR="00DD6D80" w:rsidRDefault="00DD6D80" w:rsidP="00F86253">
            <w:r>
              <w:t xml:space="preserve"> </w:t>
            </w:r>
            <w:r>
              <w:rPr>
                <w:color w:val="000000"/>
              </w:rPr>
              <w:t>Элективный курс</w:t>
            </w:r>
            <w:r>
              <w:rPr>
                <w:rStyle w:val="c4c14"/>
                <w:color w:val="000000"/>
              </w:rPr>
              <w:t xml:space="preserve"> </w:t>
            </w:r>
            <w:r>
              <w:rPr>
                <w:color w:val="000000"/>
              </w:rPr>
              <w:t>«Мото-вело»</w:t>
            </w:r>
          </w:p>
        </w:tc>
        <w:tc>
          <w:tcPr>
            <w:tcW w:w="1418" w:type="dxa"/>
          </w:tcPr>
          <w:p w:rsidR="00DD6D80" w:rsidRDefault="00DD6D80" w:rsidP="005E7F8A">
            <w:r>
              <w:t>1ч</w:t>
            </w:r>
          </w:p>
        </w:tc>
        <w:tc>
          <w:tcPr>
            <w:tcW w:w="1417" w:type="dxa"/>
          </w:tcPr>
          <w:p w:rsidR="00DD6D80" w:rsidRDefault="00DD6D80" w:rsidP="005E7F8A">
            <w:r w:rsidRPr="00282375">
              <w:t>учитель</w:t>
            </w:r>
          </w:p>
        </w:tc>
      </w:tr>
      <w:tr w:rsidR="00DD6D80">
        <w:trPr>
          <w:trHeight w:val="596"/>
        </w:trPr>
        <w:tc>
          <w:tcPr>
            <w:tcW w:w="2694" w:type="dxa"/>
          </w:tcPr>
          <w:p w:rsidR="00DD6D80" w:rsidRDefault="00DD6D80" w:rsidP="005E7F8A"/>
        </w:tc>
        <w:tc>
          <w:tcPr>
            <w:tcW w:w="4961" w:type="dxa"/>
          </w:tcPr>
          <w:p w:rsidR="00DD6D80" w:rsidRPr="000919E3" w:rsidRDefault="00DD6D80" w:rsidP="00335DDF">
            <w:pPr>
              <w:rPr>
                <w:sz w:val="20"/>
                <w:szCs w:val="20"/>
              </w:rPr>
            </w:pPr>
            <w:r w:rsidRPr="00306858">
              <w:rPr>
                <w:color w:val="000000"/>
              </w:rPr>
              <w:t xml:space="preserve">Элективный курс по биологии «Удивительные животные» </w:t>
            </w:r>
            <w:r w:rsidRPr="00306858">
              <w:rPr>
                <w:rStyle w:val="c4"/>
                <w:color w:val="444444"/>
              </w:rPr>
              <w:t xml:space="preserve"> </w:t>
            </w:r>
          </w:p>
        </w:tc>
        <w:tc>
          <w:tcPr>
            <w:tcW w:w="1418" w:type="dxa"/>
          </w:tcPr>
          <w:p w:rsidR="00DD6D80" w:rsidRDefault="00DD6D80" w:rsidP="00335DDF">
            <w:r>
              <w:t>1ч</w:t>
            </w:r>
          </w:p>
        </w:tc>
        <w:tc>
          <w:tcPr>
            <w:tcW w:w="1417" w:type="dxa"/>
          </w:tcPr>
          <w:p w:rsidR="00DD6D80" w:rsidRDefault="00DD6D80" w:rsidP="00335DDF">
            <w:r w:rsidRPr="00282375">
              <w:t>учитель</w:t>
            </w:r>
          </w:p>
        </w:tc>
      </w:tr>
      <w:tr w:rsidR="00DD6D80">
        <w:tc>
          <w:tcPr>
            <w:tcW w:w="2694" w:type="dxa"/>
          </w:tcPr>
          <w:p w:rsidR="00DD6D80" w:rsidRDefault="00DD6D80" w:rsidP="005E7F8A">
            <w:r>
              <w:t>Духовно-нравственное</w:t>
            </w:r>
          </w:p>
        </w:tc>
        <w:tc>
          <w:tcPr>
            <w:tcW w:w="4961" w:type="dxa"/>
          </w:tcPr>
          <w:p w:rsidR="00DD6D80" w:rsidRDefault="00DD6D80" w:rsidP="00236489">
            <w:pPr>
              <w:pStyle w:val="NormalWeb"/>
              <w:spacing w:before="0" w:beforeAutospacing="0" w:after="0" w:afterAutospacing="0"/>
            </w:pPr>
            <w:r>
              <w:t xml:space="preserve">«Мой мир» </w:t>
            </w:r>
          </w:p>
          <w:p w:rsidR="00DD6D80" w:rsidRDefault="00DD6D80" w:rsidP="00236489">
            <w:pPr>
              <w:pStyle w:val="NormalWeb"/>
              <w:spacing w:before="0" w:beforeAutospacing="0" w:after="0" w:afterAutospacing="0"/>
            </w:pPr>
            <w:r>
              <w:t xml:space="preserve">Казачонок, Н. В. Шмелева. – М.: Просвещение, 2014 </w:t>
            </w:r>
          </w:p>
          <w:p w:rsidR="00DD6D80" w:rsidRDefault="00DD6D80" w:rsidP="005E7F8A"/>
        </w:tc>
        <w:tc>
          <w:tcPr>
            <w:tcW w:w="1418" w:type="dxa"/>
          </w:tcPr>
          <w:p w:rsidR="00DD6D80" w:rsidRDefault="00DD6D80" w:rsidP="005E7F8A">
            <w:r>
              <w:t>1ч</w:t>
            </w:r>
          </w:p>
        </w:tc>
        <w:tc>
          <w:tcPr>
            <w:tcW w:w="1417" w:type="dxa"/>
          </w:tcPr>
          <w:p w:rsidR="00DD6D80" w:rsidRDefault="00DD6D80" w:rsidP="005E7F8A">
            <w:r>
              <w:t>учитель</w:t>
            </w:r>
          </w:p>
        </w:tc>
      </w:tr>
      <w:tr w:rsidR="00DD6D80">
        <w:trPr>
          <w:trHeight w:val="265"/>
        </w:trPr>
        <w:tc>
          <w:tcPr>
            <w:tcW w:w="2694" w:type="dxa"/>
          </w:tcPr>
          <w:p w:rsidR="00DD6D80" w:rsidRDefault="00DD6D80" w:rsidP="005E7F8A">
            <w:r>
              <w:t>Общекультурное</w:t>
            </w:r>
          </w:p>
        </w:tc>
        <w:tc>
          <w:tcPr>
            <w:tcW w:w="4961" w:type="dxa"/>
          </w:tcPr>
          <w:p w:rsidR="00DD6D80" w:rsidRDefault="00DD6D80" w:rsidP="005E7F8A">
            <w:r w:rsidRPr="00306858">
              <w:rPr>
                <w:color w:val="000000"/>
              </w:rPr>
              <w:t>Элективный курс</w:t>
            </w:r>
            <w:r w:rsidRPr="00306858">
              <w:rPr>
                <w:rStyle w:val="c4c14"/>
                <w:color w:val="000000"/>
              </w:rPr>
              <w:t xml:space="preserve"> по физике  «Наблюдай и исследуй сам»</w:t>
            </w:r>
          </w:p>
        </w:tc>
        <w:tc>
          <w:tcPr>
            <w:tcW w:w="1418" w:type="dxa"/>
          </w:tcPr>
          <w:p w:rsidR="00DD6D80" w:rsidRDefault="00DD6D80" w:rsidP="005E7F8A">
            <w:r>
              <w:t>1ч</w:t>
            </w:r>
          </w:p>
        </w:tc>
        <w:tc>
          <w:tcPr>
            <w:tcW w:w="1417" w:type="dxa"/>
          </w:tcPr>
          <w:p w:rsidR="00DD6D80" w:rsidRDefault="00DD6D80" w:rsidP="005E7F8A">
            <w:r>
              <w:t>учитель</w:t>
            </w:r>
          </w:p>
        </w:tc>
      </w:tr>
      <w:tr w:rsidR="00DD6D80">
        <w:trPr>
          <w:trHeight w:val="562"/>
        </w:trPr>
        <w:tc>
          <w:tcPr>
            <w:tcW w:w="2694" w:type="dxa"/>
          </w:tcPr>
          <w:p w:rsidR="00DD6D80" w:rsidRDefault="00DD6D80" w:rsidP="005E7F8A">
            <w:r>
              <w:t>Социальное</w:t>
            </w:r>
          </w:p>
        </w:tc>
        <w:tc>
          <w:tcPr>
            <w:tcW w:w="4961" w:type="dxa"/>
          </w:tcPr>
          <w:p w:rsidR="00DD6D80" w:rsidRDefault="00DD6D80" w:rsidP="001E5C4D">
            <w:r>
              <w:t>Социальное творчество</w:t>
            </w:r>
          </w:p>
        </w:tc>
        <w:tc>
          <w:tcPr>
            <w:tcW w:w="1418" w:type="dxa"/>
          </w:tcPr>
          <w:p w:rsidR="00DD6D80" w:rsidRDefault="00DD6D80" w:rsidP="005E7F8A">
            <w:r>
              <w:t>3ч</w:t>
            </w:r>
          </w:p>
        </w:tc>
        <w:tc>
          <w:tcPr>
            <w:tcW w:w="1417" w:type="dxa"/>
          </w:tcPr>
          <w:p w:rsidR="00DD6D80" w:rsidRDefault="00DD6D80" w:rsidP="005E7F8A">
            <w:r w:rsidRPr="00282375">
              <w:t>учитель</w:t>
            </w:r>
          </w:p>
        </w:tc>
      </w:tr>
      <w:tr w:rsidR="00DD6D80">
        <w:trPr>
          <w:trHeight w:val="259"/>
        </w:trPr>
        <w:tc>
          <w:tcPr>
            <w:tcW w:w="2694" w:type="dxa"/>
          </w:tcPr>
          <w:p w:rsidR="00DD6D80" w:rsidRDefault="00DD6D80" w:rsidP="005E7F8A">
            <w:r>
              <w:t>ИТОГО</w:t>
            </w:r>
          </w:p>
        </w:tc>
        <w:tc>
          <w:tcPr>
            <w:tcW w:w="4961" w:type="dxa"/>
          </w:tcPr>
          <w:p w:rsidR="00DD6D80" w:rsidRDefault="00DD6D80" w:rsidP="005E7F8A"/>
        </w:tc>
        <w:tc>
          <w:tcPr>
            <w:tcW w:w="1418" w:type="dxa"/>
          </w:tcPr>
          <w:p w:rsidR="00DD6D80" w:rsidRDefault="00DD6D80" w:rsidP="005E7F8A">
            <w:r>
              <w:t>8ч.</w:t>
            </w:r>
          </w:p>
        </w:tc>
        <w:tc>
          <w:tcPr>
            <w:tcW w:w="1417" w:type="dxa"/>
          </w:tcPr>
          <w:p w:rsidR="00DD6D80" w:rsidRDefault="00DD6D80" w:rsidP="005E7F8A"/>
        </w:tc>
      </w:tr>
    </w:tbl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tbl>
      <w:tblPr>
        <w:tblpPr w:leftFromText="180" w:rightFromText="180" w:vertAnchor="page" w:horzAnchor="margin" w:tblpY="23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73"/>
        <w:gridCol w:w="3474"/>
        <w:gridCol w:w="2659"/>
      </w:tblGrid>
      <w:tr w:rsidR="00DD6D80">
        <w:tc>
          <w:tcPr>
            <w:tcW w:w="9606" w:type="dxa"/>
            <w:gridSpan w:val="3"/>
          </w:tcPr>
          <w:p w:rsidR="00DD6D80" w:rsidRPr="0020301C" w:rsidRDefault="00DD6D80" w:rsidP="00EF4BC0">
            <w:pPr>
              <w:jc w:val="center"/>
              <w:rPr>
                <w:b/>
                <w:bCs/>
                <w:sz w:val="28"/>
                <w:szCs w:val="28"/>
              </w:rPr>
            </w:pPr>
            <w:r w:rsidRPr="0020301C">
              <w:rPr>
                <w:b/>
                <w:bCs/>
                <w:sz w:val="28"/>
                <w:szCs w:val="28"/>
              </w:rPr>
              <w:t xml:space="preserve">Учебный план            7         класса филиала </w:t>
            </w:r>
          </w:p>
          <w:p w:rsidR="00DD6D80" w:rsidRPr="0020301C" w:rsidRDefault="00DD6D80" w:rsidP="00EF4BC0">
            <w:pPr>
              <w:rPr>
                <w:sz w:val="22"/>
                <w:szCs w:val="22"/>
              </w:rPr>
            </w:pPr>
            <w:r w:rsidRPr="0020301C">
              <w:rPr>
                <w:b/>
                <w:bCs/>
                <w:sz w:val="28"/>
                <w:szCs w:val="28"/>
              </w:rPr>
              <w:t>МАОУ Гагаринская С</w:t>
            </w:r>
            <w:r>
              <w:rPr>
                <w:b/>
                <w:bCs/>
                <w:sz w:val="28"/>
                <w:szCs w:val="28"/>
              </w:rPr>
              <w:t>ОШ -Новолоктинская СОШ   на 2018</w:t>
            </w:r>
            <w:r w:rsidRPr="0020301C">
              <w:rPr>
                <w:b/>
                <w:bCs/>
                <w:sz w:val="28"/>
                <w:szCs w:val="28"/>
              </w:rPr>
              <w:t>-201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20301C">
              <w:rPr>
                <w:b/>
                <w:bCs/>
                <w:sz w:val="28"/>
                <w:szCs w:val="28"/>
              </w:rPr>
              <w:t xml:space="preserve"> уч. г.</w:t>
            </w:r>
          </w:p>
        </w:tc>
      </w:tr>
      <w:tr w:rsidR="00DD6D80" w:rsidRPr="00740F92">
        <w:tc>
          <w:tcPr>
            <w:tcW w:w="3473" w:type="dxa"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20301C">
              <w:rPr>
                <w:b/>
                <w:bCs/>
                <w:sz w:val="22"/>
                <w:szCs w:val="22"/>
              </w:rPr>
              <w:t xml:space="preserve">Предметные области </w:t>
            </w:r>
          </w:p>
        </w:tc>
        <w:tc>
          <w:tcPr>
            <w:tcW w:w="3474" w:type="dxa"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ind w:hanging="108"/>
              <w:rPr>
                <w:b/>
                <w:bCs/>
                <w:sz w:val="22"/>
                <w:szCs w:val="22"/>
              </w:rPr>
            </w:pPr>
            <w:r w:rsidRPr="0020301C">
              <w:rPr>
                <w:b/>
                <w:bCs/>
                <w:sz w:val="22"/>
                <w:szCs w:val="22"/>
              </w:rPr>
              <w:t>Учебные предметы</w:t>
            </w:r>
          </w:p>
        </w:tc>
        <w:tc>
          <w:tcPr>
            <w:tcW w:w="2659" w:type="dxa"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ind w:left="-101"/>
              <w:jc w:val="center"/>
              <w:rPr>
                <w:b/>
                <w:bCs/>
                <w:sz w:val="22"/>
                <w:szCs w:val="22"/>
              </w:rPr>
            </w:pPr>
            <w:r w:rsidRPr="0020301C">
              <w:rPr>
                <w:b/>
                <w:bCs/>
                <w:sz w:val="22"/>
                <w:szCs w:val="22"/>
              </w:rPr>
              <w:t>КОЛИЧЕСТВО ЧАСОВ В НЕДЕЛЮ</w:t>
            </w:r>
          </w:p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D6D80">
        <w:tc>
          <w:tcPr>
            <w:tcW w:w="9606" w:type="dxa"/>
            <w:gridSpan w:val="3"/>
          </w:tcPr>
          <w:p w:rsidR="00DD6D80" w:rsidRPr="0020301C" w:rsidRDefault="00DD6D80" w:rsidP="00EF4BC0">
            <w:pPr>
              <w:jc w:val="center"/>
              <w:rPr>
                <w:sz w:val="22"/>
                <w:szCs w:val="22"/>
              </w:rPr>
            </w:pPr>
            <w:r w:rsidRPr="0020301C">
              <w:rPr>
                <w:b/>
                <w:bCs/>
                <w:sz w:val="20"/>
                <w:szCs w:val="20"/>
              </w:rPr>
              <w:t>ИНВАРИАНТНАЯ ЧАСТЬ          (ФЕДЕРАЛЬНЫЙ КОМПОНЕНТ)</w:t>
            </w:r>
          </w:p>
        </w:tc>
      </w:tr>
      <w:tr w:rsidR="00DD6D80" w:rsidRPr="00740F92">
        <w:tc>
          <w:tcPr>
            <w:tcW w:w="3473" w:type="dxa"/>
            <w:vMerge w:val="restart"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3474" w:type="dxa"/>
          </w:tcPr>
          <w:p w:rsidR="00DD6D80" w:rsidRPr="0020301C" w:rsidRDefault="00DD6D80" w:rsidP="00EF4BC0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Русский язык</w:t>
            </w:r>
          </w:p>
        </w:tc>
        <w:tc>
          <w:tcPr>
            <w:tcW w:w="2659" w:type="dxa"/>
          </w:tcPr>
          <w:p w:rsidR="00DD6D80" w:rsidRPr="0020301C" w:rsidRDefault="00DD6D80" w:rsidP="00EF4BC0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4</w:t>
            </w:r>
          </w:p>
        </w:tc>
      </w:tr>
      <w:tr w:rsidR="00DD6D80" w:rsidRPr="00740F92">
        <w:tc>
          <w:tcPr>
            <w:tcW w:w="3473" w:type="dxa"/>
            <w:vMerge/>
            <w:vAlign w:val="center"/>
          </w:tcPr>
          <w:p w:rsidR="00DD6D80" w:rsidRPr="0020301C" w:rsidRDefault="00DD6D80" w:rsidP="00EF4BC0">
            <w:pPr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20301C" w:rsidRDefault="00DD6D80" w:rsidP="00EF4BC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 xml:space="preserve">Литература </w:t>
            </w:r>
          </w:p>
        </w:tc>
        <w:tc>
          <w:tcPr>
            <w:tcW w:w="2659" w:type="dxa"/>
          </w:tcPr>
          <w:p w:rsidR="00DD6D80" w:rsidRPr="0020301C" w:rsidRDefault="00DD6D80" w:rsidP="00EF4BC0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 w:rsidRPr="00740F92">
        <w:tc>
          <w:tcPr>
            <w:tcW w:w="3473" w:type="dxa"/>
            <w:vMerge w:val="restart"/>
            <w:vAlign w:val="center"/>
          </w:tcPr>
          <w:p w:rsidR="00DD6D80" w:rsidRPr="0020301C" w:rsidRDefault="00DD6D80" w:rsidP="00EF4BC0">
            <w:pPr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3474" w:type="dxa"/>
          </w:tcPr>
          <w:p w:rsidR="00DD6D80" w:rsidRPr="0020301C" w:rsidRDefault="00DD6D80" w:rsidP="00EF4BC0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Иностранный  язык</w:t>
            </w:r>
            <w:r>
              <w:t xml:space="preserve"> (английский)</w:t>
            </w:r>
          </w:p>
        </w:tc>
        <w:tc>
          <w:tcPr>
            <w:tcW w:w="2659" w:type="dxa"/>
          </w:tcPr>
          <w:p w:rsidR="00DD6D80" w:rsidRPr="0020301C" w:rsidRDefault="00DD6D80" w:rsidP="00EF4BC0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3</w:t>
            </w:r>
          </w:p>
        </w:tc>
      </w:tr>
      <w:tr w:rsidR="00DD6D80" w:rsidRPr="00740F92">
        <w:tc>
          <w:tcPr>
            <w:tcW w:w="3473" w:type="dxa"/>
            <w:vMerge/>
            <w:vAlign w:val="center"/>
          </w:tcPr>
          <w:p w:rsidR="00DD6D80" w:rsidRPr="0020301C" w:rsidRDefault="00DD6D80" w:rsidP="00EF4BC0">
            <w:pPr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740F92" w:rsidRDefault="00DD6D80" w:rsidP="00EF4BC0">
            <w:pPr>
              <w:pStyle w:val="a"/>
            </w:pPr>
            <w:r>
              <w:t>Второй иностранный язык (немецкий)</w:t>
            </w:r>
          </w:p>
        </w:tc>
        <w:tc>
          <w:tcPr>
            <w:tcW w:w="2659" w:type="dxa"/>
          </w:tcPr>
          <w:p w:rsidR="00DD6D80" w:rsidRPr="0020301C" w:rsidRDefault="00DD6D80" w:rsidP="00EF4BC0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 w:rsidRPr="00740F92">
        <w:tc>
          <w:tcPr>
            <w:tcW w:w="3473" w:type="dxa"/>
            <w:vMerge w:val="restart"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 xml:space="preserve">МАТЕМАТИКА И ИНФОРМАТИКА </w:t>
            </w:r>
          </w:p>
        </w:tc>
        <w:tc>
          <w:tcPr>
            <w:tcW w:w="3474" w:type="dxa"/>
          </w:tcPr>
          <w:p w:rsidR="00DD6D80" w:rsidRPr="0020301C" w:rsidRDefault="00DD6D80" w:rsidP="00EF4BC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 xml:space="preserve">Алгебра </w:t>
            </w:r>
          </w:p>
        </w:tc>
        <w:tc>
          <w:tcPr>
            <w:tcW w:w="2659" w:type="dxa"/>
          </w:tcPr>
          <w:p w:rsidR="00DD6D80" w:rsidRPr="0020301C" w:rsidRDefault="00DD6D80" w:rsidP="00EF4BC0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3</w:t>
            </w:r>
          </w:p>
        </w:tc>
      </w:tr>
      <w:tr w:rsidR="00DD6D80" w:rsidRPr="00740F92">
        <w:tc>
          <w:tcPr>
            <w:tcW w:w="3473" w:type="dxa"/>
            <w:vMerge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20301C" w:rsidRDefault="00DD6D80" w:rsidP="00EF4BC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 xml:space="preserve">Геометрия </w:t>
            </w:r>
          </w:p>
        </w:tc>
        <w:tc>
          <w:tcPr>
            <w:tcW w:w="2659" w:type="dxa"/>
          </w:tcPr>
          <w:p w:rsidR="00DD6D80" w:rsidRPr="0020301C" w:rsidRDefault="00DD6D80" w:rsidP="00EF4BC0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 w:rsidRPr="00740F92">
        <w:tc>
          <w:tcPr>
            <w:tcW w:w="3473" w:type="dxa"/>
            <w:vMerge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20301C" w:rsidRDefault="00DD6D80" w:rsidP="00EF4BC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 xml:space="preserve">Информатика </w:t>
            </w:r>
          </w:p>
        </w:tc>
        <w:tc>
          <w:tcPr>
            <w:tcW w:w="2659" w:type="dxa"/>
          </w:tcPr>
          <w:p w:rsidR="00DD6D80" w:rsidRPr="0020301C" w:rsidRDefault="00DD6D80" w:rsidP="00EF4BC0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 w:rsidRPr="00740F92">
        <w:tc>
          <w:tcPr>
            <w:tcW w:w="3473" w:type="dxa"/>
            <w:vMerge w:val="restart"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3474" w:type="dxa"/>
          </w:tcPr>
          <w:p w:rsidR="00DD6D80" w:rsidRPr="0020301C" w:rsidRDefault="00DD6D80" w:rsidP="00EF4BC0">
            <w:pPr>
              <w:pStyle w:val="a"/>
              <w:rPr>
                <w:rStyle w:val="Strong"/>
                <w:b w:val="0"/>
                <w:bCs w:val="0"/>
              </w:rPr>
            </w:pPr>
            <w:r>
              <w:t xml:space="preserve">История </w:t>
            </w:r>
          </w:p>
        </w:tc>
        <w:tc>
          <w:tcPr>
            <w:tcW w:w="2659" w:type="dxa"/>
          </w:tcPr>
          <w:p w:rsidR="00DD6D80" w:rsidRPr="0020301C" w:rsidRDefault="00DD6D80" w:rsidP="00EF4BC0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>
        <w:tc>
          <w:tcPr>
            <w:tcW w:w="3473" w:type="dxa"/>
            <w:vMerge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Default="00DD6D80" w:rsidP="00EF4BC0">
            <w:pPr>
              <w:pStyle w:val="a"/>
            </w:pPr>
            <w:r>
              <w:t xml:space="preserve">Обществознание </w:t>
            </w:r>
          </w:p>
        </w:tc>
        <w:tc>
          <w:tcPr>
            <w:tcW w:w="2659" w:type="dxa"/>
          </w:tcPr>
          <w:p w:rsidR="00DD6D80" w:rsidRPr="0020301C" w:rsidRDefault="00DD6D80" w:rsidP="00EF4BC0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 w:rsidRPr="00740F92">
        <w:tc>
          <w:tcPr>
            <w:tcW w:w="3473" w:type="dxa"/>
            <w:vMerge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20301C" w:rsidRDefault="00DD6D80" w:rsidP="00EF4BC0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География</w:t>
            </w:r>
          </w:p>
        </w:tc>
        <w:tc>
          <w:tcPr>
            <w:tcW w:w="2659" w:type="dxa"/>
          </w:tcPr>
          <w:p w:rsidR="00DD6D80" w:rsidRPr="0020301C" w:rsidRDefault="00DD6D80" w:rsidP="00EF4BC0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 w:rsidRPr="00740F92">
        <w:tc>
          <w:tcPr>
            <w:tcW w:w="3473" w:type="dxa"/>
            <w:vMerge w:val="restart"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ЕСТЕСТВЕННО-НАУЧНЫЕ ПРЕДМЕТЫ</w:t>
            </w:r>
          </w:p>
        </w:tc>
        <w:tc>
          <w:tcPr>
            <w:tcW w:w="3474" w:type="dxa"/>
          </w:tcPr>
          <w:p w:rsidR="00DD6D80" w:rsidRPr="0020301C" w:rsidRDefault="00DD6D80" w:rsidP="00EF4BC0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 xml:space="preserve">Биология </w:t>
            </w:r>
          </w:p>
        </w:tc>
        <w:tc>
          <w:tcPr>
            <w:tcW w:w="2659" w:type="dxa"/>
          </w:tcPr>
          <w:p w:rsidR="00DD6D80" w:rsidRPr="0020301C" w:rsidRDefault="00DD6D80" w:rsidP="00EF4BC0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 w:rsidRPr="00740F92">
        <w:tc>
          <w:tcPr>
            <w:tcW w:w="3473" w:type="dxa"/>
            <w:vMerge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740F92" w:rsidRDefault="00DD6D80" w:rsidP="00EF4BC0">
            <w:pPr>
              <w:pStyle w:val="a"/>
            </w:pPr>
            <w:r>
              <w:t xml:space="preserve">Физика </w:t>
            </w:r>
          </w:p>
        </w:tc>
        <w:tc>
          <w:tcPr>
            <w:tcW w:w="2659" w:type="dxa"/>
          </w:tcPr>
          <w:p w:rsidR="00DD6D80" w:rsidRPr="0020301C" w:rsidRDefault="00DD6D80" w:rsidP="00EF4BC0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 w:rsidRPr="00740F92">
        <w:tc>
          <w:tcPr>
            <w:tcW w:w="3473" w:type="dxa"/>
            <w:vMerge w:val="restart"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ИСКУССТВО</w:t>
            </w:r>
          </w:p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20301C" w:rsidRDefault="00DD6D80" w:rsidP="00EF4BC0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 xml:space="preserve">Музыка </w:t>
            </w:r>
          </w:p>
        </w:tc>
        <w:tc>
          <w:tcPr>
            <w:tcW w:w="2659" w:type="dxa"/>
          </w:tcPr>
          <w:p w:rsidR="00DD6D80" w:rsidRPr="0020301C" w:rsidRDefault="00DD6D80" w:rsidP="00EF4BC0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 w:rsidRPr="00740F92">
        <w:tc>
          <w:tcPr>
            <w:tcW w:w="3473" w:type="dxa"/>
            <w:vMerge/>
            <w:vAlign w:val="center"/>
          </w:tcPr>
          <w:p w:rsidR="00DD6D80" w:rsidRPr="0020301C" w:rsidRDefault="00DD6D80" w:rsidP="00EF4BC0">
            <w:pPr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20301C" w:rsidRDefault="00DD6D80" w:rsidP="00EF4BC0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Изобразительное искусство</w:t>
            </w:r>
          </w:p>
        </w:tc>
        <w:tc>
          <w:tcPr>
            <w:tcW w:w="2659" w:type="dxa"/>
          </w:tcPr>
          <w:p w:rsidR="00DD6D80" w:rsidRPr="0020301C" w:rsidRDefault="00DD6D80" w:rsidP="00EF4BC0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 w:rsidRPr="00740F92">
        <w:tc>
          <w:tcPr>
            <w:tcW w:w="3473" w:type="dxa"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ТЕХНОЛОГИЯ</w:t>
            </w:r>
          </w:p>
        </w:tc>
        <w:tc>
          <w:tcPr>
            <w:tcW w:w="3474" w:type="dxa"/>
          </w:tcPr>
          <w:p w:rsidR="00DD6D80" w:rsidRPr="0020301C" w:rsidRDefault="00DD6D80" w:rsidP="00EF4BC0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Технология</w:t>
            </w:r>
          </w:p>
        </w:tc>
        <w:tc>
          <w:tcPr>
            <w:tcW w:w="2659" w:type="dxa"/>
          </w:tcPr>
          <w:p w:rsidR="00DD6D80" w:rsidRPr="0020301C" w:rsidRDefault="00DD6D80" w:rsidP="00EF4BC0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 w:rsidRPr="00740F92">
        <w:tc>
          <w:tcPr>
            <w:tcW w:w="3473" w:type="dxa"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ФИЗИЧЕСКАЯ КУЛЬТУРА И ОБЖ</w:t>
            </w:r>
          </w:p>
        </w:tc>
        <w:tc>
          <w:tcPr>
            <w:tcW w:w="3474" w:type="dxa"/>
          </w:tcPr>
          <w:p w:rsidR="00DD6D80" w:rsidRPr="0020301C" w:rsidRDefault="00DD6D80" w:rsidP="00EF4BC0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Физическая культура</w:t>
            </w:r>
          </w:p>
        </w:tc>
        <w:tc>
          <w:tcPr>
            <w:tcW w:w="2659" w:type="dxa"/>
          </w:tcPr>
          <w:p w:rsidR="00DD6D80" w:rsidRPr="0020301C" w:rsidRDefault="00DD6D80" w:rsidP="00EF4BC0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2+1</w:t>
            </w:r>
          </w:p>
        </w:tc>
      </w:tr>
      <w:tr w:rsidR="00DD6D80" w:rsidRPr="000919E3">
        <w:tc>
          <w:tcPr>
            <w:tcW w:w="9606" w:type="dxa"/>
            <w:gridSpan w:val="3"/>
          </w:tcPr>
          <w:p w:rsidR="00DD6D80" w:rsidRPr="0020301C" w:rsidRDefault="00DD6D80" w:rsidP="00EF4BC0">
            <w:pPr>
              <w:pStyle w:val="a"/>
              <w:ind w:left="-108"/>
              <w:jc w:val="center"/>
              <w:rPr>
                <w:rStyle w:val="Strong"/>
                <w:sz w:val="20"/>
                <w:szCs w:val="20"/>
              </w:rPr>
            </w:pPr>
            <w:r w:rsidRPr="0020301C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ИТОГО:</w:t>
            </w:r>
          </w:p>
          <w:p w:rsidR="00DD6D80" w:rsidRPr="0020301C" w:rsidRDefault="00DD6D80" w:rsidP="00EF4BC0">
            <w:pPr>
              <w:pStyle w:val="a"/>
              <w:jc w:val="center"/>
              <w:rPr>
                <w:rStyle w:val="Strong"/>
                <w:sz w:val="20"/>
                <w:szCs w:val="20"/>
                <w:vertAlign w:val="superscript"/>
              </w:rPr>
            </w:pPr>
            <w:r w:rsidRPr="0020301C">
              <w:rPr>
                <w:rStyle w:val="Strong"/>
                <w:sz w:val="20"/>
                <w:szCs w:val="20"/>
              </w:rPr>
              <w:t xml:space="preserve">                                                                                                                                           31+1</w:t>
            </w:r>
            <w:r w:rsidRPr="0020301C">
              <w:rPr>
                <w:rStyle w:val="Strong"/>
                <w:sz w:val="20"/>
                <w:szCs w:val="20"/>
                <w:vertAlign w:val="superscript"/>
              </w:rPr>
              <w:t>*</w:t>
            </w:r>
          </w:p>
        </w:tc>
      </w:tr>
      <w:tr w:rsidR="00DD6D80" w:rsidRPr="000919E3">
        <w:tc>
          <w:tcPr>
            <w:tcW w:w="9606" w:type="dxa"/>
            <w:gridSpan w:val="3"/>
          </w:tcPr>
          <w:p w:rsidR="00DD6D80" w:rsidRPr="0020301C" w:rsidRDefault="00DD6D80" w:rsidP="00EF4BC0">
            <w:pPr>
              <w:pStyle w:val="BodyText"/>
              <w:rPr>
                <w:sz w:val="20"/>
                <w:szCs w:val="20"/>
              </w:rPr>
            </w:pPr>
            <w:r w:rsidRPr="0020301C">
              <w:rPr>
                <w:rStyle w:val="Strong"/>
                <w:sz w:val="20"/>
                <w:szCs w:val="20"/>
              </w:rPr>
              <w:t>ВАРИАТИВНАЯ ЧАСТЬ (ШКОЛЬНЫЙ КОМПОНЕНТ)                  3 ч.</w:t>
            </w:r>
          </w:p>
        </w:tc>
      </w:tr>
      <w:tr w:rsidR="00DD6D80" w:rsidRPr="000919E3">
        <w:tc>
          <w:tcPr>
            <w:tcW w:w="3473" w:type="dxa"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74" w:type="dxa"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20301C">
              <w:rPr>
                <w:color w:val="000000"/>
                <w:sz w:val="22"/>
                <w:szCs w:val="22"/>
              </w:rPr>
              <w:t xml:space="preserve"> Элективный курс</w:t>
            </w:r>
            <w:r w:rsidRPr="0020301C">
              <w:rPr>
                <w:rStyle w:val="c4c14"/>
                <w:color w:val="000000"/>
                <w:sz w:val="22"/>
                <w:szCs w:val="22"/>
              </w:rPr>
              <w:t xml:space="preserve"> </w:t>
            </w:r>
            <w:r w:rsidRPr="0020301C">
              <w:rPr>
                <w:color w:val="000000"/>
                <w:sz w:val="22"/>
                <w:szCs w:val="22"/>
              </w:rPr>
              <w:t>«Мото-вело»</w:t>
            </w:r>
          </w:p>
        </w:tc>
        <w:tc>
          <w:tcPr>
            <w:tcW w:w="2659" w:type="dxa"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20301C">
              <w:rPr>
                <w:rStyle w:val="Strong"/>
                <w:b w:val="0"/>
                <w:bCs w:val="0"/>
                <w:sz w:val="20"/>
                <w:szCs w:val="20"/>
              </w:rPr>
              <w:t>1</w:t>
            </w:r>
          </w:p>
        </w:tc>
      </w:tr>
      <w:tr w:rsidR="00DD6D80" w:rsidRPr="000919E3">
        <w:tc>
          <w:tcPr>
            <w:tcW w:w="3473" w:type="dxa"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74" w:type="dxa"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20301C">
              <w:rPr>
                <w:color w:val="000000"/>
                <w:sz w:val="22"/>
                <w:szCs w:val="22"/>
              </w:rPr>
              <w:t>Элективный курс</w:t>
            </w:r>
            <w:r w:rsidRPr="0020301C">
              <w:rPr>
                <w:rStyle w:val="c4c14"/>
                <w:color w:val="000000"/>
              </w:rPr>
              <w:t xml:space="preserve"> по физике  «Наблюдай и исследуй сам»</w:t>
            </w:r>
          </w:p>
        </w:tc>
        <w:tc>
          <w:tcPr>
            <w:tcW w:w="2659" w:type="dxa"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20301C">
              <w:rPr>
                <w:rStyle w:val="Strong"/>
                <w:b w:val="0"/>
                <w:bCs w:val="0"/>
                <w:sz w:val="20"/>
                <w:szCs w:val="20"/>
              </w:rPr>
              <w:t>1</w:t>
            </w:r>
          </w:p>
        </w:tc>
      </w:tr>
      <w:tr w:rsidR="00DD6D80" w:rsidRPr="000919E3">
        <w:tc>
          <w:tcPr>
            <w:tcW w:w="3473" w:type="dxa"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74" w:type="dxa"/>
          </w:tcPr>
          <w:p w:rsidR="00DD6D80" w:rsidRPr="0020301C" w:rsidRDefault="00DD6D80" w:rsidP="00EF4BC0">
            <w:pPr>
              <w:rPr>
                <w:sz w:val="20"/>
                <w:szCs w:val="20"/>
              </w:rPr>
            </w:pPr>
            <w:r w:rsidRPr="0020301C">
              <w:rPr>
                <w:color w:val="000000"/>
                <w:sz w:val="22"/>
                <w:szCs w:val="22"/>
              </w:rPr>
              <w:t xml:space="preserve">Элективный курс по биологии «Удивительные животные» </w:t>
            </w:r>
            <w:r w:rsidRPr="0020301C">
              <w:rPr>
                <w:rStyle w:val="c4"/>
                <w:color w:val="444444"/>
              </w:rPr>
              <w:t xml:space="preserve"> </w:t>
            </w:r>
          </w:p>
        </w:tc>
        <w:tc>
          <w:tcPr>
            <w:tcW w:w="2659" w:type="dxa"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20301C">
              <w:rPr>
                <w:rStyle w:val="Strong"/>
                <w:b w:val="0"/>
                <w:bCs w:val="0"/>
                <w:sz w:val="20"/>
                <w:szCs w:val="20"/>
              </w:rPr>
              <w:t>1</w:t>
            </w:r>
          </w:p>
        </w:tc>
      </w:tr>
      <w:tr w:rsidR="00DD6D80" w:rsidRPr="000919E3">
        <w:tc>
          <w:tcPr>
            <w:tcW w:w="3473" w:type="dxa"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74" w:type="dxa"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sz w:val="20"/>
                <w:szCs w:val="20"/>
              </w:rPr>
            </w:pPr>
            <w:r w:rsidRPr="0020301C">
              <w:rPr>
                <w:b/>
                <w:bCs/>
                <w:sz w:val="20"/>
                <w:szCs w:val="20"/>
              </w:rPr>
              <w:t>МАКСИМАЛЬНЫЙ ОБЪЕМ НЕДЕЛЬНОЙ НАГРУЗКИ</w:t>
            </w:r>
          </w:p>
        </w:tc>
        <w:tc>
          <w:tcPr>
            <w:tcW w:w="2659" w:type="dxa"/>
          </w:tcPr>
          <w:p w:rsidR="00DD6D80" w:rsidRPr="0020301C" w:rsidRDefault="00DD6D80" w:rsidP="00EF4BC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sz w:val="20"/>
                <w:szCs w:val="20"/>
                <w:vertAlign w:val="superscript"/>
              </w:rPr>
            </w:pPr>
            <w:r w:rsidRPr="0020301C">
              <w:rPr>
                <w:rStyle w:val="Strong"/>
                <w:sz w:val="20"/>
                <w:szCs w:val="20"/>
              </w:rPr>
              <w:t>34+1</w:t>
            </w:r>
            <w:r w:rsidRPr="0020301C">
              <w:rPr>
                <w:rStyle w:val="Strong"/>
                <w:sz w:val="20"/>
                <w:szCs w:val="20"/>
                <w:vertAlign w:val="superscript"/>
              </w:rPr>
              <w:t>*</w:t>
            </w:r>
          </w:p>
        </w:tc>
      </w:tr>
    </w:tbl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73"/>
        <w:gridCol w:w="3474"/>
        <w:gridCol w:w="2659"/>
      </w:tblGrid>
      <w:tr w:rsidR="00DD6D80">
        <w:tc>
          <w:tcPr>
            <w:tcW w:w="9606" w:type="dxa"/>
            <w:gridSpan w:val="3"/>
          </w:tcPr>
          <w:p w:rsidR="00DD6D80" w:rsidRPr="0020301C" w:rsidRDefault="00DD6D80" w:rsidP="0020301C">
            <w:pPr>
              <w:jc w:val="center"/>
              <w:rPr>
                <w:b/>
                <w:bCs/>
                <w:sz w:val="28"/>
                <w:szCs w:val="28"/>
              </w:rPr>
            </w:pPr>
            <w:r w:rsidRPr="0020301C">
              <w:rPr>
                <w:b/>
                <w:bCs/>
                <w:sz w:val="28"/>
                <w:szCs w:val="28"/>
              </w:rPr>
              <w:t xml:space="preserve">Учебный план            8         класса филиала </w:t>
            </w:r>
          </w:p>
          <w:p w:rsidR="00DD6D80" w:rsidRPr="0020301C" w:rsidRDefault="00DD6D80" w:rsidP="00335DDF">
            <w:pPr>
              <w:rPr>
                <w:sz w:val="22"/>
                <w:szCs w:val="22"/>
              </w:rPr>
            </w:pPr>
            <w:r w:rsidRPr="0020301C">
              <w:rPr>
                <w:b/>
                <w:bCs/>
                <w:sz w:val="28"/>
                <w:szCs w:val="28"/>
              </w:rPr>
              <w:t>МАОУ Гагаринская СОШ -Новолоктинская СОШ   на 2018-2019 уч. г.</w:t>
            </w:r>
          </w:p>
        </w:tc>
      </w:tr>
      <w:tr w:rsidR="00DD6D80" w:rsidRPr="00740F92">
        <w:tc>
          <w:tcPr>
            <w:tcW w:w="3473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20301C">
              <w:rPr>
                <w:b/>
                <w:bCs/>
                <w:sz w:val="22"/>
                <w:szCs w:val="22"/>
              </w:rPr>
              <w:t xml:space="preserve">Предметные области </w:t>
            </w:r>
          </w:p>
        </w:tc>
        <w:tc>
          <w:tcPr>
            <w:tcW w:w="3474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ind w:hanging="108"/>
              <w:rPr>
                <w:b/>
                <w:bCs/>
                <w:sz w:val="22"/>
                <w:szCs w:val="22"/>
              </w:rPr>
            </w:pPr>
            <w:r w:rsidRPr="0020301C">
              <w:rPr>
                <w:b/>
                <w:bCs/>
                <w:sz w:val="22"/>
                <w:szCs w:val="22"/>
              </w:rPr>
              <w:t>Учебные предметы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ind w:left="-101"/>
              <w:jc w:val="center"/>
              <w:rPr>
                <w:b/>
                <w:bCs/>
                <w:sz w:val="22"/>
                <w:szCs w:val="22"/>
              </w:rPr>
            </w:pPr>
            <w:r w:rsidRPr="0020301C">
              <w:rPr>
                <w:b/>
                <w:bCs/>
                <w:sz w:val="22"/>
                <w:szCs w:val="22"/>
              </w:rPr>
              <w:t>КОЛИЧЕСТВО ЧАСОВ В НЕДЕЛЮ</w:t>
            </w:r>
          </w:p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D6D80">
        <w:tc>
          <w:tcPr>
            <w:tcW w:w="9606" w:type="dxa"/>
            <w:gridSpan w:val="3"/>
          </w:tcPr>
          <w:p w:rsidR="00DD6D80" w:rsidRPr="0020301C" w:rsidRDefault="00DD6D80" w:rsidP="0020301C">
            <w:pPr>
              <w:jc w:val="center"/>
              <w:rPr>
                <w:sz w:val="22"/>
                <w:szCs w:val="22"/>
              </w:rPr>
            </w:pPr>
            <w:r w:rsidRPr="0020301C">
              <w:rPr>
                <w:b/>
                <w:bCs/>
                <w:sz w:val="20"/>
                <w:szCs w:val="20"/>
              </w:rPr>
              <w:t>ИНВАРИАНТНАЯ ЧАСТЬ          (ФЕДЕРАЛЬНЫЙ КОМПОНЕНТ)</w:t>
            </w:r>
          </w:p>
        </w:tc>
      </w:tr>
      <w:tr w:rsidR="00DD6D80" w:rsidRPr="00740F92">
        <w:tc>
          <w:tcPr>
            <w:tcW w:w="3473" w:type="dxa"/>
            <w:vMerge w:val="restart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3474" w:type="dxa"/>
          </w:tcPr>
          <w:p w:rsidR="00DD6D80" w:rsidRPr="0020301C" w:rsidRDefault="00DD6D80" w:rsidP="00335DDF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Русский язык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3</w:t>
            </w:r>
          </w:p>
        </w:tc>
      </w:tr>
      <w:tr w:rsidR="00DD6D80" w:rsidRPr="00740F92">
        <w:tc>
          <w:tcPr>
            <w:tcW w:w="3473" w:type="dxa"/>
            <w:vMerge/>
            <w:vAlign w:val="center"/>
          </w:tcPr>
          <w:p w:rsidR="00DD6D80" w:rsidRPr="0020301C" w:rsidRDefault="00DD6D80" w:rsidP="00335DDF">
            <w:pPr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20301C" w:rsidRDefault="00DD6D80" w:rsidP="00335DDF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 xml:space="preserve">Литература 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 w:rsidRPr="00740F92">
        <w:tc>
          <w:tcPr>
            <w:tcW w:w="3473" w:type="dxa"/>
            <w:vMerge w:val="restart"/>
            <w:vAlign w:val="center"/>
          </w:tcPr>
          <w:p w:rsidR="00DD6D80" w:rsidRPr="0020301C" w:rsidRDefault="00DD6D80" w:rsidP="00335DDF">
            <w:pPr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3474" w:type="dxa"/>
          </w:tcPr>
          <w:p w:rsidR="00DD6D80" w:rsidRPr="0020301C" w:rsidRDefault="00DD6D80" w:rsidP="00335DDF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Иностранный  язык</w:t>
            </w:r>
            <w:r>
              <w:t xml:space="preserve"> (английский)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3</w:t>
            </w:r>
          </w:p>
        </w:tc>
      </w:tr>
      <w:tr w:rsidR="00DD6D80" w:rsidRPr="00740F92">
        <w:tc>
          <w:tcPr>
            <w:tcW w:w="3473" w:type="dxa"/>
            <w:vMerge/>
            <w:vAlign w:val="center"/>
          </w:tcPr>
          <w:p w:rsidR="00DD6D80" w:rsidRPr="0020301C" w:rsidRDefault="00DD6D80" w:rsidP="00335DDF">
            <w:pPr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740F92" w:rsidRDefault="00DD6D80" w:rsidP="00335DDF">
            <w:pPr>
              <w:pStyle w:val="a"/>
            </w:pPr>
            <w:r>
              <w:t>Второй иностранный язык (немецкий)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 w:rsidRPr="00740F92">
        <w:tc>
          <w:tcPr>
            <w:tcW w:w="3473" w:type="dxa"/>
            <w:vMerge w:val="restart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 xml:space="preserve">МАТЕМАТИКА И ИНФОРМАТИКА </w:t>
            </w:r>
          </w:p>
        </w:tc>
        <w:tc>
          <w:tcPr>
            <w:tcW w:w="3474" w:type="dxa"/>
          </w:tcPr>
          <w:p w:rsidR="00DD6D80" w:rsidRPr="0020301C" w:rsidRDefault="00DD6D80" w:rsidP="00335DDF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Математика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</w:p>
        </w:tc>
      </w:tr>
      <w:tr w:rsidR="00DD6D80" w:rsidRPr="00740F92">
        <w:tc>
          <w:tcPr>
            <w:tcW w:w="3473" w:type="dxa"/>
            <w:vMerge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20301C" w:rsidRDefault="00DD6D80" w:rsidP="0020301C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20301C">
              <w:rPr>
                <w:sz w:val="24"/>
                <w:szCs w:val="24"/>
              </w:rPr>
              <w:t>алгебра</w:t>
            </w:r>
          </w:p>
        </w:tc>
        <w:tc>
          <w:tcPr>
            <w:tcW w:w="2659" w:type="dxa"/>
            <w:vAlign w:val="bottom"/>
          </w:tcPr>
          <w:p w:rsidR="00DD6D80" w:rsidRPr="0020301C" w:rsidRDefault="00DD6D80" w:rsidP="0020301C">
            <w:pPr>
              <w:pStyle w:val="3"/>
              <w:shd w:val="clear" w:color="auto" w:fill="auto"/>
              <w:spacing w:line="240" w:lineRule="auto"/>
              <w:ind w:left="20" w:right="20" w:firstLine="0"/>
              <w:rPr>
                <w:sz w:val="24"/>
                <w:szCs w:val="24"/>
              </w:rPr>
            </w:pPr>
            <w:r w:rsidRPr="0020301C">
              <w:rPr>
                <w:sz w:val="24"/>
                <w:szCs w:val="24"/>
              </w:rPr>
              <w:t>3</w:t>
            </w:r>
          </w:p>
        </w:tc>
      </w:tr>
      <w:tr w:rsidR="00DD6D80" w:rsidRPr="00740F92">
        <w:tc>
          <w:tcPr>
            <w:tcW w:w="3473" w:type="dxa"/>
            <w:vMerge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20301C" w:rsidRDefault="00DD6D80" w:rsidP="0020301C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20301C">
              <w:rPr>
                <w:sz w:val="24"/>
                <w:szCs w:val="24"/>
              </w:rPr>
              <w:t>геометрия</w:t>
            </w:r>
          </w:p>
        </w:tc>
        <w:tc>
          <w:tcPr>
            <w:tcW w:w="2659" w:type="dxa"/>
            <w:vAlign w:val="bottom"/>
          </w:tcPr>
          <w:p w:rsidR="00DD6D80" w:rsidRPr="0020301C" w:rsidRDefault="00DD6D80" w:rsidP="0020301C">
            <w:pPr>
              <w:pStyle w:val="3"/>
              <w:shd w:val="clear" w:color="auto" w:fill="auto"/>
              <w:spacing w:line="240" w:lineRule="auto"/>
              <w:ind w:left="20" w:right="20" w:firstLine="0"/>
              <w:rPr>
                <w:sz w:val="24"/>
                <w:szCs w:val="24"/>
              </w:rPr>
            </w:pPr>
            <w:r w:rsidRPr="0020301C">
              <w:rPr>
                <w:sz w:val="24"/>
                <w:szCs w:val="24"/>
              </w:rPr>
              <w:t>2</w:t>
            </w:r>
          </w:p>
        </w:tc>
      </w:tr>
      <w:tr w:rsidR="00DD6D80" w:rsidRPr="00740F92">
        <w:tc>
          <w:tcPr>
            <w:tcW w:w="3473" w:type="dxa"/>
            <w:vMerge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20301C" w:rsidRDefault="00DD6D80" w:rsidP="0020301C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20301C">
              <w:rPr>
                <w:sz w:val="24"/>
                <w:szCs w:val="24"/>
              </w:rPr>
              <w:t>информатика</w:t>
            </w:r>
          </w:p>
        </w:tc>
        <w:tc>
          <w:tcPr>
            <w:tcW w:w="2659" w:type="dxa"/>
            <w:vAlign w:val="bottom"/>
          </w:tcPr>
          <w:p w:rsidR="00DD6D80" w:rsidRPr="0020301C" w:rsidRDefault="00DD6D80" w:rsidP="0020301C">
            <w:pPr>
              <w:pStyle w:val="3"/>
              <w:shd w:val="clear" w:color="auto" w:fill="auto"/>
              <w:spacing w:line="240" w:lineRule="auto"/>
              <w:ind w:left="20" w:right="20" w:firstLine="0"/>
              <w:rPr>
                <w:sz w:val="24"/>
                <w:szCs w:val="24"/>
              </w:rPr>
            </w:pPr>
            <w:r w:rsidRPr="0020301C">
              <w:rPr>
                <w:sz w:val="24"/>
                <w:szCs w:val="24"/>
              </w:rPr>
              <w:t>1</w:t>
            </w:r>
          </w:p>
        </w:tc>
      </w:tr>
      <w:tr w:rsidR="00DD6D80" w:rsidRPr="00740F92">
        <w:tc>
          <w:tcPr>
            <w:tcW w:w="3473" w:type="dxa"/>
            <w:vMerge w:val="restart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3474" w:type="dxa"/>
          </w:tcPr>
          <w:p w:rsidR="00DD6D80" w:rsidRPr="0020301C" w:rsidRDefault="00DD6D80" w:rsidP="00335DDF">
            <w:pPr>
              <w:pStyle w:val="a"/>
              <w:rPr>
                <w:rStyle w:val="Strong"/>
                <w:b w:val="0"/>
                <w:bCs w:val="0"/>
              </w:rPr>
            </w:pPr>
            <w:r>
              <w:t xml:space="preserve">История </w:t>
            </w:r>
          </w:p>
        </w:tc>
        <w:tc>
          <w:tcPr>
            <w:tcW w:w="2659" w:type="dxa"/>
            <w:vAlign w:val="center"/>
          </w:tcPr>
          <w:p w:rsidR="00DD6D80" w:rsidRPr="0020301C" w:rsidRDefault="00DD6D80" w:rsidP="0020301C">
            <w:pPr>
              <w:pStyle w:val="3"/>
              <w:shd w:val="clear" w:color="auto" w:fill="auto"/>
              <w:spacing w:line="240" w:lineRule="auto"/>
              <w:ind w:left="20" w:right="20" w:firstLine="0"/>
              <w:rPr>
                <w:sz w:val="24"/>
                <w:szCs w:val="24"/>
              </w:rPr>
            </w:pPr>
            <w:r w:rsidRPr="0020301C">
              <w:rPr>
                <w:sz w:val="24"/>
                <w:szCs w:val="24"/>
              </w:rPr>
              <w:t>2</w:t>
            </w:r>
          </w:p>
        </w:tc>
      </w:tr>
      <w:tr w:rsidR="00DD6D80" w:rsidRPr="00740F92">
        <w:tc>
          <w:tcPr>
            <w:tcW w:w="3473" w:type="dxa"/>
            <w:vMerge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Default="00DD6D80" w:rsidP="00335DDF">
            <w:pPr>
              <w:pStyle w:val="a"/>
            </w:pPr>
            <w:r>
              <w:t xml:space="preserve">Обществознание </w:t>
            </w:r>
          </w:p>
        </w:tc>
        <w:tc>
          <w:tcPr>
            <w:tcW w:w="2659" w:type="dxa"/>
            <w:vAlign w:val="bottom"/>
          </w:tcPr>
          <w:p w:rsidR="00DD6D80" w:rsidRPr="0020301C" w:rsidRDefault="00DD6D80" w:rsidP="0020301C">
            <w:pPr>
              <w:pStyle w:val="3"/>
              <w:shd w:val="clear" w:color="auto" w:fill="auto"/>
              <w:spacing w:line="240" w:lineRule="auto"/>
              <w:ind w:left="20" w:right="20" w:firstLine="0"/>
              <w:rPr>
                <w:sz w:val="24"/>
                <w:szCs w:val="24"/>
              </w:rPr>
            </w:pPr>
            <w:r w:rsidRPr="0020301C">
              <w:rPr>
                <w:sz w:val="24"/>
                <w:szCs w:val="24"/>
              </w:rPr>
              <w:t>1</w:t>
            </w:r>
          </w:p>
        </w:tc>
      </w:tr>
      <w:tr w:rsidR="00DD6D80" w:rsidRPr="00740F92">
        <w:tc>
          <w:tcPr>
            <w:tcW w:w="3473" w:type="dxa"/>
            <w:vMerge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20301C" w:rsidRDefault="00DD6D80" w:rsidP="00335DDF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География</w:t>
            </w:r>
          </w:p>
        </w:tc>
        <w:tc>
          <w:tcPr>
            <w:tcW w:w="2659" w:type="dxa"/>
            <w:vAlign w:val="bottom"/>
          </w:tcPr>
          <w:p w:rsidR="00DD6D80" w:rsidRPr="0020301C" w:rsidRDefault="00DD6D80" w:rsidP="0020301C">
            <w:pPr>
              <w:pStyle w:val="3"/>
              <w:shd w:val="clear" w:color="auto" w:fill="auto"/>
              <w:spacing w:line="240" w:lineRule="auto"/>
              <w:ind w:left="20" w:right="20" w:firstLine="0"/>
              <w:rPr>
                <w:sz w:val="24"/>
                <w:szCs w:val="24"/>
              </w:rPr>
            </w:pPr>
            <w:r w:rsidRPr="0020301C">
              <w:rPr>
                <w:sz w:val="24"/>
                <w:szCs w:val="24"/>
              </w:rPr>
              <w:t>2</w:t>
            </w:r>
          </w:p>
        </w:tc>
      </w:tr>
      <w:tr w:rsidR="00DD6D80" w:rsidRPr="00740F92">
        <w:tc>
          <w:tcPr>
            <w:tcW w:w="3473" w:type="dxa"/>
            <w:vMerge w:val="restart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ЕСТЕСТВЕННО-НАУЧНЫЕ ПРЕДМЕТЫ</w:t>
            </w:r>
          </w:p>
        </w:tc>
        <w:tc>
          <w:tcPr>
            <w:tcW w:w="3474" w:type="dxa"/>
          </w:tcPr>
          <w:p w:rsidR="00DD6D80" w:rsidRPr="0020301C" w:rsidRDefault="00DD6D80" w:rsidP="0020301C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20301C">
              <w:rPr>
                <w:sz w:val="24"/>
                <w:szCs w:val="24"/>
              </w:rPr>
              <w:t xml:space="preserve">Физика </w:t>
            </w:r>
          </w:p>
        </w:tc>
        <w:tc>
          <w:tcPr>
            <w:tcW w:w="2659" w:type="dxa"/>
            <w:vAlign w:val="bottom"/>
          </w:tcPr>
          <w:p w:rsidR="00DD6D80" w:rsidRPr="0020301C" w:rsidRDefault="00DD6D80" w:rsidP="0020301C">
            <w:pPr>
              <w:pStyle w:val="3"/>
              <w:shd w:val="clear" w:color="auto" w:fill="auto"/>
              <w:spacing w:line="240" w:lineRule="auto"/>
              <w:ind w:left="20" w:right="20" w:firstLine="0"/>
              <w:rPr>
                <w:sz w:val="24"/>
                <w:szCs w:val="24"/>
              </w:rPr>
            </w:pPr>
            <w:r w:rsidRPr="0020301C">
              <w:rPr>
                <w:sz w:val="24"/>
                <w:szCs w:val="24"/>
              </w:rPr>
              <w:t>2</w:t>
            </w:r>
          </w:p>
        </w:tc>
      </w:tr>
      <w:tr w:rsidR="00DD6D80" w:rsidRPr="00740F92">
        <w:tc>
          <w:tcPr>
            <w:tcW w:w="3473" w:type="dxa"/>
            <w:vMerge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20301C" w:rsidRDefault="00DD6D80" w:rsidP="0020301C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20301C">
              <w:rPr>
                <w:sz w:val="24"/>
                <w:szCs w:val="24"/>
              </w:rPr>
              <w:t xml:space="preserve">Химия </w:t>
            </w:r>
          </w:p>
        </w:tc>
        <w:tc>
          <w:tcPr>
            <w:tcW w:w="2659" w:type="dxa"/>
            <w:vAlign w:val="bottom"/>
          </w:tcPr>
          <w:p w:rsidR="00DD6D80" w:rsidRPr="0020301C" w:rsidRDefault="00DD6D80" w:rsidP="0020301C">
            <w:pPr>
              <w:pStyle w:val="3"/>
              <w:shd w:val="clear" w:color="auto" w:fill="auto"/>
              <w:spacing w:line="240" w:lineRule="auto"/>
              <w:ind w:left="20" w:right="20" w:firstLine="0"/>
              <w:rPr>
                <w:sz w:val="24"/>
                <w:szCs w:val="24"/>
              </w:rPr>
            </w:pPr>
            <w:r w:rsidRPr="0020301C">
              <w:rPr>
                <w:sz w:val="24"/>
                <w:szCs w:val="24"/>
              </w:rPr>
              <w:t>2</w:t>
            </w:r>
          </w:p>
        </w:tc>
      </w:tr>
      <w:tr w:rsidR="00DD6D80" w:rsidRPr="00740F92">
        <w:tc>
          <w:tcPr>
            <w:tcW w:w="3473" w:type="dxa"/>
            <w:vMerge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20301C" w:rsidRDefault="00DD6D80" w:rsidP="0020301C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20301C"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2659" w:type="dxa"/>
            <w:vAlign w:val="bottom"/>
          </w:tcPr>
          <w:p w:rsidR="00DD6D80" w:rsidRPr="0020301C" w:rsidRDefault="00DD6D80" w:rsidP="0020301C">
            <w:pPr>
              <w:pStyle w:val="3"/>
              <w:shd w:val="clear" w:color="auto" w:fill="auto"/>
              <w:spacing w:line="240" w:lineRule="auto"/>
              <w:ind w:left="20" w:right="20" w:firstLine="0"/>
              <w:rPr>
                <w:sz w:val="24"/>
                <w:szCs w:val="24"/>
              </w:rPr>
            </w:pPr>
            <w:r w:rsidRPr="0020301C">
              <w:rPr>
                <w:sz w:val="24"/>
                <w:szCs w:val="24"/>
              </w:rPr>
              <w:t>2</w:t>
            </w:r>
          </w:p>
        </w:tc>
      </w:tr>
      <w:tr w:rsidR="00DD6D80" w:rsidRPr="00740F92">
        <w:tc>
          <w:tcPr>
            <w:tcW w:w="3473" w:type="dxa"/>
            <w:vMerge w:val="restart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ИСКУССТВО</w:t>
            </w:r>
          </w:p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20301C" w:rsidRDefault="00DD6D80" w:rsidP="00335DDF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 xml:space="preserve">Музыка </w:t>
            </w:r>
          </w:p>
        </w:tc>
        <w:tc>
          <w:tcPr>
            <w:tcW w:w="2659" w:type="dxa"/>
            <w:vAlign w:val="bottom"/>
          </w:tcPr>
          <w:p w:rsidR="00DD6D80" w:rsidRPr="0020301C" w:rsidRDefault="00DD6D80" w:rsidP="0020301C">
            <w:pPr>
              <w:pStyle w:val="3"/>
              <w:shd w:val="clear" w:color="auto" w:fill="auto"/>
              <w:spacing w:line="240" w:lineRule="auto"/>
              <w:ind w:left="20" w:right="20" w:firstLine="0"/>
              <w:rPr>
                <w:sz w:val="24"/>
                <w:szCs w:val="24"/>
              </w:rPr>
            </w:pPr>
            <w:r w:rsidRPr="0020301C">
              <w:rPr>
                <w:sz w:val="24"/>
                <w:szCs w:val="24"/>
              </w:rPr>
              <w:t>1</w:t>
            </w:r>
          </w:p>
        </w:tc>
      </w:tr>
      <w:tr w:rsidR="00DD6D80" w:rsidRPr="00740F92">
        <w:tc>
          <w:tcPr>
            <w:tcW w:w="3473" w:type="dxa"/>
            <w:vMerge/>
            <w:vAlign w:val="center"/>
          </w:tcPr>
          <w:p w:rsidR="00DD6D80" w:rsidRPr="0020301C" w:rsidRDefault="00DD6D80" w:rsidP="00335DDF">
            <w:pPr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20301C" w:rsidRDefault="00DD6D80" w:rsidP="00335DDF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Изобразительное искусство</w:t>
            </w:r>
          </w:p>
        </w:tc>
        <w:tc>
          <w:tcPr>
            <w:tcW w:w="2659" w:type="dxa"/>
            <w:vAlign w:val="bottom"/>
          </w:tcPr>
          <w:p w:rsidR="00DD6D80" w:rsidRPr="0020301C" w:rsidRDefault="00DD6D80" w:rsidP="0020301C">
            <w:pPr>
              <w:pStyle w:val="3"/>
              <w:shd w:val="clear" w:color="auto" w:fill="auto"/>
              <w:spacing w:line="240" w:lineRule="auto"/>
              <w:ind w:left="20" w:right="20" w:firstLine="0"/>
              <w:rPr>
                <w:sz w:val="24"/>
                <w:szCs w:val="24"/>
              </w:rPr>
            </w:pPr>
            <w:r w:rsidRPr="0020301C">
              <w:rPr>
                <w:sz w:val="24"/>
                <w:szCs w:val="24"/>
              </w:rPr>
              <w:t>1</w:t>
            </w:r>
          </w:p>
        </w:tc>
      </w:tr>
      <w:tr w:rsidR="00DD6D80" w:rsidRPr="00740F92">
        <w:tc>
          <w:tcPr>
            <w:tcW w:w="3473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ТЕХНОЛОГИЯ</w:t>
            </w:r>
          </w:p>
        </w:tc>
        <w:tc>
          <w:tcPr>
            <w:tcW w:w="3474" w:type="dxa"/>
          </w:tcPr>
          <w:p w:rsidR="00DD6D80" w:rsidRPr="0020301C" w:rsidRDefault="00DD6D80" w:rsidP="00335DDF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Технология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 w:rsidRPr="00740F92">
        <w:tc>
          <w:tcPr>
            <w:tcW w:w="3473" w:type="dxa"/>
            <w:vMerge w:val="restart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301C">
              <w:rPr>
                <w:sz w:val="20"/>
                <w:szCs w:val="20"/>
              </w:rPr>
              <w:t>ФИЗИЧЕСКАЯ КУЛЬТУРА И ОБЖ</w:t>
            </w:r>
          </w:p>
        </w:tc>
        <w:tc>
          <w:tcPr>
            <w:tcW w:w="3474" w:type="dxa"/>
          </w:tcPr>
          <w:p w:rsidR="00DD6D80" w:rsidRPr="0020301C" w:rsidRDefault="00DD6D80" w:rsidP="0020301C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20301C">
              <w:rPr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 w:rsidRPr="00740F92">
        <w:tc>
          <w:tcPr>
            <w:tcW w:w="3473" w:type="dxa"/>
            <w:vMerge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D6D80" w:rsidRPr="0020301C" w:rsidRDefault="00DD6D80" w:rsidP="0020301C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20301C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b w:val="0"/>
                <w:bCs w:val="0"/>
              </w:rPr>
            </w:pPr>
            <w:r w:rsidRPr="0012745C">
              <w:t>2+1*</w:t>
            </w:r>
          </w:p>
        </w:tc>
      </w:tr>
      <w:tr w:rsidR="00DD6D80" w:rsidRPr="000919E3">
        <w:tc>
          <w:tcPr>
            <w:tcW w:w="9606" w:type="dxa"/>
            <w:gridSpan w:val="3"/>
          </w:tcPr>
          <w:p w:rsidR="00DD6D80" w:rsidRPr="0020301C" w:rsidRDefault="00DD6D80" w:rsidP="0020301C">
            <w:pPr>
              <w:pStyle w:val="a"/>
              <w:ind w:left="-108"/>
              <w:jc w:val="center"/>
              <w:rPr>
                <w:rStyle w:val="Strong"/>
                <w:sz w:val="20"/>
                <w:szCs w:val="20"/>
              </w:rPr>
            </w:pPr>
            <w:r w:rsidRPr="0020301C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ИТОГО:</w:t>
            </w:r>
          </w:p>
          <w:p w:rsidR="00DD6D80" w:rsidRPr="0020301C" w:rsidRDefault="00DD6D80" w:rsidP="0020301C">
            <w:pPr>
              <w:pStyle w:val="a"/>
              <w:jc w:val="center"/>
              <w:rPr>
                <w:rStyle w:val="Strong"/>
                <w:sz w:val="20"/>
                <w:szCs w:val="20"/>
                <w:vertAlign w:val="superscript"/>
              </w:rPr>
            </w:pPr>
            <w:r w:rsidRPr="0020301C">
              <w:rPr>
                <w:rStyle w:val="Strong"/>
                <w:sz w:val="20"/>
                <w:szCs w:val="20"/>
              </w:rPr>
              <w:t xml:space="preserve">                                                                                                                                           33+1</w:t>
            </w:r>
            <w:r w:rsidRPr="0020301C">
              <w:rPr>
                <w:rStyle w:val="Strong"/>
                <w:sz w:val="20"/>
                <w:szCs w:val="20"/>
                <w:vertAlign w:val="superscript"/>
              </w:rPr>
              <w:t>*</w:t>
            </w:r>
          </w:p>
        </w:tc>
      </w:tr>
      <w:tr w:rsidR="00DD6D80" w:rsidRPr="000919E3">
        <w:tc>
          <w:tcPr>
            <w:tcW w:w="9606" w:type="dxa"/>
            <w:gridSpan w:val="3"/>
          </w:tcPr>
          <w:p w:rsidR="00DD6D80" w:rsidRPr="0020301C" w:rsidRDefault="00DD6D80" w:rsidP="0012745C">
            <w:pPr>
              <w:pStyle w:val="BodyText"/>
              <w:rPr>
                <w:sz w:val="20"/>
                <w:szCs w:val="20"/>
              </w:rPr>
            </w:pPr>
            <w:r w:rsidRPr="0020301C">
              <w:rPr>
                <w:rStyle w:val="Strong"/>
                <w:sz w:val="20"/>
                <w:szCs w:val="20"/>
              </w:rPr>
              <w:t>ВАРИАТИВНАЯ ЧАСТЬ (ШКОЛЬНЫЙ КОМПОНЕНТ)                  2 ч.</w:t>
            </w:r>
          </w:p>
        </w:tc>
      </w:tr>
      <w:tr w:rsidR="00DD6D80" w:rsidRPr="000919E3">
        <w:tc>
          <w:tcPr>
            <w:tcW w:w="3473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74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20301C">
              <w:rPr>
                <w:rStyle w:val="Strong"/>
                <w:b w:val="0"/>
                <w:bCs w:val="0"/>
                <w:sz w:val="20"/>
                <w:szCs w:val="20"/>
              </w:rPr>
              <w:t>Факультативный курс «Развивайте дар слова»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20301C">
              <w:rPr>
                <w:rStyle w:val="Strong"/>
                <w:b w:val="0"/>
                <w:bCs w:val="0"/>
                <w:sz w:val="20"/>
                <w:szCs w:val="20"/>
              </w:rPr>
              <w:t>1</w:t>
            </w:r>
          </w:p>
        </w:tc>
      </w:tr>
      <w:tr w:rsidR="00DD6D80" w:rsidRPr="000919E3">
        <w:tc>
          <w:tcPr>
            <w:tcW w:w="3473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74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20301C">
              <w:rPr>
                <w:rStyle w:val="Strong"/>
                <w:b w:val="0"/>
                <w:bCs w:val="0"/>
                <w:sz w:val="20"/>
                <w:szCs w:val="20"/>
              </w:rPr>
              <w:t>Элективный курс «Решение исторических задач»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20301C">
              <w:rPr>
                <w:rStyle w:val="Strong"/>
                <w:b w:val="0"/>
                <w:bCs w:val="0"/>
                <w:sz w:val="20"/>
                <w:szCs w:val="20"/>
              </w:rPr>
              <w:t>1</w:t>
            </w:r>
          </w:p>
        </w:tc>
      </w:tr>
      <w:tr w:rsidR="00DD6D80" w:rsidRPr="000919E3">
        <w:tc>
          <w:tcPr>
            <w:tcW w:w="3473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74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sz w:val="20"/>
                <w:szCs w:val="20"/>
              </w:rPr>
            </w:pPr>
            <w:r w:rsidRPr="0020301C">
              <w:rPr>
                <w:b/>
                <w:bCs/>
                <w:sz w:val="20"/>
                <w:szCs w:val="20"/>
              </w:rPr>
              <w:t>МАКСИМАЛЬНЫЙ ОБЪЕМ НЕДЕЛЬНОЙ НАГРУЗКИ</w:t>
            </w:r>
          </w:p>
        </w:tc>
        <w:tc>
          <w:tcPr>
            <w:tcW w:w="2659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sz w:val="20"/>
                <w:szCs w:val="20"/>
                <w:vertAlign w:val="superscript"/>
              </w:rPr>
            </w:pPr>
            <w:r w:rsidRPr="0020301C">
              <w:rPr>
                <w:rStyle w:val="Strong"/>
                <w:sz w:val="20"/>
                <w:szCs w:val="20"/>
              </w:rPr>
              <w:t>35+1</w:t>
            </w:r>
            <w:r w:rsidRPr="0020301C">
              <w:rPr>
                <w:rStyle w:val="Strong"/>
                <w:sz w:val="20"/>
                <w:szCs w:val="20"/>
                <w:vertAlign w:val="superscript"/>
              </w:rPr>
              <w:t>*</w:t>
            </w:r>
          </w:p>
        </w:tc>
      </w:tr>
    </w:tbl>
    <w:p w:rsidR="00DD6D80" w:rsidRPr="00980A1A" w:rsidRDefault="00DD6D80" w:rsidP="0012745C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335DDF">
      <w:pPr>
        <w:pStyle w:val="BodyText"/>
        <w:rPr>
          <w:b/>
          <w:bCs/>
          <w:sz w:val="22"/>
          <w:szCs w:val="22"/>
        </w:rPr>
      </w:pPr>
    </w:p>
    <w:p w:rsidR="00DD6D80" w:rsidRDefault="00DD6D80" w:rsidP="00335DDF">
      <w:pPr>
        <w:pStyle w:val="BodyText"/>
        <w:rPr>
          <w:b/>
          <w:bCs/>
          <w:sz w:val="22"/>
          <w:szCs w:val="22"/>
        </w:rPr>
      </w:pPr>
    </w:p>
    <w:p w:rsidR="00DD6D80" w:rsidRDefault="00DD6D80" w:rsidP="00335DDF">
      <w:pPr>
        <w:pStyle w:val="BodyText"/>
        <w:rPr>
          <w:b/>
          <w:bCs/>
          <w:sz w:val="22"/>
          <w:szCs w:val="22"/>
        </w:rPr>
      </w:pPr>
    </w:p>
    <w:p w:rsidR="00DD6D80" w:rsidRDefault="00DD6D80" w:rsidP="00335DDF">
      <w:pPr>
        <w:pStyle w:val="BodyText"/>
        <w:rPr>
          <w:b/>
          <w:bCs/>
          <w:sz w:val="22"/>
          <w:szCs w:val="22"/>
        </w:rPr>
      </w:pPr>
    </w:p>
    <w:p w:rsidR="00DD6D80" w:rsidRDefault="00DD6D80" w:rsidP="00335DDF">
      <w:pPr>
        <w:pStyle w:val="BodyText"/>
        <w:rPr>
          <w:b/>
          <w:bCs/>
          <w:sz w:val="22"/>
          <w:szCs w:val="22"/>
        </w:rPr>
      </w:pPr>
    </w:p>
    <w:p w:rsidR="00DD6D80" w:rsidRDefault="00DD6D80" w:rsidP="00335DDF">
      <w:pPr>
        <w:pStyle w:val="BodyText"/>
        <w:rPr>
          <w:b/>
          <w:bCs/>
          <w:sz w:val="22"/>
          <w:szCs w:val="22"/>
        </w:rPr>
      </w:pPr>
    </w:p>
    <w:p w:rsidR="00DD6D80" w:rsidRDefault="00DD6D80" w:rsidP="00335DDF">
      <w:pPr>
        <w:pStyle w:val="BodyText"/>
        <w:rPr>
          <w:b/>
          <w:bCs/>
          <w:sz w:val="22"/>
          <w:szCs w:val="22"/>
        </w:rPr>
      </w:pPr>
    </w:p>
    <w:p w:rsidR="00DD6D80" w:rsidRDefault="00DD6D80" w:rsidP="00335DDF">
      <w:pPr>
        <w:pStyle w:val="BodyText"/>
        <w:rPr>
          <w:b/>
          <w:bCs/>
          <w:sz w:val="22"/>
          <w:szCs w:val="22"/>
        </w:rPr>
      </w:pPr>
    </w:p>
    <w:p w:rsidR="00DD6D80" w:rsidRDefault="00DD6D80" w:rsidP="00335DDF">
      <w:pPr>
        <w:pStyle w:val="BodyText"/>
        <w:rPr>
          <w:b/>
          <w:bCs/>
          <w:sz w:val="22"/>
          <w:szCs w:val="22"/>
        </w:rPr>
      </w:pPr>
    </w:p>
    <w:p w:rsidR="00DD6D80" w:rsidRDefault="00DD6D80" w:rsidP="00335DDF">
      <w:pPr>
        <w:pStyle w:val="BodyText"/>
        <w:rPr>
          <w:b/>
          <w:bCs/>
          <w:sz w:val="22"/>
          <w:szCs w:val="22"/>
        </w:rPr>
      </w:pPr>
    </w:p>
    <w:p w:rsidR="00DD6D80" w:rsidRDefault="00DD6D80" w:rsidP="00335DDF">
      <w:pPr>
        <w:pStyle w:val="BodyText"/>
        <w:rPr>
          <w:b/>
          <w:bCs/>
          <w:sz w:val="22"/>
          <w:szCs w:val="22"/>
        </w:rPr>
      </w:pPr>
    </w:p>
    <w:p w:rsidR="00DD6D80" w:rsidRDefault="00DD6D80" w:rsidP="00335DDF">
      <w:pPr>
        <w:pStyle w:val="BodyText"/>
        <w:rPr>
          <w:b/>
          <w:bCs/>
          <w:sz w:val="22"/>
          <w:szCs w:val="22"/>
        </w:rPr>
      </w:pPr>
    </w:p>
    <w:p w:rsidR="00DD6D80" w:rsidRDefault="00DD6D80" w:rsidP="00134369">
      <w:pPr>
        <w:pStyle w:val="a"/>
        <w:spacing w:before="1" w:beforeAutospacing="1" w:after="1" w:afterAutospacing="1"/>
        <w:jc w:val="both"/>
        <w:rPr>
          <w:b/>
          <w:bCs/>
        </w:rPr>
      </w:pPr>
    </w:p>
    <w:p w:rsidR="00DD6D80" w:rsidRPr="009357CB" w:rsidRDefault="00DD6D80" w:rsidP="00134369">
      <w:pPr>
        <w:jc w:val="center"/>
        <w:rPr>
          <w:b/>
          <w:bCs/>
        </w:rPr>
      </w:pPr>
      <w:r w:rsidRPr="009357CB">
        <w:rPr>
          <w:b/>
          <w:bCs/>
        </w:rPr>
        <w:t xml:space="preserve">Внеурочная деятельность </w:t>
      </w:r>
      <w:r>
        <w:rPr>
          <w:b/>
          <w:bCs/>
        </w:rPr>
        <w:t>8</w:t>
      </w:r>
      <w:r w:rsidRPr="009357CB">
        <w:rPr>
          <w:b/>
          <w:bCs/>
        </w:rPr>
        <w:t xml:space="preserve"> класса </w:t>
      </w: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91"/>
        <w:gridCol w:w="3818"/>
      </w:tblGrid>
      <w:tr w:rsidR="00DD6D80" w:rsidRPr="009357CB">
        <w:trPr>
          <w:trHeight w:val="343"/>
          <w:jc w:val="center"/>
        </w:trPr>
        <w:tc>
          <w:tcPr>
            <w:tcW w:w="5691" w:type="dxa"/>
            <w:vMerge w:val="restart"/>
            <w:vAlign w:val="center"/>
          </w:tcPr>
          <w:p w:rsidR="00DD6D80" w:rsidRPr="009357CB" w:rsidRDefault="00DD6D80" w:rsidP="00CA0986">
            <w:pPr>
              <w:jc w:val="center"/>
            </w:pPr>
            <w:r w:rsidRPr="009357CB">
              <w:t xml:space="preserve">Направления </w:t>
            </w:r>
          </w:p>
          <w:p w:rsidR="00DD6D80" w:rsidRPr="009357CB" w:rsidRDefault="00DD6D80" w:rsidP="00CA0986">
            <w:pPr>
              <w:jc w:val="center"/>
            </w:pPr>
            <w:r w:rsidRPr="009357CB">
              <w:t>(формы работы - кружки, секции, студии и т.д.)</w:t>
            </w:r>
          </w:p>
        </w:tc>
        <w:tc>
          <w:tcPr>
            <w:tcW w:w="3818" w:type="dxa"/>
          </w:tcPr>
          <w:p w:rsidR="00DD6D80" w:rsidRPr="009357CB" w:rsidRDefault="00DD6D80" w:rsidP="00CA0986">
            <w:pPr>
              <w:jc w:val="center"/>
            </w:pPr>
            <w:r w:rsidRPr="009357CB">
              <w:t>Количество часов в неделю</w:t>
            </w:r>
          </w:p>
        </w:tc>
      </w:tr>
      <w:tr w:rsidR="00DD6D80" w:rsidRPr="009357CB">
        <w:trPr>
          <w:trHeight w:val="306"/>
          <w:jc w:val="center"/>
        </w:trPr>
        <w:tc>
          <w:tcPr>
            <w:tcW w:w="5691" w:type="dxa"/>
            <w:vMerge/>
            <w:vAlign w:val="center"/>
          </w:tcPr>
          <w:p w:rsidR="00DD6D80" w:rsidRPr="009357CB" w:rsidRDefault="00DD6D80" w:rsidP="00CA0986">
            <w:pPr>
              <w:jc w:val="center"/>
            </w:pPr>
          </w:p>
        </w:tc>
        <w:tc>
          <w:tcPr>
            <w:tcW w:w="3818" w:type="dxa"/>
          </w:tcPr>
          <w:p w:rsidR="00DD6D80" w:rsidRPr="009357CB" w:rsidRDefault="00DD6D80" w:rsidP="00CA0986">
            <w:pPr>
              <w:jc w:val="center"/>
            </w:pPr>
            <w:r>
              <w:t>7</w:t>
            </w:r>
            <w:r w:rsidRPr="009357CB">
              <w:t xml:space="preserve"> класс </w:t>
            </w:r>
          </w:p>
        </w:tc>
      </w:tr>
      <w:tr w:rsidR="00DD6D80" w:rsidRPr="009357CB">
        <w:trPr>
          <w:trHeight w:val="321"/>
          <w:jc w:val="center"/>
        </w:trPr>
        <w:tc>
          <w:tcPr>
            <w:tcW w:w="5691" w:type="dxa"/>
          </w:tcPr>
          <w:p w:rsidR="00DD6D80" w:rsidRPr="009357CB" w:rsidRDefault="00DD6D80" w:rsidP="00CA0986">
            <w:r w:rsidRPr="009357CB">
              <w:t xml:space="preserve">Спортивно-оздоровительное </w:t>
            </w:r>
          </w:p>
        </w:tc>
        <w:tc>
          <w:tcPr>
            <w:tcW w:w="3818" w:type="dxa"/>
          </w:tcPr>
          <w:p w:rsidR="00DD6D80" w:rsidRPr="009357CB" w:rsidRDefault="00DD6D80" w:rsidP="00CA0986">
            <w:pPr>
              <w:jc w:val="center"/>
            </w:pPr>
            <w:r>
              <w:t>1</w:t>
            </w:r>
          </w:p>
        </w:tc>
      </w:tr>
      <w:tr w:rsidR="00DD6D80" w:rsidRPr="009357CB">
        <w:trPr>
          <w:trHeight w:val="321"/>
          <w:jc w:val="center"/>
        </w:trPr>
        <w:tc>
          <w:tcPr>
            <w:tcW w:w="5691" w:type="dxa"/>
          </w:tcPr>
          <w:p w:rsidR="00DD6D80" w:rsidRPr="009357CB" w:rsidRDefault="00DD6D80" w:rsidP="00CA0986">
            <w:r w:rsidRPr="009357CB">
              <w:t xml:space="preserve">Общеинтеллектуальное </w:t>
            </w:r>
          </w:p>
        </w:tc>
        <w:tc>
          <w:tcPr>
            <w:tcW w:w="3818" w:type="dxa"/>
          </w:tcPr>
          <w:p w:rsidR="00DD6D80" w:rsidRPr="009357CB" w:rsidRDefault="00DD6D80" w:rsidP="00CA0986">
            <w:pPr>
              <w:jc w:val="center"/>
            </w:pPr>
            <w:r>
              <w:t>2</w:t>
            </w:r>
          </w:p>
        </w:tc>
      </w:tr>
      <w:tr w:rsidR="00DD6D80" w:rsidRPr="009357CB">
        <w:trPr>
          <w:trHeight w:val="336"/>
          <w:jc w:val="center"/>
        </w:trPr>
        <w:tc>
          <w:tcPr>
            <w:tcW w:w="5691" w:type="dxa"/>
          </w:tcPr>
          <w:p w:rsidR="00DD6D80" w:rsidRPr="009357CB" w:rsidRDefault="00DD6D80" w:rsidP="00CA0986">
            <w:r w:rsidRPr="009357CB">
              <w:t xml:space="preserve">Духовно-нравственное </w:t>
            </w:r>
          </w:p>
        </w:tc>
        <w:tc>
          <w:tcPr>
            <w:tcW w:w="3818" w:type="dxa"/>
          </w:tcPr>
          <w:p w:rsidR="00DD6D80" w:rsidRPr="009357CB" w:rsidRDefault="00DD6D80" w:rsidP="00CA0986">
            <w:pPr>
              <w:jc w:val="center"/>
            </w:pPr>
            <w:r w:rsidRPr="009357CB">
              <w:t>1</w:t>
            </w:r>
          </w:p>
        </w:tc>
      </w:tr>
      <w:tr w:rsidR="00DD6D80" w:rsidRPr="009357CB">
        <w:trPr>
          <w:trHeight w:val="321"/>
          <w:jc w:val="center"/>
        </w:trPr>
        <w:tc>
          <w:tcPr>
            <w:tcW w:w="5691" w:type="dxa"/>
          </w:tcPr>
          <w:p w:rsidR="00DD6D80" w:rsidRPr="009357CB" w:rsidRDefault="00DD6D80" w:rsidP="00CA0986">
            <w:r w:rsidRPr="009357CB">
              <w:t xml:space="preserve">Общекультурное </w:t>
            </w:r>
          </w:p>
        </w:tc>
        <w:tc>
          <w:tcPr>
            <w:tcW w:w="3818" w:type="dxa"/>
          </w:tcPr>
          <w:p w:rsidR="00DD6D80" w:rsidRPr="009357CB" w:rsidRDefault="00DD6D80" w:rsidP="00CA0986">
            <w:pPr>
              <w:jc w:val="center"/>
            </w:pPr>
            <w:r w:rsidRPr="009357CB">
              <w:t>1</w:t>
            </w:r>
          </w:p>
        </w:tc>
      </w:tr>
      <w:tr w:rsidR="00DD6D80" w:rsidRPr="009357CB">
        <w:trPr>
          <w:trHeight w:val="321"/>
          <w:jc w:val="center"/>
        </w:trPr>
        <w:tc>
          <w:tcPr>
            <w:tcW w:w="5691" w:type="dxa"/>
          </w:tcPr>
          <w:p w:rsidR="00DD6D80" w:rsidRPr="009357CB" w:rsidRDefault="00DD6D80" w:rsidP="00CA0986">
            <w:r w:rsidRPr="009357CB">
              <w:t xml:space="preserve">Социальное </w:t>
            </w:r>
          </w:p>
        </w:tc>
        <w:tc>
          <w:tcPr>
            <w:tcW w:w="3818" w:type="dxa"/>
          </w:tcPr>
          <w:p w:rsidR="00DD6D80" w:rsidRPr="009357CB" w:rsidRDefault="00DD6D80" w:rsidP="00CA0986">
            <w:pPr>
              <w:jc w:val="center"/>
            </w:pPr>
            <w:r>
              <w:t>3</w:t>
            </w:r>
          </w:p>
        </w:tc>
      </w:tr>
      <w:tr w:rsidR="00DD6D80" w:rsidRPr="009357CB">
        <w:trPr>
          <w:trHeight w:val="336"/>
          <w:jc w:val="center"/>
        </w:trPr>
        <w:tc>
          <w:tcPr>
            <w:tcW w:w="5691" w:type="dxa"/>
          </w:tcPr>
          <w:p w:rsidR="00DD6D80" w:rsidRPr="009357CB" w:rsidRDefault="00DD6D80" w:rsidP="00CA0986">
            <w:pPr>
              <w:jc w:val="right"/>
            </w:pPr>
            <w:r w:rsidRPr="009357CB">
              <w:t>Итого:</w:t>
            </w:r>
          </w:p>
        </w:tc>
        <w:tc>
          <w:tcPr>
            <w:tcW w:w="3818" w:type="dxa"/>
          </w:tcPr>
          <w:p w:rsidR="00DD6D80" w:rsidRPr="009357CB" w:rsidRDefault="00DD6D80" w:rsidP="00CA0986">
            <w:pPr>
              <w:jc w:val="center"/>
              <w:rPr>
                <w:b/>
                <w:bCs/>
              </w:rPr>
            </w:pPr>
            <w:r w:rsidRPr="009357CB">
              <w:rPr>
                <w:b/>
                <w:bCs/>
              </w:rPr>
              <w:t>8</w:t>
            </w:r>
          </w:p>
        </w:tc>
      </w:tr>
    </w:tbl>
    <w:p w:rsidR="00DD6D80" w:rsidRDefault="00DD6D80" w:rsidP="00134369">
      <w:pPr>
        <w:pStyle w:val="BodyText"/>
        <w:rPr>
          <w:b/>
          <w:bCs/>
          <w:sz w:val="22"/>
          <w:szCs w:val="22"/>
        </w:rPr>
      </w:pPr>
    </w:p>
    <w:p w:rsidR="00DD6D80" w:rsidRDefault="00DD6D80" w:rsidP="00134369">
      <w:pPr>
        <w:pStyle w:val="BodyText"/>
        <w:rPr>
          <w:b/>
          <w:bCs/>
          <w:sz w:val="22"/>
          <w:szCs w:val="22"/>
        </w:rPr>
      </w:pPr>
    </w:p>
    <w:p w:rsidR="00DD6D80" w:rsidRDefault="00DD6D80" w:rsidP="00335DDF">
      <w:pPr>
        <w:pStyle w:val="BodyText"/>
        <w:rPr>
          <w:b/>
          <w:bCs/>
          <w:sz w:val="22"/>
          <w:szCs w:val="22"/>
        </w:rPr>
      </w:pPr>
    </w:p>
    <w:p w:rsidR="00DD6D80" w:rsidRDefault="00DD6D80" w:rsidP="00335DDF">
      <w:pPr>
        <w:pStyle w:val="BodyText"/>
        <w:rPr>
          <w:b/>
          <w:bCs/>
          <w:sz w:val="22"/>
          <w:szCs w:val="22"/>
        </w:rPr>
      </w:pPr>
    </w:p>
    <w:p w:rsidR="00DD6D80" w:rsidRDefault="00DD6D80" w:rsidP="00335DDF">
      <w:pPr>
        <w:pStyle w:val="BodyText"/>
        <w:rPr>
          <w:b/>
          <w:bCs/>
          <w:sz w:val="22"/>
          <w:szCs w:val="22"/>
        </w:rPr>
      </w:pPr>
    </w:p>
    <w:p w:rsidR="00DD6D80" w:rsidRDefault="00DD6D80" w:rsidP="00335DDF">
      <w:pPr>
        <w:pStyle w:val="BodyText"/>
        <w:rPr>
          <w:b/>
          <w:bCs/>
          <w:sz w:val="22"/>
          <w:szCs w:val="22"/>
        </w:rPr>
      </w:pP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4961"/>
        <w:gridCol w:w="1418"/>
        <w:gridCol w:w="1417"/>
      </w:tblGrid>
      <w:tr w:rsidR="00DD6D80">
        <w:trPr>
          <w:trHeight w:val="390"/>
        </w:trPr>
        <w:tc>
          <w:tcPr>
            <w:tcW w:w="2694" w:type="dxa"/>
            <w:vMerge w:val="restart"/>
          </w:tcPr>
          <w:p w:rsidR="00DD6D80" w:rsidRDefault="00DD6D80" w:rsidP="00335DDF">
            <w:r>
              <w:t>Направления</w:t>
            </w:r>
          </w:p>
        </w:tc>
        <w:tc>
          <w:tcPr>
            <w:tcW w:w="4961" w:type="dxa"/>
            <w:vMerge w:val="restart"/>
          </w:tcPr>
          <w:p w:rsidR="00DD6D80" w:rsidRDefault="00DD6D80" w:rsidP="00335DDF">
            <w:r>
              <w:t>Название</w:t>
            </w:r>
          </w:p>
        </w:tc>
        <w:tc>
          <w:tcPr>
            <w:tcW w:w="1418" w:type="dxa"/>
            <w:vMerge w:val="restart"/>
          </w:tcPr>
          <w:p w:rsidR="00DD6D80" w:rsidRDefault="00DD6D80" w:rsidP="00335DDF"/>
        </w:tc>
        <w:tc>
          <w:tcPr>
            <w:tcW w:w="1417" w:type="dxa"/>
            <w:vMerge w:val="restart"/>
          </w:tcPr>
          <w:p w:rsidR="00DD6D80" w:rsidRDefault="00DD6D80" w:rsidP="00335DDF">
            <w:pPr>
              <w:ind w:right="-817"/>
            </w:pPr>
            <w:r>
              <w:t>Кто ведет</w:t>
            </w:r>
          </w:p>
        </w:tc>
      </w:tr>
      <w:tr w:rsidR="00DD6D80">
        <w:trPr>
          <w:trHeight w:val="276"/>
        </w:trPr>
        <w:tc>
          <w:tcPr>
            <w:tcW w:w="2694" w:type="dxa"/>
            <w:vMerge/>
            <w:vAlign w:val="center"/>
          </w:tcPr>
          <w:p w:rsidR="00DD6D80" w:rsidRDefault="00DD6D80" w:rsidP="00335DDF"/>
        </w:tc>
        <w:tc>
          <w:tcPr>
            <w:tcW w:w="4961" w:type="dxa"/>
            <w:vMerge/>
            <w:vAlign w:val="center"/>
          </w:tcPr>
          <w:p w:rsidR="00DD6D80" w:rsidRDefault="00DD6D80" w:rsidP="00335DDF"/>
        </w:tc>
        <w:tc>
          <w:tcPr>
            <w:tcW w:w="1418" w:type="dxa"/>
            <w:vMerge/>
            <w:vAlign w:val="center"/>
          </w:tcPr>
          <w:p w:rsidR="00DD6D80" w:rsidRDefault="00DD6D80" w:rsidP="00335DDF"/>
        </w:tc>
        <w:tc>
          <w:tcPr>
            <w:tcW w:w="1417" w:type="dxa"/>
            <w:vMerge/>
            <w:vAlign w:val="center"/>
          </w:tcPr>
          <w:p w:rsidR="00DD6D80" w:rsidRDefault="00DD6D80" w:rsidP="00335DDF"/>
        </w:tc>
      </w:tr>
      <w:tr w:rsidR="00DD6D80">
        <w:trPr>
          <w:trHeight w:val="345"/>
        </w:trPr>
        <w:tc>
          <w:tcPr>
            <w:tcW w:w="2694" w:type="dxa"/>
          </w:tcPr>
          <w:p w:rsidR="00DD6D80" w:rsidRDefault="00DD6D80" w:rsidP="00335DDF">
            <w:r>
              <w:t>Спортивно-оздоровительное</w:t>
            </w:r>
          </w:p>
        </w:tc>
        <w:tc>
          <w:tcPr>
            <w:tcW w:w="4961" w:type="dxa"/>
          </w:tcPr>
          <w:p w:rsidR="00DD6D80" w:rsidRDefault="00DD6D80" w:rsidP="00335DDF">
            <w:r>
              <w:t>Подвижные игры</w:t>
            </w:r>
          </w:p>
        </w:tc>
        <w:tc>
          <w:tcPr>
            <w:tcW w:w="1418" w:type="dxa"/>
          </w:tcPr>
          <w:p w:rsidR="00DD6D80" w:rsidRDefault="00DD6D80" w:rsidP="00335DDF">
            <w:r>
              <w:t>1ч</w:t>
            </w:r>
          </w:p>
        </w:tc>
        <w:tc>
          <w:tcPr>
            <w:tcW w:w="1417" w:type="dxa"/>
          </w:tcPr>
          <w:p w:rsidR="00DD6D80" w:rsidRDefault="00DD6D80" w:rsidP="00335DDF">
            <w:r>
              <w:t>учитель</w:t>
            </w:r>
          </w:p>
        </w:tc>
      </w:tr>
      <w:tr w:rsidR="00DD6D80">
        <w:trPr>
          <w:trHeight w:val="596"/>
        </w:trPr>
        <w:tc>
          <w:tcPr>
            <w:tcW w:w="2694" w:type="dxa"/>
          </w:tcPr>
          <w:p w:rsidR="00DD6D80" w:rsidRDefault="00DD6D80" w:rsidP="00335DDF">
            <w:r>
              <w:t xml:space="preserve">Общеинтеллектуальное </w:t>
            </w:r>
          </w:p>
        </w:tc>
        <w:tc>
          <w:tcPr>
            <w:tcW w:w="4961" w:type="dxa"/>
          </w:tcPr>
          <w:p w:rsidR="00DD6D80" w:rsidRPr="00E65359" w:rsidRDefault="00DD6D80" w:rsidP="00E65359">
            <w:r w:rsidRPr="00E65359">
              <w:rPr>
                <w:rStyle w:val="Strong"/>
                <w:b w:val="0"/>
                <w:bCs w:val="0"/>
              </w:rPr>
              <w:t>Факультативный курс «Развивайте дар слова</w:t>
            </w:r>
            <w:r>
              <w:rPr>
                <w:rStyle w:val="Strong"/>
                <w:b w:val="0"/>
                <w:bCs w:val="0"/>
              </w:rPr>
              <w:t xml:space="preserve">», </w:t>
            </w:r>
            <w:r w:rsidRPr="00E65359">
              <w:rPr>
                <w:rStyle w:val="Strong"/>
                <w:b w:val="0"/>
                <w:bCs w:val="0"/>
              </w:rPr>
              <w:t>Т.А Ладыженская, Т.С. Зепалова</w:t>
            </w:r>
          </w:p>
        </w:tc>
        <w:tc>
          <w:tcPr>
            <w:tcW w:w="1418" w:type="dxa"/>
          </w:tcPr>
          <w:p w:rsidR="00DD6D80" w:rsidRDefault="00DD6D80" w:rsidP="00335DDF">
            <w:r>
              <w:t>1ч</w:t>
            </w:r>
          </w:p>
        </w:tc>
        <w:tc>
          <w:tcPr>
            <w:tcW w:w="1417" w:type="dxa"/>
          </w:tcPr>
          <w:p w:rsidR="00DD6D80" w:rsidRDefault="00DD6D80" w:rsidP="00335DDF">
            <w:r w:rsidRPr="00282375">
              <w:t>учитель</w:t>
            </w:r>
          </w:p>
        </w:tc>
      </w:tr>
      <w:tr w:rsidR="00DD6D80">
        <w:trPr>
          <w:trHeight w:val="596"/>
        </w:trPr>
        <w:tc>
          <w:tcPr>
            <w:tcW w:w="2694" w:type="dxa"/>
          </w:tcPr>
          <w:p w:rsidR="00DD6D80" w:rsidRDefault="00DD6D80" w:rsidP="00335DDF"/>
        </w:tc>
        <w:tc>
          <w:tcPr>
            <w:tcW w:w="4961" w:type="dxa"/>
          </w:tcPr>
          <w:p w:rsidR="00DD6D80" w:rsidRPr="00827158" w:rsidRDefault="00DD6D80" w:rsidP="00335DDF">
            <w:r w:rsidRPr="00827158">
              <w:t xml:space="preserve">Элективный курс </w:t>
            </w:r>
            <w:r w:rsidRPr="00827158">
              <w:rPr>
                <w:rStyle w:val="Strong"/>
                <w:b w:val="0"/>
                <w:bCs w:val="0"/>
              </w:rPr>
              <w:t>«Решение исторических задач»</w:t>
            </w:r>
          </w:p>
        </w:tc>
        <w:tc>
          <w:tcPr>
            <w:tcW w:w="1418" w:type="dxa"/>
          </w:tcPr>
          <w:p w:rsidR="00DD6D80" w:rsidRDefault="00DD6D80" w:rsidP="00335DDF">
            <w:r>
              <w:t>1ч</w:t>
            </w:r>
          </w:p>
        </w:tc>
        <w:tc>
          <w:tcPr>
            <w:tcW w:w="1417" w:type="dxa"/>
          </w:tcPr>
          <w:p w:rsidR="00DD6D80" w:rsidRDefault="00DD6D80" w:rsidP="00335DDF">
            <w:r w:rsidRPr="00282375">
              <w:t>учитель</w:t>
            </w:r>
          </w:p>
        </w:tc>
      </w:tr>
      <w:tr w:rsidR="00DD6D80">
        <w:tc>
          <w:tcPr>
            <w:tcW w:w="2694" w:type="dxa"/>
          </w:tcPr>
          <w:p w:rsidR="00DD6D80" w:rsidRDefault="00DD6D80" w:rsidP="00335DDF">
            <w:r>
              <w:t>Духовно-нравственное</w:t>
            </w:r>
          </w:p>
        </w:tc>
        <w:tc>
          <w:tcPr>
            <w:tcW w:w="4961" w:type="dxa"/>
          </w:tcPr>
          <w:p w:rsidR="00DD6D80" w:rsidRDefault="00DD6D80" w:rsidP="00335DDF">
            <w:pPr>
              <w:pStyle w:val="NormalWeb"/>
              <w:spacing w:before="0" w:beforeAutospacing="0" w:after="0" w:afterAutospacing="0"/>
            </w:pPr>
            <w:r>
              <w:t xml:space="preserve">«Мой мир» </w:t>
            </w:r>
          </w:p>
          <w:p w:rsidR="00DD6D80" w:rsidRDefault="00DD6D80" w:rsidP="00335DDF">
            <w:pPr>
              <w:pStyle w:val="NormalWeb"/>
              <w:spacing w:before="0" w:beforeAutospacing="0" w:after="0" w:afterAutospacing="0"/>
            </w:pPr>
            <w:r>
              <w:t xml:space="preserve">Казачонок, Н. В. Шмелева. – М.: Просвещение, 2014 </w:t>
            </w:r>
          </w:p>
          <w:p w:rsidR="00DD6D80" w:rsidRDefault="00DD6D80" w:rsidP="00335DDF"/>
        </w:tc>
        <w:tc>
          <w:tcPr>
            <w:tcW w:w="1418" w:type="dxa"/>
          </w:tcPr>
          <w:p w:rsidR="00DD6D80" w:rsidRDefault="00DD6D80" w:rsidP="00335DDF">
            <w:r>
              <w:t>1ч</w:t>
            </w:r>
          </w:p>
        </w:tc>
        <w:tc>
          <w:tcPr>
            <w:tcW w:w="1417" w:type="dxa"/>
          </w:tcPr>
          <w:p w:rsidR="00DD6D80" w:rsidRDefault="00DD6D80" w:rsidP="00335DDF">
            <w:r>
              <w:t>учитель</w:t>
            </w:r>
          </w:p>
        </w:tc>
      </w:tr>
      <w:tr w:rsidR="00DD6D80">
        <w:trPr>
          <w:trHeight w:val="265"/>
        </w:trPr>
        <w:tc>
          <w:tcPr>
            <w:tcW w:w="2694" w:type="dxa"/>
          </w:tcPr>
          <w:p w:rsidR="00DD6D80" w:rsidRDefault="00DD6D80" w:rsidP="00335DDF">
            <w:r>
              <w:t>Общекультурное</w:t>
            </w:r>
          </w:p>
        </w:tc>
        <w:tc>
          <w:tcPr>
            <w:tcW w:w="4961" w:type="dxa"/>
          </w:tcPr>
          <w:p w:rsidR="00DD6D80" w:rsidRDefault="00DD6D80" w:rsidP="00335DDF">
            <w:r>
              <w:t>Клуб «Хозяюшка»</w:t>
            </w:r>
          </w:p>
        </w:tc>
        <w:tc>
          <w:tcPr>
            <w:tcW w:w="1418" w:type="dxa"/>
          </w:tcPr>
          <w:p w:rsidR="00DD6D80" w:rsidRDefault="00DD6D80" w:rsidP="00335DDF">
            <w:r>
              <w:t>1ч</w:t>
            </w:r>
          </w:p>
        </w:tc>
        <w:tc>
          <w:tcPr>
            <w:tcW w:w="1417" w:type="dxa"/>
          </w:tcPr>
          <w:p w:rsidR="00DD6D80" w:rsidRDefault="00DD6D80" w:rsidP="00335DDF">
            <w:r>
              <w:t>учитель</w:t>
            </w:r>
          </w:p>
        </w:tc>
      </w:tr>
      <w:tr w:rsidR="00DD6D80">
        <w:trPr>
          <w:trHeight w:val="562"/>
        </w:trPr>
        <w:tc>
          <w:tcPr>
            <w:tcW w:w="2694" w:type="dxa"/>
          </w:tcPr>
          <w:p w:rsidR="00DD6D80" w:rsidRDefault="00DD6D80" w:rsidP="00335DDF">
            <w:r>
              <w:t>Социальное</w:t>
            </w:r>
          </w:p>
        </w:tc>
        <w:tc>
          <w:tcPr>
            <w:tcW w:w="4961" w:type="dxa"/>
          </w:tcPr>
          <w:p w:rsidR="00DD6D80" w:rsidRDefault="00DD6D80" w:rsidP="00335DDF">
            <w:r>
              <w:t>Социальное творчество</w:t>
            </w:r>
          </w:p>
        </w:tc>
        <w:tc>
          <w:tcPr>
            <w:tcW w:w="1418" w:type="dxa"/>
          </w:tcPr>
          <w:p w:rsidR="00DD6D80" w:rsidRDefault="00DD6D80" w:rsidP="00335DDF">
            <w:r>
              <w:t>3ч</w:t>
            </w:r>
          </w:p>
        </w:tc>
        <w:tc>
          <w:tcPr>
            <w:tcW w:w="1417" w:type="dxa"/>
          </w:tcPr>
          <w:p w:rsidR="00DD6D80" w:rsidRDefault="00DD6D80" w:rsidP="00335DDF">
            <w:r w:rsidRPr="00282375">
              <w:t>учитель</w:t>
            </w:r>
          </w:p>
        </w:tc>
      </w:tr>
      <w:tr w:rsidR="00DD6D80">
        <w:trPr>
          <w:trHeight w:val="259"/>
        </w:trPr>
        <w:tc>
          <w:tcPr>
            <w:tcW w:w="2694" w:type="dxa"/>
          </w:tcPr>
          <w:p w:rsidR="00DD6D80" w:rsidRDefault="00DD6D80" w:rsidP="00335DDF">
            <w:r>
              <w:t>ИТОГО</w:t>
            </w:r>
          </w:p>
        </w:tc>
        <w:tc>
          <w:tcPr>
            <w:tcW w:w="4961" w:type="dxa"/>
          </w:tcPr>
          <w:p w:rsidR="00DD6D80" w:rsidRDefault="00DD6D80" w:rsidP="00335DDF"/>
        </w:tc>
        <w:tc>
          <w:tcPr>
            <w:tcW w:w="1418" w:type="dxa"/>
          </w:tcPr>
          <w:p w:rsidR="00DD6D80" w:rsidRDefault="00DD6D80" w:rsidP="00335DDF">
            <w:r>
              <w:t>8ч.</w:t>
            </w:r>
          </w:p>
        </w:tc>
        <w:tc>
          <w:tcPr>
            <w:tcW w:w="1417" w:type="dxa"/>
          </w:tcPr>
          <w:p w:rsidR="00DD6D80" w:rsidRDefault="00DD6D80" w:rsidP="00335DDF"/>
        </w:tc>
      </w:tr>
    </w:tbl>
    <w:p w:rsidR="00DD6D80" w:rsidRDefault="00DD6D80" w:rsidP="00335DDF">
      <w:pPr>
        <w:pStyle w:val="BodyText"/>
        <w:rPr>
          <w:b/>
          <w:bCs/>
          <w:sz w:val="22"/>
          <w:szCs w:val="22"/>
        </w:rPr>
      </w:pPr>
    </w:p>
    <w:p w:rsidR="00DD6D80" w:rsidRDefault="00DD6D80" w:rsidP="00335DDF">
      <w:pPr>
        <w:pStyle w:val="BodyText"/>
        <w:rPr>
          <w:b/>
          <w:bCs/>
          <w:sz w:val="22"/>
          <w:szCs w:val="22"/>
        </w:rPr>
      </w:pPr>
    </w:p>
    <w:p w:rsidR="00DD6D80" w:rsidRPr="00B41012" w:rsidRDefault="00DD6D80" w:rsidP="008E11CA">
      <w:pPr>
        <w:pStyle w:val="a"/>
        <w:spacing w:before="1" w:beforeAutospacing="1" w:after="1" w:afterAutospacing="1"/>
        <w:jc w:val="both"/>
        <w:rPr>
          <w:b/>
          <w:bCs/>
        </w:rPr>
      </w:pPr>
      <w:r w:rsidRPr="00B41012">
        <w:rPr>
          <w:b/>
          <w:bCs/>
        </w:rPr>
        <w:t xml:space="preserve">Промежуточная аттестация  в 5-8 классах  по всем предметам учебного плана: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4919EE">
            <w:r w:rsidRPr="00736B22">
              <w:t>Предмет</w:t>
            </w:r>
            <w:r>
              <w:t xml:space="preserve"> </w:t>
            </w:r>
          </w:p>
        </w:tc>
        <w:tc>
          <w:tcPr>
            <w:tcW w:w="4786" w:type="dxa"/>
          </w:tcPr>
          <w:p w:rsidR="00DD6D80" w:rsidRPr="00736B22" w:rsidRDefault="00DD6D80" w:rsidP="004919EE">
            <w:r w:rsidRPr="00736B22">
              <w:t>Форма</w:t>
            </w:r>
            <w:r>
              <w:t xml:space="preserve"> 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4919EE">
            <w:r w:rsidRPr="00736B22">
              <w:t xml:space="preserve">Математика </w:t>
            </w:r>
          </w:p>
        </w:tc>
        <w:tc>
          <w:tcPr>
            <w:tcW w:w="4786" w:type="dxa"/>
          </w:tcPr>
          <w:p w:rsidR="00DD6D80" w:rsidRPr="00736B22" w:rsidRDefault="00DD6D80" w:rsidP="004919EE">
            <w:r w:rsidRPr="00736B22">
              <w:t>Тест, контрольная работа</w:t>
            </w:r>
            <w:r>
              <w:t>, у</w:t>
            </w:r>
            <w:r w:rsidRPr="00736B22">
              <w:t>стная аттестация по билетам</w:t>
            </w:r>
            <w:r>
              <w:t xml:space="preserve">, </w:t>
            </w:r>
            <w:r w:rsidRPr="00736B22">
              <w:t>защита проектно-исследовательской работы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4919EE">
            <w:r w:rsidRPr="00736B22">
              <w:t>Русский язык</w:t>
            </w:r>
          </w:p>
        </w:tc>
        <w:tc>
          <w:tcPr>
            <w:tcW w:w="4786" w:type="dxa"/>
          </w:tcPr>
          <w:p w:rsidR="00DD6D80" w:rsidRPr="00736B22" w:rsidRDefault="00DD6D80" w:rsidP="004919EE">
            <w:r w:rsidRPr="00736B22">
              <w:t xml:space="preserve">Изложение,  </w:t>
            </w:r>
            <w:r>
              <w:t>у</w:t>
            </w:r>
            <w:r w:rsidRPr="00736B22">
              <w:t>стная аттестация по билетам</w:t>
            </w:r>
            <w:r>
              <w:t xml:space="preserve">, диктант, </w:t>
            </w:r>
            <w:r w:rsidRPr="00736B22">
              <w:t>защита проектно-исследовательской работы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4919EE">
            <w:r w:rsidRPr="00736B22">
              <w:t xml:space="preserve">Литература </w:t>
            </w:r>
          </w:p>
        </w:tc>
        <w:tc>
          <w:tcPr>
            <w:tcW w:w="4786" w:type="dxa"/>
          </w:tcPr>
          <w:p w:rsidR="00DD6D80" w:rsidRPr="00736B22" w:rsidRDefault="00DD6D80" w:rsidP="004919EE">
            <w:r w:rsidRPr="00736B22">
              <w:t xml:space="preserve">Устная аттестация по билетам, </w:t>
            </w:r>
            <w:r w:rsidRPr="00A96CC1">
              <w:rPr>
                <w:color w:val="000000"/>
              </w:rPr>
              <w:t>проверка техники чтения</w:t>
            </w:r>
            <w:r>
              <w:rPr>
                <w:color w:val="000000"/>
              </w:rPr>
              <w:t xml:space="preserve">, сочинение, </w:t>
            </w:r>
            <w:r w:rsidRPr="00736B22">
              <w:t>защита проектно-исследовательской работы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4919EE">
            <w:r w:rsidRPr="00736B22">
              <w:t>Иностранный язык</w:t>
            </w:r>
            <w:r>
              <w:t xml:space="preserve"> (английский язык и немецкий язык)</w:t>
            </w:r>
          </w:p>
        </w:tc>
        <w:tc>
          <w:tcPr>
            <w:tcW w:w="4786" w:type="dxa"/>
          </w:tcPr>
          <w:p w:rsidR="00DD6D80" w:rsidRPr="00736B22" w:rsidRDefault="00DD6D80" w:rsidP="004919EE">
            <w:r w:rsidRPr="00736B22">
              <w:t>Тест, контрольная работа, устная аттестация по билетам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4919EE">
            <w:r>
              <w:t>История</w:t>
            </w:r>
          </w:p>
        </w:tc>
        <w:tc>
          <w:tcPr>
            <w:tcW w:w="4786" w:type="dxa"/>
          </w:tcPr>
          <w:p w:rsidR="00DD6D80" w:rsidRPr="00736B22" w:rsidRDefault="00DD6D80" w:rsidP="004919EE">
            <w:r>
              <w:t>И</w:t>
            </w:r>
            <w:r w:rsidRPr="00736B22">
              <w:t xml:space="preserve">нтегрированный тест, зачет, защита реферата, </w:t>
            </w:r>
            <w:r>
              <w:t>у</w:t>
            </w:r>
            <w:r w:rsidRPr="00736B22">
              <w:t>стная аттестация по билетам</w:t>
            </w:r>
            <w:r>
              <w:t xml:space="preserve">, </w:t>
            </w:r>
            <w:r w:rsidRPr="00736B22">
              <w:t>защита проектно-исследовательской работы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4919EE">
            <w:r w:rsidRPr="00736B22">
              <w:t>Обществознание</w:t>
            </w:r>
            <w:r>
              <w:t xml:space="preserve"> </w:t>
            </w:r>
          </w:p>
        </w:tc>
        <w:tc>
          <w:tcPr>
            <w:tcW w:w="4786" w:type="dxa"/>
          </w:tcPr>
          <w:p w:rsidR="00DD6D80" w:rsidRPr="00736B22" w:rsidRDefault="00DD6D80" w:rsidP="004919EE">
            <w:r w:rsidRPr="00736B22">
              <w:t xml:space="preserve">интегрированный тест, зачет, защита реферата, </w:t>
            </w:r>
            <w:r>
              <w:t>у</w:t>
            </w:r>
            <w:r w:rsidRPr="00736B22">
              <w:t>стная аттестация по билетам</w:t>
            </w:r>
            <w:r>
              <w:t xml:space="preserve">, </w:t>
            </w:r>
            <w:r w:rsidRPr="00736B22">
              <w:t>защита проектно-исследовательской работы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4919EE">
            <w:r>
              <w:t>География</w:t>
            </w:r>
          </w:p>
        </w:tc>
        <w:tc>
          <w:tcPr>
            <w:tcW w:w="4786" w:type="dxa"/>
          </w:tcPr>
          <w:p w:rsidR="00DD6D80" w:rsidRPr="00736B22" w:rsidRDefault="00DD6D80" w:rsidP="004919EE">
            <w:r w:rsidRPr="00736B22">
              <w:t>Тест, контрольная работа, устная аттестация по билетам, защита проектно-исследовательской работы, защита реферата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4919EE">
            <w:r w:rsidRPr="00736B22">
              <w:t>Биология</w:t>
            </w:r>
            <w:r>
              <w:t xml:space="preserve"> </w:t>
            </w:r>
          </w:p>
        </w:tc>
        <w:tc>
          <w:tcPr>
            <w:tcW w:w="4786" w:type="dxa"/>
          </w:tcPr>
          <w:p w:rsidR="00DD6D80" w:rsidRPr="00736B22" w:rsidRDefault="00DD6D80" w:rsidP="004919EE">
            <w:r w:rsidRPr="00736B22">
              <w:t>Тест, контрольная работа, устная аттестация по билетам, защита проектно-исследовательской работы, защита реферата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4919EE">
            <w:r w:rsidRPr="00736B22">
              <w:t>Информатика</w:t>
            </w:r>
            <w:r>
              <w:t xml:space="preserve"> и ИКТ</w:t>
            </w:r>
          </w:p>
        </w:tc>
        <w:tc>
          <w:tcPr>
            <w:tcW w:w="4786" w:type="dxa"/>
          </w:tcPr>
          <w:p w:rsidR="00DD6D80" w:rsidRPr="00736B22" w:rsidRDefault="00DD6D80" w:rsidP="004919EE">
            <w:r w:rsidRPr="00736B22">
              <w:t>Тест, контрольная работа, зачет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4919EE">
            <w:r>
              <w:t>Физика</w:t>
            </w:r>
            <w:r w:rsidRPr="00736B22">
              <w:t xml:space="preserve"> </w:t>
            </w:r>
          </w:p>
        </w:tc>
        <w:tc>
          <w:tcPr>
            <w:tcW w:w="4786" w:type="dxa"/>
          </w:tcPr>
          <w:p w:rsidR="00DD6D80" w:rsidRPr="00736B22" w:rsidRDefault="00DD6D80" w:rsidP="004919EE">
            <w:r w:rsidRPr="00736B22">
              <w:t>Тест, контрольная работа, устная аттестация по билетам, защита проектно-исследовательской работы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4919EE">
            <w:r w:rsidRPr="00736B22">
              <w:t>Химия</w:t>
            </w:r>
            <w:r>
              <w:t xml:space="preserve"> </w:t>
            </w:r>
          </w:p>
        </w:tc>
        <w:tc>
          <w:tcPr>
            <w:tcW w:w="4786" w:type="dxa"/>
          </w:tcPr>
          <w:p w:rsidR="00DD6D80" w:rsidRPr="00736B22" w:rsidRDefault="00DD6D80" w:rsidP="004919EE">
            <w:r w:rsidRPr="00736B22">
              <w:t>Тест, контрольная работа, устная аттестация по билетам, защита проектно-исследовательской работы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4919EE">
            <w:r w:rsidRPr="00736B22">
              <w:t xml:space="preserve">Технология </w:t>
            </w:r>
          </w:p>
        </w:tc>
        <w:tc>
          <w:tcPr>
            <w:tcW w:w="4786" w:type="dxa"/>
          </w:tcPr>
          <w:p w:rsidR="00DD6D80" w:rsidRPr="00736B22" w:rsidRDefault="00DD6D80" w:rsidP="004919EE">
            <w:r w:rsidRPr="00736B22">
              <w:t xml:space="preserve">Тест, устная аттестация по билетам, защита </w:t>
            </w:r>
            <w:r>
              <w:t>проектов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4919EE">
            <w:r>
              <w:t xml:space="preserve">Изо </w:t>
            </w:r>
          </w:p>
        </w:tc>
        <w:tc>
          <w:tcPr>
            <w:tcW w:w="4786" w:type="dxa"/>
          </w:tcPr>
          <w:p w:rsidR="00DD6D80" w:rsidRPr="00736B22" w:rsidRDefault="00DD6D80" w:rsidP="004919EE">
            <w:r>
              <w:t>Защита реферата, тест, выставка работ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4919EE">
            <w:r>
              <w:t>Искусство</w:t>
            </w:r>
          </w:p>
        </w:tc>
        <w:tc>
          <w:tcPr>
            <w:tcW w:w="4786" w:type="dxa"/>
          </w:tcPr>
          <w:p w:rsidR="00DD6D80" w:rsidRDefault="00DD6D80" w:rsidP="004919EE">
            <w:r>
              <w:t>Защита реферата, тест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4919EE">
            <w:r>
              <w:t>Музыка</w:t>
            </w:r>
          </w:p>
        </w:tc>
        <w:tc>
          <w:tcPr>
            <w:tcW w:w="4786" w:type="dxa"/>
          </w:tcPr>
          <w:p w:rsidR="00DD6D80" w:rsidRDefault="00DD6D80" w:rsidP="004919EE">
            <w:r>
              <w:t>Отчетный концерт, хоровое пение, тест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4919EE">
            <w:r>
              <w:t>Физическая культура</w:t>
            </w:r>
          </w:p>
        </w:tc>
        <w:tc>
          <w:tcPr>
            <w:tcW w:w="4786" w:type="dxa"/>
          </w:tcPr>
          <w:p w:rsidR="00DD6D80" w:rsidRDefault="00DD6D80" w:rsidP="004919EE">
            <w:r>
              <w:t>Сдача  нормативов ГТО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4919EE">
            <w:r>
              <w:t>Алгебра</w:t>
            </w:r>
          </w:p>
        </w:tc>
        <w:tc>
          <w:tcPr>
            <w:tcW w:w="4786" w:type="dxa"/>
          </w:tcPr>
          <w:p w:rsidR="00DD6D80" w:rsidRDefault="00DD6D80" w:rsidP="004919EE">
            <w:r>
              <w:t>Контрольная работа, тест,</w:t>
            </w:r>
            <w:r w:rsidRPr="00736B22">
              <w:t xml:space="preserve"> устная аттестация по билетам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4919EE">
            <w:r>
              <w:t>Геометрия</w:t>
            </w:r>
          </w:p>
        </w:tc>
        <w:tc>
          <w:tcPr>
            <w:tcW w:w="4786" w:type="dxa"/>
          </w:tcPr>
          <w:p w:rsidR="00DD6D80" w:rsidRDefault="00DD6D80" w:rsidP="004919EE">
            <w:r>
              <w:t>Контрольная работа, тест,</w:t>
            </w:r>
            <w:r w:rsidRPr="00736B22">
              <w:t xml:space="preserve"> устная аттестация по билетам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4919EE">
            <w:r>
              <w:t>ОБЖ</w:t>
            </w:r>
          </w:p>
        </w:tc>
        <w:tc>
          <w:tcPr>
            <w:tcW w:w="4786" w:type="dxa"/>
          </w:tcPr>
          <w:p w:rsidR="00DD6D80" w:rsidRDefault="00DD6D80" w:rsidP="004919EE">
            <w:r>
              <w:t>Тест, защита реферата</w:t>
            </w:r>
          </w:p>
        </w:tc>
      </w:tr>
    </w:tbl>
    <w:p w:rsidR="00DD6D80" w:rsidRDefault="00DD6D80" w:rsidP="00335DDF">
      <w:pPr>
        <w:pStyle w:val="BodyText"/>
        <w:rPr>
          <w:b/>
          <w:bCs/>
          <w:sz w:val="22"/>
          <w:szCs w:val="22"/>
        </w:rPr>
      </w:pPr>
    </w:p>
    <w:p w:rsidR="00DD6D80" w:rsidRDefault="00DD6D80" w:rsidP="00335DDF">
      <w:pPr>
        <w:pStyle w:val="BodyText"/>
        <w:rPr>
          <w:b/>
          <w:bCs/>
          <w:sz w:val="22"/>
          <w:szCs w:val="22"/>
        </w:rPr>
      </w:pPr>
    </w:p>
    <w:p w:rsidR="00DD6D80" w:rsidRPr="00F13831" w:rsidRDefault="00DD6D80" w:rsidP="00335DDF">
      <w:pPr>
        <w:pStyle w:val="BodyText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</w:rPr>
        <w:t>9 класс</w:t>
      </w:r>
    </w:p>
    <w:p w:rsidR="00DD6D80" w:rsidRDefault="00DD6D80" w:rsidP="00335DDF">
      <w:pPr>
        <w:pStyle w:val="BodyText"/>
        <w:rPr>
          <w:b/>
          <w:bCs/>
          <w:sz w:val="22"/>
          <w:szCs w:val="22"/>
          <w:lang w:val="en-US"/>
        </w:rPr>
      </w:pPr>
    </w:p>
    <w:p w:rsidR="00DD6D80" w:rsidRPr="00E65359" w:rsidRDefault="00DD6D80" w:rsidP="00E65359">
      <w:pPr>
        <w:pStyle w:val="NoSpacing"/>
        <w:spacing w:line="276" w:lineRule="auto"/>
        <w:rPr>
          <w:b/>
          <w:bCs/>
        </w:rPr>
      </w:pPr>
      <w:r w:rsidRPr="00E65359">
        <w:rPr>
          <w:b/>
          <w:bCs/>
        </w:rPr>
        <w:t>При формировании Учебного плана для IX класс</w:t>
      </w:r>
      <w:r>
        <w:rPr>
          <w:b/>
          <w:bCs/>
        </w:rPr>
        <w:t>а</w:t>
      </w:r>
      <w:r w:rsidRPr="00E65359">
        <w:rPr>
          <w:b/>
          <w:bCs/>
        </w:rPr>
        <w:t xml:space="preserve">  учитывались следующие позиции:</w:t>
      </w:r>
    </w:p>
    <w:p w:rsidR="00DD6D80" w:rsidRPr="00E65359" w:rsidRDefault="00DD6D80" w:rsidP="00E65359">
      <w:pPr>
        <w:pStyle w:val="NoSpacing"/>
        <w:spacing w:line="276" w:lineRule="auto"/>
        <w:jc w:val="both"/>
      </w:pPr>
      <w:r w:rsidRPr="00E65359">
        <w:t>- использование ИКТ, электронного обучения, дистанционных технологий, проектного обучения - являются одним из основных средств обучения, учитываются при формировании учебно-тематических планов, входят в систему работы каждого педагога и обучающихся;</w:t>
      </w:r>
    </w:p>
    <w:p w:rsidR="00DD6D80" w:rsidRPr="00E65359" w:rsidRDefault="00DD6D80" w:rsidP="00E65359">
      <w:pPr>
        <w:pStyle w:val="NoSpacing"/>
        <w:spacing w:line="276" w:lineRule="auto"/>
        <w:jc w:val="both"/>
      </w:pPr>
      <w:r w:rsidRPr="00E65359">
        <w:t>- организация работы с одарёнными детьми осуществляется через функционирование научного общества учащихся, творческих кружков, лабораторий, урочную деятельность;</w:t>
      </w:r>
    </w:p>
    <w:p w:rsidR="00DD6D80" w:rsidRPr="00E65359" w:rsidRDefault="00DD6D80" w:rsidP="00E65359">
      <w:pPr>
        <w:pStyle w:val="NoSpacing"/>
        <w:spacing w:line="276" w:lineRule="auto"/>
        <w:jc w:val="both"/>
      </w:pPr>
      <w:r w:rsidRPr="00E65359">
        <w:t>-развитие детей с ограниченными возможностями здоровья и детей-инвалидов, в том числе реализация интегрированных форм образования;</w:t>
      </w:r>
    </w:p>
    <w:p w:rsidR="00DD6D80" w:rsidRPr="00E65359" w:rsidRDefault="00DD6D80" w:rsidP="00E65359">
      <w:pPr>
        <w:pStyle w:val="NoSpacing"/>
        <w:spacing w:line="276" w:lineRule="auto"/>
        <w:jc w:val="both"/>
      </w:pPr>
      <w:r w:rsidRPr="00E65359">
        <w:t>- в рамках образовательной области «Математика» в  9 классах реализуется трёхчасовая программа по алгебре (Мордкович А.Г.) и двухчасовая программа по геометрии (Атанасян Л.С.);</w:t>
      </w:r>
    </w:p>
    <w:p w:rsidR="00DD6D80" w:rsidRPr="00E65359" w:rsidRDefault="00DD6D80" w:rsidP="00E65359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</w:pPr>
      <w:r w:rsidRPr="00E65359">
        <w:t xml:space="preserve">- в рамках образовательной области «Искусство» в </w:t>
      </w:r>
      <w:r w:rsidRPr="00E65359">
        <w:rPr>
          <w:lang w:val="en-US"/>
        </w:rPr>
        <w:t>IX</w:t>
      </w:r>
      <w:r w:rsidRPr="00E65359">
        <w:t xml:space="preserve"> классе – интегрированный курс «Искусство» (авторы: Г. П. Сергеева, И. Э. Кашекова, Е. Д. Критская).</w:t>
      </w:r>
    </w:p>
    <w:p w:rsidR="00DD6D80" w:rsidRPr="00E65359" w:rsidRDefault="00DD6D80" w:rsidP="00E65359">
      <w:pPr>
        <w:pStyle w:val="NoSpacing"/>
        <w:spacing w:line="276" w:lineRule="auto"/>
        <w:jc w:val="both"/>
      </w:pPr>
      <w:r w:rsidRPr="00E65359">
        <w:t>- в  8-9-х  классах учебный предмет «Обществознание» преподается с включением учебного материала   по экономике и праву.</w:t>
      </w:r>
    </w:p>
    <w:p w:rsidR="00DD6D80" w:rsidRDefault="00DD6D80" w:rsidP="00E65359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</w:pPr>
      <w:r w:rsidRPr="00E65359">
        <w:t>-  в рамках учебного предмета «</w:t>
      </w:r>
      <w:r>
        <w:t>Черчение</w:t>
      </w:r>
      <w:r w:rsidRPr="00E65359">
        <w:t xml:space="preserve">» реализуется программа  </w:t>
      </w:r>
      <w:r w:rsidRPr="00E65359">
        <w:rPr>
          <w:color w:val="000000"/>
        </w:rPr>
        <w:t>А.Д. Ботвинников</w:t>
      </w:r>
      <w:r>
        <w:rPr>
          <w:color w:val="000000"/>
        </w:rPr>
        <w:t>а</w:t>
      </w:r>
    </w:p>
    <w:p w:rsidR="00DD6D80" w:rsidRPr="00E65359" w:rsidRDefault="00DD6D80" w:rsidP="00E65359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</w:pPr>
      <w:r>
        <w:t>- в качестве предмета «Иностранный язык» в 9 классе изучается  английский язык.</w:t>
      </w:r>
    </w:p>
    <w:p w:rsidR="00DD6D80" w:rsidRPr="00E65359" w:rsidRDefault="00DD6D80" w:rsidP="00E65359">
      <w:pPr>
        <w:spacing w:line="276" w:lineRule="auto"/>
      </w:pPr>
      <w:r w:rsidRPr="00E65359">
        <w:t>Профориентационная  подготовка в 9 классе  осуществляется в соответствии и с запросом обучающихся  и их родителей: 1 час школьного компонента  отведен  на реализацию  программы  по черчению  (</w:t>
      </w:r>
      <w:r w:rsidRPr="00E65359">
        <w:rPr>
          <w:color w:val="000000"/>
        </w:rPr>
        <w:t>автор А.Д. Ботвинников, В.И. Виноградов, И.С. Вишнепольский).  1 час в неделю  школьного компонента  отведен на  элективный курс по русскому языку для подготовки обучающихся к сдаче экзамена - допуска в устной форме к сдаче ГИА, а также через интеграцию предметов при реализации регионального компонента.</w:t>
      </w:r>
    </w:p>
    <w:p w:rsidR="00DD6D80" w:rsidRPr="00E65359" w:rsidRDefault="00DD6D80" w:rsidP="00E65359">
      <w:pPr>
        <w:pStyle w:val="NoSpacing"/>
        <w:spacing w:line="276" w:lineRule="auto"/>
        <w:jc w:val="both"/>
      </w:pPr>
      <w:r w:rsidRPr="00E65359">
        <w:t>-  в 9 классе в целях обеспечения расширения знаний и развития учебных навыков по предметам, которые учащиеся планируют сдавать в ходе государственной (итоговой) аттестации в форме ОГЭ предусмотрено проведение консультаций в рамках внеаудиторной занятости.</w:t>
      </w:r>
    </w:p>
    <w:p w:rsidR="00DD6D80" w:rsidRPr="00E65359" w:rsidRDefault="00DD6D80" w:rsidP="00E65359">
      <w:pPr>
        <w:pStyle w:val="NoSpacing"/>
        <w:spacing w:line="276" w:lineRule="auto"/>
        <w:jc w:val="both"/>
      </w:pPr>
      <w:r w:rsidRPr="00E65359">
        <w:t xml:space="preserve">- в федеральном компоненте учебного плана 1 час в неделю предмета «Физическая культура» направлен на проведение подвижных и спортивных игр (волейбол, футбол, мини-лапта) с учётом потребностей, интересов и состояния здоровья обучающихся. </w:t>
      </w:r>
    </w:p>
    <w:p w:rsidR="00DD6D80" w:rsidRPr="00E65359" w:rsidRDefault="00DD6D80" w:rsidP="00E65359">
      <w:pPr>
        <w:pStyle w:val="NoSpacing"/>
        <w:spacing w:line="276" w:lineRule="auto"/>
        <w:jc w:val="both"/>
      </w:pPr>
      <w:r w:rsidRPr="00E65359">
        <w:t xml:space="preserve">  Форма проведения третьего часа - индивидуально-групповые занятия. Целью данных занятий является повышение общей физической работоспособности и физической подготовленности обучающихся.</w:t>
      </w:r>
    </w:p>
    <w:p w:rsidR="00DD6D80" w:rsidRPr="00E65359" w:rsidRDefault="00DD6D80" w:rsidP="00E65359">
      <w:pPr>
        <w:pStyle w:val="NoSpacing"/>
        <w:spacing w:line="276" w:lineRule="auto"/>
        <w:jc w:val="both"/>
        <w:rPr>
          <w:b/>
          <w:bCs/>
        </w:rPr>
      </w:pPr>
      <w:r w:rsidRPr="00E65359">
        <w:rPr>
          <w:b/>
          <w:bCs/>
        </w:rPr>
        <w:t>Учебный план предполагает реализацию:</w:t>
      </w:r>
    </w:p>
    <w:p w:rsidR="00DD6D80" w:rsidRPr="00E65359" w:rsidRDefault="00DD6D80" w:rsidP="00E65359">
      <w:pPr>
        <w:pStyle w:val="NoSpacing"/>
        <w:numPr>
          <w:ilvl w:val="0"/>
          <w:numId w:val="11"/>
        </w:numPr>
        <w:spacing w:line="276" w:lineRule="auto"/>
        <w:jc w:val="both"/>
      </w:pPr>
      <w:r w:rsidRPr="00E65359">
        <w:t>вопросов олимпийского движения, вопросов безопасности жизнедеятельности, формирования принципов здорового образа жизни - через интеграцию с предметом федерального компонента «Физическая культура» в 8 - 9 классах;</w:t>
      </w:r>
    </w:p>
    <w:p w:rsidR="00DD6D80" w:rsidRPr="00E65359" w:rsidRDefault="00DD6D80" w:rsidP="00E65359">
      <w:pPr>
        <w:pStyle w:val="NoSpacing"/>
        <w:numPr>
          <w:ilvl w:val="0"/>
          <w:numId w:val="11"/>
        </w:numPr>
        <w:spacing w:line="276" w:lineRule="auto"/>
        <w:jc w:val="both"/>
      </w:pPr>
      <w:r w:rsidRPr="00E65359">
        <w:t xml:space="preserve">изучение тематики национально-регионального содержания осуществляется при формировании учебно-тематических планов,  рабочих программ педагогов, которые самостоятельно определяют объем, порядок и время, отведенное на изучение указанных тем, с учетом возраста детей, особенностей класса и социокультурного окружения. </w:t>
      </w:r>
    </w:p>
    <w:p w:rsidR="00DD6D80" w:rsidRPr="00E65359" w:rsidRDefault="00DD6D80" w:rsidP="00827158">
      <w:pPr>
        <w:pStyle w:val="NoSpacing"/>
        <w:spacing w:line="276" w:lineRule="auto"/>
        <w:jc w:val="both"/>
      </w:pPr>
      <w:r>
        <w:t xml:space="preserve"> </w:t>
      </w:r>
      <w:r w:rsidRPr="00E65359">
        <w:t xml:space="preserve"> На изучение национально-регионального содержания краеведческой и экологической направленности отводится 10 % времени от общего количества часов общеобразовательных предметов:  география, биология, история, литература, в форме экскурсий, выставок, проектов и т.д. Реализация регионального компонента в учебных предметах в 5-9 классах осуществляется на основе методического пособия «Реализация регионального компонента в содержании общеобразовательных предметов с 1-11 класс», часть 1, рекомендованного департаментом образования и науки Тюменской области ГАОУТО ДПО ТОГИРРО, 2014 г.</w:t>
      </w:r>
    </w:p>
    <w:p w:rsidR="00DD6D80" w:rsidRPr="00E65359" w:rsidRDefault="00DD6D80" w:rsidP="00E65359">
      <w:pPr>
        <w:pStyle w:val="BodyText"/>
        <w:spacing w:line="276" w:lineRule="auto"/>
        <w:jc w:val="left"/>
        <w:rPr>
          <w:sz w:val="24"/>
          <w:szCs w:val="24"/>
        </w:rPr>
      </w:pPr>
      <w:r w:rsidRPr="00E65359">
        <w:rPr>
          <w:sz w:val="24"/>
          <w:szCs w:val="24"/>
        </w:rPr>
        <w:t>Итоговая аттестация учащихся 9 класса проходит в соответствии с Порядком проведения государственной итоговой аттестации по образовательным программам основного общего образования (Приказ Минобрнауки РФ №1394 от 25.12.13г.) в форме ОГЭ по русскому языку и математике, по другим учебным предметам учащиеся сдают 2 предмета по своему выбору.</w:t>
      </w:r>
    </w:p>
    <w:p w:rsidR="00DD6D80" w:rsidRPr="00E65359" w:rsidRDefault="00DD6D80" w:rsidP="00E65359">
      <w:pPr>
        <w:pStyle w:val="BodyText"/>
        <w:spacing w:line="276" w:lineRule="auto"/>
        <w:jc w:val="left"/>
        <w:rPr>
          <w:sz w:val="24"/>
          <w:szCs w:val="24"/>
        </w:rPr>
      </w:pPr>
      <w:r w:rsidRPr="00E65359">
        <w:rPr>
          <w:sz w:val="24"/>
          <w:szCs w:val="24"/>
        </w:rPr>
        <w:t>Работа с одаренными учащимися организована в урочное и внеурочное время через кружки, предметы по выбору, работу Научного общества учащихся. На занятиях предусматривается работа в направлениях: проектные, исследовательские работы, олимпиадные задачи, интеллектуальные игры.</w:t>
      </w:r>
    </w:p>
    <w:p w:rsidR="00DD6D80" w:rsidRPr="00E65359" w:rsidRDefault="00DD6D80" w:rsidP="00E65359">
      <w:pPr>
        <w:spacing w:line="276" w:lineRule="auto"/>
      </w:pPr>
    </w:p>
    <w:p w:rsidR="00DD6D80" w:rsidRDefault="00DD6D80" w:rsidP="00A35D6D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8379D9"/>
    <w:p w:rsidR="00DD6D80" w:rsidRDefault="00DD6D80" w:rsidP="00980A1A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91"/>
        <w:gridCol w:w="3108"/>
      </w:tblGrid>
      <w:tr w:rsidR="00DD6D80">
        <w:tc>
          <w:tcPr>
            <w:tcW w:w="6499" w:type="dxa"/>
            <w:gridSpan w:val="2"/>
          </w:tcPr>
          <w:p w:rsidR="00DD6D80" w:rsidRPr="0020301C" w:rsidRDefault="00DD6D80" w:rsidP="0020301C">
            <w:pPr>
              <w:jc w:val="center"/>
              <w:rPr>
                <w:b/>
                <w:bCs/>
                <w:sz w:val="28"/>
                <w:szCs w:val="28"/>
              </w:rPr>
            </w:pPr>
            <w:r w:rsidRPr="0020301C">
              <w:rPr>
                <w:b/>
                <w:bCs/>
                <w:sz w:val="28"/>
                <w:szCs w:val="28"/>
              </w:rPr>
              <w:t xml:space="preserve">Учебный план            9         класса филиала </w:t>
            </w:r>
          </w:p>
          <w:p w:rsidR="00DD6D80" w:rsidRPr="0020301C" w:rsidRDefault="00DD6D80" w:rsidP="00B11F84">
            <w:pPr>
              <w:rPr>
                <w:sz w:val="22"/>
                <w:szCs w:val="22"/>
              </w:rPr>
            </w:pPr>
            <w:r w:rsidRPr="0020301C">
              <w:rPr>
                <w:b/>
                <w:bCs/>
                <w:sz w:val="28"/>
                <w:szCs w:val="28"/>
              </w:rPr>
              <w:t>МАОУ Гагаринская СОШ -Новолоктинская СОШ   на 2018-2019 уч. г.</w:t>
            </w:r>
          </w:p>
        </w:tc>
      </w:tr>
      <w:tr w:rsidR="00DD6D80">
        <w:tc>
          <w:tcPr>
            <w:tcW w:w="3391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ind w:hanging="108"/>
              <w:rPr>
                <w:b/>
                <w:bCs/>
                <w:sz w:val="28"/>
                <w:szCs w:val="28"/>
              </w:rPr>
            </w:pPr>
            <w:r w:rsidRPr="0020301C">
              <w:rPr>
                <w:b/>
                <w:bCs/>
                <w:sz w:val="28"/>
                <w:szCs w:val="28"/>
              </w:rPr>
              <w:t>Учебные предметы</w:t>
            </w:r>
          </w:p>
        </w:tc>
        <w:tc>
          <w:tcPr>
            <w:tcW w:w="3108" w:type="dxa"/>
          </w:tcPr>
          <w:p w:rsidR="00DD6D80" w:rsidRPr="0020301C" w:rsidRDefault="00DD6D80" w:rsidP="0046644C">
            <w:pPr>
              <w:rPr>
                <w:sz w:val="22"/>
                <w:szCs w:val="22"/>
              </w:rPr>
            </w:pPr>
            <w:r w:rsidRPr="0020301C">
              <w:rPr>
                <w:b/>
                <w:bCs/>
                <w:sz w:val="22"/>
                <w:szCs w:val="22"/>
              </w:rPr>
              <w:t>КОЛИЧЕСТВО ЧАСОВ В НЕДЕЛЮ</w:t>
            </w:r>
          </w:p>
        </w:tc>
      </w:tr>
      <w:tr w:rsidR="00DD6D80">
        <w:tc>
          <w:tcPr>
            <w:tcW w:w="6499" w:type="dxa"/>
            <w:gridSpan w:val="2"/>
          </w:tcPr>
          <w:p w:rsidR="00DD6D80" w:rsidRPr="0020301C" w:rsidRDefault="00DD6D80" w:rsidP="0020301C">
            <w:pPr>
              <w:jc w:val="center"/>
              <w:rPr>
                <w:b/>
                <w:bCs/>
                <w:sz w:val="28"/>
                <w:szCs w:val="28"/>
              </w:rPr>
            </w:pPr>
            <w:r w:rsidRPr="0020301C">
              <w:rPr>
                <w:b/>
                <w:bCs/>
                <w:sz w:val="22"/>
                <w:szCs w:val="22"/>
              </w:rPr>
              <w:t>ИНВАРИАНТНАЯ ЧАСТЬ          (ФЕДЕРАЛЬНЫЙ КОМПОНЕНТ)</w:t>
            </w:r>
          </w:p>
        </w:tc>
      </w:tr>
      <w:tr w:rsidR="00DD6D80">
        <w:tc>
          <w:tcPr>
            <w:tcW w:w="3391" w:type="dxa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</w:p>
        </w:tc>
        <w:tc>
          <w:tcPr>
            <w:tcW w:w="3108" w:type="dxa"/>
          </w:tcPr>
          <w:p w:rsidR="00DD6D80" w:rsidRPr="0020301C" w:rsidRDefault="00DD6D80" w:rsidP="0020301C">
            <w:pPr>
              <w:jc w:val="center"/>
              <w:rPr>
                <w:b/>
                <w:bCs/>
                <w:sz w:val="28"/>
                <w:szCs w:val="28"/>
              </w:rPr>
            </w:pPr>
            <w:r w:rsidRPr="0020301C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DD6D80">
        <w:tc>
          <w:tcPr>
            <w:tcW w:w="3391" w:type="dxa"/>
          </w:tcPr>
          <w:p w:rsidR="00DD6D80" w:rsidRPr="0020301C" w:rsidRDefault="00DD6D80" w:rsidP="00AB71A1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Русский язык</w:t>
            </w:r>
          </w:p>
        </w:tc>
        <w:tc>
          <w:tcPr>
            <w:tcW w:w="3108" w:type="dxa"/>
            <w:vAlign w:val="center"/>
          </w:tcPr>
          <w:p w:rsidR="00DD6D80" w:rsidRPr="0020301C" w:rsidRDefault="00DD6D80" w:rsidP="00AB71A1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>
        <w:tc>
          <w:tcPr>
            <w:tcW w:w="3391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 xml:space="preserve">Литература </w:t>
            </w:r>
          </w:p>
        </w:tc>
        <w:tc>
          <w:tcPr>
            <w:tcW w:w="3108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3</w:t>
            </w:r>
          </w:p>
        </w:tc>
      </w:tr>
      <w:tr w:rsidR="00DD6D80">
        <w:tc>
          <w:tcPr>
            <w:tcW w:w="3391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Иностранный  язык</w:t>
            </w:r>
            <w:r>
              <w:t xml:space="preserve"> (английский)</w:t>
            </w:r>
          </w:p>
        </w:tc>
        <w:tc>
          <w:tcPr>
            <w:tcW w:w="3108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3</w:t>
            </w:r>
          </w:p>
        </w:tc>
      </w:tr>
      <w:tr w:rsidR="00DD6D80">
        <w:tc>
          <w:tcPr>
            <w:tcW w:w="3391" w:type="dxa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Математика</w:t>
            </w:r>
          </w:p>
        </w:tc>
        <w:tc>
          <w:tcPr>
            <w:tcW w:w="3108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</w:p>
        </w:tc>
      </w:tr>
      <w:tr w:rsidR="00DD6D80">
        <w:tc>
          <w:tcPr>
            <w:tcW w:w="3391" w:type="dxa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Алгебра</w:t>
            </w:r>
          </w:p>
        </w:tc>
        <w:tc>
          <w:tcPr>
            <w:tcW w:w="3108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3</w:t>
            </w:r>
          </w:p>
        </w:tc>
      </w:tr>
      <w:tr w:rsidR="00DD6D80">
        <w:tc>
          <w:tcPr>
            <w:tcW w:w="3391" w:type="dxa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 xml:space="preserve">Геометрия  </w:t>
            </w:r>
          </w:p>
        </w:tc>
        <w:tc>
          <w:tcPr>
            <w:tcW w:w="3108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>
        <w:tc>
          <w:tcPr>
            <w:tcW w:w="3391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 xml:space="preserve">Информатика </w:t>
            </w:r>
            <w:r>
              <w:t>и ИКТ</w:t>
            </w:r>
          </w:p>
        </w:tc>
        <w:tc>
          <w:tcPr>
            <w:tcW w:w="3108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>
        <w:tc>
          <w:tcPr>
            <w:tcW w:w="3391" w:type="dxa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 xml:space="preserve">История </w:t>
            </w:r>
          </w:p>
        </w:tc>
        <w:tc>
          <w:tcPr>
            <w:tcW w:w="3108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>
        <w:tc>
          <w:tcPr>
            <w:tcW w:w="3391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 xml:space="preserve">Обществознание </w:t>
            </w:r>
          </w:p>
        </w:tc>
        <w:tc>
          <w:tcPr>
            <w:tcW w:w="3108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>
        <w:tc>
          <w:tcPr>
            <w:tcW w:w="3391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География</w:t>
            </w:r>
          </w:p>
        </w:tc>
        <w:tc>
          <w:tcPr>
            <w:tcW w:w="3108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>
        <w:tc>
          <w:tcPr>
            <w:tcW w:w="3391" w:type="dxa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 xml:space="preserve">Физика </w:t>
            </w:r>
          </w:p>
        </w:tc>
        <w:tc>
          <w:tcPr>
            <w:tcW w:w="3108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>
        <w:tc>
          <w:tcPr>
            <w:tcW w:w="3391" w:type="dxa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 xml:space="preserve">Химия </w:t>
            </w:r>
          </w:p>
        </w:tc>
        <w:tc>
          <w:tcPr>
            <w:tcW w:w="3108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>
        <w:tc>
          <w:tcPr>
            <w:tcW w:w="3391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 xml:space="preserve">Биология </w:t>
            </w:r>
          </w:p>
        </w:tc>
        <w:tc>
          <w:tcPr>
            <w:tcW w:w="3108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>
        <w:tc>
          <w:tcPr>
            <w:tcW w:w="3391" w:type="dxa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 xml:space="preserve">Музыка </w:t>
            </w:r>
          </w:p>
        </w:tc>
        <w:tc>
          <w:tcPr>
            <w:tcW w:w="3108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</w:p>
        </w:tc>
      </w:tr>
      <w:tr w:rsidR="00DD6D80">
        <w:tc>
          <w:tcPr>
            <w:tcW w:w="3391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Изобразительное искусство</w:t>
            </w:r>
          </w:p>
        </w:tc>
        <w:tc>
          <w:tcPr>
            <w:tcW w:w="3108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</w:p>
        </w:tc>
      </w:tr>
      <w:tr w:rsidR="00DD6D80">
        <w:tc>
          <w:tcPr>
            <w:tcW w:w="3391" w:type="dxa"/>
            <w:vAlign w:val="center"/>
          </w:tcPr>
          <w:p w:rsidR="00DD6D80" w:rsidRPr="00740F92" w:rsidRDefault="00DD6D80" w:rsidP="00236489">
            <w:pPr>
              <w:pStyle w:val="a"/>
            </w:pPr>
            <w:r>
              <w:t>Искусство</w:t>
            </w:r>
          </w:p>
        </w:tc>
        <w:tc>
          <w:tcPr>
            <w:tcW w:w="3108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>
        <w:tc>
          <w:tcPr>
            <w:tcW w:w="3391" w:type="dxa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Технология</w:t>
            </w:r>
          </w:p>
        </w:tc>
        <w:tc>
          <w:tcPr>
            <w:tcW w:w="3108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</w:p>
        </w:tc>
      </w:tr>
      <w:tr w:rsidR="00DD6D80">
        <w:tc>
          <w:tcPr>
            <w:tcW w:w="3391" w:type="dxa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ОБЖ</w:t>
            </w:r>
          </w:p>
        </w:tc>
        <w:tc>
          <w:tcPr>
            <w:tcW w:w="3108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</w:p>
        </w:tc>
      </w:tr>
      <w:tr w:rsidR="00DD6D80">
        <w:tc>
          <w:tcPr>
            <w:tcW w:w="3391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Физическая культура</w:t>
            </w:r>
          </w:p>
        </w:tc>
        <w:tc>
          <w:tcPr>
            <w:tcW w:w="3108" w:type="dxa"/>
            <w:vAlign w:val="center"/>
          </w:tcPr>
          <w:p w:rsidR="00DD6D80" w:rsidRPr="0020301C" w:rsidRDefault="00DD6D80" w:rsidP="00236489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3</w:t>
            </w:r>
          </w:p>
        </w:tc>
      </w:tr>
      <w:tr w:rsidR="00DD6D80">
        <w:tc>
          <w:tcPr>
            <w:tcW w:w="3391" w:type="dxa"/>
            <w:vAlign w:val="center"/>
          </w:tcPr>
          <w:p w:rsidR="00DD6D80" w:rsidRPr="00740F92" w:rsidRDefault="00DD6D80" w:rsidP="00236489">
            <w:pPr>
              <w:pStyle w:val="a"/>
            </w:pPr>
          </w:p>
        </w:tc>
        <w:tc>
          <w:tcPr>
            <w:tcW w:w="3108" w:type="dxa"/>
            <w:vAlign w:val="center"/>
          </w:tcPr>
          <w:p w:rsidR="00DD6D80" w:rsidRPr="00740F92" w:rsidRDefault="00DD6D80" w:rsidP="0020301C">
            <w:pPr>
              <w:pStyle w:val="a"/>
              <w:jc w:val="center"/>
              <w:rPr>
                <w:rStyle w:val="Strong"/>
              </w:rPr>
            </w:pPr>
            <w:r w:rsidRPr="00740F92">
              <w:rPr>
                <w:rStyle w:val="Strong"/>
              </w:rPr>
              <w:t>30</w:t>
            </w:r>
          </w:p>
        </w:tc>
      </w:tr>
      <w:tr w:rsidR="00DD6D80">
        <w:tc>
          <w:tcPr>
            <w:tcW w:w="3391" w:type="dxa"/>
          </w:tcPr>
          <w:p w:rsidR="00DD6D80" w:rsidRPr="00740F92" w:rsidRDefault="00DD6D80" w:rsidP="0020301C">
            <w:pPr>
              <w:pStyle w:val="a"/>
              <w:ind w:left="-108"/>
              <w:jc w:val="center"/>
              <w:rPr>
                <w:rStyle w:val="Strong"/>
              </w:rPr>
            </w:pPr>
            <w:r w:rsidRPr="0020301C">
              <w:rPr>
                <w:b/>
                <w:bCs/>
              </w:rPr>
              <w:t>ИТОГО:</w:t>
            </w:r>
          </w:p>
        </w:tc>
        <w:tc>
          <w:tcPr>
            <w:tcW w:w="3108" w:type="dxa"/>
            <w:vAlign w:val="center"/>
          </w:tcPr>
          <w:p w:rsidR="00DD6D80" w:rsidRPr="00740F92" w:rsidRDefault="00DD6D80" w:rsidP="0020301C">
            <w:pPr>
              <w:pStyle w:val="a"/>
              <w:jc w:val="center"/>
              <w:rPr>
                <w:rStyle w:val="Strong"/>
              </w:rPr>
            </w:pPr>
            <w:r w:rsidRPr="00740F92">
              <w:rPr>
                <w:rStyle w:val="Strong"/>
              </w:rPr>
              <w:t>30</w:t>
            </w:r>
          </w:p>
        </w:tc>
      </w:tr>
      <w:tr w:rsidR="00DD6D80">
        <w:tc>
          <w:tcPr>
            <w:tcW w:w="3391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sz w:val="22"/>
                <w:szCs w:val="22"/>
              </w:rPr>
            </w:pPr>
            <w:r w:rsidRPr="0020301C">
              <w:rPr>
                <w:rStyle w:val="Strong"/>
                <w:sz w:val="22"/>
                <w:szCs w:val="22"/>
              </w:rPr>
              <w:t>ВАРИАТИВНАЯ ЧАСТЬ (ШКОЛЬНЫЙ КОМПОНЕНТ)</w:t>
            </w:r>
          </w:p>
        </w:tc>
        <w:tc>
          <w:tcPr>
            <w:tcW w:w="3108" w:type="dxa"/>
            <w:vAlign w:val="center"/>
          </w:tcPr>
          <w:p w:rsidR="00DD6D80" w:rsidRPr="0020301C" w:rsidRDefault="00DD6D80" w:rsidP="00AB71A1">
            <w:pPr>
              <w:pStyle w:val="BodyText"/>
            </w:pPr>
          </w:p>
        </w:tc>
      </w:tr>
      <w:tr w:rsidR="00DD6D80">
        <w:tc>
          <w:tcPr>
            <w:tcW w:w="3391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ЭЛЕКТИВНЫЕ КУРСЫ: «Практический курс речеведения»</w:t>
            </w:r>
          </w:p>
        </w:tc>
        <w:tc>
          <w:tcPr>
            <w:tcW w:w="3108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2"/>
                <w:szCs w:val="22"/>
              </w:rPr>
            </w:pPr>
            <w:r w:rsidRPr="0020301C">
              <w:rPr>
                <w:rStyle w:val="Strong"/>
                <w:b w:val="0"/>
                <w:bCs w:val="0"/>
                <w:sz w:val="22"/>
                <w:szCs w:val="22"/>
              </w:rPr>
              <w:t>1</w:t>
            </w:r>
          </w:p>
        </w:tc>
      </w:tr>
      <w:tr w:rsidR="00DD6D80">
        <w:tc>
          <w:tcPr>
            <w:tcW w:w="3391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ЧЕРЧЕНИЕ</w:t>
            </w:r>
          </w:p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08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2"/>
                <w:szCs w:val="22"/>
              </w:rPr>
            </w:pPr>
            <w:r w:rsidRPr="0020301C">
              <w:rPr>
                <w:rStyle w:val="Strong"/>
                <w:b w:val="0"/>
                <w:bCs w:val="0"/>
                <w:sz w:val="22"/>
                <w:szCs w:val="22"/>
              </w:rPr>
              <w:t>1</w:t>
            </w:r>
          </w:p>
        </w:tc>
      </w:tr>
      <w:tr w:rsidR="00DD6D80">
        <w:tc>
          <w:tcPr>
            <w:tcW w:w="3391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sz w:val="22"/>
                <w:szCs w:val="22"/>
              </w:rPr>
            </w:pPr>
            <w:r w:rsidRPr="0020301C">
              <w:rPr>
                <w:b/>
                <w:bCs/>
                <w:sz w:val="22"/>
                <w:szCs w:val="22"/>
              </w:rPr>
              <w:t>МАКСИМАЛЬНЫЙ ОБЪЕМ УЧЕБНОЙ НАГРУЗКИ</w:t>
            </w:r>
          </w:p>
        </w:tc>
        <w:tc>
          <w:tcPr>
            <w:tcW w:w="3108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sz w:val="22"/>
                <w:szCs w:val="22"/>
              </w:rPr>
            </w:pPr>
            <w:r w:rsidRPr="0020301C">
              <w:rPr>
                <w:rStyle w:val="Strong"/>
                <w:sz w:val="22"/>
                <w:szCs w:val="22"/>
              </w:rPr>
              <w:t>32</w:t>
            </w:r>
          </w:p>
        </w:tc>
      </w:tr>
    </w:tbl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Pr="00812181" w:rsidRDefault="00DD6D80" w:rsidP="00AD5910">
      <w:pPr>
        <w:pStyle w:val="a"/>
        <w:spacing w:before="1" w:beforeAutospacing="1" w:after="1" w:afterAutospacing="1"/>
        <w:jc w:val="center"/>
        <w:rPr>
          <w:b/>
          <w:bCs/>
        </w:rPr>
      </w:pPr>
      <w:r w:rsidRPr="00812181">
        <w:rPr>
          <w:b/>
          <w:bCs/>
        </w:rPr>
        <w:t>Распределение часов  национально-регионального содержания.</w:t>
      </w:r>
      <w:r>
        <w:rPr>
          <w:b/>
          <w:bCs/>
        </w:rPr>
        <w:t xml:space="preserve">                                                          </w:t>
      </w:r>
    </w:p>
    <w:tbl>
      <w:tblPr>
        <w:tblW w:w="3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27"/>
        <w:gridCol w:w="1515"/>
        <w:gridCol w:w="805"/>
      </w:tblGrid>
      <w:tr w:rsidR="00DD6D80" w:rsidRPr="000919E3">
        <w:trPr>
          <w:jc w:val="center"/>
        </w:trPr>
        <w:tc>
          <w:tcPr>
            <w:tcW w:w="1627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 xml:space="preserve">Направление </w:t>
            </w:r>
          </w:p>
        </w:tc>
        <w:tc>
          <w:tcPr>
            <w:tcW w:w="1515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 xml:space="preserve">Предмет 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D6D80" w:rsidRPr="00A96CC1" w:rsidRDefault="00DD6D80" w:rsidP="00A116B8">
            <w:pPr>
              <w:pStyle w:val="a"/>
              <w:spacing w:before="1" w:beforeAutospacing="1" w:after="1" w:afterAutospacing="1"/>
              <w:jc w:val="center"/>
              <w:rPr>
                <w:b/>
                <w:bCs/>
                <w:sz w:val="22"/>
                <w:szCs w:val="22"/>
              </w:rPr>
            </w:pPr>
            <w:r w:rsidRPr="00A96CC1">
              <w:rPr>
                <w:b/>
                <w:bCs/>
                <w:sz w:val="22"/>
                <w:szCs w:val="22"/>
              </w:rPr>
              <w:t xml:space="preserve">9 </w:t>
            </w:r>
            <w:r>
              <w:rPr>
                <w:b/>
                <w:bCs/>
                <w:sz w:val="22"/>
                <w:szCs w:val="22"/>
              </w:rPr>
              <w:t>к</w:t>
            </w:r>
            <w:r w:rsidRPr="00A96CC1">
              <w:rPr>
                <w:b/>
                <w:bCs/>
                <w:sz w:val="22"/>
                <w:szCs w:val="22"/>
              </w:rPr>
              <w:t>ласс</w:t>
            </w:r>
          </w:p>
        </w:tc>
      </w:tr>
      <w:tr w:rsidR="00DD6D80" w:rsidRPr="000919E3">
        <w:trPr>
          <w:jc w:val="center"/>
        </w:trPr>
        <w:tc>
          <w:tcPr>
            <w:tcW w:w="1627" w:type="dxa"/>
            <w:vMerge w:val="restart"/>
          </w:tcPr>
          <w:p w:rsidR="00DD6D80" w:rsidRPr="00A96CC1" w:rsidRDefault="00DD6D80" w:rsidP="00335DDF">
            <w:pPr>
              <w:pStyle w:val="a"/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A96CC1">
              <w:rPr>
                <w:sz w:val="22"/>
                <w:szCs w:val="22"/>
              </w:rPr>
              <w:t xml:space="preserve">раеведческое </w:t>
            </w:r>
          </w:p>
        </w:tc>
        <w:tc>
          <w:tcPr>
            <w:tcW w:w="1515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Литература</w:t>
            </w:r>
          </w:p>
        </w:tc>
        <w:tc>
          <w:tcPr>
            <w:tcW w:w="805" w:type="dxa"/>
            <w:tcBorders>
              <w:left w:val="single" w:sz="2" w:space="0" w:color="auto"/>
            </w:tcBorders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10</w:t>
            </w:r>
          </w:p>
        </w:tc>
      </w:tr>
      <w:tr w:rsidR="00DD6D80" w:rsidRPr="000919E3">
        <w:trPr>
          <w:jc w:val="center"/>
        </w:trPr>
        <w:tc>
          <w:tcPr>
            <w:tcW w:w="1627" w:type="dxa"/>
            <w:vMerge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1515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 xml:space="preserve">История </w:t>
            </w:r>
          </w:p>
        </w:tc>
        <w:tc>
          <w:tcPr>
            <w:tcW w:w="805" w:type="dxa"/>
            <w:tcBorders>
              <w:left w:val="single" w:sz="2" w:space="0" w:color="auto"/>
            </w:tcBorders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7</w:t>
            </w:r>
          </w:p>
        </w:tc>
      </w:tr>
      <w:tr w:rsidR="00DD6D80" w:rsidRPr="000919E3">
        <w:trPr>
          <w:jc w:val="center"/>
        </w:trPr>
        <w:tc>
          <w:tcPr>
            <w:tcW w:w="1627" w:type="dxa"/>
            <w:vMerge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1515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 xml:space="preserve">Музыка </w:t>
            </w:r>
          </w:p>
        </w:tc>
        <w:tc>
          <w:tcPr>
            <w:tcW w:w="805" w:type="dxa"/>
            <w:tcBorders>
              <w:left w:val="single" w:sz="2" w:space="0" w:color="auto"/>
            </w:tcBorders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</w:tr>
      <w:tr w:rsidR="00DD6D80" w:rsidRPr="000919E3">
        <w:trPr>
          <w:jc w:val="center"/>
        </w:trPr>
        <w:tc>
          <w:tcPr>
            <w:tcW w:w="1627" w:type="dxa"/>
            <w:vMerge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1515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ИЗО</w:t>
            </w:r>
          </w:p>
        </w:tc>
        <w:tc>
          <w:tcPr>
            <w:tcW w:w="805" w:type="dxa"/>
            <w:tcBorders>
              <w:left w:val="single" w:sz="2" w:space="0" w:color="auto"/>
            </w:tcBorders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</w:tr>
      <w:tr w:rsidR="00DD6D80" w:rsidRPr="000919E3">
        <w:trPr>
          <w:jc w:val="center"/>
        </w:trPr>
        <w:tc>
          <w:tcPr>
            <w:tcW w:w="1627" w:type="dxa"/>
            <w:vMerge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1515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 xml:space="preserve">Искусство </w:t>
            </w:r>
          </w:p>
        </w:tc>
        <w:tc>
          <w:tcPr>
            <w:tcW w:w="805" w:type="dxa"/>
            <w:tcBorders>
              <w:left w:val="single" w:sz="2" w:space="0" w:color="auto"/>
            </w:tcBorders>
          </w:tcPr>
          <w:p w:rsidR="00DD6D80" w:rsidRPr="00A96CC1" w:rsidRDefault="00DD6D80" w:rsidP="00335DDF">
            <w:pPr>
              <w:jc w:val="center"/>
            </w:pPr>
            <w:r>
              <w:t>4</w:t>
            </w:r>
          </w:p>
        </w:tc>
      </w:tr>
      <w:tr w:rsidR="00DD6D80" w:rsidRPr="000919E3">
        <w:trPr>
          <w:jc w:val="center"/>
        </w:trPr>
        <w:tc>
          <w:tcPr>
            <w:tcW w:w="1627" w:type="dxa"/>
            <w:vMerge w:val="restart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 xml:space="preserve">Экологическое </w:t>
            </w:r>
          </w:p>
        </w:tc>
        <w:tc>
          <w:tcPr>
            <w:tcW w:w="1515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 xml:space="preserve">География </w:t>
            </w:r>
          </w:p>
        </w:tc>
        <w:tc>
          <w:tcPr>
            <w:tcW w:w="805" w:type="dxa"/>
            <w:tcBorders>
              <w:left w:val="single" w:sz="2" w:space="0" w:color="auto"/>
            </w:tcBorders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7</w:t>
            </w:r>
          </w:p>
        </w:tc>
      </w:tr>
      <w:tr w:rsidR="00DD6D80" w:rsidRPr="000919E3">
        <w:trPr>
          <w:jc w:val="center"/>
        </w:trPr>
        <w:tc>
          <w:tcPr>
            <w:tcW w:w="1627" w:type="dxa"/>
            <w:vMerge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1515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 xml:space="preserve">Биология </w:t>
            </w:r>
          </w:p>
        </w:tc>
        <w:tc>
          <w:tcPr>
            <w:tcW w:w="805" w:type="dxa"/>
            <w:tcBorders>
              <w:left w:val="single" w:sz="2" w:space="0" w:color="auto"/>
            </w:tcBorders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7</w:t>
            </w:r>
          </w:p>
        </w:tc>
      </w:tr>
      <w:tr w:rsidR="00DD6D80" w:rsidRPr="000919E3">
        <w:trPr>
          <w:jc w:val="center"/>
        </w:trPr>
        <w:tc>
          <w:tcPr>
            <w:tcW w:w="1627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1515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Химия </w:t>
            </w:r>
          </w:p>
        </w:tc>
        <w:tc>
          <w:tcPr>
            <w:tcW w:w="805" w:type="dxa"/>
            <w:tcBorders>
              <w:left w:val="single" w:sz="2" w:space="0" w:color="auto"/>
            </w:tcBorders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DD6D80" w:rsidRPr="000919E3">
        <w:trPr>
          <w:jc w:val="center"/>
        </w:trPr>
        <w:tc>
          <w:tcPr>
            <w:tcW w:w="1627" w:type="dxa"/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1515" w:type="dxa"/>
          </w:tcPr>
          <w:p w:rsidR="00DD6D80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Физика </w:t>
            </w:r>
          </w:p>
        </w:tc>
        <w:tc>
          <w:tcPr>
            <w:tcW w:w="805" w:type="dxa"/>
            <w:tcBorders>
              <w:left w:val="single" w:sz="2" w:space="0" w:color="auto"/>
            </w:tcBorders>
          </w:tcPr>
          <w:p w:rsidR="00DD6D80" w:rsidRPr="00A96CC1" w:rsidRDefault="00DD6D80" w:rsidP="00335DDF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</w:tbl>
    <w:p w:rsidR="00DD6D80" w:rsidRDefault="00DD6D80" w:rsidP="00C70CB1">
      <w:pPr>
        <w:jc w:val="center"/>
        <w:rPr>
          <w:b/>
          <w:bCs/>
        </w:rPr>
      </w:pPr>
    </w:p>
    <w:p w:rsidR="00DD6D80" w:rsidRPr="00C70CB1" w:rsidRDefault="00DD6D80" w:rsidP="00C70CB1">
      <w:pPr>
        <w:jc w:val="center"/>
        <w:rPr>
          <w:b/>
          <w:bCs/>
        </w:rPr>
      </w:pPr>
      <w:r w:rsidRPr="00C70CB1">
        <w:rPr>
          <w:b/>
          <w:bCs/>
        </w:rPr>
        <w:t>План по реализации регионального проекта «КультУра»</w:t>
      </w:r>
    </w:p>
    <w:p w:rsidR="00DD6D80" w:rsidRDefault="00DD6D80" w:rsidP="00C70CB1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15"/>
        <w:gridCol w:w="3616"/>
        <w:gridCol w:w="3616"/>
      </w:tblGrid>
      <w:tr w:rsidR="00DD6D80">
        <w:tc>
          <w:tcPr>
            <w:tcW w:w="3615" w:type="dxa"/>
          </w:tcPr>
          <w:p w:rsidR="00DD6D80" w:rsidRPr="0020301C" w:rsidRDefault="00DD6D80" w:rsidP="00980A1A">
            <w:pPr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 xml:space="preserve">Мероприятие </w:t>
            </w:r>
          </w:p>
        </w:tc>
        <w:tc>
          <w:tcPr>
            <w:tcW w:w="3616" w:type="dxa"/>
          </w:tcPr>
          <w:p w:rsidR="00DD6D80" w:rsidRPr="0020301C" w:rsidRDefault="00DD6D80" w:rsidP="00980A1A">
            <w:pPr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 xml:space="preserve">Класс </w:t>
            </w:r>
          </w:p>
        </w:tc>
        <w:tc>
          <w:tcPr>
            <w:tcW w:w="3616" w:type="dxa"/>
          </w:tcPr>
          <w:p w:rsidR="00DD6D80" w:rsidRPr="0020301C" w:rsidRDefault="00DD6D80" w:rsidP="00980A1A">
            <w:pPr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 xml:space="preserve">Дата </w:t>
            </w:r>
          </w:p>
        </w:tc>
      </w:tr>
      <w:tr w:rsidR="00DD6D80">
        <w:tc>
          <w:tcPr>
            <w:tcW w:w="3615" w:type="dxa"/>
          </w:tcPr>
          <w:p w:rsidR="00DD6D80" w:rsidRPr="0020301C" w:rsidRDefault="00DD6D80" w:rsidP="00980A1A">
            <w:pPr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Музейная суббота</w:t>
            </w:r>
          </w:p>
        </w:tc>
        <w:tc>
          <w:tcPr>
            <w:tcW w:w="3616" w:type="dxa"/>
          </w:tcPr>
          <w:p w:rsidR="00DD6D80" w:rsidRPr="0020301C" w:rsidRDefault="00DD6D80" w:rsidP="0020301C">
            <w:pPr>
              <w:jc w:val="center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8</w:t>
            </w:r>
          </w:p>
        </w:tc>
        <w:tc>
          <w:tcPr>
            <w:tcW w:w="3616" w:type="dxa"/>
          </w:tcPr>
          <w:p w:rsidR="00DD6D80" w:rsidRPr="0020301C" w:rsidRDefault="00DD6D80" w:rsidP="00980A1A">
            <w:pPr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 xml:space="preserve">Октябрь </w:t>
            </w:r>
          </w:p>
        </w:tc>
      </w:tr>
      <w:tr w:rsidR="00DD6D80">
        <w:tc>
          <w:tcPr>
            <w:tcW w:w="3615" w:type="dxa"/>
          </w:tcPr>
          <w:p w:rsidR="00DD6D80" w:rsidRPr="0020301C" w:rsidRDefault="00DD6D80" w:rsidP="00980A1A">
            <w:pPr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Урок «Уроки войны и победы»</w:t>
            </w:r>
          </w:p>
        </w:tc>
        <w:tc>
          <w:tcPr>
            <w:tcW w:w="3616" w:type="dxa"/>
          </w:tcPr>
          <w:p w:rsidR="00DD6D80" w:rsidRPr="0020301C" w:rsidRDefault="00DD6D80" w:rsidP="0020301C">
            <w:pPr>
              <w:jc w:val="center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9</w:t>
            </w:r>
          </w:p>
        </w:tc>
        <w:tc>
          <w:tcPr>
            <w:tcW w:w="3616" w:type="dxa"/>
          </w:tcPr>
          <w:p w:rsidR="00DD6D80" w:rsidRPr="0020301C" w:rsidRDefault="00DD6D80" w:rsidP="00980A1A">
            <w:pPr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 xml:space="preserve">Март </w:t>
            </w:r>
          </w:p>
        </w:tc>
      </w:tr>
    </w:tbl>
    <w:p w:rsidR="00DD6D80" w:rsidRDefault="00DD6D80" w:rsidP="00980A1A"/>
    <w:p w:rsidR="00DD6D80" w:rsidRDefault="00DD6D80" w:rsidP="00980A1A"/>
    <w:p w:rsidR="00DD6D80" w:rsidRDefault="00DD6D80" w:rsidP="00D8765C">
      <w:r>
        <w:rPr>
          <w:b/>
          <w:bCs/>
        </w:rPr>
        <w:t xml:space="preserve"> </w:t>
      </w:r>
    </w:p>
    <w:p w:rsidR="00DD6D80" w:rsidRDefault="00DD6D80" w:rsidP="00B41012">
      <w:pPr>
        <w:pStyle w:val="a"/>
        <w:spacing w:before="1" w:beforeAutospacing="1" w:after="1" w:afterAutospacing="1"/>
        <w:jc w:val="center"/>
        <w:rPr>
          <w:b/>
          <w:bCs/>
          <w:u w:val="single"/>
        </w:rPr>
      </w:pPr>
    </w:p>
    <w:p w:rsidR="00DD6D80" w:rsidRDefault="00DD6D80" w:rsidP="00B41012">
      <w:pPr>
        <w:pStyle w:val="a"/>
        <w:spacing w:before="1" w:beforeAutospacing="1" w:after="1" w:afterAutospacing="1"/>
        <w:jc w:val="center"/>
        <w:rPr>
          <w:b/>
          <w:bCs/>
          <w:u w:val="single"/>
        </w:rPr>
      </w:pPr>
      <w:r w:rsidRPr="00FC11B4">
        <w:rPr>
          <w:b/>
          <w:bCs/>
          <w:u w:val="single"/>
        </w:rPr>
        <w:t>Среднее (полное) общее образование</w:t>
      </w:r>
      <w:r>
        <w:rPr>
          <w:b/>
          <w:bCs/>
          <w:u w:val="single"/>
        </w:rPr>
        <w:t xml:space="preserve">                                  </w:t>
      </w:r>
    </w:p>
    <w:p w:rsidR="00DD6D80" w:rsidRPr="00CF7B06" w:rsidRDefault="00DD6D80" w:rsidP="000B024D">
      <w:pPr>
        <w:pStyle w:val="a"/>
      </w:pPr>
      <w:r w:rsidRPr="00FC11B4">
        <w:t>На старшей ступени образования организуются общеобразовательные классы. Часы вариативной части учебного плана в общеобразовательных классах реализуются через  преподавание предметов образовательных областей «Математика» и «Филология</w:t>
      </w:r>
      <w:r w:rsidRPr="00864F1D">
        <w:t>»:   1 час вариативной части учебного плана отведен  на математику и 1 час вариативной части учебного</w:t>
      </w:r>
      <w:r>
        <w:t xml:space="preserve"> плана отведен на  русский язык</w:t>
      </w:r>
      <w:r w:rsidRPr="00864F1D">
        <w:t xml:space="preserve">.  С учетом социального заказа обучающихся и их родителей 1 час (два предметных курса по 0,5 ч. на одного  обучающегося )  идет на изучение учебных предметов по выбору обучающихся для проведения занятий в индивидуально-групповом режиме по предметам: </w:t>
      </w:r>
      <w:r>
        <w:t>литература, математика</w:t>
      </w:r>
    </w:p>
    <w:p w:rsidR="00DD6D80" w:rsidRPr="00E65359" w:rsidRDefault="00DD6D80" w:rsidP="000B024D">
      <w:pPr>
        <w:pStyle w:val="NoSpacing"/>
        <w:spacing w:line="276" w:lineRule="auto"/>
        <w:jc w:val="both"/>
      </w:pPr>
      <w:r w:rsidRPr="00E65359">
        <w:t xml:space="preserve">- в рамках образовательной области «Математика» в  </w:t>
      </w:r>
      <w:r>
        <w:t>10-11</w:t>
      </w:r>
      <w:r w:rsidRPr="00E65359">
        <w:t xml:space="preserve"> классах реализуется трёхчасовая программа по алгебре (Мордкович А.Г.) и двухчасовая программа по геометрии (Атанасян Л.С.);</w:t>
      </w:r>
    </w:p>
    <w:p w:rsidR="00DD6D80" w:rsidRPr="00E65359" w:rsidRDefault="00DD6D80" w:rsidP="000B024D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</w:pPr>
      <w:r w:rsidRPr="00E65359">
        <w:t xml:space="preserve">- в рамках образовательной области «Искусство» в </w:t>
      </w:r>
      <w:r>
        <w:t>10-11</w:t>
      </w:r>
      <w:r w:rsidRPr="00E65359">
        <w:t xml:space="preserve"> классе – интегрированный курс «</w:t>
      </w:r>
      <w:r>
        <w:t>МХК</w:t>
      </w:r>
      <w:r w:rsidRPr="00E65359">
        <w:t xml:space="preserve">» (авторы: </w:t>
      </w:r>
      <w:r>
        <w:t>Данилова</w:t>
      </w:r>
      <w:r w:rsidRPr="00E65359">
        <w:t>).</w:t>
      </w:r>
    </w:p>
    <w:p w:rsidR="00DD6D80" w:rsidRPr="00E65359" w:rsidRDefault="00DD6D80" w:rsidP="000B024D">
      <w:pPr>
        <w:pStyle w:val="NoSpacing"/>
        <w:spacing w:line="276" w:lineRule="auto"/>
        <w:jc w:val="both"/>
      </w:pPr>
      <w:r w:rsidRPr="00E65359">
        <w:t xml:space="preserve">- в  </w:t>
      </w:r>
      <w:r>
        <w:t>10-11</w:t>
      </w:r>
      <w:r w:rsidRPr="00E65359">
        <w:t>-х  классах учебный предмет «Обществознание» преподается с включением учебного материала   по экономике и праву.</w:t>
      </w:r>
    </w:p>
    <w:p w:rsidR="00DD6D80" w:rsidRPr="00E65359" w:rsidRDefault="00DD6D80" w:rsidP="000B024D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</w:pPr>
      <w:r>
        <w:t>- в качестве предмета «Иностранный язык» в 10-11 классе изучается  английский язык.</w:t>
      </w:r>
    </w:p>
    <w:p w:rsidR="00DD6D80" w:rsidRDefault="00DD6D80" w:rsidP="000B024D">
      <w:pPr>
        <w:pStyle w:val="a"/>
        <w:shd w:val="clear" w:color="auto" w:fill="FFFFFF"/>
        <w:jc w:val="both"/>
      </w:pPr>
      <w:r>
        <w:t>- в</w:t>
      </w:r>
      <w:r w:rsidRPr="00FC11B4">
        <w:t xml:space="preserve"> 1</w:t>
      </w:r>
      <w:r>
        <w:t>0</w:t>
      </w:r>
      <w:r w:rsidRPr="00FC11B4">
        <w:t>, 11 классах обучение знаниям в области обороны и их подготовка по основам военной службы реализуется в рамках учебного пре</w:t>
      </w:r>
      <w:r>
        <w:t>дмета «ОБЖ»  автор А.Т. Смирнов</w:t>
      </w:r>
      <w:r w:rsidRPr="00FC11B4">
        <w:t>,  А.Т. Смирнов Б.И.</w:t>
      </w:r>
      <w:r>
        <w:t>,</w:t>
      </w:r>
      <w:r w:rsidRPr="00FC11B4">
        <w:t xml:space="preserve"> Мишин, В.А. Васнев.</w:t>
      </w:r>
      <w:r>
        <w:t xml:space="preserve"> </w:t>
      </w:r>
      <w:r w:rsidRPr="00583F89">
        <w:t>Практическая часть предмета ОБЖ</w:t>
      </w:r>
      <w:r>
        <w:t xml:space="preserve"> в 10 классе</w:t>
      </w:r>
      <w:r w:rsidRPr="00583F89">
        <w:t xml:space="preserve"> реализуется </w:t>
      </w:r>
      <w:r>
        <w:t>через организацию военно-полевых сборов для юношей.</w:t>
      </w:r>
    </w:p>
    <w:p w:rsidR="00DD6D80" w:rsidRPr="00583F89" w:rsidRDefault="00DD6D80" w:rsidP="000B024D">
      <w:pPr>
        <w:pStyle w:val="a"/>
        <w:shd w:val="clear" w:color="auto" w:fill="FFFFFF"/>
        <w:jc w:val="both"/>
      </w:pPr>
      <w:r>
        <w:t>- Обязательные для изучения курсы «Всеобщая история» и «История России» в учебном плане среднего общего образования представлены под общим названием предмета – «История».</w:t>
      </w:r>
    </w:p>
    <w:p w:rsidR="00DD6D80" w:rsidRPr="00FC11B4" w:rsidRDefault="00DD6D80" w:rsidP="000B024D">
      <w:pPr>
        <w:pStyle w:val="a"/>
        <w:jc w:val="both"/>
      </w:pPr>
      <w:r>
        <w:t>-</w:t>
      </w:r>
      <w:r w:rsidRPr="00FC11B4">
        <w:t xml:space="preserve"> Образовательная область физической культуры  реализуется в рамках учебного предмета «Физическая культура»  (авторы В.И. Лях, А.А. Зданевич «Комплексная программа физического воспитания»). </w:t>
      </w:r>
    </w:p>
    <w:p w:rsidR="00DD6D80" w:rsidRDefault="00DD6D80" w:rsidP="000B024D">
      <w:pPr>
        <w:pStyle w:val="a"/>
        <w:jc w:val="both"/>
      </w:pPr>
      <w:r w:rsidRPr="00FC11B4">
        <w:t xml:space="preserve">3-й час учебного предмета «Физическая культура» используется на увеличение двигательной активности и развитие физических качеств обучающихся, снятия статичной усталости и поддержку психо-эмоционального тонуса детей. </w:t>
      </w:r>
      <w:r w:rsidRPr="00FC11B4">
        <w:rPr>
          <w:spacing w:val="-2"/>
        </w:rPr>
        <w:t>Преподавание  третьего часа физической культуры ведется  в соответствии с содержанием образо</w:t>
      </w:r>
      <w:r w:rsidRPr="00FC11B4">
        <w:rPr>
          <w:spacing w:val="-3"/>
        </w:rPr>
        <w:t xml:space="preserve">вательной программы, выбранной образовательным </w:t>
      </w:r>
      <w:r w:rsidRPr="00FC11B4">
        <w:rPr>
          <w:spacing w:val="-2"/>
        </w:rPr>
        <w:t>учреждением и  с учётом</w:t>
      </w:r>
      <w:r w:rsidRPr="00FC11B4">
        <w:t xml:space="preserve"> индивидуальных способностей детей, их уровня здоровья с использованием  популярных  видов  спорта.</w:t>
      </w:r>
    </w:p>
    <w:p w:rsidR="00DD6D80" w:rsidRDefault="00DD6D80" w:rsidP="000B024D">
      <w:pPr>
        <w:pStyle w:val="a"/>
        <w:jc w:val="both"/>
      </w:pPr>
      <w:r>
        <w:t>Изучение тематики национально-регионального содержания (этнокультурных, исторических, экономических, географических, культурных, языковых, конфессиональных особенностей Тюменской области) осуществляется модульно  в рамках общеобразовательных предметов. При формировании учебно-тематических планов</w:t>
      </w:r>
      <w:r w:rsidRPr="00C856B0">
        <w:rPr>
          <w:color w:val="FFFFFF"/>
        </w:rPr>
        <w:t xml:space="preserve"> </w:t>
      </w:r>
      <w:r w:rsidRPr="00C856B0">
        <w:rPr>
          <w:shd w:val="clear" w:color="auto" w:fill="FFFFFF"/>
        </w:rPr>
        <w:t xml:space="preserve">рабочих </w:t>
      </w:r>
      <w:r>
        <w:t>программ педагоги самостоятельно определяют наличие необходимости в изучении данного содержания (в зависимости от возраста детей, особенностей классов, социо-культурного окружения и др.) порядок и время, отведенное на изучение указанных тем. Объем национально-регионального компонента определяется данным учебным планом исходя из расчета времени 10%</w:t>
      </w:r>
      <w:r w:rsidRPr="00812181">
        <w:t xml:space="preserve"> </w:t>
      </w:r>
      <w:r>
        <w:t xml:space="preserve">от общего количества часов ряда общеобразовательных предметов 10,11 классах:  </w:t>
      </w:r>
      <w:r>
        <w:rPr>
          <w:sz w:val="22"/>
          <w:szCs w:val="22"/>
        </w:rPr>
        <w:t>л</w:t>
      </w:r>
      <w:r w:rsidRPr="000919E3">
        <w:rPr>
          <w:sz w:val="22"/>
          <w:szCs w:val="22"/>
        </w:rPr>
        <w:t>итератур</w:t>
      </w:r>
      <w:r>
        <w:rPr>
          <w:sz w:val="22"/>
          <w:szCs w:val="22"/>
        </w:rPr>
        <w:t>а,</w:t>
      </w:r>
      <w:r w:rsidRPr="003D5A5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история, </w:t>
      </w:r>
      <w:r w:rsidRPr="003D5A58">
        <w:rPr>
          <w:sz w:val="22"/>
          <w:szCs w:val="22"/>
        </w:rPr>
        <w:t xml:space="preserve"> </w:t>
      </w:r>
      <w:r>
        <w:rPr>
          <w:sz w:val="22"/>
          <w:szCs w:val="22"/>
        </w:rPr>
        <w:t>география,</w:t>
      </w:r>
      <w:r w:rsidRPr="003D5A58">
        <w:rPr>
          <w:sz w:val="22"/>
          <w:szCs w:val="22"/>
        </w:rPr>
        <w:t xml:space="preserve"> </w:t>
      </w:r>
      <w:r>
        <w:rPr>
          <w:sz w:val="22"/>
          <w:szCs w:val="22"/>
        </w:rPr>
        <w:t>биология, МХК, физика, химия.</w:t>
      </w:r>
      <w:r>
        <w:t xml:space="preserve">    </w:t>
      </w:r>
    </w:p>
    <w:p w:rsidR="00DD6D80" w:rsidRDefault="00DD6D80" w:rsidP="000B024D">
      <w:pPr>
        <w:pStyle w:val="a"/>
        <w:jc w:val="both"/>
      </w:pPr>
      <w:r>
        <w:t xml:space="preserve">- На основании приказа Министерства образования и науки от 07.06.2017 г. № 506 в учебный план 10 класса вводится изучение предмета «Астрономия»                                                                                               </w:t>
      </w:r>
    </w:p>
    <w:p w:rsidR="00DD6D80" w:rsidRDefault="00DD6D80" w:rsidP="000B024D">
      <w:pPr>
        <w:pStyle w:val="a"/>
        <w:jc w:val="both"/>
      </w:pPr>
      <w:r w:rsidRPr="00FC11B4">
        <w:t xml:space="preserve">Данный учебный план позволяет реализовать поставленные перед школой задачи. Все образовательные предметные программы учебного плана допущены (рекомендованы) Министерством образования и науки РФ и обеспечивают образование на уровне не ниже государственного образовательного стандарта. </w:t>
      </w:r>
    </w:p>
    <w:p w:rsidR="00DD6D80" w:rsidRDefault="00DD6D80" w:rsidP="000B024D">
      <w:pPr>
        <w:pStyle w:val="a"/>
        <w:jc w:val="both"/>
      </w:pPr>
    </w:p>
    <w:p w:rsidR="00DD6D80" w:rsidRDefault="00DD6D80" w:rsidP="000B024D">
      <w:pPr>
        <w:pStyle w:val="a"/>
        <w:jc w:val="both"/>
      </w:pPr>
    </w:p>
    <w:p w:rsidR="00DD6D80" w:rsidRDefault="00DD6D80" w:rsidP="000B024D">
      <w:pPr>
        <w:pStyle w:val="a"/>
        <w:jc w:val="both"/>
      </w:pPr>
    </w:p>
    <w:p w:rsidR="00DD6D80" w:rsidRDefault="00DD6D80" w:rsidP="000B024D">
      <w:pPr>
        <w:pStyle w:val="a"/>
        <w:jc w:val="both"/>
      </w:pPr>
    </w:p>
    <w:p w:rsidR="00DD6D80" w:rsidRDefault="00DD6D80" w:rsidP="000B024D">
      <w:pPr>
        <w:pStyle w:val="a"/>
        <w:jc w:val="both"/>
      </w:pPr>
    </w:p>
    <w:p w:rsidR="00DD6D80" w:rsidRPr="00FC11B4" w:rsidRDefault="00DD6D80" w:rsidP="000B024D">
      <w:pPr>
        <w:pStyle w:val="a"/>
        <w:jc w:val="both"/>
      </w:pPr>
    </w:p>
    <w:p w:rsidR="00DD6D80" w:rsidRDefault="00DD6D80" w:rsidP="00B41012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1"/>
        <w:gridCol w:w="2268"/>
        <w:gridCol w:w="2410"/>
      </w:tblGrid>
      <w:tr w:rsidR="00DD6D80">
        <w:tc>
          <w:tcPr>
            <w:tcW w:w="9889" w:type="dxa"/>
            <w:gridSpan w:val="3"/>
          </w:tcPr>
          <w:p w:rsidR="00DD6D80" w:rsidRPr="0020301C" w:rsidRDefault="00DD6D80" w:rsidP="0020301C">
            <w:pPr>
              <w:jc w:val="center"/>
              <w:rPr>
                <w:b/>
                <w:bCs/>
              </w:rPr>
            </w:pPr>
            <w:r w:rsidRPr="0020301C">
              <w:rPr>
                <w:b/>
                <w:bCs/>
              </w:rPr>
              <w:t xml:space="preserve">Учебный план            10,11       классов филиала </w:t>
            </w:r>
          </w:p>
          <w:p w:rsidR="00DD6D80" w:rsidRPr="0020301C" w:rsidRDefault="00DD6D80" w:rsidP="0020301C">
            <w:pPr>
              <w:jc w:val="center"/>
              <w:rPr>
                <w:b/>
                <w:bCs/>
              </w:rPr>
            </w:pPr>
            <w:r w:rsidRPr="0020301C">
              <w:rPr>
                <w:b/>
                <w:bCs/>
              </w:rPr>
              <w:t xml:space="preserve">МАОУ Гагаринская СОШ -Новолоктинская СОШ  </w:t>
            </w:r>
          </w:p>
          <w:p w:rsidR="00DD6D80" w:rsidRPr="0020301C" w:rsidRDefault="00DD6D80" w:rsidP="0020301C">
            <w:pPr>
              <w:jc w:val="center"/>
              <w:rPr>
                <w:b/>
                <w:bCs/>
              </w:rPr>
            </w:pPr>
            <w:r w:rsidRPr="0020301C">
              <w:rPr>
                <w:b/>
                <w:bCs/>
              </w:rPr>
              <w:t xml:space="preserve"> на 2018-2019 учебный год</w:t>
            </w:r>
          </w:p>
          <w:p w:rsidR="00DD6D80" w:rsidRPr="0020301C" w:rsidRDefault="00DD6D80" w:rsidP="00B41012">
            <w:pPr>
              <w:rPr>
                <w:sz w:val="22"/>
                <w:szCs w:val="22"/>
              </w:rPr>
            </w:pPr>
          </w:p>
        </w:tc>
      </w:tr>
      <w:tr w:rsidR="00DD6D80">
        <w:tc>
          <w:tcPr>
            <w:tcW w:w="5211" w:type="dxa"/>
          </w:tcPr>
          <w:p w:rsidR="00DD6D80" w:rsidRPr="0020301C" w:rsidRDefault="00DD6D80" w:rsidP="00B41012">
            <w:pPr>
              <w:rPr>
                <w:sz w:val="22"/>
                <w:szCs w:val="22"/>
              </w:rPr>
            </w:pPr>
            <w:r w:rsidRPr="0020301C">
              <w:rPr>
                <w:b/>
                <w:bCs/>
                <w:sz w:val="22"/>
                <w:szCs w:val="22"/>
              </w:rPr>
              <w:t>УЧЕБНЫЕ ПРЕДМЕТЫ</w:t>
            </w:r>
          </w:p>
        </w:tc>
        <w:tc>
          <w:tcPr>
            <w:tcW w:w="4678" w:type="dxa"/>
            <w:gridSpan w:val="2"/>
          </w:tcPr>
          <w:p w:rsidR="00DD6D80" w:rsidRPr="0020301C" w:rsidRDefault="00DD6D80" w:rsidP="00B41012">
            <w:pPr>
              <w:rPr>
                <w:sz w:val="22"/>
                <w:szCs w:val="22"/>
              </w:rPr>
            </w:pPr>
            <w:r w:rsidRPr="0020301C">
              <w:rPr>
                <w:b/>
                <w:bCs/>
                <w:sz w:val="22"/>
                <w:szCs w:val="22"/>
              </w:rPr>
              <w:t>КОЛИЧЕСТВО ЧАСОВ В НЕДЕЛЮ</w:t>
            </w:r>
          </w:p>
        </w:tc>
      </w:tr>
      <w:tr w:rsidR="00DD6D80">
        <w:tc>
          <w:tcPr>
            <w:tcW w:w="5211" w:type="dxa"/>
          </w:tcPr>
          <w:p w:rsidR="00DD6D80" w:rsidRPr="0020301C" w:rsidRDefault="00DD6D80" w:rsidP="00B41012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DD6D80" w:rsidRPr="0020301C" w:rsidRDefault="00DD6D80" w:rsidP="0020301C">
            <w:pPr>
              <w:jc w:val="center"/>
              <w:rPr>
                <w:b/>
                <w:bCs/>
                <w:sz w:val="22"/>
                <w:szCs w:val="22"/>
              </w:rPr>
            </w:pPr>
            <w:r w:rsidRPr="0020301C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410" w:type="dxa"/>
          </w:tcPr>
          <w:p w:rsidR="00DD6D80" w:rsidRPr="0020301C" w:rsidRDefault="00DD6D80" w:rsidP="0020301C">
            <w:pPr>
              <w:jc w:val="center"/>
              <w:rPr>
                <w:b/>
                <w:bCs/>
                <w:sz w:val="22"/>
                <w:szCs w:val="22"/>
              </w:rPr>
            </w:pPr>
            <w:r w:rsidRPr="0020301C">
              <w:rPr>
                <w:b/>
                <w:bCs/>
                <w:sz w:val="22"/>
                <w:szCs w:val="22"/>
              </w:rPr>
              <w:t>11</w:t>
            </w:r>
          </w:p>
        </w:tc>
      </w:tr>
      <w:tr w:rsidR="00DD6D80">
        <w:tc>
          <w:tcPr>
            <w:tcW w:w="9889" w:type="dxa"/>
            <w:gridSpan w:val="3"/>
          </w:tcPr>
          <w:p w:rsidR="00DD6D80" w:rsidRPr="0020301C" w:rsidRDefault="00DD6D80" w:rsidP="0020301C">
            <w:pPr>
              <w:jc w:val="center"/>
              <w:rPr>
                <w:sz w:val="22"/>
                <w:szCs w:val="22"/>
              </w:rPr>
            </w:pPr>
            <w:r w:rsidRPr="0020301C">
              <w:rPr>
                <w:b/>
                <w:bCs/>
                <w:sz w:val="22"/>
                <w:szCs w:val="22"/>
              </w:rPr>
              <w:t>ИНВАРИАНТНАЯ ЧАСТЬ          (ФЕДЕРАЛЬНЫЙ КОМПОНЕНТ)</w:t>
            </w:r>
          </w:p>
        </w:tc>
      </w:tr>
      <w:tr w:rsidR="00DD6D80">
        <w:tc>
          <w:tcPr>
            <w:tcW w:w="5211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Русский язык</w:t>
            </w:r>
          </w:p>
        </w:tc>
        <w:tc>
          <w:tcPr>
            <w:tcW w:w="2268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  <w:tc>
          <w:tcPr>
            <w:tcW w:w="2410" w:type="dxa"/>
            <w:vAlign w:val="center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>
        <w:tc>
          <w:tcPr>
            <w:tcW w:w="5211" w:type="dxa"/>
            <w:vAlign w:val="center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 xml:space="preserve">Литература </w:t>
            </w:r>
          </w:p>
        </w:tc>
        <w:tc>
          <w:tcPr>
            <w:tcW w:w="2268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3</w:t>
            </w:r>
          </w:p>
        </w:tc>
        <w:tc>
          <w:tcPr>
            <w:tcW w:w="2410" w:type="dxa"/>
            <w:vAlign w:val="center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3</w:t>
            </w:r>
          </w:p>
        </w:tc>
      </w:tr>
      <w:tr w:rsidR="00DD6D80">
        <w:tc>
          <w:tcPr>
            <w:tcW w:w="5211" w:type="dxa"/>
            <w:vAlign w:val="center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Иностранный  язык</w:t>
            </w:r>
            <w:r>
              <w:t xml:space="preserve"> (английский)</w:t>
            </w:r>
          </w:p>
        </w:tc>
        <w:tc>
          <w:tcPr>
            <w:tcW w:w="2268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3</w:t>
            </w:r>
          </w:p>
        </w:tc>
        <w:tc>
          <w:tcPr>
            <w:tcW w:w="2410" w:type="dxa"/>
            <w:vAlign w:val="center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3</w:t>
            </w:r>
          </w:p>
        </w:tc>
      </w:tr>
      <w:tr w:rsidR="00DD6D80">
        <w:tc>
          <w:tcPr>
            <w:tcW w:w="5211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Алгебра</w:t>
            </w:r>
          </w:p>
        </w:tc>
        <w:tc>
          <w:tcPr>
            <w:tcW w:w="2268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3</w:t>
            </w:r>
          </w:p>
        </w:tc>
        <w:tc>
          <w:tcPr>
            <w:tcW w:w="2410" w:type="dxa"/>
            <w:vAlign w:val="center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3</w:t>
            </w:r>
          </w:p>
        </w:tc>
      </w:tr>
      <w:tr w:rsidR="00DD6D80">
        <w:tc>
          <w:tcPr>
            <w:tcW w:w="5211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 xml:space="preserve">Геометрия  </w:t>
            </w:r>
          </w:p>
        </w:tc>
        <w:tc>
          <w:tcPr>
            <w:tcW w:w="2268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  <w:tc>
          <w:tcPr>
            <w:tcW w:w="2410" w:type="dxa"/>
            <w:vAlign w:val="center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>
        <w:tc>
          <w:tcPr>
            <w:tcW w:w="5211" w:type="dxa"/>
            <w:vAlign w:val="center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 xml:space="preserve">Информатика </w:t>
            </w:r>
            <w:r>
              <w:t>и ИКТ</w:t>
            </w:r>
          </w:p>
        </w:tc>
        <w:tc>
          <w:tcPr>
            <w:tcW w:w="2268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  <w:tc>
          <w:tcPr>
            <w:tcW w:w="2410" w:type="dxa"/>
            <w:vAlign w:val="center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>
        <w:tc>
          <w:tcPr>
            <w:tcW w:w="5211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 xml:space="preserve">История </w:t>
            </w:r>
          </w:p>
        </w:tc>
        <w:tc>
          <w:tcPr>
            <w:tcW w:w="2268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  <w:tc>
          <w:tcPr>
            <w:tcW w:w="2410" w:type="dxa"/>
            <w:vAlign w:val="center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>
        <w:tc>
          <w:tcPr>
            <w:tcW w:w="5211" w:type="dxa"/>
            <w:vAlign w:val="center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 xml:space="preserve">Обществознание </w:t>
            </w:r>
          </w:p>
        </w:tc>
        <w:tc>
          <w:tcPr>
            <w:tcW w:w="2268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  <w:tc>
          <w:tcPr>
            <w:tcW w:w="2410" w:type="dxa"/>
            <w:vAlign w:val="center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>
        <w:tc>
          <w:tcPr>
            <w:tcW w:w="5211" w:type="dxa"/>
            <w:vAlign w:val="center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География</w:t>
            </w:r>
          </w:p>
        </w:tc>
        <w:tc>
          <w:tcPr>
            <w:tcW w:w="2268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  <w:tc>
          <w:tcPr>
            <w:tcW w:w="2410" w:type="dxa"/>
            <w:vAlign w:val="center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>
        <w:tc>
          <w:tcPr>
            <w:tcW w:w="5211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 xml:space="preserve">Физика </w:t>
            </w:r>
          </w:p>
        </w:tc>
        <w:tc>
          <w:tcPr>
            <w:tcW w:w="2268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  <w:tc>
          <w:tcPr>
            <w:tcW w:w="2410" w:type="dxa"/>
            <w:vAlign w:val="center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2</w:t>
            </w:r>
          </w:p>
        </w:tc>
      </w:tr>
      <w:tr w:rsidR="00DD6D80">
        <w:tc>
          <w:tcPr>
            <w:tcW w:w="5211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 xml:space="preserve">Химия </w:t>
            </w:r>
          </w:p>
        </w:tc>
        <w:tc>
          <w:tcPr>
            <w:tcW w:w="2268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  <w:tc>
          <w:tcPr>
            <w:tcW w:w="2410" w:type="dxa"/>
            <w:vAlign w:val="center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>
        <w:tc>
          <w:tcPr>
            <w:tcW w:w="5211" w:type="dxa"/>
            <w:vAlign w:val="center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 xml:space="preserve">Биология </w:t>
            </w:r>
          </w:p>
        </w:tc>
        <w:tc>
          <w:tcPr>
            <w:tcW w:w="2268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  <w:tc>
          <w:tcPr>
            <w:tcW w:w="2410" w:type="dxa"/>
            <w:vAlign w:val="center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>
        <w:tc>
          <w:tcPr>
            <w:tcW w:w="5211" w:type="dxa"/>
            <w:vAlign w:val="center"/>
          </w:tcPr>
          <w:p w:rsidR="00DD6D80" w:rsidRDefault="00DD6D80" w:rsidP="004C04A0">
            <w:pPr>
              <w:pStyle w:val="a"/>
            </w:pPr>
            <w:r>
              <w:t>МХК</w:t>
            </w:r>
          </w:p>
        </w:tc>
        <w:tc>
          <w:tcPr>
            <w:tcW w:w="2268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  <w:tc>
          <w:tcPr>
            <w:tcW w:w="2410" w:type="dxa"/>
            <w:vAlign w:val="center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>
        <w:tc>
          <w:tcPr>
            <w:tcW w:w="5211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Технология</w:t>
            </w:r>
          </w:p>
        </w:tc>
        <w:tc>
          <w:tcPr>
            <w:tcW w:w="2268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  <w:tc>
          <w:tcPr>
            <w:tcW w:w="2410" w:type="dxa"/>
            <w:vAlign w:val="center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>
        <w:tc>
          <w:tcPr>
            <w:tcW w:w="5211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ОБЖ</w:t>
            </w:r>
          </w:p>
        </w:tc>
        <w:tc>
          <w:tcPr>
            <w:tcW w:w="2268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  <w:tc>
          <w:tcPr>
            <w:tcW w:w="2410" w:type="dxa"/>
            <w:vAlign w:val="center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</w:tr>
      <w:tr w:rsidR="00DD6D80">
        <w:tc>
          <w:tcPr>
            <w:tcW w:w="5211" w:type="dxa"/>
            <w:vAlign w:val="center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740F92">
              <w:t>Физическая культура</w:t>
            </w:r>
          </w:p>
        </w:tc>
        <w:tc>
          <w:tcPr>
            <w:tcW w:w="2268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3</w:t>
            </w:r>
          </w:p>
        </w:tc>
        <w:tc>
          <w:tcPr>
            <w:tcW w:w="2410" w:type="dxa"/>
            <w:vAlign w:val="center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3</w:t>
            </w:r>
          </w:p>
        </w:tc>
      </w:tr>
      <w:tr w:rsidR="00DD6D80">
        <w:tc>
          <w:tcPr>
            <w:tcW w:w="5211" w:type="dxa"/>
            <w:vAlign w:val="center"/>
          </w:tcPr>
          <w:p w:rsidR="00DD6D80" w:rsidRPr="00740F92" w:rsidRDefault="00DD6D80" w:rsidP="004C04A0">
            <w:pPr>
              <w:pStyle w:val="a"/>
            </w:pPr>
            <w:r>
              <w:t>Астрономия</w:t>
            </w:r>
          </w:p>
        </w:tc>
        <w:tc>
          <w:tcPr>
            <w:tcW w:w="2268" w:type="dxa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  <w:r w:rsidRPr="0020301C">
              <w:rPr>
                <w:rStyle w:val="Strong"/>
                <w:b w:val="0"/>
                <w:bCs w:val="0"/>
              </w:rPr>
              <w:t>1</w:t>
            </w:r>
          </w:p>
        </w:tc>
        <w:tc>
          <w:tcPr>
            <w:tcW w:w="2410" w:type="dxa"/>
            <w:vAlign w:val="center"/>
          </w:tcPr>
          <w:p w:rsidR="00DD6D80" w:rsidRPr="0020301C" w:rsidRDefault="00DD6D80" w:rsidP="004C04A0">
            <w:pPr>
              <w:pStyle w:val="a"/>
              <w:rPr>
                <w:rStyle w:val="Strong"/>
                <w:b w:val="0"/>
                <w:bCs w:val="0"/>
              </w:rPr>
            </w:pPr>
          </w:p>
        </w:tc>
      </w:tr>
      <w:tr w:rsidR="00DD6D80">
        <w:tc>
          <w:tcPr>
            <w:tcW w:w="5211" w:type="dxa"/>
          </w:tcPr>
          <w:p w:rsidR="00DD6D80" w:rsidRPr="00740F92" w:rsidRDefault="00DD6D80" w:rsidP="0020301C">
            <w:pPr>
              <w:pStyle w:val="a"/>
              <w:ind w:left="-108"/>
              <w:jc w:val="center"/>
              <w:rPr>
                <w:rStyle w:val="Strong"/>
              </w:rPr>
            </w:pPr>
            <w:r w:rsidRPr="0020301C">
              <w:rPr>
                <w:b/>
                <w:bCs/>
              </w:rPr>
              <w:t>ИТОГО:</w:t>
            </w:r>
          </w:p>
        </w:tc>
        <w:tc>
          <w:tcPr>
            <w:tcW w:w="2268" w:type="dxa"/>
          </w:tcPr>
          <w:p w:rsidR="00DD6D80" w:rsidRPr="00740F92" w:rsidRDefault="00DD6D80" w:rsidP="0020301C">
            <w:pPr>
              <w:pStyle w:val="a"/>
              <w:jc w:val="center"/>
              <w:rPr>
                <w:rStyle w:val="Strong"/>
              </w:rPr>
            </w:pPr>
            <w:r w:rsidRPr="00740F92">
              <w:rPr>
                <w:rStyle w:val="Strong"/>
              </w:rPr>
              <w:t>2</w:t>
            </w:r>
            <w:r>
              <w:rPr>
                <w:rStyle w:val="Strong"/>
              </w:rPr>
              <w:t>8</w:t>
            </w:r>
          </w:p>
        </w:tc>
        <w:tc>
          <w:tcPr>
            <w:tcW w:w="2410" w:type="dxa"/>
            <w:vAlign w:val="center"/>
          </w:tcPr>
          <w:p w:rsidR="00DD6D80" w:rsidRPr="00740F92" w:rsidRDefault="00DD6D80" w:rsidP="0020301C">
            <w:pPr>
              <w:pStyle w:val="a"/>
              <w:jc w:val="center"/>
              <w:rPr>
                <w:rStyle w:val="Strong"/>
              </w:rPr>
            </w:pPr>
            <w:r w:rsidRPr="00740F92">
              <w:rPr>
                <w:rStyle w:val="Strong"/>
              </w:rPr>
              <w:t>2</w:t>
            </w:r>
            <w:r>
              <w:rPr>
                <w:rStyle w:val="Strong"/>
              </w:rPr>
              <w:t>7</w:t>
            </w:r>
          </w:p>
        </w:tc>
      </w:tr>
      <w:tr w:rsidR="00DD6D80">
        <w:tc>
          <w:tcPr>
            <w:tcW w:w="9889" w:type="dxa"/>
            <w:gridSpan w:val="3"/>
          </w:tcPr>
          <w:p w:rsidR="00DD6D80" w:rsidRPr="00740F92" w:rsidRDefault="00DD6D80" w:rsidP="0020301C">
            <w:pPr>
              <w:pStyle w:val="a"/>
              <w:jc w:val="center"/>
              <w:rPr>
                <w:rStyle w:val="Strong"/>
              </w:rPr>
            </w:pPr>
            <w:r w:rsidRPr="00740F92">
              <w:rPr>
                <w:rStyle w:val="Strong"/>
              </w:rPr>
              <w:t>ВАРИАТИВНАЯ ЧАСТЬ</w:t>
            </w:r>
            <w:r>
              <w:rPr>
                <w:rStyle w:val="Strong"/>
              </w:rPr>
              <w:t xml:space="preserve"> </w:t>
            </w:r>
            <w:r w:rsidRPr="00740F92">
              <w:rPr>
                <w:rStyle w:val="Strong"/>
              </w:rPr>
              <w:t>(ШКОЛЬНЫЙ КОМПОНЕНТ)</w:t>
            </w:r>
          </w:p>
        </w:tc>
      </w:tr>
      <w:tr w:rsidR="00DD6D80">
        <w:tc>
          <w:tcPr>
            <w:tcW w:w="5211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ГЕОМЕТРИЯ</w:t>
            </w:r>
          </w:p>
        </w:tc>
        <w:tc>
          <w:tcPr>
            <w:tcW w:w="2268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2"/>
                <w:szCs w:val="22"/>
              </w:rPr>
            </w:pPr>
            <w:r w:rsidRPr="0020301C">
              <w:rPr>
                <w:rStyle w:val="Strong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2"/>
                <w:szCs w:val="22"/>
              </w:rPr>
            </w:pPr>
            <w:r w:rsidRPr="0020301C">
              <w:rPr>
                <w:rStyle w:val="Strong"/>
                <w:b w:val="0"/>
                <w:bCs w:val="0"/>
                <w:sz w:val="22"/>
                <w:szCs w:val="22"/>
              </w:rPr>
              <w:t>1</w:t>
            </w:r>
          </w:p>
        </w:tc>
      </w:tr>
      <w:tr w:rsidR="00DD6D80">
        <w:tc>
          <w:tcPr>
            <w:tcW w:w="5211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rPr>
                <w:rStyle w:val="Strong"/>
                <w:b w:val="0"/>
                <w:bCs w:val="0"/>
                <w:sz w:val="22"/>
                <w:szCs w:val="22"/>
              </w:rPr>
            </w:pPr>
            <w:r w:rsidRPr="0020301C">
              <w:rPr>
                <w:rStyle w:val="Strong"/>
                <w:b w:val="0"/>
                <w:bCs w:val="0"/>
                <w:sz w:val="22"/>
                <w:szCs w:val="22"/>
              </w:rPr>
              <w:t>РУССКИЙ ЯЗЫК</w:t>
            </w:r>
          </w:p>
        </w:tc>
        <w:tc>
          <w:tcPr>
            <w:tcW w:w="2268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2"/>
                <w:szCs w:val="22"/>
              </w:rPr>
            </w:pPr>
            <w:r w:rsidRPr="0020301C">
              <w:rPr>
                <w:rStyle w:val="Strong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2"/>
                <w:szCs w:val="22"/>
              </w:rPr>
            </w:pPr>
            <w:r w:rsidRPr="0020301C">
              <w:rPr>
                <w:rStyle w:val="Strong"/>
                <w:b w:val="0"/>
                <w:bCs w:val="0"/>
                <w:sz w:val="22"/>
                <w:szCs w:val="22"/>
              </w:rPr>
              <w:t>1</w:t>
            </w:r>
          </w:p>
        </w:tc>
      </w:tr>
      <w:tr w:rsidR="00DD6D80">
        <w:tc>
          <w:tcPr>
            <w:tcW w:w="5211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2"/>
                <w:szCs w:val="22"/>
              </w:rPr>
            </w:pPr>
            <w:r w:rsidRPr="0020301C">
              <w:rPr>
                <w:sz w:val="22"/>
                <w:szCs w:val="22"/>
              </w:rPr>
              <w:t>ПРЕДМЕТНЫЕ  КУРСЫ</w:t>
            </w:r>
          </w:p>
        </w:tc>
        <w:tc>
          <w:tcPr>
            <w:tcW w:w="2268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2"/>
                <w:szCs w:val="22"/>
              </w:rPr>
            </w:pPr>
            <w:r w:rsidRPr="0020301C">
              <w:rPr>
                <w:rStyle w:val="Strong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b w:val="0"/>
                <w:bCs w:val="0"/>
                <w:sz w:val="22"/>
                <w:szCs w:val="22"/>
              </w:rPr>
            </w:pPr>
            <w:r w:rsidRPr="0020301C">
              <w:rPr>
                <w:rStyle w:val="Strong"/>
                <w:b w:val="0"/>
                <w:bCs w:val="0"/>
                <w:sz w:val="22"/>
                <w:szCs w:val="22"/>
              </w:rPr>
              <w:t>1</w:t>
            </w:r>
          </w:p>
        </w:tc>
      </w:tr>
      <w:tr w:rsidR="00DD6D80">
        <w:tc>
          <w:tcPr>
            <w:tcW w:w="5211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sz w:val="22"/>
                <w:szCs w:val="22"/>
              </w:rPr>
            </w:pPr>
            <w:r w:rsidRPr="0020301C">
              <w:rPr>
                <w:b/>
                <w:bCs/>
                <w:sz w:val="22"/>
                <w:szCs w:val="22"/>
              </w:rPr>
              <w:t>МАКСИМАЛЬНЫЙ ОБЪЕМ УЧЕБНОЙ НАГРУЗКИ</w:t>
            </w:r>
          </w:p>
        </w:tc>
        <w:tc>
          <w:tcPr>
            <w:tcW w:w="2268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sz w:val="22"/>
                <w:szCs w:val="22"/>
              </w:rPr>
            </w:pPr>
            <w:r w:rsidRPr="0020301C">
              <w:rPr>
                <w:rStyle w:val="Strong"/>
                <w:sz w:val="22"/>
                <w:szCs w:val="22"/>
              </w:rPr>
              <w:t>31</w:t>
            </w:r>
          </w:p>
        </w:tc>
        <w:tc>
          <w:tcPr>
            <w:tcW w:w="2410" w:type="dxa"/>
          </w:tcPr>
          <w:p w:rsidR="00DD6D80" w:rsidRPr="0020301C" w:rsidRDefault="00DD6D80" w:rsidP="0020301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trong"/>
                <w:sz w:val="22"/>
                <w:szCs w:val="22"/>
              </w:rPr>
            </w:pPr>
            <w:r w:rsidRPr="0020301C">
              <w:rPr>
                <w:rStyle w:val="Strong"/>
                <w:sz w:val="22"/>
                <w:szCs w:val="22"/>
              </w:rPr>
              <w:t>30</w:t>
            </w:r>
          </w:p>
        </w:tc>
      </w:tr>
    </w:tbl>
    <w:p w:rsidR="00DD6D80" w:rsidRDefault="00DD6D80" w:rsidP="00B41012"/>
    <w:p w:rsidR="00DD6D80" w:rsidRDefault="00DD6D80" w:rsidP="00B41012"/>
    <w:p w:rsidR="00DD6D80" w:rsidRDefault="00DD6D80" w:rsidP="00B41012"/>
    <w:p w:rsidR="00DD6D80" w:rsidRPr="00812181" w:rsidRDefault="00DD6D80" w:rsidP="00B41012">
      <w:pPr>
        <w:pStyle w:val="a"/>
        <w:spacing w:before="1" w:beforeAutospacing="1" w:after="1" w:afterAutospacing="1"/>
        <w:jc w:val="center"/>
        <w:rPr>
          <w:b/>
          <w:bCs/>
        </w:rPr>
      </w:pPr>
      <w:r w:rsidRPr="00812181">
        <w:rPr>
          <w:b/>
          <w:bCs/>
        </w:rPr>
        <w:t>Распределение часов  национально-регионального содержания.</w:t>
      </w:r>
      <w:r>
        <w:rPr>
          <w:b/>
          <w:bCs/>
        </w:rPr>
        <w:t xml:space="preserve">                                                          </w:t>
      </w:r>
    </w:p>
    <w:tbl>
      <w:tblPr>
        <w:tblW w:w="4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27"/>
        <w:gridCol w:w="1299"/>
        <w:gridCol w:w="805"/>
        <w:gridCol w:w="805"/>
      </w:tblGrid>
      <w:tr w:rsidR="00DD6D80" w:rsidRPr="000919E3">
        <w:trPr>
          <w:jc w:val="center"/>
        </w:trPr>
        <w:tc>
          <w:tcPr>
            <w:tcW w:w="1627" w:type="dxa"/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 xml:space="preserve">Направление </w:t>
            </w:r>
          </w:p>
        </w:tc>
        <w:tc>
          <w:tcPr>
            <w:tcW w:w="1299" w:type="dxa"/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 xml:space="preserve">Предмет </w:t>
            </w:r>
          </w:p>
        </w:tc>
        <w:tc>
          <w:tcPr>
            <w:tcW w:w="805" w:type="dxa"/>
            <w:tcBorders>
              <w:right w:val="single" w:sz="2" w:space="0" w:color="auto"/>
            </w:tcBorders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b/>
                <w:bCs/>
                <w:sz w:val="22"/>
                <w:szCs w:val="22"/>
              </w:rPr>
            </w:pPr>
            <w:r w:rsidRPr="00A96CC1">
              <w:rPr>
                <w:b/>
                <w:bCs/>
                <w:sz w:val="22"/>
                <w:szCs w:val="22"/>
              </w:rPr>
              <w:t>10 Класс</w:t>
            </w:r>
          </w:p>
        </w:tc>
        <w:tc>
          <w:tcPr>
            <w:tcW w:w="805" w:type="dxa"/>
            <w:tcBorders>
              <w:left w:val="single" w:sz="2" w:space="0" w:color="auto"/>
              <w:right w:val="single" w:sz="2" w:space="0" w:color="auto"/>
            </w:tcBorders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b/>
                <w:bCs/>
                <w:sz w:val="22"/>
                <w:szCs w:val="22"/>
              </w:rPr>
            </w:pPr>
            <w:r w:rsidRPr="00A96CC1">
              <w:rPr>
                <w:b/>
                <w:bCs/>
                <w:sz w:val="22"/>
                <w:szCs w:val="22"/>
              </w:rPr>
              <w:t>11 Класс</w:t>
            </w:r>
          </w:p>
        </w:tc>
      </w:tr>
      <w:tr w:rsidR="00DD6D80" w:rsidRPr="000919E3">
        <w:trPr>
          <w:jc w:val="center"/>
        </w:trPr>
        <w:tc>
          <w:tcPr>
            <w:tcW w:w="1627" w:type="dxa"/>
            <w:vMerge w:val="restart"/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 xml:space="preserve">Краеведческое </w:t>
            </w:r>
          </w:p>
        </w:tc>
        <w:tc>
          <w:tcPr>
            <w:tcW w:w="1299" w:type="dxa"/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Литература</w:t>
            </w:r>
          </w:p>
        </w:tc>
        <w:tc>
          <w:tcPr>
            <w:tcW w:w="805" w:type="dxa"/>
            <w:tcBorders>
              <w:right w:val="single" w:sz="2" w:space="0" w:color="auto"/>
            </w:tcBorders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10</w:t>
            </w:r>
          </w:p>
        </w:tc>
        <w:tc>
          <w:tcPr>
            <w:tcW w:w="805" w:type="dxa"/>
            <w:tcBorders>
              <w:left w:val="single" w:sz="2" w:space="0" w:color="auto"/>
              <w:right w:val="single" w:sz="2" w:space="0" w:color="auto"/>
            </w:tcBorders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10</w:t>
            </w:r>
          </w:p>
        </w:tc>
      </w:tr>
      <w:tr w:rsidR="00DD6D80" w:rsidRPr="000919E3">
        <w:trPr>
          <w:jc w:val="center"/>
        </w:trPr>
        <w:tc>
          <w:tcPr>
            <w:tcW w:w="1627" w:type="dxa"/>
            <w:vMerge/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 xml:space="preserve">История </w:t>
            </w:r>
          </w:p>
        </w:tc>
        <w:tc>
          <w:tcPr>
            <w:tcW w:w="805" w:type="dxa"/>
            <w:tcBorders>
              <w:right w:val="single" w:sz="2" w:space="0" w:color="auto"/>
            </w:tcBorders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8</w:t>
            </w:r>
          </w:p>
        </w:tc>
        <w:tc>
          <w:tcPr>
            <w:tcW w:w="805" w:type="dxa"/>
            <w:tcBorders>
              <w:left w:val="single" w:sz="2" w:space="0" w:color="auto"/>
              <w:right w:val="single" w:sz="2" w:space="0" w:color="auto"/>
            </w:tcBorders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8</w:t>
            </w:r>
          </w:p>
        </w:tc>
      </w:tr>
      <w:tr w:rsidR="00DD6D80" w:rsidRPr="000919E3">
        <w:trPr>
          <w:jc w:val="center"/>
        </w:trPr>
        <w:tc>
          <w:tcPr>
            <w:tcW w:w="1627" w:type="dxa"/>
            <w:vMerge/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МХК</w:t>
            </w:r>
          </w:p>
        </w:tc>
        <w:tc>
          <w:tcPr>
            <w:tcW w:w="805" w:type="dxa"/>
            <w:tcBorders>
              <w:right w:val="single" w:sz="2" w:space="0" w:color="auto"/>
            </w:tcBorders>
          </w:tcPr>
          <w:p w:rsidR="00DD6D80" w:rsidRPr="00A96CC1" w:rsidRDefault="00DD6D80" w:rsidP="005E7F8A">
            <w:pPr>
              <w:jc w:val="center"/>
            </w:pPr>
            <w:r w:rsidRPr="00A96CC1">
              <w:rPr>
                <w:sz w:val="22"/>
                <w:szCs w:val="22"/>
              </w:rPr>
              <w:t>3</w:t>
            </w:r>
          </w:p>
        </w:tc>
        <w:tc>
          <w:tcPr>
            <w:tcW w:w="805" w:type="dxa"/>
            <w:tcBorders>
              <w:left w:val="single" w:sz="2" w:space="0" w:color="auto"/>
              <w:right w:val="single" w:sz="2" w:space="0" w:color="auto"/>
            </w:tcBorders>
          </w:tcPr>
          <w:p w:rsidR="00DD6D80" w:rsidRPr="00A96CC1" w:rsidRDefault="00DD6D80" w:rsidP="005E7F8A">
            <w:pPr>
              <w:jc w:val="center"/>
            </w:pPr>
            <w:r w:rsidRPr="00A96CC1">
              <w:rPr>
                <w:sz w:val="22"/>
                <w:szCs w:val="22"/>
              </w:rPr>
              <w:t>3</w:t>
            </w:r>
          </w:p>
        </w:tc>
      </w:tr>
      <w:tr w:rsidR="00DD6D80" w:rsidRPr="000919E3">
        <w:trPr>
          <w:jc w:val="center"/>
        </w:trPr>
        <w:tc>
          <w:tcPr>
            <w:tcW w:w="1627" w:type="dxa"/>
            <w:vMerge w:val="restart"/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 xml:space="preserve">Экологическое </w:t>
            </w:r>
          </w:p>
        </w:tc>
        <w:tc>
          <w:tcPr>
            <w:tcW w:w="1299" w:type="dxa"/>
          </w:tcPr>
          <w:p w:rsidR="00DD6D80" w:rsidRPr="00A96CC1" w:rsidRDefault="00DD6D80" w:rsidP="000B024D">
            <w:pPr>
              <w:pStyle w:val="a"/>
              <w:spacing w:before="1" w:beforeAutospacing="1" w:after="1" w:afterAutospacing="1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География</w:t>
            </w:r>
          </w:p>
        </w:tc>
        <w:tc>
          <w:tcPr>
            <w:tcW w:w="805" w:type="dxa"/>
            <w:tcBorders>
              <w:right w:val="single" w:sz="2" w:space="0" w:color="auto"/>
            </w:tcBorders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3</w:t>
            </w:r>
          </w:p>
        </w:tc>
        <w:tc>
          <w:tcPr>
            <w:tcW w:w="805" w:type="dxa"/>
            <w:tcBorders>
              <w:left w:val="single" w:sz="2" w:space="0" w:color="auto"/>
              <w:right w:val="single" w:sz="2" w:space="0" w:color="auto"/>
            </w:tcBorders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3</w:t>
            </w:r>
          </w:p>
        </w:tc>
      </w:tr>
      <w:tr w:rsidR="00DD6D80" w:rsidRPr="000919E3">
        <w:trPr>
          <w:jc w:val="center"/>
        </w:trPr>
        <w:tc>
          <w:tcPr>
            <w:tcW w:w="1627" w:type="dxa"/>
            <w:vMerge/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DD6D80" w:rsidRPr="00A96CC1" w:rsidRDefault="00DD6D80" w:rsidP="000B024D">
            <w:pPr>
              <w:pStyle w:val="a"/>
              <w:spacing w:before="1" w:beforeAutospacing="1" w:after="1" w:afterAutospacing="1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 xml:space="preserve">Биология </w:t>
            </w:r>
          </w:p>
        </w:tc>
        <w:tc>
          <w:tcPr>
            <w:tcW w:w="805" w:type="dxa"/>
            <w:tcBorders>
              <w:right w:val="single" w:sz="2" w:space="0" w:color="auto"/>
            </w:tcBorders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3</w:t>
            </w:r>
          </w:p>
        </w:tc>
        <w:tc>
          <w:tcPr>
            <w:tcW w:w="805" w:type="dxa"/>
            <w:tcBorders>
              <w:left w:val="single" w:sz="2" w:space="0" w:color="auto"/>
              <w:right w:val="single" w:sz="2" w:space="0" w:color="auto"/>
            </w:tcBorders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 w:rsidRPr="00A96CC1">
              <w:rPr>
                <w:sz w:val="22"/>
                <w:szCs w:val="22"/>
              </w:rPr>
              <w:t>3</w:t>
            </w:r>
          </w:p>
        </w:tc>
      </w:tr>
      <w:tr w:rsidR="00DD6D80" w:rsidRPr="000919E3">
        <w:trPr>
          <w:jc w:val="center"/>
        </w:trPr>
        <w:tc>
          <w:tcPr>
            <w:tcW w:w="1627" w:type="dxa"/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DD6D80" w:rsidRPr="00A96CC1" w:rsidRDefault="00DD6D80" w:rsidP="000B024D">
            <w:pPr>
              <w:pStyle w:val="a"/>
              <w:spacing w:before="1" w:beforeAutospacing="1" w:after="1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Химия </w:t>
            </w:r>
          </w:p>
        </w:tc>
        <w:tc>
          <w:tcPr>
            <w:tcW w:w="805" w:type="dxa"/>
            <w:tcBorders>
              <w:right w:val="single" w:sz="2" w:space="0" w:color="auto"/>
            </w:tcBorders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05" w:type="dxa"/>
            <w:tcBorders>
              <w:left w:val="single" w:sz="2" w:space="0" w:color="auto"/>
              <w:right w:val="single" w:sz="2" w:space="0" w:color="auto"/>
            </w:tcBorders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DD6D80" w:rsidRPr="000919E3">
        <w:trPr>
          <w:jc w:val="center"/>
        </w:trPr>
        <w:tc>
          <w:tcPr>
            <w:tcW w:w="1627" w:type="dxa"/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:rsidR="00DD6D80" w:rsidRPr="00A96CC1" w:rsidRDefault="00DD6D80" w:rsidP="000B024D">
            <w:pPr>
              <w:pStyle w:val="a"/>
              <w:spacing w:before="1" w:beforeAutospacing="1" w:after="1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Физика </w:t>
            </w:r>
          </w:p>
        </w:tc>
        <w:tc>
          <w:tcPr>
            <w:tcW w:w="805" w:type="dxa"/>
            <w:tcBorders>
              <w:right w:val="single" w:sz="2" w:space="0" w:color="auto"/>
            </w:tcBorders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05" w:type="dxa"/>
            <w:tcBorders>
              <w:left w:val="single" w:sz="2" w:space="0" w:color="auto"/>
              <w:right w:val="single" w:sz="2" w:space="0" w:color="auto"/>
            </w:tcBorders>
          </w:tcPr>
          <w:p w:rsidR="00DD6D80" w:rsidRPr="00A96CC1" w:rsidRDefault="00DD6D80" w:rsidP="005E7F8A">
            <w:pPr>
              <w:pStyle w:val="a"/>
              <w:spacing w:before="1" w:beforeAutospacing="1" w:after="1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</w:tbl>
    <w:p w:rsidR="00DD6D80" w:rsidRDefault="00DD6D80" w:rsidP="00B41012"/>
    <w:p w:rsidR="00DD6D80" w:rsidRDefault="00DD6D80" w:rsidP="00B41012"/>
    <w:p w:rsidR="00DD6D80" w:rsidRDefault="00DD6D80" w:rsidP="00B41012"/>
    <w:p w:rsidR="00DD6D80" w:rsidRDefault="00DD6D80" w:rsidP="00B41012"/>
    <w:p w:rsidR="00DD6D80" w:rsidRDefault="00DD6D80" w:rsidP="00B41012"/>
    <w:p w:rsidR="00DD6D80" w:rsidRDefault="00DD6D80" w:rsidP="00B41012"/>
    <w:p w:rsidR="00DD6D80" w:rsidRDefault="00DD6D80" w:rsidP="00B41012"/>
    <w:p w:rsidR="00DD6D80" w:rsidRDefault="00DD6D80" w:rsidP="00B41012"/>
    <w:p w:rsidR="00DD6D80" w:rsidRDefault="00DD6D80" w:rsidP="00B41012">
      <w:r>
        <w:t>Промежуточная аттестация в 10 классе проводится по всем предметам учебного плана</w:t>
      </w:r>
    </w:p>
    <w:p w:rsidR="00DD6D80" w:rsidRDefault="00DD6D80" w:rsidP="00B41012"/>
    <w:p w:rsidR="00DD6D80" w:rsidRDefault="00DD6D80" w:rsidP="00B4101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AB71A1">
            <w:r w:rsidRPr="00736B22">
              <w:t>Предмет</w:t>
            </w:r>
            <w:r>
              <w:t xml:space="preserve"> </w:t>
            </w:r>
          </w:p>
        </w:tc>
        <w:tc>
          <w:tcPr>
            <w:tcW w:w="4786" w:type="dxa"/>
          </w:tcPr>
          <w:p w:rsidR="00DD6D80" w:rsidRPr="00736B22" w:rsidRDefault="00DD6D80" w:rsidP="00AB71A1">
            <w:r w:rsidRPr="00736B22">
              <w:t>Форма</w:t>
            </w:r>
            <w:r>
              <w:t xml:space="preserve"> 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AB71A1">
            <w:r w:rsidRPr="00736B22">
              <w:t>Русский язык</w:t>
            </w:r>
          </w:p>
        </w:tc>
        <w:tc>
          <w:tcPr>
            <w:tcW w:w="4786" w:type="dxa"/>
          </w:tcPr>
          <w:p w:rsidR="00DD6D80" w:rsidRPr="00736B22" w:rsidRDefault="00DD6D80" w:rsidP="00AB71A1">
            <w:r>
              <w:t>У</w:t>
            </w:r>
            <w:r w:rsidRPr="00736B22">
              <w:t>стная аттестация по билетам</w:t>
            </w:r>
            <w:r>
              <w:t xml:space="preserve">, диктант, </w:t>
            </w:r>
            <w:r w:rsidRPr="00736B22">
              <w:t>защита проектно-исследовательской работы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AB71A1">
            <w:r w:rsidRPr="00736B22">
              <w:t xml:space="preserve">Литература </w:t>
            </w:r>
          </w:p>
        </w:tc>
        <w:tc>
          <w:tcPr>
            <w:tcW w:w="4786" w:type="dxa"/>
          </w:tcPr>
          <w:p w:rsidR="00DD6D80" w:rsidRPr="00736B22" w:rsidRDefault="00DD6D80" w:rsidP="000815EB">
            <w:r w:rsidRPr="00736B22">
              <w:t xml:space="preserve">Устная аттестация по билетам, </w:t>
            </w:r>
            <w:r>
              <w:rPr>
                <w:color w:val="000000"/>
              </w:rPr>
              <w:t xml:space="preserve">сочинение, </w:t>
            </w:r>
            <w:r w:rsidRPr="00736B22">
              <w:t>защита проектно-исследовательской работы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0815EB">
            <w:r w:rsidRPr="00736B22">
              <w:t>Иностранный язык</w:t>
            </w:r>
            <w:r>
              <w:t xml:space="preserve"> (английский язык)</w:t>
            </w:r>
          </w:p>
        </w:tc>
        <w:tc>
          <w:tcPr>
            <w:tcW w:w="4786" w:type="dxa"/>
          </w:tcPr>
          <w:p w:rsidR="00DD6D80" w:rsidRPr="00736B22" w:rsidRDefault="00DD6D80" w:rsidP="00AB71A1">
            <w:r w:rsidRPr="00736B22">
              <w:t>Тест, контрольная работа, устная аттестация по билетам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AB71A1">
            <w:r>
              <w:t>История</w:t>
            </w:r>
          </w:p>
        </w:tc>
        <w:tc>
          <w:tcPr>
            <w:tcW w:w="4786" w:type="dxa"/>
          </w:tcPr>
          <w:p w:rsidR="00DD6D80" w:rsidRPr="00736B22" w:rsidRDefault="00DD6D80" w:rsidP="00AB71A1">
            <w:r>
              <w:t>И</w:t>
            </w:r>
            <w:r w:rsidRPr="00736B22">
              <w:t xml:space="preserve">нтегрированный тест, зачет, защита реферата, </w:t>
            </w:r>
            <w:r>
              <w:t>у</w:t>
            </w:r>
            <w:r w:rsidRPr="00736B22">
              <w:t>стная аттестация по билетам</w:t>
            </w:r>
            <w:r>
              <w:t xml:space="preserve">, </w:t>
            </w:r>
            <w:r w:rsidRPr="00736B22">
              <w:t>защита проектно-исследовательской работы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AB71A1">
            <w:r w:rsidRPr="00736B22">
              <w:t>Обществознание</w:t>
            </w:r>
            <w:r>
              <w:t xml:space="preserve"> </w:t>
            </w:r>
          </w:p>
        </w:tc>
        <w:tc>
          <w:tcPr>
            <w:tcW w:w="4786" w:type="dxa"/>
          </w:tcPr>
          <w:p w:rsidR="00DD6D80" w:rsidRPr="00736B22" w:rsidRDefault="00DD6D80" w:rsidP="00AB71A1">
            <w:r w:rsidRPr="00736B22">
              <w:t xml:space="preserve">интегрированный тест, зачет, защита реферата, </w:t>
            </w:r>
            <w:r>
              <w:t>у</w:t>
            </w:r>
            <w:r w:rsidRPr="00736B22">
              <w:t>стная аттестация по билетам</w:t>
            </w:r>
            <w:r>
              <w:t xml:space="preserve">, </w:t>
            </w:r>
            <w:r w:rsidRPr="00736B22">
              <w:t>защита проектно-исследовательской работы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AB71A1">
            <w:r>
              <w:t>География</w:t>
            </w:r>
          </w:p>
        </w:tc>
        <w:tc>
          <w:tcPr>
            <w:tcW w:w="4786" w:type="dxa"/>
          </w:tcPr>
          <w:p w:rsidR="00DD6D80" w:rsidRPr="00736B22" w:rsidRDefault="00DD6D80" w:rsidP="00AB71A1">
            <w:r w:rsidRPr="00736B22">
              <w:t>Тест, контрольная работа, устная аттестация по билетам, защита проектно-исследовательской работы, защита реферата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AB71A1">
            <w:r w:rsidRPr="00736B22">
              <w:t>Биология</w:t>
            </w:r>
            <w:r>
              <w:t xml:space="preserve"> </w:t>
            </w:r>
          </w:p>
        </w:tc>
        <w:tc>
          <w:tcPr>
            <w:tcW w:w="4786" w:type="dxa"/>
          </w:tcPr>
          <w:p w:rsidR="00DD6D80" w:rsidRPr="00736B22" w:rsidRDefault="00DD6D80" w:rsidP="00AB71A1">
            <w:r w:rsidRPr="00736B22">
              <w:t>Тест, контрольная работа, устная аттестация по билетам, защита проектно-исследовательской работы, защита реферата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AB71A1">
            <w:r w:rsidRPr="00736B22">
              <w:t>Информатика</w:t>
            </w:r>
            <w:r>
              <w:t xml:space="preserve"> и ИКТ</w:t>
            </w:r>
          </w:p>
        </w:tc>
        <w:tc>
          <w:tcPr>
            <w:tcW w:w="4786" w:type="dxa"/>
          </w:tcPr>
          <w:p w:rsidR="00DD6D80" w:rsidRPr="00736B22" w:rsidRDefault="00DD6D80" w:rsidP="00AB71A1">
            <w:r w:rsidRPr="00736B22">
              <w:t>Тест, контрольная работа, зачет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AB71A1">
            <w:r>
              <w:t>Физика</w:t>
            </w:r>
            <w:r w:rsidRPr="00736B22">
              <w:t xml:space="preserve"> </w:t>
            </w:r>
          </w:p>
        </w:tc>
        <w:tc>
          <w:tcPr>
            <w:tcW w:w="4786" w:type="dxa"/>
          </w:tcPr>
          <w:p w:rsidR="00DD6D80" w:rsidRPr="00736B22" w:rsidRDefault="00DD6D80" w:rsidP="00AB71A1">
            <w:r w:rsidRPr="00736B22">
              <w:t>Тест, контрольная работа, устная аттестация по билетам, защита проектно-исследовательской работы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AB71A1">
            <w:r w:rsidRPr="00736B22">
              <w:t>Химия</w:t>
            </w:r>
            <w:r>
              <w:t xml:space="preserve"> </w:t>
            </w:r>
          </w:p>
        </w:tc>
        <w:tc>
          <w:tcPr>
            <w:tcW w:w="4786" w:type="dxa"/>
          </w:tcPr>
          <w:p w:rsidR="00DD6D80" w:rsidRPr="00736B22" w:rsidRDefault="00DD6D80" w:rsidP="00AB71A1">
            <w:r w:rsidRPr="00736B22">
              <w:t>Тест, контрольная работа, устная аттестация по билетам, защита проектно-исследовательской работы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Pr="00736B22" w:rsidRDefault="00DD6D80" w:rsidP="00AB71A1">
            <w:r w:rsidRPr="00736B22">
              <w:t xml:space="preserve">Технология </w:t>
            </w:r>
          </w:p>
        </w:tc>
        <w:tc>
          <w:tcPr>
            <w:tcW w:w="4786" w:type="dxa"/>
          </w:tcPr>
          <w:p w:rsidR="00DD6D80" w:rsidRPr="00736B22" w:rsidRDefault="00DD6D80" w:rsidP="00AB71A1">
            <w:r w:rsidRPr="00736B22">
              <w:t xml:space="preserve">Тест, устная аттестация по билетам, защита </w:t>
            </w:r>
            <w:r>
              <w:t>проектов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AB71A1">
            <w:r>
              <w:t>Физическая культура</w:t>
            </w:r>
          </w:p>
        </w:tc>
        <w:tc>
          <w:tcPr>
            <w:tcW w:w="4786" w:type="dxa"/>
          </w:tcPr>
          <w:p w:rsidR="00DD6D80" w:rsidRDefault="00DD6D80" w:rsidP="00AB71A1">
            <w:r>
              <w:t>Сдача  нормативов ГТО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AB71A1">
            <w:r>
              <w:t>Алгебра</w:t>
            </w:r>
          </w:p>
        </w:tc>
        <w:tc>
          <w:tcPr>
            <w:tcW w:w="4786" w:type="dxa"/>
          </w:tcPr>
          <w:p w:rsidR="00DD6D80" w:rsidRDefault="00DD6D80" w:rsidP="00AB71A1">
            <w:r>
              <w:t>Контрольная работа, тест,</w:t>
            </w:r>
            <w:r w:rsidRPr="00736B22">
              <w:t xml:space="preserve"> устная аттестация по билетам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AB71A1">
            <w:r>
              <w:t>Геометрия</w:t>
            </w:r>
          </w:p>
        </w:tc>
        <w:tc>
          <w:tcPr>
            <w:tcW w:w="4786" w:type="dxa"/>
          </w:tcPr>
          <w:p w:rsidR="00DD6D80" w:rsidRDefault="00DD6D80" w:rsidP="00AB71A1">
            <w:r>
              <w:t>Контрольная работа, тест,</w:t>
            </w:r>
            <w:r w:rsidRPr="00736B22">
              <w:t xml:space="preserve"> устная аттестация по билетам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AB71A1">
            <w:r>
              <w:t>МХК</w:t>
            </w:r>
          </w:p>
        </w:tc>
        <w:tc>
          <w:tcPr>
            <w:tcW w:w="4786" w:type="dxa"/>
          </w:tcPr>
          <w:p w:rsidR="00DD6D80" w:rsidRDefault="00DD6D80" w:rsidP="00AB71A1">
            <w:r>
              <w:t>Тест, защита реферата</w:t>
            </w:r>
          </w:p>
        </w:tc>
      </w:tr>
      <w:tr w:rsidR="00DD6D80" w:rsidRPr="00736B22">
        <w:trPr>
          <w:jc w:val="center"/>
        </w:trPr>
        <w:tc>
          <w:tcPr>
            <w:tcW w:w="4785" w:type="dxa"/>
          </w:tcPr>
          <w:p w:rsidR="00DD6D80" w:rsidRDefault="00DD6D80" w:rsidP="00AB71A1">
            <w:r>
              <w:t>ОБЖ</w:t>
            </w:r>
          </w:p>
        </w:tc>
        <w:tc>
          <w:tcPr>
            <w:tcW w:w="4786" w:type="dxa"/>
          </w:tcPr>
          <w:p w:rsidR="00DD6D80" w:rsidRDefault="00DD6D80" w:rsidP="00AB71A1">
            <w:r>
              <w:t>Тест, защита реферата</w:t>
            </w:r>
          </w:p>
        </w:tc>
      </w:tr>
    </w:tbl>
    <w:p w:rsidR="00DD6D80" w:rsidRDefault="00DD6D80" w:rsidP="000815EB">
      <w:pPr>
        <w:shd w:val="clear" w:color="auto" w:fill="FFFFFF"/>
        <w:tabs>
          <w:tab w:val="num" w:pos="840"/>
        </w:tabs>
        <w:ind w:right="245"/>
        <w:jc w:val="both"/>
      </w:pPr>
    </w:p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p w:rsidR="00DD6D80" w:rsidRDefault="00DD6D80" w:rsidP="00980A1A"/>
    <w:sectPr w:rsidR="00DD6D80" w:rsidSect="007420B3">
      <w:footerReference w:type="default" r:id="rId11"/>
      <w:pgSz w:w="11906" w:h="16838"/>
      <w:pgMar w:top="1135" w:right="424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D80" w:rsidRDefault="00DD6D80" w:rsidP="008379D9">
      <w:r>
        <w:separator/>
      </w:r>
    </w:p>
  </w:endnote>
  <w:endnote w:type="continuationSeparator" w:id="1">
    <w:p w:rsidR="00DD6D80" w:rsidRDefault="00DD6D80" w:rsidP="00837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@Arial Unicode MS"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D80" w:rsidRDefault="00DD6D80" w:rsidP="00EF4BC0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DD6D80" w:rsidRDefault="00DD6D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D80" w:rsidRDefault="00DD6D80" w:rsidP="008379D9">
      <w:r>
        <w:separator/>
      </w:r>
    </w:p>
  </w:footnote>
  <w:footnote w:type="continuationSeparator" w:id="1">
    <w:p w:rsidR="00DD6D80" w:rsidRDefault="00DD6D80" w:rsidP="008379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2EE"/>
    <w:multiLevelType w:val="hybridMultilevel"/>
    <w:tmpl w:val="C9DC98CC"/>
    <w:lvl w:ilvl="0" w:tplc="00005878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6B3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A931365"/>
    <w:multiLevelType w:val="hybridMultilevel"/>
    <w:tmpl w:val="E9807938"/>
    <w:lvl w:ilvl="0" w:tplc="B68C96F2">
      <w:start w:val="1"/>
      <w:numFmt w:val="decimal"/>
      <w:lvlText w:val="%1."/>
      <w:lvlJc w:val="center"/>
      <w:pPr>
        <w:ind w:left="3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943" w:hanging="360"/>
      </w:pPr>
    </w:lvl>
    <w:lvl w:ilvl="2" w:tplc="0419001B">
      <w:start w:val="1"/>
      <w:numFmt w:val="lowerRoman"/>
      <w:lvlText w:val="%3."/>
      <w:lvlJc w:val="right"/>
      <w:pPr>
        <w:ind w:left="3663" w:hanging="180"/>
      </w:pPr>
    </w:lvl>
    <w:lvl w:ilvl="3" w:tplc="0419000F">
      <w:start w:val="1"/>
      <w:numFmt w:val="decimal"/>
      <w:lvlText w:val="%4."/>
      <w:lvlJc w:val="left"/>
      <w:pPr>
        <w:ind w:left="4383" w:hanging="360"/>
      </w:pPr>
    </w:lvl>
    <w:lvl w:ilvl="4" w:tplc="04190019">
      <w:start w:val="1"/>
      <w:numFmt w:val="lowerLetter"/>
      <w:lvlText w:val="%5."/>
      <w:lvlJc w:val="left"/>
      <w:pPr>
        <w:ind w:left="5103" w:hanging="360"/>
      </w:pPr>
    </w:lvl>
    <w:lvl w:ilvl="5" w:tplc="0419001B">
      <w:start w:val="1"/>
      <w:numFmt w:val="lowerRoman"/>
      <w:lvlText w:val="%6."/>
      <w:lvlJc w:val="right"/>
      <w:pPr>
        <w:ind w:left="5823" w:hanging="180"/>
      </w:pPr>
    </w:lvl>
    <w:lvl w:ilvl="6" w:tplc="0419000F">
      <w:start w:val="1"/>
      <w:numFmt w:val="decimal"/>
      <w:lvlText w:val="%7."/>
      <w:lvlJc w:val="left"/>
      <w:pPr>
        <w:ind w:left="6543" w:hanging="360"/>
      </w:pPr>
    </w:lvl>
    <w:lvl w:ilvl="7" w:tplc="04190019">
      <w:start w:val="1"/>
      <w:numFmt w:val="lowerLetter"/>
      <w:lvlText w:val="%8."/>
      <w:lvlJc w:val="left"/>
      <w:pPr>
        <w:ind w:left="7263" w:hanging="360"/>
      </w:pPr>
    </w:lvl>
    <w:lvl w:ilvl="8" w:tplc="0419001B">
      <w:start w:val="1"/>
      <w:numFmt w:val="lowerRoman"/>
      <w:lvlText w:val="%9."/>
      <w:lvlJc w:val="right"/>
      <w:pPr>
        <w:ind w:left="7983" w:hanging="180"/>
      </w:pPr>
    </w:lvl>
  </w:abstractNum>
  <w:abstractNum w:abstractNumId="2">
    <w:nsid w:val="2AAF3212"/>
    <w:multiLevelType w:val="hybridMultilevel"/>
    <w:tmpl w:val="3216F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D93284A"/>
    <w:multiLevelType w:val="hybridMultilevel"/>
    <w:tmpl w:val="29EE19C6"/>
    <w:lvl w:ilvl="0" w:tplc="5338E1F6">
      <w:start w:val="1"/>
      <w:numFmt w:val="decimal"/>
      <w:lvlText w:val="%1."/>
      <w:lvlJc w:val="left"/>
      <w:pPr>
        <w:ind w:left="367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087" w:hanging="360"/>
      </w:pPr>
    </w:lvl>
    <w:lvl w:ilvl="2" w:tplc="0419001B">
      <w:start w:val="1"/>
      <w:numFmt w:val="lowerRoman"/>
      <w:lvlText w:val="%3."/>
      <w:lvlJc w:val="right"/>
      <w:pPr>
        <w:ind w:left="1807" w:hanging="180"/>
      </w:pPr>
    </w:lvl>
    <w:lvl w:ilvl="3" w:tplc="0419000F">
      <w:start w:val="1"/>
      <w:numFmt w:val="decimal"/>
      <w:lvlText w:val="%4."/>
      <w:lvlJc w:val="left"/>
      <w:pPr>
        <w:ind w:left="2527" w:hanging="360"/>
      </w:pPr>
    </w:lvl>
    <w:lvl w:ilvl="4" w:tplc="04190019">
      <w:start w:val="1"/>
      <w:numFmt w:val="lowerLetter"/>
      <w:lvlText w:val="%5."/>
      <w:lvlJc w:val="left"/>
      <w:pPr>
        <w:ind w:left="3247" w:hanging="360"/>
      </w:pPr>
    </w:lvl>
    <w:lvl w:ilvl="5" w:tplc="0419001B">
      <w:start w:val="1"/>
      <w:numFmt w:val="lowerRoman"/>
      <w:lvlText w:val="%6."/>
      <w:lvlJc w:val="right"/>
      <w:pPr>
        <w:ind w:left="3967" w:hanging="180"/>
      </w:pPr>
    </w:lvl>
    <w:lvl w:ilvl="6" w:tplc="0419000F">
      <w:start w:val="1"/>
      <w:numFmt w:val="decimal"/>
      <w:lvlText w:val="%7."/>
      <w:lvlJc w:val="left"/>
      <w:pPr>
        <w:ind w:left="4687" w:hanging="360"/>
      </w:pPr>
    </w:lvl>
    <w:lvl w:ilvl="7" w:tplc="04190019">
      <w:start w:val="1"/>
      <w:numFmt w:val="lowerLetter"/>
      <w:lvlText w:val="%8."/>
      <w:lvlJc w:val="left"/>
      <w:pPr>
        <w:ind w:left="5407" w:hanging="360"/>
      </w:pPr>
    </w:lvl>
    <w:lvl w:ilvl="8" w:tplc="0419001B">
      <w:start w:val="1"/>
      <w:numFmt w:val="lowerRoman"/>
      <w:lvlText w:val="%9."/>
      <w:lvlJc w:val="right"/>
      <w:pPr>
        <w:ind w:left="6127" w:hanging="180"/>
      </w:pPr>
    </w:lvl>
  </w:abstractNum>
  <w:abstractNum w:abstractNumId="4">
    <w:nsid w:val="30026AA5"/>
    <w:multiLevelType w:val="hybridMultilevel"/>
    <w:tmpl w:val="51DCD96A"/>
    <w:lvl w:ilvl="0" w:tplc="0534EC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87105E"/>
    <w:multiLevelType w:val="multilevel"/>
    <w:tmpl w:val="843A25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65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6">
    <w:nsid w:val="44FB0C83"/>
    <w:multiLevelType w:val="hybridMultilevel"/>
    <w:tmpl w:val="7B9C7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CA1F4E"/>
    <w:multiLevelType w:val="hybridMultilevel"/>
    <w:tmpl w:val="79E49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8693115"/>
    <w:multiLevelType w:val="hybridMultilevel"/>
    <w:tmpl w:val="7A56B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D2E2214"/>
    <w:multiLevelType w:val="multilevel"/>
    <w:tmpl w:val="F51A9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7DDC439B"/>
    <w:multiLevelType w:val="hybridMultilevel"/>
    <w:tmpl w:val="1666A3A6"/>
    <w:lvl w:ilvl="0" w:tplc="0534EC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6"/>
  </w:num>
  <w:num w:numId="9">
    <w:abstractNumId w:val="5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775F"/>
    <w:rsid w:val="00004AF5"/>
    <w:rsid w:val="0002601D"/>
    <w:rsid w:val="00046AC7"/>
    <w:rsid w:val="000815EB"/>
    <w:rsid w:val="0008521D"/>
    <w:rsid w:val="000919E3"/>
    <w:rsid w:val="000B024D"/>
    <w:rsid w:val="000B0857"/>
    <w:rsid w:val="000B0EF9"/>
    <w:rsid w:val="000B21FE"/>
    <w:rsid w:val="000C2D14"/>
    <w:rsid w:val="000D0935"/>
    <w:rsid w:val="000D75D6"/>
    <w:rsid w:val="000F3A4B"/>
    <w:rsid w:val="0012399B"/>
    <w:rsid w:val="0012745C"/>
    <w:rsid w:val="00127597"/>
    <w:rsid w:val="00134369"/>
    <w:rsid w:val="00135F95"/>
    <w:rsid w:val="0015135E"/>
    <w:rsid w:val="00177144"/>
    <w:rsid w:val="001857A7"/>
    <w:rsid w:val="00197C5E"/>
    <w:rsid w:val="001B51ED"/>
    <w:rsid w:val="001E5C4D"/>
    <w:rsid w:val="0020301C"/>
    <w:rsid w:val="00211EF7"/>
    <w:rsid w:val="002171FC"/>
    <w:rsid w:val="00236489"/>
    <w:rsid w:val="00244C10"/>
    <w:rsid w:val="00252FE2"/>
    <w:rsid w:val="002571D5"/>
    <w:rsid w:val="00282375"/>
    <w:rsid w:val="0028775F"/>
    <w:rsid w:val="002879AC"/>
    <w:rsid w:val="002A26BB"/>
    <w:rsid w:val="002D3DBF"/>
    <w:rsid w:val="002D611D"/>
    <w:rsid w:val="002E56C2"/>
    <w:rsid w:val="0030392D"/>
    <w:rsid w:val="00306858"/>
    <w:rsid w:val="00312EBB"/>
    <w:rsid w:val="00316FB8"/>
    <w:rsid w:val="00335DDF"/>
    <w:rsid w:val="00342FCC"/>
    <w:rsid w:val="00381F04"/>
    <w:rsid w:val="00396CAD"/>
    <w:rsid w:val="003C267A"/>
    <w:rsid w:val="003D5A58"/>
    <w:rsid w:val="00401DCA"/>
    <w:rsid w:val="00414CFA"/>
    <w:rsid w:val="004537F9"/>
    <w:rsid w:val="0046644C"/>
    <w:rsid w:val="00490026"/>
    <w:rsid w:val="004919EE"/>
    <w:rsid w:val="004B1DAD"/>
    <w:rsid w:val="004B7D61"/>
    <w:rsid w:val="004C04A0"/>
    <w:rsid w:val="004D4617"/>
    <w:rsid w:val="004E7685"/>
    <w:rsid w:val="005169EB"/>
    <w:rsid w:val="0052159B"/>
    <w:rsid w:val="00537DA9"/>
    <w:rsid w:val="00561695"/>
    <w:rsid w:val="005617D5"/>
    <w:rsid w:val="00583F89"/>
    <w:rsid w:val="005C4677"/>
    <w:rsid w:val="005C5472"/>
    <w:rsid w:val="005D5955"/>
    <w:rsid w:val="005E7F08"/>
    <w:rsid w:val="005E7F8A"/>
    <w:rsid w:val="005F23C5"/>
    <w:rsid w:val="00605AAE"/>
    <w:rsid w:val="00624302"/>
    <w:rsid w:val="006257CD"/>
    <w:rsid w:val="00632024"/>
    <w:rsid w:val="0063332F"/>
    <w:rsid w:val="006354C1"/>
    <w:rsid w:val="00642AEA"/>
    <w:rsid w:val="00643182"/>
    <w:rsid w:val="006935AE"/>
    <w:rsid w:val="00695F8C"/>
    <w:rsid w:val="006D53B2"/>
    <w:rsid w:val="00736B22"/>
    <w:rsid w:val="00740F92"/>
    <w:rsid w:val="007420B3"/>
    <w:rsid w:val="00751010"/>
    <w:rsid w:val="007C7864"/>
    <w:rsid w:val="007E1375"/>
    <w:rsid w:val="00812181"/>
    <w:rsid w:val="00825957"/>
    <w:rsid w:val="00827158"/>
    <w:rsid w:val="00831C3C"/>
    <w:rsid w:val="008379D9"/>
    <w:rsid w:val="00841795"/>
    <w:rsid w:val="00842D16"/>
    <w:rsid w:val="008522B5"/>
    <w:rsid w:val="00853C5C"/>
    <w:rsid w:val="00856D4C"/>
    <w:rsid w:val="00863218"/>
    <w:rsid w:val="00864F1D"/>
    <w:rsid w:val="0087611D"/>
    <w:rsid w:val="008E11CA"/>
    <w:rsid w:val="00920792"/>
    <w:rsid w:val="009357CB"/>
    <w:rsid w:val="00962766"/>
    <w:rsid w:val="00980A1A"/>
    <w:rsid w:val="009B0E0A"/>
    <w:rsid w:val="009E2E55"/>
    <w:rsid w:val="009F456C"/>
    <w:rsid w:val="00A0451E"/>
    <w:rsid w:val="00A04B38"/>
    <w:rsid w:val="00A116B8"/>
    <w:rsid w:val="00A30275"/>
    <w:rsid w:val="00A35D6D"/>
    <w:rsid w:val="00A46902"/>
    <w:rsid w:val="00A51564"/>
    <w:rsid w:val="00A53B4B"/>
    <w:rsid w:val="00A71B40"/>
    <w:rsid w:val="00A96CC1"/>
    <w:rsid w:val="00AB71A1"/>
    <w:rsid w:val="00AD4047"/>
    <w:rsid w:val="00AD5910"/>
    <w:rsid w:val="00AF410A"/>
    <w:rsid w:val="00AF7880"/>
    <w:rsid w:val="00B11F84"/>
    <w:rsid w:val="00B13280"/>
    <w:rsid w:val="00B25923"/>
    <w:rsid w:val="00B31FFA"/>
    <w:rsid w:val="00B41012"/>
    <w:rsid w:val="00B44614"/>
    <w:rsid w:val="00B54FDD"/>
    <w:rsid w:val="00B608C3"/>
    <w:rsid w:val="00B67565"/>
    <w:rsid w:val="00BD0D6B"/>
    <w:rsid w:val="00BE22A7"/>
    <w:rsid w:val="00BF44AB"/>
    <w:rsid w:val="00C20239"/>
    <w:rsid w:val="00C2269D"/>
    <w:rsid w:val="00C24189"/>
    <w:rsid w:val="00C24B51"/>
    <w:rsid w:val="00C53DE2"/>
    <w:rsid w:val="00C70CB1"/>
    <w:rsid w:val="00C750DF"/>
    <w:rsid w:val="00C856B0"/>
    <w:rsid w:val="00CA0986"/>
    <w:rsid w:val="00CD05BE"/>
    <w:rsid w:val="00CD5003"/>
    <w:rsid w:val="00CE20A3"/>
    <w:rsid w:val="00CF2531"/>
    <w:rsid w:val="00CF7B06"/>
    <w:rsid w:val="00D03964"/>
    <w:rsid w:val="00D03A30"/>
    <w:rsid w:val="00D11A23"/>
    <w:rsid w:val="00D21DC2"/>
    <w:rsid w:val="00D443E1"/>
    <w:rsid w:val="00D50021"/>
    <w:rsid w:val="00D50837"/>
    <w:rsid w:val="00D827A5"/>
    <w:rsid w:val="00D8765C"/>
    <w:rsid w:val="00D87FBE"/>
    <w:rsid w:val="00DA2CEF"/>
    <w:rsid w:val="00DC0A9B"/>
    <w:rsid w:val="00DD6D80"/>
    <w:rsid w:val="00E06512"/>
    <w:rsid w:val="00E105E9"/>
    <w:rsid w:val="00E36124"/>
    <w:rsid w:val="00E513F4"/>
    <w:rsid w:val="00E52082"/>
    <w:rsid w:val="00E65359"/>
    <w:rsid w:val="00E74536"/>
    <w:rsid w:val="00E82532"/>
    <w:rsid w:val="00E86514"/>
    <w:rsid w:val="00EA0B93"/>
    <w:rsid w:val="00EB4044"/>
    <w:rsid w:val="00EB750F"/>
    <w:rsid w:val="00ED5906"/>
    <w:rsid w:val="00EE704D"/>
    <w:rsid w:val="00EF288F"/>
    <w:rsid w:val="00EF4BC0"/>
    <w:rsid w:val="00F11C2F"/>
    <w:rsid w:val="00F13831"/>
    <w:rsid w:val="00F30BCF"/>
    <w:rsid w:val="00F3763A"/>
    <w:rsid w:val="00F6442C"/>
    <w:rsid w:val="00F81846"/>
    <w:rsid w:val="00F86253"/>
    <w:rsid w:val="00FA174E"/>
    <w:rsid w:val="00FB159A"/>
    <w:rsid w:val="00FB286C"/>
    <w:rsid w:val="00FC11B4"/>
    <w:rsid w:val="00FE76D6"/>
    <w:rsid w:val="00FF4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75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8775F"/>
    <w:pPr>
      <w:keepNext/>
      <w:jc w:val="center"/>
      <w:outlineLvl w:val="0"/>
    </w:pPr>
    <w:rPr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775F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775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8775F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Zag11">
    <w:name w:val="Zag_11"/>
    <w:uiPriority w:val="99"/>
    <w:rsid w:val="0028775F"/>
  </w:style>
  <w:style w:type="paragraph" w:customStyle="1" w:styleId="Osnova">
    <w:name w:val="Osnova"/>
    <w:basedOn w:val="Normal"/>
    <w:uiPriority w:val="99"/>
    <w:rsid w:val="0028775F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ConsPlusNormal">
    <w:name w:val="ConsPlusNormal"/>
    <w:uiPriority w:val="99"/>
    <w:rsid w:val="002877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Стиль"/>
    <w:uiPriority w:val="99"/>
    <w:rsid w:val="002877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8775F"/>
    <w:pPr>
      <w:jc w:val="center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8775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2">
    <w:name w:val="Основной текст + 112"/>
    <w:aliases w:val="5 pt3,Полужирный3,Курсив3"/>
    <w:basedOn w:val="DefaultParagraphFont"/>
    <w:uiPriority w:val="99"/>
    <w:rsid w:val="0028775F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a0">
    <w:name w:val="Основной текст_"/>
    <w:basedOn w:val="DefaultParagraphFont"/>
    <w:link w:val="3"/>
    <w:uiPriority w:val="99"/>
    <w:locked/>
    <w:rsid w:val="0028775F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3">
    <w:name w:val="Основной текст3"/>
    <w:basedOn w:val="Normal"/>
    <w:link w:val="a0"/>
    <w:uiPriority w:val="99"/>
    <w:rsid w:val="0028775F"/>
    <w:pPr>
      <w:widowControl w:val="0"/>
      <w:shd w:val="clear" w:color="auto" w:fill="FFFFFF"/>
      <w:spacing w:line="328" w:lineRule="exact"/>
      <w:ind w:hanging="1760"/>
      <w:jc w:val="center"/>
    </w:pPr>
    <w:rPr>
      <w:sz w:val="25"/>
      <w:szCs w:val="25"/>
      <w:lang w:eastAsia="en-US"/>
    </w:rPr>
  </w:style>
  <w:style w:type="paragraph" w:styleId="NoSpacing">
    <w:name w:val="No Spacing"/>
    <w:uiPriority w:val="99"/>
    <w:qFormat/>
    <w:rsid w:val="00DA2CEF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DA2CE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7">
    <w:name w:val="Font Style17"/>
    <w:basedOn w:val="DefaultParagraphFont"/>
    <w:uiPriority w:val="99"/>
    <w:rsid w:val="00DA2CEF"/>
    <w:rPr>
      <w:rFonts w:ascii="Times New Roman" w:hAnsi="Times New Roman" w:cs="Times New Roman"/>
      <w:sz w:val="26"/>
      <w:szCs w:val="26"/>
    </w:rPr>
  </w:style>
  <w:style w:type="character" w:styleId="Strong">
    <w:name w:val="Strong"/>
    <w:basedOn w:val="DefaultParagraphFont"/>
    <w:uiPriority w:val="99"/>
    <w:qFormat/>
    <w:rsid w:val="00046AC7"/>
    <w:rPr>
      <w:b/>
      <w:bCs/>
    </w:rPr>
  </w:style>
  <w:style w:type="paragraph" w:styleId="NormalWeb">
    <w:name w:val="Normal (Web)"/>
    <w:basedOn w:val="Normal"/>
    <w:uiPriority w:val="99"/>
    <w:rsid w:val="00A0451E"/>
    <w:pPr>
      <w:spacing w:before="100" w:beforeAutospacing="1" w:after="100" w:afterAutospacing="1"/>
    </w:pPr>
  </w:style>
  <w:style w:type="paragraph" w:customStyle="1" w:styleId="c5">
    <w:name w:val="c5"/>
    <w:basedOn w:val="Normal"/>
    <w:uiPriority w:val="99"/>
    <w:rsid w:val="004E7685"/>
    <w:pPr>
      <w:spacing w:before="100" w:beforeAutospacing="1" w:after="100" w:afterAutospacing="1"/>
    </w:pPr>
  </w:style>
  <w:style w:type="character" w:customStyle="1" w:styleId="c4c14">
    <w:name w:val="c4 c14"/>
    <w:basedOn w:val="DefaultParagraphFont"/>
    <w:uiPriority w:val="99"/>
    <w:rsid w:val="004E7685"/>
  </w:style>
  <w:style w:type="paragraph" w:styleId="ListParagraph">
    <w:name w:val="List Paragraph"/>
    <w:basedOn w:val="Normal"/>
    <w:link w:val="ListParagraphChar"/>
    <w:uiPriority w:val="99"/>
    <w:qFormat/>
    <w:rsid w:val="00A53B4B"/>
    <w:pPr>
      <w:spacing w:after="200" w:line="276" w:lineRule="auto"/>
      <w:ind w:left="720"/>
    </w:pPr>
    <w:rPr>
      <w:rFonts w:ascii="Arial" w:eastAsia="Calibri" w:hAnsi="Arial" w:cs="Arial"/>
      <w:sz w:val="28"/>
      <w:szCs w:val="28"/>
    </w:rPr>
  </w:style>
  <w:style w:type="character" w:customStyle="1" w:styleId="ListParagraphChar">
    <w:name w:val="List Paragraph Char"/>
    <w:link w:val="ListParagraph"/>
    <w:uiPriority w:val="99"/>
    <w:locked/>
    <w:rsid w:val="00A53B4B"/>
    <w:rPr>
      <w:rFonts w:ascii="Arial" w:eastAsia="Times New Roman" w:hAnsi="Arial" w:cs="Arial"/>
      <w:sz w:val="20"/>
      <w:szCs w:val="20"/>
    </w:rPr>
  </w:style>
  <w:style w:type="paragraph" w:customStyle="1" w:styleId="c10">
    <w:name w:val="c10"/>
    <w:basedOn w:val="Normal"/>
    <w:uiPriority w:val="99"/>
    <w:rsid w:val="00A53B4B"/>
    <w:pPr>
      <w:spacing w:before="90" w:after="90"/>
    </w:pPr>
  </w:style>
  <w:style w:type="character" w:customStyle="1" w:styleId="c1">
    <w:name w:val="c1"/>
    <w:basedOn w:val="DefaultParagraphFont"/>
    <w:uiPriority w:val="99"/>
    <w:rsid w:val="00A53B4B"/>
  </w:style>
  <w:style w:type="character" w:customStyle="1" w:styleId="c2">
    <w:name w:val="c2"/>
    <w:basedOn w:val="DefaultParagraphFont"/>
    <w:uiPriority w:val="99"/>
    <w:rsid w:val="00A53B4B"/>
  </w:style>
  <w:style w:type="paragraph" w:customStyle="1" w:styleId="c8">
    <w:name w:val="c8"/>
    <w:basedOn w:val="Normal"/>
    <w:uiPriority w:val="99"/>
    <w:rsid w:val="00A53B4B"/>
    <w:pPr>
      <w:spacing w:before="90" w:after="90"/>
    </w:pPr>
  </w:style>
  <w:style w:type="character" w:customStyle="1" w:styleId="c4">
    <w:name w:val="c4"/>
    <w:basedOn w:val="DefaultParagraphFont"/>
    <w:uiPriority w:val="99"/>
    <w:rsid w:val="00A53B4B"/>
  </w:style>
  <w:style w:type="paragraph" w:customStyle="1" w:styleId="ConsNormal">
    <w:name w:val="ConsNormal"/>
    <w:uiPriority w:val="99"/>
    <w:rsid w:val="00EB750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8379D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379D9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8379D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379D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8521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853C5C"/>
    <w:rPr>
      <w:color w:val="0000FF"/>
      <w:u w:val="single"/>
    </w:rPr>
  </w:style>
  <w:style w:type="paragraph" w:customStyle="1" w:styleId="ConsPlusCell">
    <w:name w:val="ConsPlusCell"/>
    <w:uiPriority w:val="99"/>
    <w:rsid w:val="008E11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EF4B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94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4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94022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4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94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940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940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940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40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940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940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940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6940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6940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6940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6940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694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6940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6940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69402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69402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6940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69402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769402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769402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769402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94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4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94025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4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94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94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94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940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4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940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940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940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6940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6940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6940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6940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6940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6940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6940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6940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69402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69402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69402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769402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769402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769402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94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4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94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4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94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94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940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940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94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eobrazovanie.ru/specialities_vuz/izyaschnye_iskusstva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oeobrazovanie.ru/specialities_vuz/dekorativno_prikladnoe_iskusstvo_i_narodnye_promysly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moeobrazovanie.ru/specialities_vuz/skulptur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eobrazovanie.ru/specialities_vuz/monumentalno_dekorativnoe_iskusstvo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153</TotalTime>
  <Pages>29</Pages>
  <Words>9769</Words>
  <Characters>-32766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18</cp:revision>
  <cp:lastPrinted>2018-06-28T07:11:00Z</cp:lastPrinted>
  <dcterms:created xsi:type="dcterms:W3CDTF">2018-05-04T05:59:00Z</dcterms:created>
  <dcterms:modified xsi:type="dcterms:W3CDTF">2018-06-28T07:14:00Z</dcterms:modified>
</cp:coreProperties>
</file>